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方正黑体_GBK"/>
          <w:sz w:val="44"/>
          <w:szCs w:val="44"/>
        </w:rPr>
      </w:pPr>
      <w:bookmarkStart w:id="240" w:name="_GoBack"/>
      <w:bookmarkEnd w:id="240"/>
    </w:p>
    <w:p>
      <w:pPr>
        <w:pStyle w:val="2"/>
        <w:rPr>
          <w:rFonts w:ascii="Times New Roman" w:hAnsi="Times New Roman" w:cs="Times New Roman"/>
        </w:rPr>
      </w:pPr>
    </w:p>
    <w:p>
      <w:pPr>
        <w:pStyle w:val="3"/>
        <w:rPr>
          <w:rFonts w:ascii="Times New Roman" w:hAnsi="Times New Roman"/>
        </w:rPr>
      </w:pPr>
    </w:p>
    <w:p>
      <w:pPr>
        <w:rPr>
          <w:rFonts w:ascii="Times New Roman" w:hAnsi="Times New Roman"/>
        </w:rPr>
      </w:pPr>
    </w:p>
    <w:p>
      <w:pPr>
        <w:jc w:val="center"/>
        <w:rPr>
          <w:rFonts w:ascii="Times New Roman" w:hAnsi="Times New Roman" w:eastAsia="方正小标宋_GBK"/>
          <w:sz w:val="44"/>
          <w:szCs w:val="44"/>
        </w:rPr>
      </w:pPr>
    </w:p>
    <w:p>
      <w:pPr>
        <w:spacing w:line="588" w:lineRule="exact"/>
        <w:jc w:val="center"/>
        <w:rPr>
          <w:rFonts w:ascii="Times New Roman" w:hAnsi="Times New Roman" w:eastAsia="方正小标宋_GBK"/>
          <w:sz w:val="44"/>
          <w:szCs w:val="44"/>
        </w:rPr>
      </w:pPr>
      <w:r>
        <w:rPr>
          <w:rFonts w:hint="eastAsia" w:ascii="Times New Roman" w:hAnsi="Times New Roman" w:eastAsia="方正小标宋_GBK"/>
          <w:sz w:val="44"/>
          <w:szCs w:val="44"/>
        </w:rPr>
        <w:t>重庆市渝北区大健康产业发展</w:t>
      </w:r>
    </w:p>
    <w:p>
      <w:pPr>
        <w:spacing w:line="588" w:lineRule="exact"/>
        <w:jc w:val="center"/>
        <w:rPr>
          <w:rFonts w:ascii="Times New Roman" w:hAnsi="Times New Roman" w:eastAsia="方正小标宋_GBK"/>
          <w:sz w:val="44"/>
          <w:szCs w:val="44"/>
        </w:rPr>
      </w:pPr>
      <w:r>
        <w:rPr>
          <w:rFonts w:ascii="Times New Roman" w:hAnsi="Times New Roman" w:eastAsia="方正小标宋_GBK"/>
          <w:sz w:val="44"/>
          <w:szCs w:val="44"/>
        </w:rPr>
        <w:t>“</w:t>
      </w:r>
      <w:r>
        <w:rPr>
          <w:rFonts w:hint="eastAsia" w:ascii="Times New Roman" w:hAnsi="Times New Roman" w:eastAsia="方正小标宋_GBK"/>
          <w:sz w:val="44"/>
          <w:szCs w:val="44"/>
        </w:rPr>
        <w:t>十四五</w:t>
      </w:r>
      <w:r>
        <w:rPr>
          <w:rFonts w:ascii="Times New Roman" w:hAnsi="Times New Roman" w:eastAsia="方正小标宋_GBK"/>
          <w:sz w:val="44"/>
          <w:szCs w:val="44"/>
        </w:rPr>
        <w:t>”</w:t>
      </w:r>
      <w:r>
        <w:rPr>
          <w:rFonts w:hint="eastAsia" w:ascii="Times New Roman" w:hAnsi="Times New Roman" w:eastAsia="方正小标宋_GBK"/>
          <w:sz w:val="44"/>
          <w:szCs w:val="44"/>
        </w:rPr>
        <w:t>规划</w:t>
      </w:r>
    </w:p>
    <w:p>
      <w:pPr>
        <w:pStyle w:val="4"/>
        <w:ind w:firstLine="0" w:firstLineChars="0"/>
        <w:jc w:val="center"/>
        <w:rPr>
          <w:rFonts w:eastAsia="方正小标宋_GBK"/>
          <w:sz w:val="44"/>
          <w:szCs w:val="44"/>
        </w:rPr>
      </w:pPr>
      <w:r>
        <w:rPr>
          <w:rFonts w:hint="eastAsia" w:eastAsia="方正小标宋_GBK"/>
          <w:sz w:val="44"/>
          <w:szCs w:val="44"/>
        </w:rPr>
        <w:t>（</w:t>
      </w:r>
      <w:r>
        <w:rPr>
          <w:rFonts w:eastAsia="方正小标宋_GBK"/>
          <w:sz w:val="44"/>
          <w:szCs w:val="44"/>
        </w:rPr>
        <w:t>2021—2025</w:t>
      </w:r>
      <w:r>
        <w:rPr>
          <w:rFonts w:hint="eastAsia" w:eastAsia="方正小标宋_GBK"/>
          <w:sz w:val="44"/>
          <w:szCs w:val="44"/>
        </w:rPr>
        <w:t>年）</w:t>
      </w:r>
    </w:p>
    <w:p>
      <w:pPr>
        <w:jc w:val="center"/>
        <w:rPr>
          <w:rFonts w:ascii="Times New Roman" w:hAnsi="Times New Roman" w:eastAsia="方正楷体_GBK"/>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jc w:val="left"/>
        <w:rPr>
          <w:rFonts w:ascii="Times New Roman" w:hAnsi="Times New Roman"/>
        </w:rPr>
      </w:pPr>
    </w:p>
    <w:p>
      <w:pPr>
        <w:rPr>
          <w:rFonts w:ascii="Times New Roman" w:hAnsi="Times New Roman" w:eastAsia="方正小标宋_GBK"/>
          <w:sz w:val="44"/>
          <w:szCs w:val="44"/>
        </w:rPr>
      </w:pPr>
    </w:p>
    <w:p>
      <w:pPr>
        <w:jc w:val="center"/>
        <w:rPr>
          <w:rFonts w:ascii="Times New Roman" w:hAnsi="Times New Roman" w:eastAsia="方正小标宋_GBK"/>
          <w:sz w:val="44"/>
          <w:szCs w:val="44"/>
        </w:rPr>
      </w:pPr>
    </w:p>
    <w:p>
      <w:pPr>
        <w:jc w:val="center"/>
        <w:rPr>
          <w:rFonts w:ascii="Times New Roman" w:hAnsi="Times New Roman" w:eastAsia="方正小标宋_GBK"/>
          <w:sz w:val="44"/>
          <w:szCs w:val="44"/>
        </w:rPr>
      </w:pPr>
    </w:p>
    <w:p>
      <w:pPr>
        <w:jc w:val="center"/>
        <w:rPr>
          <w:rFonts w:ascii="Times New Roman" w:hAnsi="Times New Roman" w:eastAsia="方正小标宋_GBK"/>
          <w:sz w:val="44"/>
          <w:szCs w:val="44"/>
        </w:rPr>
      </w:pPr>
    </w:p>
    <w:p>
      <w:pPr>
        <w:rPr>
          <w:rFonts w:ascii="Times New Roman" w:hAnsi="Times New Roman" w:eastAsia="方正小标宋_GBK"/>
          <w:sz w:val="44"/>
          <w:szCs w:val="44"/>
        </w:rPr>
      </w:pPr>
    </w:p>
    <w:p>
      <w:pPr>
        <w:pStyle w:val="2"/>
        <w:rPr>
          <w:rFonts w:ascii="Times New Roman" w:hAnsi="Times New Roman" w:eastAsia="方正小标宋_GBK" w:cs="Times New Roman"/>
          <w:sz w:val="44"/>
          <w:szCs w:val="44"/>
        </w:rPr>
      </w:pPr>
    </w:p>
    <w:p>
      <w:pPr>
        <w:pStyle w:val="3"/>
        <w:rPr>
          <w:rFonts w:ascii="Times New Roman" w:hAnsi="Times New Roman" w:eastAsia="方正小标宋_GBK"/>
          <w:sz w:val="44"/>
          <w:szCs w:val="44"/>
        </w:rPr>
      </w:pPr>
    </w:p>
    <w:p>
      <w:pPr>
        <w:rPr>
          <w:rFonts w:ascii="Times New Roman" w:hAnsi="Times New Roman"/>
        </w:rPr>
      </w:pPr>
    </w:p>
    <w:p>
      <w:pPr>
        <w:rPr>
          <w:rFonts w:ascii="Times New Roman" w:hAnsi="Times New Roman"/>
        </w:rPr>
      </w:pPr>
      <w:bookmarkStart w:id="0" w:name="_Toc4429"/>
      <w:bookmarkStart w:id="1" w:name="_Toc8179"/>
    </w:p>
    <w:p>
      <w:pPr>
        <w:rPr>
          <w:rFonts w:ascii="Times New Roman" w:hAnsi="Times New Roman"/>
        </w:rPr>
      </w:pPr>
    </w:p>
    <w:p>
      <w:pPr>
        <w:jc w:val="center"/>
        <w:rPr>
          <w:rFonts w:ascii="Times New Roman" w:hAnsi="Times New Roman" w:eastAsia="方正楷体_GBK"/>
          <w:sz w:val="36"/>
          <w:szCs w:val="40"/>
        </w:rPr>
      </w:pPr>
      <w:r>
        <w:rPr>
          <w:rFonts w:ascii="Times New Roman" w:hAnsi="Times New Roman" w:eastAsia="方正楷体_GBK"/>
          <w:sz w:val="36"/>
          <w:szCs w:val="40"/>
        </w:rPr>
        <w:t>2022</w:t>
      </w:r>
      <w:r>
        <w:rPr>
          <w:rFonts w:hint="eastAsia" w:ascii="Times New Roman" w:hAnsi="Times New Roman" w:eastAsia="方正楷体_GBK"/>
          <w:sz w:val="36"/>
          <w:szCs w:val="40"/>
        </w:rPr>
        <w:t>年</w:t>
      </w:r>
      <w:r>
        <w:rPr>
          <w:rFonts w:ascii="Times New Roman" w:hAnsi="Times New Roman" w:eastAsia="方正楷体_GBK"/>
          <w:sz w:val="36"/>
          <w:szCs w:val="40"/>
        </w:rPr>
        <w:t>2</w:t>
      </w:r>
      <w:r>
        <w:rPr>
          <w:rFonts w:hint="eastAsia" w:ascii="Times New Roman" w:hAnsi="Times New Roman" w:eastAsia="方正楷体_GBK"/>
          <w:sz w:val="36"/>
          <w:szCs w:val="40"/>
        </w:rPr>
        <w:t>月</w:t>
      </w:r>
    </w:p>
    <w:p>
      <w:pPr>
        <w:pStyle w:val="2"/>
        <w:rPr>
          <w:rFonts w:ascii="Times New Roman" w:hAnsi="Times New Roman" w:eastAsia="方正楷体_GBK" w:cs="Times New Roman"/>
          <w:sz w:val="36"/>
          <w:szCs w:val="40"/>
        </w:rPr>
      </w:pPr>
    </w:p>
    <w:p>
      <w:pPr>
        <w:pStyle w:val="3"/>
        <w:rPr>
          <w:rFonts w:ascii="Times New Roman" w:hAnsi="Times New Roman" w:eastAsia="方正楷体_GBK"/>
          <w:sz w:val="36"/>
          <w:szCs w:val="40"/>
        </w:rPr>
      </w:pPr>
    </w:p>
    <w:p>
      <w:pPr>
        <w:rPr>
          <w:rFonts w:ascii="Times New Roman" w:hAnsi="Times New Roman" w:eastAsia="方正楷体_GBK"/>
          <w:sz w:val="36"/>
          <w:szCs w:val="40"/>
        </w:rPr>
      </w:pPr>
    </w:p>
    <w:p>
      <w:pPr>
        <w:pStyle w:val="2"/>
        <w:rPr>
          <w:rFonts w:ascii="Times New Roman" w:hAnsi="Times New Roman" w:cs="Times New Roman"/>
        </w:rPr>
        <w:sectPr>
          <w:headerReference r:id="rId3" w:type="default"/>
          <w:footerReference r:id="rId4" w:type="default"/>
          <w:pgSz w:w="11906" w:h="16838"/>
          <w:pgMar w:top="2098" w:right="1474" w:bottom="1984" w:left="1588" w:header="851" w:footer="992" w:gutter="0"/>
          <w:pgNumType w:start="1"/>
          <w:cols w:space="425" w:num="1"/>
          <w:docGrid w:type="lines" w:linePitch="312" w:charSpace="0"/>
        </w:sectPr>
      </w:pPr>
    </w:p>
    <w:p>
      <w:pPr>
        <w:spacing w:line="560" w:lineRule="exact"/>
        <w:jc w:val="center"/>
        <w:rPr>
          <w:rFonts w:ascii="Times New Roman" w:hAnsi="Times New Roman" w:eastAsia="方正黑体_GBK"/>
          <w:sz w:val="32"/>
          <w:szCs w:val="32"/>
        </w:rPr>
      </w:pPr>
      <w:bookmarkStart w:id="2" w:name="_Toc1560"/>
      <w:bookmarkStart w:id="3" w:name="_Toc23045"/>
      <w:r>
        <w:rPr>
          <w:rFonts w:hint="eastAsia" w:ascii="Times New Roman" w:hAnsi="Times New Roman" w:eastAsia="方正黑体_GBK"/>
          <w:sz w:val="32"/>
          <w:szCs w:val="32"/>
        </w:rPr>
        <w:t>目</w:t>
      </w:r>
      <w:r>
        <w:rPr>
          <w:rFonts w:ascii="Times New Roman" w:hAnsi="Times New Roman" w:eastAsia="方正黑体_GBK"/>
          <w:sz w:val="32"/>
          <w:szCs w:val="32"/>
        </w:rPr>
        <w:t xml:space="preserve"> </w:t>
      </w:r>
      <w:r>
        <w:rPr>
          <w:rFonts w:hint="eastAsia" w:ascii="Times New Roman" w:hAnsi="Times New Roman" w:eastAsia="方正黑体_GBK"/>
          <w:sz w:val="32"/>
          <w:szCs w:val="32"/>
        </w:rPr>
        <w:t>录</w:t>
      </w:r>
    </w:p>
    <w:p>
      <w:pPr>
        <w:pStyle w:val="11"/>
        <w:tabs>
          <w:tab w:val="right" w:leader="dot" w:pos="8306"/>
        </w:tabs>
        <w:rPr>
          <w:rFonts w:ascii="Times New Roman" w:hAnsi="Times New Roman"/>
          <w:sz w:val="32"/>
          <w:szCs w:val="32"/>
        </w:rPr>
      </w:pPr>
      <w:r>
        <w:rPr>
          <w:rFonts w:ascii="Times New Roman" w:hAnsi="Times New Roman" w:eastAsia="方正仿宋_GBK"/>
          <w:sz w:val="32"/>
          <w:szCs w:val="32"/>
        </w:rPr>
        <w:fldChar w:fldCharType="begin"/>
      </w:r>
      <w:r>
        <w:rPr>
          <w:rFonts w:ascii="Times New Roman" w:hAnsi="Times New Roman" w:eastAsia="方正仿宋_GBK"/>
          <w:sz w:val="32"/>
          <w:szCs w:val="32"/>
        </w:rPr>
        <w:instrText xml:space="preserve">TOC \o "1-2" \h \u </w:instrText>
      </w:r>
      <w:r>
        <w:rPr>
          <w:rFonts w:ascii="Times New Roman" w:hAnsi="Times New Roman" w:eastAsia="方正仿宋_GBK"/>
          <w:sz w:val="32"/>
          <w:szCs w:val="32"/>
        </w:rPr>
        <w:fldChar w:fldCharType="separate"/>
      </w:r>
      <w:r>
        <w:fldChar w:fldCharType="begin"/>
      </w:r>
      <w:r>
        <w:instrText xml:space="preserve"> HYPERLINK \l "_Toc4099" </w:instrText>
      </w:r>
      <w:r>
        <w:fldChar w:fldCharType="separate"/>
      </w:r>
      <w:r>
        <w:rPr>
          <w:rFonts w:hint="eastAsia" w:ascii="Times New Roman" w:hAnsi="Times New Roman" w:eastAsia="方正黑体_GBK"/>
          <w:sz w:val="32"/>
          <w:szCs w:val="32"/>
        </w:rPr>
        <w:t>第一章规划背景</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_Toc4099 \h </w:instrText>
      </w:r>
      <w:r>
        <w:rPr>
          <w:rFonts w:ascii="Times New Roman" w:hAnsi="Times New Roman"/>
          <w:sz w:val="32"/>
          <w:szCs w:val="32"/>
        </w:rPr>
        <w:fldChar w:fldCharType="separate"/>
      </w:r>
      <w:r>
        <w:rPr>
          <w:rFonts w:ascii="Times New Roman" w:hAnsi="Times New Roman"/>
          <w:sz w:val="32"/>
          <w:szCs w:val="32"/>
        </w:rPr>
        <w:t>1</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"_Toc9984" </w:instrText>
      </w:r>
      <w:r>
        <w:fldChar w:fldCharType="separate"/>
      </w:r>
      <w:r>
        <w:rPr>
          <w:rFonts w:hint="eastAsia" w:ascii="Times New Roman" w:hAnsi="Times New Roman" w:eastAsia="方正楷体_GBK"/>
          <w:sz w:val="32"/>
          <w:szCs w:val="32"/>
        </w:rPr>
        <w:t>第一节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发展基础</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_Toc9984 \h </w:instrText>
      </w:r>
      <w:r>
        <w:rPr>
          <w:rFonts w:ascii="Times New Roman" w:hAnsi="Times New Roman"/>
          <w:sz w:val="32"/>
          <w:szCs w:val="32"/>
        </w:rPr>
        <w:fldChar w:fldCharType="separate"/>
      </w:r>
      <w:r>
        <w:rPr>
          <w:rFonts w:ascii="Times New Roman" w:hAnsi="Times New Roman"/>
          <w:sz w:val="32"/>
          <w:szCs w:val="32"/>
        </w:rPr>
        <w:t>1</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"_Toc17552" </w:instrText>
      </w:r>
      <w:r>
        <w:fldChar w:fldCharType="separate"/>
      </w:r>
      <w:r>
        <w:rPr>
          <w:rFonts w:hint="eastAsia" w:ascii="Times New Roman" w:hAnsi="Times New Roman" w:eastAsia="方正楷体_GBK"/>
          <w:sz w:val="32"/>
          <w:szCs w:val="32"/>
        </w:rPr>
        <w:t>第二节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发展环境</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_Toc17552 \h </w:instrText>
      </w:r>
      <w:r>
        <w:rPr>
          <w:rFonts w:ascii="Times New Roman" w:hAnsi="Times New Roman"/>
          <w:sz w:val="32"/>
          <w:szCs w:val="32"/>
        </w:rPr>
        <w:fldChar w:fldCharType="separate"/>
      </w:r>
      <w:r>
        <w:rPr>
          <w:rFonts w:ascii="Times New Roman" w:hAnsi="Times New Roman"/>
          <w:sz w:val="32"/>
          <w:szCs w:val="32"/>
        </w:rPr>
        <w:t>3</w:t>
      </w:r>
      <w:r>
        <w:rPr>
          <w:rFonts w:ascii="Times New Roman" w:hAnsi="Times New Roman"/>
          <w:sz w:val="32"/>
          <w:szCs w:val="32"/>
        </w:rPr>
        <w:fldChar w:fldCharType="end"/>
      </w:r>
      <w:r>
        <w:rPr>
          <w:rFonts w:ascii="Times New Roman" w:hAnsi="Times New Roman"/>
          <w:sz w:val="32"/>
          <w:szCs w:val="32"/>
        </w:rPr>
        <w:fldChar w:fldCharType="end"/>
      </w:r>
    </w:p>
    <w:p>
      <w:pPr>
        <w:pStyle w:val="11"/>
        <w:tabs>
          <w:tab w:val="right" w:leader="dot" w:pos="8306"/>
        </w:tabs>
        <w:rPr>
          <w:rFonts w:ascii="Times New Roman" w:hAnsi="Times New Roman"/>
          <w:sz w:val="32"/>
          <w:szCs w:val="32"/>
        </w:rPr>
      </w:pPr>
      <w:r>
        <w:fldChar w:fldCharType="begin"/>
      </w:r>
      <w:r>
        <w:instrText xml:space="preserve"> HYPERLINK \l "_Toc12280" </w:instrText>
      </w:r>
      <w:r>
        <w:fldChar w:fldCharType="separate"/>
      </w:r>
      <w:r>
        <w:rPr>
          <w:rFonts w:hint="eastAsia" w:ascii="Times New Roman" w:hAnsi="Times New Roman" w:eastAsia="方正黑体_GBK"/>
          <w:sz w:val="32"/>
          <w:szCs w:val="32"/>
        </w:rPr>
        <w:t>第二章</w:t>
      </w:r>
      <w:r>
        <w:rPr>
          <w:rFonts w:ascii="Times New Roman" w:hAnsi="Times New Roman" w:eastAsia="方正黑体_GBK"/>
          <w:sz w:val="32"/>
          <w:szCs w:val="32"/>
        </w:rPr>
        <w:t xml:space="preserve"> </w:t>
      </w:r>
      <w:r>
        <w:rPr>
          <w:rFonts w:hint="eastAsia" w:ascii="Times New Roman" w:hAnsi="Times New Roman" w:eastAsia="方正黑体_GBK"/>
          <w:sz w:val="32"/>
          <w:szCs w:val="32"/>
        </w:rPr>
        <w:t>总体要求</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_Toc12280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"_Toc7778" </w:instrText>
      </w:r>
      <w:r>
        <w:fldChar w:fldCharType="separate"/>
      </w:r>
      <w:r>
        <w:rPr>
          <w:rFonts w:hint="eastAsia" w:ascii="Times New Roman" w:hAnsi="Times New Roman" w:eastAsia="方正楷体_GBK"/>
          <w:sz w:val="32"/>
          <w:szCs w:val="32"/>
        </w:rPr>
        <w:t>第一节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指导思想</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_Toc7778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"_Toc2676" </w:instrText>
      </w:r>
      <w:r>
        <w:fldChar w:fldCharType="separate"/>
      </w:r>
      <w:r>
        <w:rPr>
          <w:rFonts w:hint="eastAsia" w:ascii="Times New Roman" w:hAnsi="Times New Roman" w:eastAsia="方正楷体_GBK"/>
          <w:sz w:val="32"/>
          <w:szCs w:val="32"/>
        </w:rPr>
        <w:t>第二节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基本原则</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_Toc2676 \h </w:instrText>
      </w:r>
      <w:r>
        <w:rPr>
          <w:rFonts w:ascii="Times New Roman" w:hAnsi="Times New Roman"/>
          <w:sz w:val="32"/>
          <w:szCs w:val="32"/>
        </w:rPr>
        <w:fldChar w:fldCharType="separate"/>
      </w:r>
      <w:r>
        <w:rPr>
          <w:rFonts w:ascii="Times New Roman" w:hAnsi="Times New Roman"/>
          <w:sz w:val="32"/>
          <w:szCs w:val="32"/>
        </w:rPr>
        <w:t>6</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"_Toc1218" </w:instrText>
      </w:r>
      <w:r>
        <w:fldChar w:fldCharType="separate"/>
      </w:r>
      <w:r>
        <w:rPr>
          <w:rFonts w:hint="eastAsia" w:ascii="Times New Roman" w:hAnsi="Times New Roman" w:eastAsia="方正楷体_GBK"/>
          <w:sz w:val="32"/>
          <w:szCs w:val="32"/>
        </w:rPr>
        <w:t>第三节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发展定位</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_Toc1218 \h </w:instrText>
      </w:r>
      <w:r>
        <w:rPr>
          <w:rFonts w:ascii="Times New Roman" w:hAnsi="Times New Roman"/>
          <w:sz w:val="32"/>
          <w:szCs w:val="32"/>
        </w:rPr>
        <w:fldChar w:fldCharType="separate"/>
      </w:r>
      <w:r>
        <w:rPr>
          <w:rFonts w:ascii="Times New Roman" w:hAnsi="Times New Roman"/>
          <w:sz w:val="32"/>
          <w:szCs w:val="32"/>
        </w:rPr>
        <w:t>6</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"_Toc27896" </w:instrText>
      </w:r>
      <w:r>
        <w:fldChar w:fldCharType="separate"/>
      </w:r>
      <w:r>
        <w:rPr>
          <w:rFonts w:hint="eastAsia" w:ascii="Times New Roman" w:hAnsi="Times New Roman" w:eastAsia="方正楷体_GBK"/>
          <w:sz w:val="32"/>
          <w:szCs w:val="32"/>
        </w:rPr>
        <w:t>第四节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发展目标</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_Toc27896 \h </w:instrText>
      </w:r>
      <w:r>
        <w:rPr>
          <w:rFonts w:ascii="Times New Roman" w:hAnsi="Times New Roman"/>
          <w:sz w:val="32"/>
          <w:szCs w:val="32"/>
        </w:rPr>
        <w:fldChar w:fldCharType="separate"/>
      </w:r>
      <w:r>
        <w:rPr>
          <w:rFonts w:ascii="Times New Roman" w:hAnsi="Times New Roman"/>
          <w:sz w:val="32"/>
          <w:szCs w:val="32"/>
        </w:rPr>
        <w:t>7</w:t>
      </w:r>
      <w:r>
        <w:rPr>
          <w:rFonts w:ascii="Times New Roman" w:hAnsi="Times New Roman"/>
          <w:sz w:val="32"/>
          <w:szCs w:val="32"/>
        </w:rPr>
        <w:fldChar w:fldCharType="end"/>
      </w:r>
      <w:r>
        <w:rPr>
          <w:rFonts w:ascii="Times New Roman" w:hAnsi="Times New Roman"/>
          <w:sz w:val="32"/>
          <w:szCs w:val="32"/>
        </w:rPr>
        <w:fldChar w:fldCharType="end"/>
      </w:r>
    </w:p>
    <w:p>
      <w:pPr>
        <w:pStyle w:val="11"/>
        <w:tabs>
          <w:tab w:val="right" w:leader="dot" w:pos="8306"/>
        </w:tabs>
        <w:rPr>
          <w:rFonts w:ascii="Times New Roman" w:hAnsi="Times New Roman"/>
          <w:sz w:val="32"/>
          <w:szCs w:val="32"/>
        </w:rPr>
      </w:pPr>
      <w:r>
        <w:fldChar w:fldCharType="begin"/>
      </w:r>
      <w:r>
        <w:instrText xml:space="preserve"> HYPERLINK \l "_Toc14051" </w:instrText>
      </w:r>
      <w:r>
        <w:fldChar w:fldCharType="separate"/>
      </w:r>
      <w:r>
        <w:rPr>
          <w:rFonts w:hint="eastAsia" w:ascii="Times New Roman" w:hAnsi="Times New Roman" w:eastAsia="方正黑体_GBK"/>
          <w:sz w:val="32"/>
          <w:szCs w:val="32"/>
        </w:rPr>
        <w:t>第三章空间布局</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_Toc14051 \h </w:instrText>
      </w:r>
      <w:r>
        <w:rPr>
          <w:rFonts w:ascii="Times New Roman" w:hAnsi="Times New Roman"/>
          <w:sz w:val="32"/>
          <w:szCs w:val="32"/>
        </w:rPr>
        <w:fldChar w:fldCharType="separate"/>
      </w:r>
      <w:r>
        <w:rPr>
          <w:rFonts w:ascii="Times New Roman" w:hAnsi="Times New Roman"/>
          <w:sz w:val="32"/>
          <w:szCs w:val="32"/>
        </w:rPr>
        <w:t>9</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"_Toc31149" </w:instrText>
      </w:r>
      <w:r>
        <w:fldChar w:fldCharType="separate"/>
      </w:r>
      <w:r>
        <w:rPr>
          <w:rFonts w:hint="eastAsia" w:ascii="Times New Roman" w:hAnsi="Times New Roman" w:eastAsia="方正楷体_GBK"/>
          <w:sz w:val="32"/>
          <w:szCs w:val="32"/>
        </w:rPr>
        <w:t>第一节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医疗服务核心区</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_Toc31149 \h </w:instrText>
      </w:r>
      <w:r>
        <w:rPr>
          <w:rFonts w:ascii="Times New Roman" w:hAnsi="Times New Roman"/>
          <w:sz w:val="32"/>
          <w:szCs w:val="32"/>
        </w:rPr>
        <w:fldChar w:fldCharType="separate"/>
      </w:r>
      <w:r>
        <w:rPr>
          <w:rFonts w:ascii="Times New Roman" w:hAnsi="Times New Roman"/>
          <w:sz w:val="32"/>
          <w:szCs w:val="32"/>
        </w:rPr>
        <w:t>9</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"_Toc5918" </w:instrText>
      </w:r>
      <w:r>
        <w:fldChar w:fldCharType="separate"/>
      </w:r>
      <w:r>
        <w:rPr>
          <w:rFonts w:hint="eastAsia" w:ascii="Times New Roman" w:hAnsi="Times New Roman" w:eastAsia="方正楷体_GBK"/>
          <w:sz w:val="32"/>
          <w:szCs w:val="32"/>
        </w:rPr>
        <w:t>第二节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生物医药集聚区</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_Toc5918 \h </w:instrText>
      </w:r>
      <w:r>
        <w:rPr>
          <w:rFonts w:ascii="Times New Roman" w:hAnsi="Times New Roman"/>
          <w:sz w:val="32"/>
          <w:szCs w:val="32"/>
        </w:rPr>
        <w:fldChar w:fldCharType="separate"/>
      </w:r>
      <w:r>
        <w:rPr>
          <w:rFonts w:ascii="Times New Roman" w:hAnsi="Times New Roman"/>
          <w:sz w:val="32"/>
          <w:szCs w:val="32"/>
        </w:rPr>
        <w:t>9</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"_Toc30479" </w:instrText>
      </w:r>
      <w:r>
        <w:fldChar w:fldCharType="separate"/>
      </w:r>
      <w:r>
        <w:rPr>
          <w:rFonts w:hint="eastAsia" w:ascii="Times New Roman" w:hAnsi="Times New Roman" w:eastAsia="方正楷体_GBK"/>
          <w:sz w:val="32"/>
          <w:szCs w:val="32"/>
        </w:rPr>
        <w:t>第三节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养生养老服务区</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_Toc30479 \h </w:instrText>
      </w:r>
      <w:r>
        <w:rPr>
          <w:rFonts w:ascii="Times New Roman" w:hAnsi="Times New Roman"/>
          <w:sz w:val="32"/>
          <w:szCs w:val="32"/>
        </w:rPr>
        <w:fldChar w:fldCharType="separate"/>
      </w:r>
      <w:r>
        <w:rPr>
          <w:rFonts w:ascii="Times New Roman" w:hAnsi="Times New Roman"/>
          <w:sz w:val="32"/>
          <w:szCs w:val="32"/>
        </w:rPr>
        <w:t>10</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"_Toc12639" </w:instrText>
      </w:r>
      <w:r>
        <w:fldChar w:fldCharType="separate"/>
      </w:r>
      <w:r>
        <w:rPr>
          <w:rFonts w:hint="eastAsia" w:ascii="Times New Roman" w:hAnsi="Times New Roman" w:eastAsia="方正楷体_GBK"/>
          <w:sz w:val="32"/>
          <w:szCs w:val="32"/>
        </w:rPr>
        <w:t>第四节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健身康体休闲区</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_Toc12639 \h </w:instrText>
      </w:r>
      <w:r>
        <w:rPr>
          <w:rFonts w:ascii="Times New Roman" w:hAnsi="Times New Roman"/>
          <w:sz w:val="32"/>
          <w:szCs w:val="32"/>
        </w:rPr>
        <w:fldChar w:fldCharType="separate"/>
      </w:r>
      <w:r>
        <w:rPr>
          <w:rFonts w:ascii="Times New Roman" w:hAnsi="Times New Roman"/>
          <w:sz w:val="32"/>
          <w:szCs w:val="32"/>
        </w:rPr>
        <w:t>11</w:t>
      </w:r>
      <w:r>
        <w:rPr>
          <w:rFonts w:ascii="Times New Roman" w:hAnsi="Times New Roman"/>
          <w:sz w:val="32"/>
          <w:szCs w:val="32"/>
        </w:rPr>
        <w:fldChar w:fldCharType="end"/>
      </w:r>
      <w:r>
        <w:rPr>
          <w:rFonts w:ascii="Times New Roman" w:hAnsi="Times New Roman"/>
          <w:sz w:val="32"/>
          <w:szCs w:val="32"/>
        </w:rPr>
        <w:fldChar w:fldCharType="end"/>
      </w:r>
    </w:p>
    <w:p>
      <w:pPr>
        <w:pStyle w:val="11"/>
        <w:tabs>
          <w:tab w:val="right" w:leader="dot" w:pos="8306"/>
        </w:tabs>
        <w:rPr>
          <w:rFonts w:ascii="Times New Roman" w:hAnsi="Times New Roman"/>
          <w:sz w:val="32"/>
          <w:szCs w:val="32"/>
        </w:rPr>
      </w:pPr>
      <w:r>
        <w:fldChar w:fldCharType="begin"/>
      </w:r>
      <w:r>
        <w:instrText xml:space="preserve"> HYPERLINK \l "_Toc11058" </w:instrText>
      </w:r>
      <w:r>
        <w:fldChar w:fldCharType="separate"/>
      </w:r>
      <w:r>
        <w:rPr>
          <w:rFonts w:hint="eastAsia" w:ascii="Times New Roman" w:hAnsi="Times New Roman" w:eastAsia="方正黑体_GBK"/>
          <w:sz w:val="32"/>
          <w:szCs w:val="32"/>
        </w:rPr>
        <w:t>第四章重点领域</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_Toc11058 \h </w:instrText>
      </w:r>
      <w:r>
        <w:rPr>
          <w:rFonts w:ascii="Times New Roman" w:hAnsi="Times New Roman"/>
          <w:sz w:val="32"/>
          <w:szCs w:val="32"/>
        </w:rPr>
        <w:fldChar w:fldCharType="separate"/>
      </w:r>
      <w:r>
        <w:rPr>
          <w:rFonts w:ascii="Times New Roman" w:hAnsi="Times New Roman"/>
          <w:sz w:val="32"/>
          <w:szCs w:val="32"/>
        </w:rPr>
        <w:t>12</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"_Toc24030" </w:instrText>
      </w:r>
      <w:r>
        <w:fldChar w:fldCharType="separate"/>
      </w:r>
      <w:r>
        <w:rPr>
          <w:rFonts w:hint="eastAsia" w:ascii="Times New Roman" w:hAnsi="Times New Roman" w:eastAsia="方正楷体_GBK"/>
          <w:sz w:val="32"/>
          <w:szCs w:val="32"/>
        </w:rPr>
        <w:t>第一节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大力发展以</w:t>
      </w:r>
      <w:r>
        <w:rPr>
          <w:rFonts w:ascii="Times New Roman" w:hAnsi="Times New Roman" w:eastAsia="方正楷体_GBK"/>
          <w:sz w:val="32"/>
          <w:szCs w:val="32"/>
        </w:rPr>
        <w:t>“</w:t>
      </w:r>
      <w:r>
        <w:rPr>
          <w:rFonts w:hint="eastAsia" w:ascii="Times New Roman" w:hAnsi="Times New Roman" w:eastAsia="方正楷体_GBK"/>
          <w:sz w:val="32"/>
          <w:szCs w:val="32"/>
        </w:rPr>
        <w:t>医</w:t>
      </w:r>
      <w:r>
        <w:rPr>
          <w:rFonts w:ascii="Times New Roman" w:hAnsi="Times New Roman" w:eastAsia="方正楷体_GBK"/>
          <w:sz w:val="32"/>
          <w:szCs w:val="32"/>
        </w:rPr>
        <w:t>”</w:t>
      </w:r>
      <w:r>
        <w:rPr>
          <w:rFonts w:hint="eastAsia" w:ascii="Times New Roman" w:hAnsi="Times New Roman" w:eastAsia="方正楷体_GBK"/>
          <w:sz w:val="32"/>
          <w:szCs w:val="32"/>
        </w:rPr>
        <w:t>为支撑的医疗服务业</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_Toc24030 \h </w:instrText>
      </w:r>
      <w:r>
        <w:rPr>
          <w:rFonts w:ascii="Times New Roman" w:hAnsi="Times New Roman"/>
          <w:sz w:val="32"/>
          <w:szCs w:val="32"/>
        </w:rPr>
        <w:fldChar w:fldCharType="separate"/>
      </w:r>
      <w:r>
        <w:rPr>
          <w:rFonts w:ascii="Times New Roman" w:hAnsi="Times New Roman"/>
          <w:sz w:val="32"/>
          <w:szCs w:val="32"/>
        </w:rPr>
        <w:t>12</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"_Toc22046" </w:instrText>
      </w:r>
      <w:r>
        <w:fldChar w:fldCharType="separate"/>
      </w:r>
      <w:r>
        <w:rPr>
          <w:rFonts w:hint="eastAsia" w:ascii="Times New Roman" w:hAnsi="Times New Roman" w:eastAsia="方正楷体_GBK"/>
          <w:sz w:val="32"/>
          <w:szCs w:val="32"/>
        </w:rPr>
        <w:t>第二节大力发展以</w:t>
      </w:r>
      <w:r>
        <w:rPr>
          <w:rFonts w:ascii="Times New Roman" w:hAnsi="Times New Roman" w:eastAsia="方正楷体_GBK"/>
          <w:sz w:val="32"/>
          <w:szCs w:val="32"/>
        </w:rPr>
        <w:t>“</w:t>
      </w:r>
      <w:r>
        <w:rPr>
          <w:rFonts w:hint="eastAsia" w:ascii="Times New Roman" w:hAnsi="Times New Roman" w:eastAsia="方正楷体_GBK"/>
          <w:sz w:val="32"/>
          <w:szCs w:val="32"/>
        </w:rPr>
        <w:t>药</w:t>
      </w:r>
      <w:r>
        <w:rPr>
          <w:rFonts w:ascii="Times New Roman" w:hAnsi="Times New Roman" w:eastAsia="方正楷体_GBK"/>
          <w:sz w:val="32"/>
          <w:szCs w:val="32"/>
        </w:rPr>
        <w:t>”</w:t>
      </w:r>
      <w:r>
        <w:rPr>
          <w:rFonts w:hint="eastAsia" w:ascii="Times New Roman" w:hAnsi="Times New Roman" w:eastAsia="方正楷体_GBK"/>
          <w:sz w:val="32"/>
          <w:szCs w:val="32"/>
        </w:rPr>
        <w:t>为支撑的生物医药产业</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_Toc22046 \h </w:instrText>
      </w:r>
      <w:r>
        <w:rPr>
          <w:rFonts w:ascii="Times New Roman" w:hAnsi="Times New Roman"/>
          <w:sz w:val="32"/>
          <w:szCs w:val="32"/>
        </w:rPr>
        <w:fldChar w:fldCharType="separate"/>
      </w:r>
      <w:r>
        <w:rPr>
          <w:rFonts w:ascii="Times New Roman" w:hAnsi="Times New Roman"/>
          <w:sz w:val="32"/>
          <w:szCs w:val="32"/>
        </w:rPr>
        <w:t>16</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"_Toc10884" </w:instrText>
      </w:r>
      <w:r>
        <w:fldChar w:fldCharType="separate"/>
      </w:r>
      <w:r>
        <w:rPr>
          <w:rFonts w:hint="eastAsia" w:ascii="Times New Roman" w:hAnsi="Times New Roman" w:eastAsia="方正楷体_GBK"/>
          <w:sz w:val="32"/>
          <w:szCs w:val="32"/>
        </w:rPr>
        <w:t>第三节大力发展以</w:t>
      </w:r>
      <w:r>
        <w:rPr>
          <w:rFonts w:ascii="Times New Roman" w:hAnsi="Times New Roman" w:eastAsia="方正楷体_GBK"/>
          <w:sz w:val="32"/>
          <w:szCs w:val="32"/>
        </w:rPr>
        <w:t>“</w:t>
      </w:r>
      <w:r>
        <w:rPr>
          <w:rFonts w:hint="eastAsia" w:ascii="Times New Roman" w:hAnsi="Times New Roman" w:eastAsia="方正楷体_GBK"/>
          <w:sz w:val="32"/>
          <w:szCs w:val="32"/>
        </w:rPr>
        <w:t>养</w:t>
      </w:r>
      <w:r>
        <w:rPr>
          <w:rFonts w:ascii="Times New Roman" w:hAnsi="Times New Roman" w:eastAsia="方正楷体_GBK"/>
          <w:sz w:val="32"/>
          <w:szCs w:val="32"/>
        </w:rPr>
        <w:t>”</w:t>
      </w:r>
      <w:r>
        <w:rPr>
          <w:rFonts w:hint="eastAsia" w:ascii="Times New Roman" w:hAnsi="Times New Roman" w:eastAsia="方正楷体_GBK"/>
          <w:sz w:val="32"/>
          <w:szCs w:val="32"/>
        </w:rPr>
        <w:t>为支撑的养生养老产业</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_Toc10884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"_Toc27660" </w:instrText>
      </w:r>
      <w:r>
        <w:fldChar w:fldCharType="separate"/>
      </w:r>
      <w:r>
        <w:rPr>
          <w:rFonts w:hint="eastAsia" w:ascii="Times New Roman" w:hAnsi="Times New Roman" w:eastAsia="方正楷体_GBK"/>
          <w:sz w:val="32"/>
          <w:szCs w:val="32"/>
        </w:rPr>
        <w:t>第四节大力发展以</w:t>
      </w:r>
      <w:r>
        <w:rPr>
          <w:rFonts w:ascii="Times New Roman" w:hAnsi="Times New Roman" w:eastAsia="方正楷体_GBK"/>
          <w:sz w:val="32"/>
          <w:szCs w:val="32"/>
        </w:rPr>
        <w:t>“</w:t>
      </w:r>
      <w:r>
        <w:rPr>
          <w:rFonts w:hint="eastAsia" w:ascii="Times New Roman" w:hAnsi="Times New Roman" w:eastAsia="方正楷体_GBK"/>
          <w:sz w:val="32"/>
          <w:szCs w:val="32"/>
        </w:rPr>
        <w:t>健</w:t>
      </w:r>
      <w:r>
        <w:rPr>
          <w:rFonts w:ascii="Times New Roman" w:hAnsi="Times New Roman" w:eastAsia="方正楷体_GBK"/>
          <w:sz w:val="32"/>
          <w:szCs w:val="32"/>
        </w:rPr>
        <w:t>”</w:t>
      </w:r>
      <w:r>
        <w:rPr>
          <w:rFonts w:hint="eastAsia" w:ascii="Times New Roman" w:hAnsi="Times New Roman" w:eastAsia="方正楷体_GBK"/>
          <w:sz w:val="32"/>
          <w:szCs w:val="32"/>
        </w:rPr>
        <w:t>为支撑的健身康体产业</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_Toc27660 \h </w:instrText>
      </w:r>
      <w:r>
        <w:rPr>
          <w:rFonts w:ascii="Times New Roman" w:hAnsi="Times New Roman"/>
          <w:sz w:val="32"/>
          <w:szCs w:val="32"/>
        </w:rPr>
        <w:fldChar w:fldCharType="separate"/>
      </w:r>
      <w:r>
        <w:rPr>
          <w:rFonts w:ascii="Times New Roman" w:hAnsi="Times New Roman"/>
          <w:sz w:val="32"/>
          <w:szCs w:val="32"/>
        </w:rPr>
        <w:t>23</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"_Toc18620" </w:instrText>
      </w:r>
      <w:r>
        <w:fldChar w:fldCharType="separate"/>
      </w:r>
      <w:r>
        <w:rPr>
          <w:rFonts w:hint="eastAsia" w:ascii="Times New Roman" w:hAnsi="Times New Roman" w:eastAsia="方正楷体_GBK"/>
          <w:sz w:val="32"/>
          <w:szCs w:val="32"/>
        </w:rPr>
        <w:t>第五节大力发展以</w:t>
      </w:r>
      <w:r>
        <w:rPr>
          <w:rFonts w:ascii="Times New Roman" w:hAnsi="Times New Roman" w:eastAsia="方正楷体_GBK"/>
          <w:sz w:val="32"/>
          <w:szCs w:val="32"/>
        </w:rPr>
        <w:t>“</w:t>
      </w:r>
      <w:r>
        <w:rPr>
          <w:rFonts w:hint="eastAsia" w:ascii="Times New Roman" w:hAnsi="Times New Roman" w:eastAsia="方正楷体_GBK"/>
          <w:sz w:val="32"/>
          <w:szCs w:val="32"/>
        </w:rPr>
        <w:t>管</w:t>
      </w:r>
      <w:r>
        <w:rPr>
          <w:rFonts w:ascii="Times New Roman" w:hAnsi="Times New Roman" w:eastAsia="方正楷体_GBK"/>
          <w:sz w:val="32"/>
          <w:szCs w:val="32"/>
        </w:rPr>
        <w:t>”</w:t>
      </w:r>
      <w:r>
        <w:rPr>
          <w:rFonts w:hint="eastAsia" w:ascii="Times New Roman" w:hAnsi="Times New Roman" w:eastAsia="方正楷体_GBK"/>
          <w:sz w:val="32"/>
          <w:szCs w:val="32"/>
        </w:rPr>
        <w:t>为支撑的健康管理产业</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_Toc18620 \h </w:instrText>
      </w:r>
      <w:r>
        <w:rPr>
          <w:rFonts w:ascii="Times New Roman" w:hAnsi="Times New Roman"/>
          <w:sz w:val="32"/>
          <w:szCs w:val="32"/>
        </w:rPr>
        <w:fldChar w:fldCharType="separate"/>
      </w:r>
      <w:r>
        <w:rPr>
          <w:rFonts w:ascii="Times New Roman" w:hAnsi="Times New Roman"/>
          <w:sz w:val="32"/>
          <w:szCs w:val="32"/>
        </w:rPr>
        <w:t>26</w:t>
      </w:r>
      <w:r>
        <w:rPr>
          <w:rFonts w:ascii="Times New Roman" w:hAnsi="Times New Roman"/>
          <w:sz w:val="32"/>
          <w:szCs w:val="32"/>
        </w:rPr>
        <w:fldChar w:fldCharType="end"/>
      </w:r>
      <w:r>
        <w:rPr>
          <w:rFonts w:ascii="Times New Roman" w:hAnsi="Times New Roman"/>
          <w:sz w:val="32"/>
          <w:szCs w:val="32"/>
        </w:rPr>
        <w:fldChar w:fldCharType="end"/>
      </w:r>
    </w:p>
    <w:p>
      <w:pPr>
        <w:pStyle w:val="11"/>
        <w:tabs>
          <w:tab w:val="right" w:leader="dot" w:pos="8306"/>
        </w:tabs>
        <w:rPr>
          <w:rFonts w:ascii="Times New Roman" w:hAnsi="Times New Roman"/>
          <w:sz w:val="32"/>
          <w:szCs w:val="32"/>
        </w:rPr>
      </w:pPr>
      <w:r>
        <w:fldChar w:fldCharType="begin"/>
      </w:r>
      <w:r>
        <w:instrText xml:space="preserve"> HYPERLINK \l "_Toc30345" </w:instrText>
      </w:r>
      <w:r>
        <w:fldChar w:fldCharType="separate"/>
      </w:r>
      <w:r>
        <w:rPr>
          <w:rFonts w:hint="eastAsia" w:ascii="Times New Roman" w:hAnsi="Times New Roman" w:eastAsia="方正黑体_GBK"/>
          <w:sz w:val="32"/>
          <w:szCs w:val="32"/>
        </w:rPr>
        <w:t>第五章</w:t>
      </w:r>
      <w:r>
        <w:rPr>
          <w:rFonts w:ascii="Times New Roman" w:hAnsi="Times New Roman" w:eastAsia="方正黑体_GBK"/>
          <w:sz w:val="32"/>
          <w:szCs w:val="32"/>
        </w:rPr>
        <w:t xml:space="preserve">  </w:t>
      </w:r>
      <w:r>
        <w:rPr>
          <w:rFonts w:hint="eastAsia" w:ascii="Times New Roman" w:hAnsi="Times New Roman" w:eastAsia="方正黑体_GBK"/>
          <w:sz w:val="32"/>
          <w:szCs w:val="32"/>
        </w:rPr>
        <w:t>主要任务</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_Toc30345 \h </w:instrText>
      </w:r>
      <w:r>
        <w:rPr>
          <w:rFonts w:ascii="Times New Roman" w:hAnsi="Times New Roman"/>
          <w:sz w:val="32"/>
          <w:szCs w:val="32"/>
        </w:rPr>
        <w:fldChar w:fldCharType="separate"/>
      </w:r>
      <w:r>
        <w:rPr>
          <w:rFonts w:ascii="Times New Roman" w:hAnsi="Times New Roman"/>
          <w:sz w:val="32"/>
          <w:szCs w:val="32"/>
        </w:rPr>
        <w:t>28</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"_Toc27256" </w:instrText>
      </w:r>
      <w:r>
        <w:fldChar w:fldCharType="separate"/>
      </w:r>
      <w:r>
        <w:rPr>
          <w:rFonts w:hint="eastAsia" w:ascii="Times New Roman" w:hAnsi="Times New Roman" w:eastAsia="方正楷体_GBK"/>
          <w:sz w:val="32"/>
          <w:szCs w:val="32"/>
        </w:rPr>
        <w:t>第一节强化创新驱动力</w:t>
      </w:r>
      <w:r>
        <w:rPr>
          <w:rFonts w:ascii="Times New Roman" w:hAnsi="Times New Roman" w:eastAsia="方正楷体_GBK"/>
          <w:sz w:val="32"/>
          <w:szCs w:val="32"/>
        </w:rPr>
        <w:t xml:space="preserve"> </w:t>
      </w:r>
      <w:r>
        <w:rPr>
          <w:rFonts w:hint="eastAsia" w:ascii="Times New Roman" w:hAnsi="Times New Roman" w:eastAsia="方正楷体_GBK"/>
          <w:sz w:val="32"/>
          <w:szCs w:val="32"/>
        </w:rPr>
        <w:t>激活发展动能</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_Toc27256 \h </w:instrText>
      </w:r>
      <w:r>
        <w:rPr>
          <w:rFonts w:ascii="Times New Roman" w:hAnsi="Times New Roman"/>
          <w:sz w:val="32"/>
          <w:szCs w:val="32"/>
        </w:rPr>
        <w:fldChar w:fldCharType="separate"/>
      </w:r>
      <w:r>
        <w:rPr>
          <w:rFonts w:ascii="Times New Roman" w:hAnsi="Times New Roman"/>
          <w:sz w:val="32"/>
          <w:szCs w:val="32"/>
        </w:rPr>
        <w:t>29</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eastAsia="方正仿宋_GBK"/>
          <w:sz w:val="32"/>
          <w:szCs w:val="32"/>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p>
    <w:p>
      <w:pPr>
        <w:pStyle w:val="13"/>
        <w:tabs>
          <w:tab w:val="right" w:leader="dot" w:pos="8306"/>
        </w:tabs>
        <w:ind w:left="31680"/>
        <w:rPr>
          <w:rFonts w:ascii="Times New Roman" w:hAnsi="Times New Roman"/>
          <w:sz w:val="32"/>
          <w:szCs w:val="32"/>
        </w:rPr>
      </w:pPr>
      <w:r>
        <w:fldChar w:fldCharType="begin"/>
      </w:r>
      <w:r>
        <w:instrText xml:space="preserve"> HYPERLINK \l "_Toc31700" </w:instrText>
      </w:r>
      <w:r>
        <w:fldChar w:fldCharType="separate"/>
      </w:r>
      <w:r>
        <w:rPr>
          <w:rFonts w:hint="eastAsia" w:ascii="Times New Roman" w:hAnsi="Times New Roman" w:eastAsia="方正楷体_GBK"/>
          <w:sz w:val="32"/>
          <w:szCs w:val="32"/>
        </w:rPr>
        <w:t>第二节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提升平台带动力</w:t>
      </w:r>
      <w:r>
        <w:rPr>
          <w:rFonts w:ascii="Times New Roman" w:hAnsi="Times New Roman" w:eastAsia="方正楷体_GBK"/>
          <w:sz w:val="32"/>
          <w:szCs w:val="32"/>
        </w:rPr>
        <w:t xml:space="preserve"> </w:t>
      </w:r>
      <w:r>
        <w:rPr>
          <w:rFonts w:hint="eastAsia" w:ascii="Times New Roman" w:hAnsi="Times New Roman" w:eastAsia="方正楷体_GBK"/>
          <w:sz w:val="32"/>
          <w:szCs w:val="32"/>
        </w:rPr>
        <w:t>夯实发展载体</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_Toc31700 \h </w:instrText>
      </w:r>
      <w:r>
        <w:rPr>
          <w:rFonts w:ascii="Times New Roman" w:hAnsi="Times New Roman"/>
          <w:sz w:val="32"/>
          <w:szCs w:val="32"/>
        </w:rPr>
        <w:fldChar w:fldCharType="separate"/>
      </w:r>
      <w:r>
        <w:rPr>
          <w:rFonts w:ascii="Times New Roman" w:hAnsi="Times New Roman"/>
          <w:sz w:val="32"/>
          <w:szCs w:val="32"/>
        </w:rPr>
        <w:t>30</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"_Toc4276" </w:instrText>
      </w:r>
      <w:r>
        <w:fldChar w:fldCharType="separate"/>
      </w:r>
      <w:r>
        <w:rPr>
          <w:rFonts w:hint="eastAsia" w:ascii="Times New Roman" w:hAnsi="Times New Roman" w:eastAsia="方正楷体_GBK"/>
          <w:sz w:val="32"/>
          <w:szCs w:val="32"/>
        </w:rPr>
        <w:t>第三节发挥主体牵动力</w:t>
      </w:r>
      <w:r>
        <w:rPr>
          <w:rFonts w:ascii="Times New Roman" w:hAnsi="Times New Roman" w:eastAsia="方正楷体_GBK"/>
          <w:sz w:val="32"/>
          <w:szCs w:val="32"/>
        </w:rPr>
        <w:t xml:space="preserve"> </w:t>
      </w:r>
      <w:r>
        <w:rPr>
          <w:rFonts w:hint="eastAsia" w:ascii="Times New Roman" w:hAnsi="Times New Roman" w:eastAsia="方正楷体_GBK"/>
          <w:sz w:val="32"/>
          <w:szCs w:val="32"/>
        </w:rPr>
        <w:t>激发发展活力</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_Toc4276 \h </w:instrText>
      </w:r>
      <w:r>
        <w:rPr>
          <w:rFonts w:ascii="Times New Roman" w:hAnsi="Times New Roman"/>
          <w:sz w:val="32"/>
          <w:szCs w:val="32"/>
        </w:rPr>
        <w:fldChar w:fldCharType="separate"/>
      </w:r>
      <w:r>
        <w:rPr>
          <w:rFonts w:ascii="Times New Roman" w:hAnsi="Times New Roman"/>
          <w:sz w:val="32"/>
          <w:szCs w:val="32"/>
        </w:rPr>
        <w:t>31</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"_Toc1512" </w:instrText>
      </w:r>
      <w:r>
        <w:fldChar w:fldCharType="separate"/>
      </w:r>
      <w:r>
        <w:rPr>
          <w:rFonts w:hint="eastAsia" w:ascii="Times New Roman" w:hAnsi="Times New Roman" w:eastAsia="方正楷体_GBK"/>
          <w:sz w:val="32"/>
          <w:szCs w:val="32"/>
        </w:rPr>
        <w:t>第四节突出品牌促动力</w:t>
      </w:r>
      <w:r>
        <w:rPr>
          <w:rFonts w:ascii="Times New Roman" w:hAnsi="Times New Roman" w:eastAsia="方正楷体_GBK"/>
          <w:sz w:val="32"/>
          <w:szCs w:val="32"/>
        </w:rPr>
        <w:t xml:space="preserve"> </w:t>
      </w:r>
      <w:r>
        <w:rPr>
          <w:rFonts w:hint="eastAsia" w:ascii="Times New Roman" w:hAnsi="Times New Roman" w:eastAsia="方正楷体_GBK"/>
          <w:sz w:val="32"/>
          <w:szCs w:val="32"/>
        </w:rPr>
        <w:t>创造发展优势</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_Toc1512 \h </w:instrText>
      </w:r>
      <w:r>
        <w:rPr>
          <w:rFonts w:ascii="Times New Roman" w:hAnsi="Times New Roman"/>
          <w:sz w:val="32"/>
          <w:szCs w:val="32"/>
        </w:rPr>
        <w:fldChar w:fldCharType="separate"/>
      </w:r>
      <w:r>
        <w:rPr>
          <w:rFonts w:ascii="Times New Roman" w:hAnsi="Times New Roman"/>
          <w:sz w:val="32"/>
          <w:szCs w:val="32"/>
        </w:rPr>
        <w:t>33</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"_Toc7871" </w:instrText>
      </w:r>
      <w:r>
        <w:fldChar w:fldCharType="separate"/>
      </w:r>
      <w:r>
        <w:rPr>
          <w:rFonts w:hint="eastAsia" w:ascii="Times New Roman" w:hAnsi="Times New Roman" w:eastAsia="方正楷体_GBK"/>
          <w:sz w:val="32"/>
          <w:szCs w:val="32"/>
        </w:rPr>
        <w:t>第五节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汇合开放联动力</w:t>
      </w:r>
      <w:r>
        <w:rPr>
          <w:rFonts w:ascii="Times New Roman" w:hAnsi="Times New Roman" w:eastAsia="方正楷体_GBK"/>
          <w:sz w:val="32"/>
          <w:szCs w:val="32"/>
        </w:rPr>
        <w:t xml:space="preserve"> </w:t>
      </w:r>
      <w:r>
        <w:rPr>
          <w:rFonts w:hint="eastAsia" w:ascii="Times New Roman" w:hAnsi="Times New Roman" w:eastAsia="方正楷体_GBK"/>
          <w:sz w:val="32"/>
          <w:szCs w:val="32"/>
        </w:rPr>
        <w:t>拓展发展空间</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_Toc7871 \h </w:instrText>
      </w:r>
      <w:r>
        <w:rPr>
          <w:rFonts w:ascii="Times New Roman" w:hAnsi="Times New Roman"/>
          <w:sz w:val="32"/>
          <w:szCs w:val="32"/>
        </w:rPr>
        <w:fldChar w:fldCharType="separate"/>
      </w:r>
      <w:r>
        <w:rPr>
          <w:rFonts w:ascii="Times New Roman" w:hAnsi="Times New Roman"/>
          <w:sz w:val="32"/>
          <w:szCs w:val="32"/>
        </w:rPr>
        <w:t>34</w:t>
      </w:r>
      <w:r>
        <w:rPr>
          <w:rFonts w:ascii="Times New Roman" w:hAnsi="Times New Roman"/>
          <w:sz w:val="32"/>
          <w:szCs w:val="32"/>
        </w:rPr>
        <w:fldChar w:fldCharType="end"/>
      </w:r>
      <w:r>
        <w:rPr>
          <w:rFonts w:ascii="Times New Roman" w:hAnsi="Times New Roman"/>
          <w:sz w:val="32"/>
          <w:szCs w:val="32"/>
        </w:rPr>
        <w:fldChar w:fldCharType="end"/>
      </w:r>
    </w:p>
    <w:p>
      <w:pPr>
        <w:pStyle w:val="11"/>
        <w:tabs>
          <w:tab w:val="right" w:leader="dot" w:pos="8306"/>
        </w:tabs>
        <w:rPr>
          <w:rFonts w:ascii="Times New Roman" w:hAnsi="Times New Roman" w:eastAsia="方正黑体_GBK"/>
          <w:sz w:val="32"/>
          <w:szCs w:val="32"/>
        </w:rPr>
      </w:pPr>
      <w:r>
        <w:fldChar w:fldCharType="begin"/>
      </w:r>
      <w:r>
        <w:instrText xml:space="preserve"> HYPERLINK \l "_Toc28432" </w:instrText>
      </w:r>
      <w:r>
        <w:fldChar w:fldCharType="separate"/>
      </w:r>
      <w:r>
        <w:rPr>
          <w:rFonts w:hint="eastAsia" w:ascii="Times New Roman" w:hAnsi="Times New Roman" w:eastAsia="方正黑体_GBK"/>
          <w:sz w:val="32"/>
          <w:szCs w:val="32"/>
        </w:rPr>
        <w:t>第六章规划环评</w:t>
      </w:r>
      <w:r>
        <w:rPr>
          <w:rFonts w:ascii="Times New Roman" w:hAnsi="Times New Roman" w:eastAsia="方正黑体_GBK"/>
          <w:sz w:val="32"/>
          <w:szCs w:val="32"/>
        </w:rPr>
        <w:tab/>
      </w:r>
      <w:r>
        <w:rPr>
          <w:rFonts w:ascii="Times New Roman" w:hAnsi="Times New Roman" w:eastAsia="方正黑体_GBK"/>
          <w:sz w:val="32"/>
          <w:szCs w:val="32"/>
        </w:rPr>
        <w:fldChar w:fldCharType="begin"/>
      </w:r>
      <w:r>
        <w:rPr>
          <w:rFonts w:ascii="Times New Roman" w:hAnsi="Times New Roman" w:eastAsia="方正黑体_GBK"/>
          <w:sz w:val="32"/>
          <w:szCs w:val="32"/>
        </w:rPr>
        <w:instrText xml:space="preserve"> PAGEREF _Toc28432 \h </w:instrText>
      </w:r>
      <w:r>
        <w:rPr>
          <w:rFonts w:ascii="Times New Roman" w:hAnsi="Times New Roman" w:eastAsia="方正黑体_GBK"/>
          <w:sz w:val="32"/>
          <w:szCs w:val="32"/>
        </w:rPr>
        <w:fldChar w:fldCharType="separate"/>
      </w:r>
      <w:r>
        <w:rPr>
          <w:rFonts w:ascii="Times New Roman" w:hAnsi="Times New Roman" w:eastAsia="方正黑体_GBK"/>
          <w:sz w:val="32"/>
          <w:szCs w:val="32"/>
        </w:rPr>
        <w:t>36</w:t>
      </w:r>
      <w:r>
        <w:rPr>
          <w:rFonts w:ascii="Times New Roman" w:hAnsi="Times New Roman" w:eastAsia="方正黑体_GBK"/>
          <w:sz w:val="32"/>
          <w:szCs w:val="32"/>
        </w:rPr>
        <w:fldChar w:fldCharType="end"/>
      </w:r>
      <w:r>
        <w:rPr>
          <w:rFonts w:ascii="Times New Roman" w:hAnsi="Times New Roman" w:eastAsia="方正黑体_GBK"/>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"_Toc24844" </w:instrText>
      </w:r>
      <w:r>
        <w:fldChar w:fldCharType="separate"/>
      </w:r>
      <w:r>
        <w:rPr>
          <w:rFonts w:hint="eastAsia" w:ascii="Times New Roman" w:hAnsi="Times New Roman" w:eastAsia="方正楷体_GBK"/>
          <w:sz w:val="32"/>
          <w:szCs w:val="32"/>
        </w:rPr>
        <w:t>第一节规划实施环境影响分析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_Toc24844 \h </w:instrText>
      </w:r>
      <w:r>
        <w:rPr>
          <w:rFonts w:ascii="Times New Roman" w:hAnsi="Times New Roman"/>
          <w:sz w:val="32"/>
          <w:szCs w:val="32"/>
        </w:rPr>
        <w:fldChar w:fldCharType="separate"/>
      </w:r>
      <w:r>
        <w:rPr>
          <w:rFonts w:ascii="Times New Roman" w:hAnsi="Times New Roman"/>
          <w:sz w:val="32"/>
          <w:szCs w:val="32"/>
        </w:rPr>
        <w:t>36</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"_Toc2048" </w:instrText>
      </w:r>
      <w:r>
        <w:fldChar w:fldCharType="separate"/>
      </w:r>
      <w:r>
        <w:rPr>
          <w:rFonts w:hint="eastAsia" w:ascii="Times New Roman" w:hAnsi="Times New Roman" w:eastAsia="方正楷体_GBK"/>
          <w:sz w:val="32"/>
          <w:szCs w:val="32"/>
        </w:rPr>
        <w:t>第二节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规划实施环境保护措施</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_Toc2048 \h </w:instrText>
      </w:r>
      <w:r>
        <w:rPr>
          <w:rFonts w:ascii="Times New Roman" w:hAnsi="Times New Roman"/>
          <w:sz w:val="32"/>
          <w:szCs w:val="32"/>
        </w:rPr>
        <w:fldChar w:fldCharType="separate"/>
      </w:r>
      <w:r>
        <w:rPr>
          <w:rFonts w:ascii="Times New Roman" w:hAnsi="Times New Roman"/>
          <w:sz w:val="32"/>
          <w:szCs w:val="32"/>
        </w:rPr>
        <w:t>37</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"_Toc27487" </w:instrText>
      </w:r>
      <w:r>
        <w:fldChar w:fldCharType="separate"/>
      </w:r>
      <w:r>
        <w:rPr>
          <w:rFonts w:hint="eastAsia" w:ascii="Times New Roman" w:hAnsi="Times New Roman" w:eastAsia="方正楷体_GBK"/>
          <w:sz w:val="32"/>
          <w:szCs w:val="32"/>
        </w:rPr>
        <w:t>第三节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规划实施环境影响评价</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_Toc27487 \h </w:instrText>
      </w:r>
      <w:r>
        <w:rPr>
          <w:rFonts w:ascii="Times New Roman" w:hAnsi="Times New Roman"/>
          <w:sz w:val="32"/>
          <w:szCs w:val="32"/>
        </w:rPr>
        <w:fldChar w:fldCharType="separate"/>
      </w:r>
      <w:r>
        <w:rPr>
          <w:rFonts w:ascii="Times New Roman" w:hAnsi="Times New Roman"/>
          <w:sz w:val="32"/>
          <w:szCs w:val="32"/>
        </w:rPr>
        <w:t>37</w:t>
      </w:r>
      <w:r>
        <w:rPr>
          <w:rFonts w:ascii="Times New Roman" w:hAnsi="Times New Roman"/>
          <w:sz w:val="32"/>
          <w:szCs w:val="32"/>
        </w:rPr>
        <w:fldChar w:fldCharType="end"/>
      </w:r>
      <w:r>
        <w:rPr>
          <w:rFonts w:ascii="Times New Roman" w:hAnsi="Times New Roman"/>
          <w:sz w:val="32"/>
          <w:szCs w:val="32"/>
        </w:rPr>
        <w:fldChar w:fldCharType="end"/>
      </w:r>
    </w:p>
    <w:p>
      <w:pPr>
        <w:pStyle w:val="11"/>
        <w:tabs>
          <w:tab w:val="right" w:leader="dot" w:pos="8306"/>
        </w:tabs>
        <w:rPr>
          <w:rFonts w:ascii="Times New Roman" w:hAnsi="Times New Roman"/>
          <w:sz w:val="32"/>
          <w:szCs w:val="32"/>
        </w:rPr>
      </w:pPr>
      <w:r>
        <w:fldChar w:fldCharType="begin"/>
      </w:r>
      <w:r>
        <w:instrText xml:space="preserve"> HYPERLINK \l "_Toc3008" </w:instrText>
      </w:r>
      <w:r>
        <w:fldChar w:fldCharType="separate"/>
      </w:r>
      <w:r>
        <w:rPr>
          <w:rFonts w:hint="eastAsia" w:ascii="Times New Roman" w:hAnsi="Times New Roman" w:eastAsia="方正黑体_GBK"/>
          <w:sz w:val="32"/>
          <w:szCs w:val="32"/>
        </w:rPr>
        <w:t>第七章保障措施</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_Toc3008 \h </w:instrText>
      </w:r>
      <w:r>
        <w:rPr>
          <w:rFonts w:ascii="Times New Roman" w:hAnsi="Times New Roman"/>
          <w:sz w:val="32"/>
          <w:szCs w:val="32"/>
        </w:rPr>
        <w:fldChar w:fldCharType="separate"/>
      </w:r>
      <w:r>
        <w:rPr>
          <w:rFonts w:ascii="Times New Roman" w:hAnsi="Times New Roman"/>
          <w:sz w:val="32"/>
          <w:szCs w:val="32"/>
        </w:rPr>
        <w:t>38</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"_Toc4498" </w:instrText>
      </w:r>
      <w:r>
        <w:fldChar w:fldCharType="separate"/>
      </w:r>
      <w:r>
        <w:rPr>
          <w:rFonts w:hint="eastAsia" w:ascii="Times New Roman" w:hAnsi="Times New Roman" w:eastAsia="方正楷体_GBK"/>
          <w:sz w:val="32"/>
          <w:szCs w:val="32"/>
        </w:rPr>
        <w:t>第一节加强组织领导</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_Toc4498 \h </w:instrText>
      </w:r>
      <w:r>
        <w:rPr>
          <w:rFonts w:ascii="Times New Roman" w:hAnsi="Times New Roman"/>
          <w:sz w:val="32"/>
          <w:szCs w:val="32"/>
        </w:rPr>
        <w:fldChar w:fldCharType="separate"/>
      </w:r>
      <w:r>
        <w:rPr>
          <w:rFonts w:ascii="Times New Roman" w:hAnsi="Times New Roman"/>
          <w:sz w:val="32"/>
          <w:szCs w:val="32"/>
        </w:rPr>
        <w:t>38</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"_Toc14321" </w:instrText>
      </w:r>
      <w:r>
        <w:fldChar w:fldCharType="separate"/>
      </w:r>
      <w:r>
        <w:rPr>
          <w:rFonts w:hint="eastAsia" w:ascii="Times New Roman" w:hAnsi="Times New Roman" w:eastAsia="方正楷体_GBK"/>
          <w:sz w:val="32"/>
          <w:szCs w:val="32"/>
        </w:rPr>
        <w:t>第二节强化要素保障</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_Toc14321 \h </w:instrText>
      </w:r>
      <w:r>
        <w:rPr>
          <w:rFonts w:ascii="Times New Roman" w:hAnsi="Times New Roman"/>
          <w:sz w:val="32"/>
          <w:szCs w:val="32"/>
        </w:rPr>
        <w:fldChar w:fldCharType="separate"/>
      </w:r>
      <w:r>
        <w:rPr>
          <w:rFonts w:ascii="Times New Roman" w:hAnsi="Times New Roman"/>
          <w:sz w:val="32"/>
          <w:szCs w:val="32"/>
        </w:rPr>
        <w:t>39</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"_Toc5954" </w:instrText>
      </w:r>
      <w:r>
        <w:fldChar w:fldCharType="separate"/>
      </w:r>
      <w:r>
        <w:rPr>
          <w:rFonts w:hint="eastAsia" w:ascii="Times New Roman" w:hAnsi="Times New Roman" w:eastAsia="方正楷体_GBK"/>
          <w:sz w:val="32"/>
          <w:szCs w:val="32"/>
        </w:rPr>
        <w:t>第三节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创新体制机制</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_Toc5954 \h </w:instrText>
      </w:r>
      <w:r>
        <w:rPr>
          <w:rFonts w:ascii="Times New Roman" w:hAnsi="Times New Roman"/>
          <w:sz w:val="32"/>
          <w:szCs w:val="32"/>
        </w:rPr>
        <w:fldChar w:fldCharType="separate"/>
      </w:r>
      <w:r>
        <w:rPr>
          <w:rFonts w:ascii="Times New Roman" w:hAnsi="Times New Roman"/>
          <w:sz w:val="32"/>
          <w:szCs w:val="32"/>
        </w:rPr>
        <w:t>39</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"_Toc21555" </w:instrText>
      </w:r>
      <w:r>
        <w:fldChar w:fldCharType="separate"/>
      </w:r>
      <w:r>
        <w:rPr>
          <w:rFonts w:hint="eastAsia" w:ascii="Times New Roman" w:hAnsi="Times New Roman" w:eastAsia="方正楷体_GBK"/>
          <w:sz w:val="32"/>
          <w:szCs w:val="32"/>
        </w:rPr>
        <w:t>第四节完善监测评估</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_Toc21555 \h </w:instrText>
      </w:r>
      <w:r>
        <w:rPr>
          <w:rFonts w:ascii="Times New Roman" w:hAnsi="Times New Roman"/>
          <w:sz w:val="32"/>
          <w:szCs w:val="32"/>
        </w:rPr>
        <w:fldChar w:fldCharType="separate"/>
      </w:r>
      <w:r>
        <w:rPr>
          <w:rFonts w:ascii="Times New Roman" w:hAnsi="Times New Roman"/>
          <w:sz w:val="32"/>
          <w:szCs w:val="32"/>
        </w:rPr>
        <w:t>39</w:t>
      </w:r>
      <w:r>
        <w:rPr>
          <w:rFonts w:ascii="Times New Roman" w:hAnsi="Times New Roman"/>
          <w:sz w:val="32"/>
          <w:szCs w:val="32"/>
        </w:rPr>
        <w:fldChar w:fldCharType="end"/>
      </w:r>
      <w:r>
        <w:rPr>
          <w:rFonts w:ascii="Times New Roman" w:hAnsi="Times New Roman"/>
          <w:sz w:val="32"/>
          <w:szCs w:val="32"/>
        </w:rPr>
        <w:fldChar w:fldCharType="end"/>
      </w:r>
    </w:p>
    <w:p>
      <w:pPr>
        <w:pStyle w:val="13"/>
        <w:tabs>
          <w:tab w:val="right" w:leader="dot" w:pos="8306"/>
        </w:tabs>
        <w:ind w:left="31680"/>
        <w:rPr>
          <w:rFonts w:ascii="Times New Roman" w:hAnsi="Times New Roman"/>
          <w:sz w:val="32"/>
          <w:szCs w:val="32"/>
        </w:rPr>
      </w:pPr>
      <w:r>
        <w:fldChar w:fldCharType="begin"/>
      </w:r>
      <w:r>
        <w:instrText xml:space="preserve"> HYPERLINK \l "_Toc22053" </w:instrText>
      </w:r>
      <w:r>
        <w:fldChar w:fldCharType="separate"/>
      </w:r>
      <w:r>
        <w:rPr>
          <w:rFonts w:hint="eastAsia" w:ascii="Times New Roman" w:hAnsi="Times New Roman" w:eastAsia="方正楷体_GBK"/>
          <w:sz w:val="32"/>
          <w:szCs w:val="32"/>
        </w:rPr>
        <w:t>第五节营造良好氛围</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_Toc22053 \h </w:instrText>
      </w:r>
      <w:r>
        <w:rPr>
          <w:rFonts w:ascii="Times New Roman" w:hAnsi="Times New Roman"/>
          <w:sz w:val="32"/>
          <w:szCs w:val="32"/>
        </w:rPr>
        <w:fldChar w:fldCharType="separate"/>
      </w:r>
      <w:r>
        <w:rPr>
          <w:rFonts w:ascii="Times New Roman" w:hAnsi="Times New Roman"/>
          <w:sz w:val="32"/>
          <w:szCs w:val="32"/>
        </w:rPr>
        <w:t>40</w:t>
      </w:r>
      <w:r>
        <w:rPr>
          <w:rFonts w:ascii="Times New Roman" w:hAnsi="Times New Roman"/>
          <w:sz w:val="32"/>
          <w:szCs w:val="32"/>
        </w:rPr>
        <w:fldChar w:fldCharType="end"/>
      </w:r>
      <w:r>
        <w:rPr>
          <w:rFonts w:ascii="Times New Roman" w:hAnsi="Times New Roman"/>
          <w:sz w:val="32"/>
          <w:szCs w:val="32"/>
        </w:rPr>
        <w:fldChar w:fldCharType="end"/>
      </w:r>
    </w:p>
    <w:p>
      <w:pPr>
        <w:pStyle w:val="11"/>
        <w:tabs>
          <w:tab w:val="right" w:leader="dot" w:pos="8306"/>
        </w:tabs>
        <w:rPr>
          <w:rFonts w:ascii="Times New Roman" w:hAnsi="Times New Roman" w:eastAsia="方正仿宋_GBK"/>
          <w:sz w:val="32"/>
          <w:szCs w:val="32"/>
        </w:rPr>
      </w:pPr>
      <w:r>
        <w:rPr>
          <w:rFonts w:ascii="Times New Roman" w:hAnsi="Times New Roman" w:eastAsia="方正仿宋_GBK"/>
          <w:sz w:val="32"/>
          <w:szCs w:val="32"/>
        </w:rPr>
        <w:fldChar w:fldCharType="end"/>
      </w:r>
    </w:p>
    <w:p>
      <w:pPr>
        <w:pStyle w:val="16"/>
        <w:ind w:left="31680" w:firstLine="31680"/>
        <w:rPr>
          <w:rFonts w:cs="Times New Roman"/>
          <w:szCs w:val="32"/>
        </w:rPr>
      </w:pPr>
    </w:p>
    <w:p>
      <w:pPr>
        <w:pStyle w:val="16"/>
        <w:ind w:left="31680" w:firstLine="31680"/>
        <w:rPr>
          <w:rFonts w:cs="Times New Roman"/>
          <w:szCs w:val="32"/>
        </w:rPr>
      </w:pPr>
    </w:p>
    <w:p>
      <w:pPr>
        <w:pStyle w:val="16"/>
        <w:ind w:left="31680" w:firstLine="31680"/>
        <w:rPr>
          <w:rFonts w:cs="Times New Roman"/>
          <w:szCs w:val="32"/>
        </w:rPr>
      </w:pPr>
    </w:p>
    <w:p>
      <w:pPr>
        <w:pStyle w:val="16"/>
        <w:ind w:left="31680" w:firstLine="31680"/>
        <w:rPr>
          <w:rFonts w:cs="Times New Roman"/>
          <w:szCs w:val="32"/>
        </w:rPr>
      </w:pPr>
    </w:p>
    <w:p>
      <w:pPr>
        <w:spacing w:line="560" w:lineRule="exact"/>
        <w:ind w:firstLine="640" w:firstLineChars="200"/>
        <w:rPr>
          <w:rFonts w:ascii="Times New Roman" w:hAnsi="Times New Roman" w:eastAsia="方正仿宋_GBK"/>
          <w:sz w:val="32"/>
          <w:szCs w:val="32"/>
        </w:rPr>
        <w:sectPr>
          <w:footerReference r:id="rId7" w:type="default"/>
          <w:pgSz w:w="11906" w:h="16838"/>
          <w:pgMar w:top="2098" w:right="1474" w:bottom="1984" w:left="1587" w:header="851" w:footer="992" w:gutter="0"/>
          <w:pgNumType w:start="1"/>
          <w:cols w:space="425" w:num="1"/>
          <w:docGrid w:type="lines" w:linePitch="312" w:charSpace="0"/>
        </w:sectPr>
      </w:pPr>
    </w:p>
    <w:p>
      <w:pPr>
        <w:pStyle w:val="8"/>
        <w:spacing w:line="560" w:lineRule="exact"/>
        <w:ind w:firstLine="640" w:firstLineChars="200"/>
        <w:jc w:val="both"/>
        <w:rPr>
          <w:rFonts w:ascii="Times New Roman" w:hAnsi="Times New Roman"/>
        </w:rPr>
      </w:pPr>
      <w:r>
        <w:rPr>
          <w:rFonts w:hint="eastAsia" w:ascii="Times New Roman" w:hAnsi="Times New Roman" w:eastAsia="方正仿宋_GBK"/>
          <w:sz w:val="32"/>
          <w:szCs w:val="22"/>
        </w:rPr>
        <w:t>大健康产业一头连着民生福祉、一头连着经济发展，是典型的朝阳产业、幸福产业、绿色产业，是促进人的全面发展的必然要求，是经济社会发展的基础条件。</w:t>
      </w:r>
      <w:r>
        <w:rPr>
          <w:rFonts w:hint="eastAsia" w:ascii="Times New Roman" w:hAnsi="Times New Roman" w:eastAsia="方正仿宋_GBK"/>
          <w:sz w:val="32"/>
          <w:szCs w:val="32"/>
        </w:rPr>
        <w:t>渝北有着主城面积最大的城市建成区和</w:t>
      </w:r>
      <w:r>
        <w:rPr>
          <w:rFonts w:ascii="Times New Roman" w:hAnsi="Times New Roman" w:eastAsia="方正仿宋_GBK"/>
          <w:sz w:val="32"/>
          <w:szCs w:val="32"/>
        </w:rPr>
        <w:t>1000</w:t>
      </w:r>
      <w:r>
        <w:rPr>
          <w:rFonts w:hint="eastAsia" w:ascii="Times New Roman" w:hAnsi="Times New Roman" w:eastAsia="方正仿宋_GBK"/>
          <w:sz w:val="32"/>
          <w:szCs w:val="32"/>
        </w:rPr>
        <w:t>多平方公里的广袤农村，是重庆大城市、大农村、大山区、大库区的典型</w:t>
      </w:r>
      <w:r>
        <w:rPr>
          <w:rFonts w:ascii="Times New Roman" w:hAnsi="Times New Roman" w:eastAsia="方正仿宋_GBK"/>
          <w:sz w:val="32"/>
          <w:szCs w:val="32"/>
        </w:rPr>
        <w:t>“</w:t>
      </w:r>
      <w:r>
        <w:rPr>
          <w:rFonts w:hint="eastAsia" w:ascii="Times New Roman" w:hAnsi="Times New Roman" w:eastAsia="方正仿宋_GBK"/>
          <w:sz w:val="32"/>
          <w:szCs w:val="32"/>
        </w:rPr>
        <w:t>缩影</w:t>
      </w:r>
      <w:r>
        <w:rPr>
          <w:rFonts w:ascii="Times New Roman" w:hAnsi="Times New Roman" w:eastAsia="方正仿宋_GBK"/>
          <w:sz w:val="32"/>
          <w:szCs w:val="32"/>
        </w:rPr>
        <w:t>”</w:t>
      </w:r>
      <w:r>
        <w:rPr>
          <w:rFonts w:hint="eastAsia" w:ascii="Times New Roman" w:hAnsi="Times New Roman" w:eastAsia="方正仿宋_GBK"/>
          <w:sz w:val="32"/>
          <w:szCs w:val="32"/>
        </w:rPr>
        <w:t>，在推动大健康、大融合上渝北大有希望、大有作为。为抢抓大健康产业发展机遇，扎实推动大健康产业高质量发展，根据《成渝地区双城经济圈建设规划纲要》《</w:t>
      </w:r>
      <w:r>
        <w:rPr>
          <w:rFonts w:ascii="Times New Roman" w:hAnsi="Times New Roman" w:eastAsia="方正仿宋_GBK"/>
          <w:sz w:val="32"/>
          <w:szCs w:val="32"/>
        </w:rPr>
        <w:t>“</w:t>
      </w:r>
      <w:r>
        <w:rPr>
          <w:rFonts w:hint="eastAsia" w:ascii="Times New Roman" w:hAnsi="Times New Roman" w:eastAsia="方正仿宋_GBK"/>
          <w:sz w:val="32"/>
          <w:szCs w:val="32"/>
        </w:rPr>
        <w:t>健康中国</w:t>
      </w:r>
      <w:r>
        <w:rPr>
          <w:rFonts w:ascii="Times New Roman" w:hAnsi="Times New Roman" w:eastAsia="方正仿宋_GBK"/>
          <w:sz w:val="32"/>
          <w:szCs w:val="32"/>
        </w:rPr>
        <w:t>2030”</w:t>
      </w:r>
      <w:r>
        <w:rPr>
          <w:rFonts w:hint="eastAsia" w:ascii="Times New Roman" w:hAnsi="Times New Roman" w:eastAsia="方正仿宋_GBK"/>
          <w:sz w:val="32"/>
          <w:szCs w:val="32"/>
        </w:rPr>
        <w:t>规划纲要》</w:t>
      </w:r>
      <w:r>
        <w:rPr>
          <w:rFonts w:hint="eastAsia" w:ascii="Times New Roman" w:hAnsi="Times New Roman" w:eastAsia="方正仿宋_GBK"/>
          <w:sz w:val="28"/>
          <w:szCs w:val="28"/>
        </w:rPr>
        <w:t>《</w:t>
      </w:r>
      <w:r>
        <w:rPr>
          <w:rFonts w:hint="eastAsia" w:ascii="Times New Roman" w:hAnsi="Times New Roman" w:eastAsia="方正仿宋_GBK"/>
          <w:sz w:val="32"/>
          <w:szCs w:val="32"/>
        </w:rPr>
        <w:t>中共中央、国务院关于加强新时代老龄工作的意见</w:t>
      </w:r>
      <w:r>
        <w:rPr>
          <w:rFonts w:hint="eastAsia" w:ascii="Times New Roman" w:hAnsi="Times New Roman" w:eastAsia="方正仿宋_GBK"/>
          <w:sz w:val="28"/>
          <w:szCs w:val="28"/>
        </w:rPr>
        <w:t>》</w:t>
      </w:r>
      <w:r>
        <w:rPr>
          <w:rFonts w:hint="eastAsia" w:ascii="Times New Roman" w:hAnsi="Times New Roman" w:eastAsia="方正仿宋_GBK"/>
          <w:sz w:val="32"/>
          <w:szCs w:val="32"/>
        </w:rPr>
        <w:t>《重庆市大健康产业发展</w:t>
      </w:r>
      <w:r>
        <w:rPr>
          <w:rFonts w:ascii="Times New Roman" w:hAnsi="Times New Roman" w:eastAsia="方正仿宋_GBK"/>
          <w:sz w:val="32"/>
          <w:szCs w:val="32"/>
        </w:rPr>
        <w:t>“</w:t>
      </w:r>
      <w:r>
        <w:rPr>
          <w:rFonts w:hint="eastAsia" w:ascii="Times New Roman" w:hAnsi="Times New Roman" w:eastAsia="方正仿宋_GBK"/>
          <w:sz w:val="32"/>
          <w:szCs w:val="32"/>
        </w:rPr>
        <w:t>十四五</w:t>
      </w:r>
      <w:r>
        <w:rPr>
          <w:rFonts w:ascii="Times New Roman" w:hAnsi="Times New Roman" w:eastAsia="方正仿宋_GBK"/>
          <w:sz w:val="32"/>
          <w:szCs w:val="32"/>
        </w:rPr>
        <w:t>”</w:t>
      </w:r>
      <w:r>
        <w:rPr>
          <w:rFonts w:hint="eastAsia" w:ascii="Times New Roman" w:hAnsi="Times New Roman" w:eastAsia="方正仿宋_GBK"/>
          <w:sz w:val="32"/>
          <w:szCs w:val="32"/>
        </w:rPr>
        <w:t>规划（</w:t>
      </w:r>
      <w:r>
        <w:rPr>
          <w:rFonts w:ascii="Times New Roman" w:hAnsi="Times New Roman" w:eastAsia="方正仿宋_GBK"/>
          <w:sz w:val="32"/>
          <w:szCs w:val="32"/>
        </w:rPr>
        <w:t>2021-2025</w:t>
      </w:r>
      <w:r>
        <w:rPr>
          <w:rFonts w:hint="eastAsia" w:ascii="Times New Roman" w:hAnsi="Times New Roman" w:eastAsia="方正仿宋_GBK"/>
          <w:sz w:val="32"/>
          <w:szCs w:val="32"/>
        </w:rPr>
        <w:t>年）》《重庆市渝北区国民经济和社会发展第十四个五年规划和二〇三五年远景目标纲要》等精神，结合渝北实际，特制定本规划，规划期限为</w:t>
      </w:r>
      <w:r>
        <w:rPr>
          <w:rFonts w:ascii="Times New Roman" w:hAnsi="Times New Roman" w:eastAsia="方正仿宋_GBK"/>
          <w:sz w:val="32"/>
          <w:szCs w:val="32"/>
        </w:rPr>
        <w:t>2021-2025</w:t>
      </w:r>
      <w:r>
        <w:rPr>
          <w:rFonts w:hint="eastAsia" w:ascii="Times New Roman" w:hAnsi="Times New Roman" w:eastAsia="方正仿宋_GBK"/>
          <w:sz w:val="32"/>
          <w:szCs w:val="32"/>
        </w:rPr>
        <w:t>年。</w:t>
      </w:r>
      <w:bookmarkStart w:id="4" w:name="_Toc23318"/>
      <w:bookmarkStart w:id="5" w:name="_Toc20079"/>
    </w:p>
    <w:p>
      <w:pPr>
        <w:pStyle w:val="4"/>
        <w:spacing w:beforeLines="150" w:afterLines="150"/>
        <w:ind w:firstLine="0" w:firstLineChars="0"/>
        <w:jc w:val="center"/>
      </w:pPr>
      <w:bookmarkStart w:id="6" w:name="_Toc60"/>
      <w:bookmarkStart w:id="7" w:name="_Toc25413"/>
      <w:bookmarkStart w:id="8" w:name="_Toc4099"/>
      <w:bookmarkStart w:id="9" w:name="_Toc20471"/>
      <w:r>
        <w:rPr>
          <w:rFonts w:hint="eastAsia"/>
        </w:rPr>
        <w:t>第一章</w:t>
      </w:r>
      <w:bookmarkEnd w:id="0"/>
      <w:bookmarkEnd w:id="1"/>
      <w:bookmarkEnd w:id="2"/>
      <w:bookmarkEnd w:id="3"/>
      <w:bookmarkEnd w:id="4"/>
      <w:bookmarkEnd w:id="5"/>
      <w:bookmarkEnd w:id="6"/>
      <w:bookmarkEnd w:id="7"/>
      <w:r>
        <w:rPr>
          <w:rFonts w:hint="eastAsia"/>
        </w:rPr>
        <w:t>规划背景</w:t>
      </w:r>
      <w:bookmarkEnd w:id="8"/>
      <w:bookmarkEnd w:id="9"/>
    </w:p>
    <w:p>
      <w:pPr>
        <w:spacing w:beforeLines="100" w:afterLines="100" w:line="560" w:lineRule="exact"/>
        <w:jc w:val="center"/>
        <w:outlineLvl w:val="1"/>
        <w:rPr>
          <w:rFonts w:ascii="Times New Roman" w:hAnsi="Times New Roman" w:eastAsia="方正楷体_GBK"/>
          <w:bCs/>
          <w:sz w:val="32"/>
          <w:szCs w:val="32"/>
        </w:rPr>
      </w:pPr>
      <w:bookmarkStart w:id="10" w:name="_Toc7016"/>
      <w:bookmarkStart w:id="11" w:name="_Toc69150363"/>
      <w:bookmarkStart w:id="12" w:name="_Toc20352"/>
      <w:bookmarkStart w:id="13" w:name="_Toc31962"/>
      <w:bookmarkStart w:id="14" w:name="_Toc9984"/>
      <w:r>
        <w:rPr>
          <w:rFonts w:hint="eastAsia" w:ascii="Times New Roman" w:hAnsi="Times New Roman" w:eastAsia="方正楷体_GBK"/>
          <w:sz w:val="32"/>
          <w:szCs w:val="32"/>
        </w:rPr>
        <w:t>第一节</w:t>
      </w:r>
      <w:r>
        <w:rPr>
          <w:rFonts w:ascii="Times New Roman" w:hAnsi="Times New Roman" w:eastAsia="方正楷体_GBK"/>
          <w:sz w:val="32"/>
          <w:szCs w:val="32"/>
        </w:rPr>
        <w:t xml:space="preserve"> </w:t>
      </w:r>
      <w:bookmarkEnd w:id="10"/>
      <w:bookmarkEnd w:id="11"/>
      <w:r>
        <w:rPr>
          <w:rFonts w:ascii="Times New Roman" w:hAnsi="Times New Roman" w:eastAsia="方正楷体_GBK"/>
          <w:sz w:val="32"/>
          <w:szCs w:val="32"/>
        </w:rPr>
        <w:t xml:space="preserve"> </w:t>
      </w:r>
      <w:r>
        <w:rPr>
          <w:rFonts w:hint="eastAsia" w:ascii="Times New Roman" w:hAnsi="Times New Roman" w:eastAsia="方正楷体_GBK"/>
          <w:sz w:val="32"/>
          <w:szCs w:val="32"/>
        </w:rPr>
        <w:t>发展</w:t>
      </w:r>
      <w:bookmarkEnd w:id="12"/>
      <w:bookmarkEnd w:id="13"/>
      <w:r>
        <w:rPr>
          <w:rFonts w:hint="eastAsia" w:ascii="Times New Roman" w:hAnsi="Times New Roman" w:eastAsia="方正楷体_GBK"/>
          <w:sz w:val="32"/>
          <w:szCs w:val="32"/>
        </w:rPr>
        <w:t>基础</w:t>
      </w:r>
      <w:bookmarkEnd w:id="14"/>
    </w:p>
    <w:p>
      <w:pPr>
        <w:spacing w:line="560" w:lineRule="exact"/>
        <w:ind w:firstLine="640" w:firstLineChars="200"/>
        <w:rPr>
          <w:rFonts w:ascii="Times New Roman" w:hAnsi="Times New Roman"/>
        </w:rPr>
      </w:pPr>
      <w:bookmarkStart w:id="15" w:name="_Toc23718"/>
      <w:bookmarkStart w:id="16" w:name="_Toc31329"/>
      <w:bookmarkStart w:id="17" w:name="_Toc18840"/>
      <w:bookmarkStart w:id="18" w:name="_Toc27716"/>
      <w:r>
        <w:rPr>
          <w:rFonts w:hint="eastAsia" w:ascii="Times New Roman" w:hAnsi="Times New Roman" w:eastAsia="方正仿宋_GBK"/>
          <w:sz w:val="32"/>
          <w:szCs w:val="32"/>
        </w:rPr>
        <w:t>近年来，渝北充分发挥区位、生态、产业、体制优势，以创新、集聚、融合、开放为引领，着力构建以</w:t>
      </w:r>
      <w:r>
        <w:rPr>
          <w:rFonts w:ascii="Times New Roman" w:hAnsi="Times New Roman" w:eastAsia="方正仿宋_GBK"/>
          <w:sz w:val="32"/>
          <w:szCs w:val="32"/>
        </w:rPr>
        <w:t>“</w:t>
      </w:r>
      <w:r>
        <w:rPr>
          <w:rFonts w:hint="eastAsia" w:ascii="Times New Roman" w:hAnsi="Times New Roman" w:eastAsia="方正仿宋_GBK"/>
          <w:sz w:val="32"/>
          <w:szCs w:val="32"/>
        </w:rPr>
        <w:t>医、药、养、健、管</w:t>
      </w:r>
      <w:r>
        <w:rPr>
          <w:rFonts w:ascii="Times New Roman" w:hAnsi="Times New Roman" w:eastAsia="方正仿宋_GBK"/>
          <w:sz w:val="32"/>
          <w:szCs w:val="32"/>
        </w:rPr>
        <w:t>”</w:t>
      </w:r>
      <w:r>
        <w:rPr>
          <w:rFonts w:hint="eastAsia" w:ascii="Times New Roman" w:hAnsi="Times New Roman" w:eastAsia="方正仿宋_GBK"/>
          <w:sz w:val="32"/>
          <w:szCs w:val="32"/>
        </w:rPr>
        <w:t>为核心的大健康产业体系，大健康产业呈现良好发展态势，为</w:t>
      </w:r>
      <w:r>
        <w:rPr>
          <w:rFonts w:ascii="Times New Roman" w:hAnsi="Times New Roman" w:eastAsia="方正仿宋_GBK"/>
          <w:sz w:val="32"/>
          <w:szCs w:val="32"/>
        </w:rPr>
        <w:t>“</w:t>
      </w:r>
      <w:r>
        <w:rPr>
          <w:rFonts w:hint="eastAsia" w:ascii="Times New Roman" w:hAnsi="Times New Roman" w:eastAsia="方正仿宋_GBK"/>
          <w:sz w:val="32"/>
          <w:szCs w:val="32"/>
        </w:rPr>
        <w:t>十四五</w:t>
      </w:r>
      <w:r>
        <w:rPr>
          <w:rFonts w:ascii="Times New Roman" w:hAnsi="Times New Roman" w:eastAsia="方正仿宋_GBK"/>
          <w:sz w:val="32"/>
          <w:szCs w:val="32"/>
        </w:rPr>
        <w:t>”</w:t>
      </w:r>
      <w:r>
        <w:rPr>
          <w:rFonts w:hint="eastAsia" w:ascii="Times New Roman" w:hAnsi="Times New Roman" w:eastAsia="方正仿宋_GBK"/>
          <w:sz w:val="32"/>
          <w:szCs w:val="32"/>
        </w:rPr>
        <w:t>大健康产业高质量发展奠定了坚实基础。</w:t>
      </w:r>
    </w:p>
    <w:p>
      <w:pPr>
        <w:spacing w:line="560" w:lineRule="exact"/>
        <w:ind w:firstLine="622" w:firstLineChars="200"/>
        <w:rPr>
          <w:rFonts w:ascii="Times New Roman" w:hAnsi="Times New Roman" w:eastAsia="方正仿宋_GBK"/>
          <w:sz w:val="32"/>
          <w:szCs w:val="32"/>
          <w:shd w:val="clear" w:color="FFFFFF" w:fill="D9D9D9"/>
        </w:rPr>
      </w:pPr>
      <w:r>
        <w:rPr>
          <w:rFonts w:ascii="Times New Roman" w:hAnsi="Times New Roman" w:eastAsia="方正仿宋_GBK"/>
          <w:b/>
          <w:kern w:val="0"/>
          <w:sz w:val="31"/>
          <w:szCs w:val="31"/>
        </w:rPr>
        <w:t>——</w:t>
      </w:r>
      <w:r>
        <w:rPr>
          <w:rFonts w:hint="eastAsia" w:ascii="Times New Roman" w:hAnsi="Times New Roman" w:eastAsia="方正仿宋_GBK"/>
          <w:b/>
          <w:kern w:val="0"/>
          <w:sz w:val="31"/>
          <w:szCs w:val="31"/>
        </w:rPr>
        <w:t>健康资源禀赋优越。</w:t>
      </w:r>
      <w:r>
        <w:rPr>
          <w:rFonts w:hint="eastAsia" w:ascii="Times New Roman" w:hAnsi="Times New Roman" w:eastAsia="方正仿宋_GBK"/>
          <w:sz w:val="32"/>
          <w:szCs w:val="32"/>
        </w:rPr>
        <w:t>渝北是一座生态宜居的公园之城，区内各类公园达到</w:t>
      </w:r>
      <w:r>
        <w:rPr>
          <w:rFonts w:ascii="Times New Roman" w:hAnsi="Times New Roman" w:eastAsia="方正仿宋_GBK"/>
          <w:sz w:val="32"/>
          <w:szCs w:val="32"/>
        </w:rPr>
        <w:t>145</w:t>
      </w:r>
      <w:r>
        <w:rPr>
          <w:rFonts w:hint="eastAsia" w:ascii="Times New Roman" w:hAnsi="Times New Roman" w:eastAsia="方正仿宋_GBK"/>
          <w:sz w:val="32"/>
          <w:szCs w:val="32"/>
        </w:rPr>
        <w:t>个，在全市所有区县中数量最多，人均公园绿地达</w:t>
      </w:r>
      <w:r>
        <w:rPr>
          <w:rFonts w:ascii="Times New Roman" w:hAnsi="Times New Roman" w:eastAsia="方正仿宋_GBK"/>
          <w:sz w:val="32"/>
          <w:szCs w:val="32"/>
        </w:rPr>
        <w:t>18</w:t>
      </w:r>
      <w:r>
        <w:rPr>
          <w:rFonts w:hint="eastAsia" w:ascii="Times New Roman" w:hAnsi="Times New Roman" w:eastAsia="方正仿宋_GBK"/>
          <w:sz w:val="32"/>
          <w:szCs w:val="32"/>
        </w:rPr>
        <w:t>平方米。区内中药材资源富集，种植有道地药材</w:t>
      </w:r>
      <w:r>
        <w:rPr>
          <w:rFonts w:ascii="Times New Roman" w:hAnsi="Times New Roman" w:eastAsia="方正仿宋_GBK"/>
          <w:sz w:val="32"/>
          <w:szCs w:val="32"/>
        </w:rPr>
        <w:t>20</w:t>
      </w:r>
      <w:r>
        <w:rPr>
          <w:rFonts w:hint="eastAsia" w:ascii="Times New Roman" w:hAnsi="Times New Roman" w:eastAsia="方正仿宋_GBK"/>
          <w:sz w:val="32"/>
          <w:szCs w:val="32"/>
        </w:rPr>
        <w:t>余种，种植面积近</w:t>
      </w:r>
      <w:r>
        <w:rPr>
          <w:rFonts w:ascii="Times New Roman" w:hAnsi="Times New Roman" w:eastAsia="方正仿宋_GBK"/>
          <w:sz w:val="32"/>
          <w:szCs w:val="32"/>
        </w:rPr>
        <w:t>9000</w:t>
      </w:r>
      <w:r>
        <w:rPr>
          <w:rFonts w:hint="eastAsia" w:ascii="Times New Roman" w:hAnsi="Times New Roman" w:eastAsia="方正仿宋_GBK"/>
          <w:sz w:val="32"/>
          <w:szCs w:val="32"/>
        </w:rPr>
        <w:t>亩，产量超</w:t>
      </w:r>
      <w:r>
        <w:rPr>
          <w:rFonts w:ascii="Times New Roman" w:hAnsi="Times New Roman" w:eastAsia="方正仿宋_GBK"/>
          <w:sz w:val="32"/>
          <w:szCs w:val="32"/>
        </w:rPr>
        <w:t>900</w:t>
      </w:r>
      <w:r>
        <w:rPr>
          <w:rFonts w:hint="eastAsia" w:ascii="Times New Roman" w:hAnsi="Times New Roman" w:eastAsia="方正仿宋_GBK"/>
          <w:sz w:val="32"/>
          <w:szCs w:val="32"/>
        </w:rPr>
        <w:t>吨。康养旅游资源丰富，资源单体</w:t>
      </w:r>
      <w:r>
        <w:rPr>
          <w:rFonts w:ascii="Times New Roman" w:hAnsi="Times New Roman" w:eastAsia="方正仿宋_GBK"/>
          <w:sz w:val="32"/>
          <w:szCs w:val="32"/>
        </w:rPr>
        <w:t>299</w:t>
      </w:r>
      <w:r>
        <w:rPr>
          <w:rFonts w:hint="eastAsia" w:ascii="Times New Roman" w:hAnsi="Times New Roman" w:eastAsia="方正仿宋_GBK"/>
          <w:sz w:val="32"/>
          <w:szCs w:val="32"/>
        </w:rPr>
        <w:t>个，拥有统景温泉度假区、重庆中央公园、铜锣山国家矿山遗址公园</w:t>
      </w:r>
      <w:r>
        <w:rPr>
          <w:rFonts w:ascii="Times New Roman" w:hAnsi="Times New Roman" w:eastAsia="方正仿宋_GBK"/>
          <w:sz w:val="32"/>
          <w:szCs w:val="32"/>
        </w:rPr>
        <w:t>3</w:t>
      </w:r>
      <w:r>
        <w:rPr>
          <w:rFonts w:hint="eastAsia" w:ascii="Times New Roman" w:hAnsi="Times New Roman" w:eastAsia="方正仿宋_GBK"/>
          <w:sz w:val="32"/>
          <w:szCs w:val="32"/>
        </w:rPr>
        <w:t>个五级资源。医疗资源丰富，全区拥有重庆医科大学附三院、重庆医科大学附属口腔医院、</w:t>
      </w:r>
      <w:r>
        <w:fldChar w:fldCharType="begin"/>
      </w:r>
      <w:r>
        <w:instrText xml:space="preserve"> HYPERLINK "http://www.baidu.com/link?url=QGn-gsbvR6eq_26c0bE1f4IaDrbuQcPnUscyQfD7Y3zqKftfOolixjspldY9g3TlF81xyESxWjfNS282Q3kQfqNdQ5SaBmphYFoUyYcc1F6vYEtNb9Yxggc48ej_X5H9UWWk0hLOAmMwN3Tl75EZqw3BaffliMHQKX7nsUiwpdY4hz4xGnjcBw5C9HSD_giXVMYSgOF5gFv-oUyCLJFXy35nj3CnRT7NJbgtzvIYpiQZeBSQGrlTX7LAFUIsr-r1pAHfOMTMhqbbgWSeexHTT_" \t "https://www.baidu.com/_blank" </w:instrText>
      </w:r>
      <w:r>
        <w:fldChar w:fldCharType="separate"/>
      </w:r>
      <w:r>
        <w:rPr>
          <w:rFonts w:hint="eastAsia" w:ascii="Times New Roman" w:hAnsi="Times New Roman" w:eastAsia="方正仿宋_GBK"/>
          <w:sz w:val="32"/>
          <w:szCs w:val="32"/>
        </w:rPr>
        <w:t>重庆市妇幼保健院</w:t>
      </w:r>
      <w:r>
        <w:rPr>
          <w:rFonts w:hint="eastAsia" w:ascii="Times New Roman" w:hAnsi="Times New Roman" w:eastAsia="方正仿宋_GBK"/>
          <w:sz w:val="32"/>
          <w:szCs w:val="32"/>
        </w:rPr>
        <w:fldChar w:fldCharType="end"/>
      </w:r>
      <w:r>
        <w:rPr>
          <w:rFonts w:hint="eastAsia" w:ascii="Times New Roman" w:hAnsi="Times New Roman" w:eastAsia="方正仿宋_GBK"/>
          <w:sz w:val="32"/>
          <w:szCs w:val="32"/>
        </w:rPr>
        <w:t>等三级甲等医疗卫生机构</w:t>
      </w:r>
      <w:r>
        <w:rPr>
          <w:rFonts w:ascii="Times New Roman" w:hAnsi="Times New Roman"/>
          <w:sz w:val="32"/>
          <w:szCs w:val="32"/>
        </w:rPr>
        <w:t>3</w:t>
      </w:r>
      <w:r>
        <w:rPr>
          <w:rFonts w:hint="eastAsia" w:ascii="Times New Roman" w:hAnsi="Times New Roman" w:eastAsia="方正仿宋_GBK"/>
          <w:sz w:val="32"/>
          <w:szCs w:val="32"/>
        </w:rPr>
        <w:t>所，各级医疗卫生机构达到</w:t>
      </w:r>
      <w:r>
        <w:rPr>
          <w:rFonts w:ascii="Times New Roman" w:hAnsi="Times New Roman" w:eastAsia="方正仿宋_GBK"/>
          <w:sz w:val="32"/>
          <w:szCs w:val="32"/>
        </w:rPr>
        <w:t>788</w:t>
      </w:r>
      <w:r>
        <w:rPr>
          <w:rFonts w:hint="eastAsia" w:ascii="Times New Roman" w:hAnsi="Times New Roman" w:eastAsia="方正仿宋_GBK"/>
          <w:sz w:val="32"/>
          <w:szCs w:val="32"/>
        </w:rPr>
        <w:t>家</w:t>
      </w:r>
      <w:bookmarkEnd w:id="15"/>
      <w:bookmarkEnd w:id="16"/>
      <w:bookmarkEnd w:id="17"/>
      <w:bookmarkEnd w:id="18"/>
      <w:bookmarkStart w:id="19" w:name="_Toc9972"/>
      <w:bookmarkStart w:id="20" w:name="_Toc12171"/>
      <w:bookmarkStart w:id="21" w:name="_Toc7355"/>
      <w:r>
        <w:rPr>
          <w:rFonts w:hint="eastAsia" w:ascii="Times New Roman" w:hAnsi="Times New Roman" w:eastAsia="方正仿宋_GBK"/>
          <w:sz w:val="32"/>
          <w:szCs w:val="32"/>
        </w:rPr>
        <w:t>，</w:t>
      </w:r>
      <w:r>
        <w:rPr>
          <w:rFonts w:hint="eastAsia" w:ascii="Times New Roman" w:hAnsi="Times New Roman" w:eastAsia="方正仿宋_GBK"/>
          <w:sz w:val="32"/>
          <w:szCs w:val="32"/>
          <w:lang w:val="zh-CN"/>
        </w:rPr>
        <w:t>主要健康指标优于全市平均水平，总体位居</w:t>
      </w:r>
      <w:r>
        <w:rPr>
          <w:rFonts w:hint="eastAsia" w:ascii="Times New Roman" w:hAnsi="Times New Roman" w:eastAsia="方正仿宋_GBK"/>
          <w:sz w:val="32"/>
          <w:szCs w:val="32"/>
        </w:rPr>
        <w:t>主城</w:t>
      </w:r>
      <w:r>
        <w:rPr>
          <w:rFonts w:hint="eastAsia" w:ascii="Times New Roman" w:hAnsi="Times New Roman" w:eastAsia="方正仿宋_GBK"/>
          <w:sz w:val="32"/>
          <w:szCs w:val="32"/>
          <w:lang w:val="zh-CN"/>
        </w:rPr>
        <w:t>都市区前列。</w:t>
      </w:r>
    </w:p>
    <w:p>
      <w:pPr>
        <w:pStyle w:val="2"/>
        <w:spacing w:line="560" w:lineRule="exact"/>
        <w:ind w:firstLine="643" w:firstLineChars="200"/>
        <w:rPr>
          <w:rFonts w:ascii="Times New Roman" w:hAnsi="Times New Roman" w:cs="Times New Roman"/>
          <w:sz w:val="32"/>
          <w:szCs w:val="32"/>
        </w:rPr>
      </w:pPr>
      <w:r>
        <w:rPr>
          <w:rFonts w:ascii="Times New Roman" w:hAnsi="Times New Roman" w:cs="Times New Roman"/>
          <w:b/>
          <w:sz w:val="32"/>
          <w:szCs w:val="32"/>
        </w:rPr>
        <w:t>——</w:t>
      </w:r>
      <w:r>
        <w:rPr>
          <w:rFonts w:hint="eastAsia" w:ascii="Times New Roman" w:hAnsi="Times New Roman" w:cs="Times New Roman"/>
          <w:b/>
          <w:bCs/>
          <w:sz w:val="32"/>
          <w:szCs w:val="32"/>
        </w:rPr>
        <w:t>产业</w:t>
      </w:r>
      <w:bookmarkEnd w:id="19"/>
      <w:bookmarkEnd w:id="20"/>
      <w:bookmarkEnd w:id="21"/>
      <w:bookmarkStart w:id="22" w:name="_Toc7530"/>
      <w:bookmarkStart w:id="23" w:name="_Toc9493"/>
      <w:bookmarkStart w:id="24" w:name="_Toc18660"/>
      <w:bookmarkStart w:id="25" w:name="_Toc7088"/>
      <w:bookmarkStart w:id="26" w:name="_Toc31778"/>
      <w:r>
        <w:rPr>
          <w:rFonts w:hint="eastAsia" w:ascii="Times New Roman" w:hAnsi="Times New Roman" w:cs="Times New Roman"/>
          <w:b/>
          <w:bCs/>
          <w:sz w:val="32"/>
          <w:szCs w:val="32"/>
        </w:rPr>
        <w:t>发展势头良好。</w:t>
      </w:r>
      <w:r>
        <w:rPr>
          <w:rFonts w:ascii="Times New Roman" w:hAnsi="Times New Roman" w:cs="Times New Roman"/>
          <w:sz w:val="32"/>
          <w:szCs w:val="32"/>
          <w:lang w:val="en-US"/>
        </w:rPr>
        <w:t>2020</w:t>
      </w:r>
      <w:r>
        <w:rPr>
          <w:rFonts w:hint="eastAsia" w:ascii="Times New Roman" w:hAnsi="Times New Roman" w:cs="Times New Roman"/>
          <w:sz w:val="32"/>
          <w:szCs w:val="32"/>
          <w:lang w:val="en-US"/>
        </w:rPr>
        <w:t>年全区大健康产业增加值约为</w:t>
      </w:r>
      <w:r>
        <w:rPr>
          <w:rFonts w:ascii="Times New Roman" w:hAnsi="Times New Roman" w:cs="Times New Roman"/>
          <w:sz w:val="32"/>
          <w:szCs w:val="32"/>
          <w:lang w:val="en-US"/>
        </w:rPr>
        <w:t>90</w:t>
      </w:r>
      <w:r>
        <w:rPr>
          <w:rFonts w:hint="eastAsia" w:ascii="Times New Roman" w:hAnsi="Times New Roman" w:cs="Times New Roman"/>
          <w:sz w:val="32"/>
          <w:szCs w:val="32"/>
          <w:lang w:val="en-US"/>
        </w:rPr>
        <w:t>亿元，起步稳健，态势良好。</w:t>
      </w:r>
      <w:r>
        <w:rPr>
          <w:rFonts w:hint="eastAsia" w:ascii="Times New Roman" w:hAnsi="Times New Roman" w:cs="Times New Roman"/>
          <w:sz w:val="32"/>
          <w:szCs w:val="32"/>
        </w:rPr>
        <w:t>依托仙桃国际大数据谷、临空消费走廊、空港工业园区等园城平台，加快推进生物医药产业发展，</w:t>
      </w:r>
      <w:r>
        <w:rPr>
          <w:rFonts w:ascii="Times New Roman" w:hAnsi="Times New Roman" w:cs="Times New Roman"/>
          <w:sz w:val="32"/>
          <w:szCs w:val="32"/>
          <w:lang w:val="en-US"/>
        </w:rPr>
        <w:t>2020</w:t>
      </w:r>
      <w:r>
        <w:rPr>
          <w:rFonts w:hint="eastAsia" w:ascii="Times New Roman" w:hAnsi="Times New Roman" w:cs="Times New Roman"/>
          <w:sz w:val="32"/>
          <w:szCs w:val="32"/>
          <w:lang w:val="en-US"/>
        </w:rPr>
        <w:t>年，渝北生物医药工业产值达到近</w:t>
      </w:r>
      <w:r>
        <w:rPr>
          <w:rFonts w:ascii="Times New Roman" w:hAnsi="Times New Roman" w:cs="Times New Roman"/>
          <w:sz w:val="32"/>
          <w:szCs w:val="32"/>
          <w:lang w:val="en-US"/>
        </w:rPr>
        <w:t>50</w:t>
      </w:r>
      <w:r>
        <w:rPr>
          <w:rFonts w:hint="eastAsia" w:ascii="Times New Roman" w:hAnsi="Times New Roman" w:cs="Times New Roman"/>
          <w:sz w:val="32"/>
          <w:szCs w:val="32"/>
          <w:lang w:val="en-US"/>
        </w:rPr>
        <w:t>亿元</w:t>
      </w:r>
      <w:r>
        <w:rPr>
          <w:rFonts w:hint="eastAsia" w:ascii="Times New Roman" w:hAnsi="Times New Roman" w:cs="Times New Roman"/>
          <w:sz w:val="32"/>
          <w:szCs w:val="32"/>
        </w:rPr>
        <w:t>。</w:t>
      </w:r>
      <w:r>
        <w:rPr>
          <w:rFonts w:hint="eastAsia" w:ascii="Times New Roman" w:hAnsi="Times New Roman" w:cs="Times New Roman"/>
          <w:sz w:val="32"/>
          <w:szCs w:val="32"/>
          <w:lang w:val="en-US"/>
        </w:rPr>
        <w:t>作为全市都市现代中药材示范区，渝北在</w:t>
      </w:r>
      <w:r>
        <w:rPr>
          <w:rFonts w:ascii="Times New Roman" w:hAnsi="Times New Roman" w:cs="Times New Roman"/>
          <w:sz w:val="32"/>
          <w:szCs w:val="32"/>
          <w:lang w:val="en-US"/>
        </w:rPr>
        <w:t>“</w:t>
      </w:r>
      <w:r>
        <w:rPr>
          <w:rFonts w:hint="eastAsia" w:ascii="Times New Roman" w:hAnsi="Times New Roman" w:cs="Times New Roman"/>
          <w:sz w:val="32"/>
          <w:szCs w:val="32"/>
          <w:lang w:val="en-US"/>
        </w:rPr>
        <w:t>十三五</w:t>
      </w:r>
      <w:r>
        <w:rPr>
          <w:rFonts w:ascii="Times New Roman" w:hAnsi="Times New Roman" w:cs="Times New Roman"/>
          <w:sz w:val="32"/>
          <w:szCs w:val="32"/>
          <w:lang w:val="en-US"/>
        </w:rPr>
        <w:t>”</w:t>
      </w:r>
      <w:r>
        <w:rPr>
          <w:rFonts w:hint="eastAsia" w:ascii="Times New Roman" w:hAnsi="Times New Roman" w:cs="Times New Roman"/>
          <w:sz w:val="32"/>
          <w:szCs w:val="32"/>
          <w:lang w:val="en-US"/>
        </w:rPr>
        <w:t>期间荣获</w:t>
      </w:r>
      <w:r>
        <w:rPr>
          <w:rFonts w:ascii="Times New Roman" w:hAnsi="Times New Roman" w:cs="Times New Roman"/>
          <w:sz w:val="32"/>
          <w:szCs w:val="32"/>
          <w:lang w:val="en-US"/>
        </w:rPr>
        <w:t>“</w:t>
      </w:r>
      <w:r>
        <w:rPr>
          <w:rFonts w:hint="eastAsia" w:ascii="Times New Roman" w:hAnsi="Times New Roman" w:cs="Times New Roman"/>
          <w:sz w:val="32"/>
          <w:szCs w:val="32"/>
          <w:lang w:val="en-US"/>
        </w:rPr>
        <w:t>全国基层中医药工作先进单位</w:t>
      </w:r>
      <w:r>
        <w:rPr>
          <w:rFonts w:ascii="Times New Roman" w:hAnsi="Times New Roman" w:cs="Times New Roman"/>
          <w:sz w:val="32"/>
          <w:szCs w:val="32"/>
          <w:lang w:val="en-US"/>
        </w:rPr>
        <w:t>”</w:t>
      </w:r>
      <w:r>
        <w:rPr>
          <w:rFonts w:hint="eastAsia" w:ascii="Times New Roman" w:hAnsi="Times New Roman" w:cs="Times New Roman"/>
          <w:sz w:val="32"/>
          <w:szCs w:val="32"/>
          <w:lang w:val="en-US"/>
        </w:rPr>
        <w:t>。</w:t>
      </w:r>
      <w:r>
        <w:rPr>
          <w:rFonts w:hint="eastAsia" w:ascii="Times New Roman" w:hAnsi="Times New Roman" w:cs="Times New Roman"/>
          <w:sz w:val="32"/>
          <w:szCs w:val="32"/>
        </w:rPr>
        <w:t>健康养老势头强劲，</w:t>
      </w:r>
      <w:r>
        <w:rPr>
          <w:rFonts w:hint="eastAsia" w:ascii="Times New Roman" w:hAnsi="Times New Roman" w:cs="Times New Roman"/>
          <w:sz w:val="32"/>
          <w:szCs w:val="32"/>
          <w:lang w:val="en-US"/>
        </w:rPr>
        <w:t>多家</w:t>
      </w:r>
      <w:r>
        <w:rPr>
          <w:rFonts w:hint="eastAsia" w:ascii="Times New Roman" w:hAnsi="Times New Roman" w:cs="Times New Roman"/>
          <w:sz w:val="32"/>
          <w:szCs w:val="32"/>
        </w:rPr>
        <w:t>品牌养老机构入驻渝北，智慧养老云平台已搭建运行，医养服务深度融合发展，</w:t>
      </w:r>
      <w:r>
        <w:rPr>
          <w:rFonts w:ascii="Times New Roman" w:hAnsi="Times New Roman" w:cs="Times New Roman"/>
          <w:sz w:val="32"/>
          <w:szCs w:val="32"/>
        </w:rPr>
        <w:t>“</w:t>
      </w:r>
      <w:r>
        <w:rPr>
          <w:rFonts w:hint="eastAsia" w:ascii="Times New Roman" w:hAnsi="Times New Roman" w:cs="Times New Roman"/>
          <w:sz w:val="32"/>
          <w:szCs w:val="32"/>
        </w:rPr>
        <w:t>养老服务</w:t>
      </w:r>
      <w:r>
        <w:rPr>
          <w:rFonts w:ascii="Times New Roman" w:hAnsi="Times New Roman" w:cs="Times New Roman"/>
          <w:sz w:val="32"/>
          <w:szCs w:val="32"/>
        </w:rPr>
        <w:t>+</w:t>
      </w:r>
      <w:r>
        <w:rPr>
          <w:rFonts w:hint="eastAsia" w:ascii="Times New Roman" w:hAnsi="Times New Roman" w:cs="Times New Roman"/>
          <w:sz w:val="32"/>
          <w:szCs w:val="32"/>
        </w:rPr>
        <w:t>行业</w:t>
      </w:r>
      <w:r>
        <w:rPr>
          <w:rFonts w:ascii="Times New Roman" w:hAnsi="Times New Roman" w:cs="Times New Roman"/>
          <w:sz w:val="32"/>
          <w:szCs w:val="32"/>
        </w:rPr>
        <w:t>”</w:t>
      </w:r>
      <w:r>
        <w:rPr>
          <w:rFonts w:hint="eastAsia" w:ascii="Times New Roman" w:hAnsi="Times New Roman" w:cs="Times New Roman"/>
          <w:sz w:val="32"/>
          <w:szCs w:val="32"/>
        </w:rPr>
        <w:t>计划贯彻实施，逐步形成</w:t>
      </w:r>
      <w:r>
        <w:rPr>
          <w:rFonts w:ascii="Times New Roman" w:hAnsi="Times New Roman" w:cs="Times New Roman"/>
          <w:sz w:val="32"/>
          <w:szCs w:val="32"/>
        </w:rPr>
        <w:t>“</w:t>
      </w:r>
      <w:r>
        <w:rPr>
          <w:rFonts w:hint="eastAsia" w:ascii="Times New Roman" w:hAnsi="Times New Roman" w:cs="Times New Roman"/>
          <w:sz w:val="32"/>
          <w:szCs w:val="32"/>
        </w:rPr>
        <w:t>养老</w:t>
      </w:r>
      <w:r>
        <w:rPr>
          <w:rFonts w:ascii="Times New Roman" w:hAnsi="Times New Roman" w:cs="Times New Roman"/>
          <w:sz w:val="32"/>
          <w:szCs w:val="32"/>
        </w:rPr>
        <w:t>+</w:t>
      </w:r>
      <w:r>
        <w:rPr>
          <w:rFonts w:hint="eastAsia" w:ascii="Times New Roman" w:hAnsi="Times New Roman" w:cs="Times New Roman"/>
          <w:sz w:val="32"/>
          <w:szCs w:val="32"/>
        </w:rPr>
        <w:t>物业</w:t>
      </w:r>
      <w:r>
        <w:rPr>
          <w:rFonts w:ascii="Times New Roman" w:hAnsi="Times New Roman" w:cs="Times New Roman"/>
          <w:sz w:val="32"/>
          <w:szCs w:val="32"/>
        </w:rPr>
        <w:t>”“</w:t>
      </w:r>
      <w:r>
        <w:rPr>
          <w:rFonts w:hint="eastAsia" w:ascii="Times New Roman" w:hAnsi="Times New Roman" w:cs="Times New Roman"/>
          <w:sz w:val="32"/>
          <w:szCs w:val="32"/>
        </w:rPr>
        <w:t>养老</w:t>
      </w:r>
      <w:r>
        <w:rPr>
          <w:rFonts w:ascii="Times New Roman" w:hAnsi="Times New Roman" w:cs="Times New Roman"/>
          <w:sz w:val="32"/>
          <w:szCs w:val="32"/>
        </w:rPr>
        <w:t>+</w:t>
      </w:r>
      <w:r>
        <w:rPr>
          <w:rFonts w:hint="eastAsia" w:ascii="Times New Roman" w:hAnsi="Times New Roman" w:cs="Times New Roman"/>
          <w:sz w:val="32"/>
          <w:szCs w:val="32"/>
        </w:rPr>
        <w:t>教育</w:t>
      </w:r>
      <w:r>
        <w:rPr>
          <w:rFonts w:ascii="Times New Roman" w:hAnsi="Times New Roman" w:cs="Times New Roman"/>
          <w:sz w:val="32"/>
          <w:szCs w:val="32"/>
        </w:rPr>
        <w:t>”“</w:t>
      </w:r>
      <w:r>
        <w:rPr>
          <w:rFonts w:hint="eastAsia" w:ascii="Times New Roman" w:hAnsi="Times New Roman" w:cs="Times New Roman"/>
          <w:sz w:val="32"/>
          <w:szCs w:val="32"/>
        </w:rPr>
        <w:t>养老</w:t>
      </w:r>
      <w:r>
        <w:rPr>
          <w:rFonts w:ascii="Times New Roman" w:hAnsi="Times New Roman" w:cs="Times New Roman"/>
          <w:sz w:val="32"/>
          <w:szCs w:val="32"/>
        </w:rPr>
        <w:t>+</w:t>
      </w:r>
      <w:r>
        <w:rPr>
          <w:rFonts w:hint="eastAsia" w:ascii="Times New Roman" w:hAnsi="Times New Roman" w:cs="Times New Roman"/>
          <w:sz w:val="32"/>
          <w:szCs w:val="32"/>
        </w:rPr>
        <w:t>农业</w:t>
      </w:r>
      <w:r>
        <w:rPr>
          <w:rFonts w:ascii="Times New Roman" w:hAnsi="Times New Roman" w:cs="Times New Roman"/>
          <w:sz w:val="32"/>
          <w:szCs w:val="32"/>
        </w:rPr>
        <w:t>”</w:t>
      </w:r>
      <w:r>
        <w:rPr>
          <w:rFonts w:hint="eastAsia" w:ascii="Times New Roman" w:hAnsi="Times New Roman" w:cs="Times New Roman"/>
          <w:sz w:val="32"/>
          <w:szCs w:val="32"/>
        </w:rPr>
        <w:t>等多产业融合发展业态，养老市场活力不断激发。健身康体行业发展如火如荼，建成区体育馆、区全民健身中心等大型体育场馆，际华园初具规模，极限运动、户外运动、赛事活动日益兴起，体育服务业、体育制造业、体育建筑业等业态较为完备，体旅融合稳步推进。</w:t>
      </w:r>
    </w:p>
    <w:p>
      <w:pPr>
        <w:spacing w:line="560" w:lineRule="exact"/>
        <w:ind w:firstLine="622" w:firstLineChars="200"/>
        <w:rPr>
          <w:rFonts w:ascii="Times New Roman" w:hAnsi="Times New Roman" w:eastAsia="方正仿宋_GBK"/>
          <w:kern w:val="0"/>
          <w:sz w:val="31"/>
          <w:szCs w:val="31"/>
        </w:rPr>
      </w:pPr>
      <w:r>
        <w:rPr>
          <w:rFonts w:ascii="Times New Roman" w:hAnsi="Times New Roman" w:eastAsia="方正仿宋_GBK"/>
          <w:b/>
          <w:kern w:val="0"/>
          <w:sz w:val="31"/>
          <w:szCs w:val="31"/>
        </w:rPr>
        <w:t>——</w:t>
      </w:r>
      <w:r>
        <w:rPr>
          <w:rFonts w:hint="eastAsia" w:ascii="Times New Roman" w:hAnsi="Times New Roman" w:eastAsia="方正仿宋_GBK"/>
          <w:b/>
          <w:kern w:val="0"/>
          <w:sz w:val="31"/>
          <w:szCs w:val="31"/>
        </w:rPr>
        <w:t>创新能力逐步增强。</w:t>
      </w:r>
      <w:r>
        <w:rPr>
          <w:rFonts w:hint="eastAsia" w:ascii="Times New Roman" w:hAnsi="Times New Roman" w:eastAsia="方正仿宋_GBK"/>
          <w:kern w:val="0"/>
          <w:sz w:val="31"/>
          <w:szCs w:val="31"/>
        </w:rPr>
        <w:t>创新平台愈加夯实，培育重庆金山科技（集团）有限公司技术中心、重庆再升科技股份有限公司技术中心等健康领域国家平台</w:t>
      </w:r>
      <w:r>
        <w:rPr>
          <w:rFonts w:ascii="Times New Roman" w:hAnsi="Times New Roman" w:eastAsia="方正仿宋_GBK"/>
          <w:kern w:val="0"/>
          <w:sz w:val="31"/>
          <w:szCs w:val="31"/>
        </w:rPr>
        <w:t>2</w:t>
      </w:r>
      <w:r>
        <w:rPr>
          <w:rFonts w:hint="eastAsia" w:ascii="Times New Roman" w:hAnsi="Times New Roman" w:eastAsia="方正仿宋_GBK"/>
          <w:kern w:val="0"/>
          <w:sz w:val="31"/>
          <w:szCs w:val="31"/>
        </w:rPr>
        <w:t>家。创新成果加快涌现，开发出全球唯一可控姿态的</w:t>
      </w:r>
      <w:r>
        <w:rPr>
          <w:rFonts w:ascii="Times New Roman" w:hAnsi="Times New Roman" w:eastAsia="方正仿宋_GBK"/>
          <w:kern w:val="0"/>
          <w:sz w:val="31"/>
          <w:szCs w:val="31"/>
        </w:rPr>
        <w:t>“</w:t>
      </w:r>
      <w:r>
        <w:rPr>
          <w:rFonts w:hint="eastAsia" w:ascii="Times New Roman" w:hAnsi="Times New Roman" w:eastAsia="方正仿宋_GBK"/>
          <w:kern w:val="0"/>
          <w:sz w:val="31"/>
          <w:szCs w:val="31"/>
        </w:rPr>
        <w:t>智能胶囊内镜</w:t>
      </w:r>
      <w:r>
        <w:rPr>
          <w:rFonts w:ascii="Times New Roman" w:hAnsi="Times New Roman" w:eastAsia="方正仿宋_GBK"/>
          <w:kern w:val="0"/>
          <w:sz w:val="31"/>
          <w:szCs w:val="31"/>
        </w:rPr>
        <w:t>”</w:t>
      </w:r>
      <w:r>
        <w:rPr>
          <w:rFonts w:hint="eastAsia" w:ascii="Times New Roman" w:hAnsi="Times New Roman"/>
          <w:kern w:val="0"/>
          <w:sz w:val="31"/>
          <w:szCs w:val="31"/>
        </w:rPr>
        <w:t>、</w:t>
      </w:r>
      <w:r>
        <w:rPr>
          <w:rFonts w:hint="eastAsia" w:ascii="Times New Roman" w:hAnsi="Times New Roman" w:eastAsia="方正仿宋_GBK"/>
          <w:kern w:val="0"/>
          <w:sz w:val="31"/>
          <w:szCs w:val="31"/>
        </w:rPr>
        <w:t>全国第</w:t>
      </w:r>
      <w:r>
        <w:rPr>
          <w:rFonts w:ascii="Times New Roman" w:hAnsi="Times New Roman" w:eastAsia="方正仿宋_GBK"/>
          <w:kern w:val="0"/>
          <w:sz w:val="31"/>
          <w:szCs w:val="31"/>
        </w:rPr>
        <w:t>5</w:t>
      </w:r>
      <w:r>
        <w:rPr>
          <w:rFonts w:hint="eastAsia" w:ascii="Times New Roman" w:hAnsi="Times New Roman" w:eastAsia="方正仿宋_GBK"/>
          <w:kern w:val="0"/>
          <w:sz w:val="31"/>
          <w:szCs w:val="31"/>
        </w:rPr>
        <w:t>位的伊诺肝素钠等一批标志性成果。坚持推动大健康与大数据融合创新，</w:t>
      </w:r>
      <w:r>
        <w:rPr>
          <w:rFonts w:hint="eastAsia" w:ascii="Times New Roman" w:hAnsi="Times New Roman" w:eastAsia="方正仿宋_GBK"/>
          <w:sz w:val="32"/>
          <w:szCs w:val="21"/>
        </w:rPr>
        <w:t>建设区域检验检查平台，实现区域内基层医疗机构与上级医院检验检查结果互认。依托区域智慧医疗健康服务平台，</w:t>
      </w:r>
      <w:r>
        <w:rPr>
          <w:rFonts w:hint="eastAsia" w:ascii="Times New Roman" w:hAnsi="Times New Roman" w:eastAsia="方正仿宋_GBK"/>
          <w:kern w:val="0"/>
          <w:sz w:val="31"/>
          <w:szCs w:val="31"/>
        </w:rPr>
        <w:t>建成区域影像中心、区域心电中心，形成辐射全区的集远程会诊、高清视频交互、数字资源共享等功能的</w:t>
      </w:r>
      <w:r>
        <w:rPr>
          <w:rFonts w:ascii="Times New Roman" w:hAnsi="Times New Roman" w:eastAsia="方正仿宋_GBK"/>
          <w:kern w:val="0"/>
          <w:sz w:val="31"/>
          <w:szCs w:val="31"/>
        </w:rPr>
        <w:t>“</w:t>
      </w:r>
      <w:r>
        <w:rPr>
          <w:rFonts w:hint="eastAsia" w:ascii="Times New Roman" w:hAnsi="Times New Roman" w:eastAsia="方正仿宋_GBK"/>
          <w:kern w:val="0"/>
          <w:sz w:val="31"/>
          <w:szCs w:val="31"/>
        </w:rPr>
        <w:t>互联网</w:t>
      </w:r>
      <w:r>
        <w:rPr>
          <w:rFonts w:ascii="Times New Roman" w:hAnsi="Times New Roman" w:eastAsia="方正仿宋_GBK"/>
          <w:kern w:val="0"/>
          <w:sz w:val="31"/>
          <w:szCs w:val="31"/>
        </w:rPr>
        <w:t>+</w:t>
      </w:r>
      <w:r>
        <w:rPr>
          <w:rFonts w:hint="eastAsia" w:ascii="Times New Roman" w:hAnsi="Times New Roman" w:eastAsia="方正仿宋_GBK"/>
          <w:kern w:val="0"/>
          <w:sz w:val="31"/>
          <w:szCs w:val="31"/>
        </w:rPr>
        <w:t>远程医疗</w:t>
      </w:r>
      <w:r>
        <w:rPr>
          <w:rFonts w:ascii="Times New Roman" w:hAnsi="Times New Roman" w:eastAsia="方正仿宋_GBK"/>
          <w:kern w:val="0"/>
          <w:sz w:val="31"/>
          <w:szCs w:val="31"/>
        </w:rPr>
        <w:t>”</w:t>
      </w:r>
      <w:r>
        <w:rPr>
          <w:rFonts w:hint="eastAsia" w:ascii="Times New Roman" w:hAnsi="Times New Roman" w:eastAsia="方正仿宋_GBK"/>
          <w:kern w:val="0"/>
          <w:sz w:val="31"/>
          <w:szCs w:val="31"/>
        </w:rPr>
        <w:t>服务网络。互联网医院、智慧医院稳步推进。</w:t>
      </w:r>
    </w:p>
    <w:p>
      <w:pPr>
        <w:pStyle w:val="2"/>
        <w:spacing w:line="560" w:lineRule="exact"/>
        <w:ind w:firstLine="622" w:firstLineChars="200"/>
        <w:rPr>
          <w:rFonts w:ascii="Times New Roman" w:hAnsi="Times New Roman" w:cs="Times New Roman"/>
          <w:kern w:val="0"/>
          <w:sz w:val="31"/>
          <w:szCs w:val="31"/>
          <w:lang w:val="en-US"/>
        </w:rPr>
      </w:pPr>
      <w:r>
        <w:rPr>
          <w:rFonts w:ascii="Times New Roman" w:hAnsi="Times New Roman" w:cs="Times New Roman"/>
          <w:b/>
          <w:bCs/>
          <w:kern w:val="0"/>
          <w:sz w:val="31"/>
          <w:szCs w:val="31"/>
          <w:lang w:val="en-US"/>
        </w:rPr>
        <w:t>——</w:t>
      </w:r>
      <w:r>
        <w:rPr>
          <w:rFonts w:hint="eastAsia" w:ascii="Times New Roman" w:hAnsi="Times New Roman" w:cs="Times New Roman"/>
          <w:b/>
          <w:bCs/>
          <w:kern w:val="0"/>
          <w:sz w:val="31"/>
          <w:szCs w:val="31"/>
          <w:lang w:val="en-US"/>
        </w:rPr>
        <w:t>政策支撑有力有效。</w:t>
      </w:r>
      <w:r>
        <w:rPr>
          <w:rFonts w:hint="eastAsia" w:ascii="Times New Roman" w:hAnsi="Times New Roman" w:cs="Times New Roman"/>
          <w:kern w:val="0"/>
          <w:sz w:val="31"/>
          <w:szCs w:val="31"/>
          <w:lang w:val="en-US"/>
        </w:rPr>
        <w:t>渝北作为国家慢性病综合防控示范区、全国流动人口基本公共卫生计生服务均等化示范区、全国第五批居家和社区养老服务改革试点，在</w:t>
      </w:r>
      <w:r>
        <w:rPr>
          <w:rFonts w:ascii="Times New Roman" w:hAnsi="Times New Roman" w:cs="Times New Roman"/>
          <w:sz w:val="32"/>
          <w:szCs w:val="32"/>
        </w:rPr>
        <w:t>“</w:t>
      </w:r>
      <w:r>
        <w:rPr>
          <w:rFonts w:hint="eastAsia" w:ascii="Times New Roman" w:hAnsi="Times New Roman" w:cs="Times New Roman"/>
          <w:sz w:val="32"/>
          <w:szCs w:val="32"/>
        </w:rPr>
        <w:t>十三五</w:t>
      </w:r>
      <w:r>
        <w:rPr>
          <w:rFonts w:ascii="Times New Roman" w:hAnsi="Times New Roman" w:cs="Times New Roman"/>
          <w:sz w:val="32"/>
          <w:szCs w:val="32"/>
        </w:rPr>
        <w:t>”</w:t>
      </w:r>
      <w:r>
        <w:rPr>
          <w:rFonts w:hint="eastAsia" w:ascii="Times New Roman" w:hAnsi="Times New Roman" w:cs="Times New Roman"/>
          <w:sz w:val="32"/>
          <w:szCs w:val="32"/>
        </w:rPr>
        <w:t>时期</w:t>
      </w:r>
      <w:r>
        <w:rPr>
          <w:rFonts w:hint="eastAsia" w:ascii="Times New Roman" w:hAnsi="Times New Roman" w:cs="Times New Roman"/>
          <w:kern w:val="0"/>
          <w:sz w:val="31"/>
          <w:szCs w:val="31"/>
          <w:lang w:val="en-US"/>
        </w:rPr>
        <w:t>始终坚持</w:t>
      </w:r>
      <w:r>
        <w:rPr>
          <w:rFonts w:ascii="Times New Roman" w:hAnsi="Times New Roman" w:cs="Times New Roman"/>
          <w:kern w:val="0"/>
          <w:sz w:val="31"/>
          <w:szCs w:val="31"/>
          <w:lang w:val="en-US"/>
        </w:rPr>
        <w:t>“</w:t>
      </w:r>
      <w:r>
        <w:rPr>
          <w:rFonts w:hint="eastAsia" w:ascii="Times New Roman" w:hAnsi="Times New Roman" w:cs="Times New Roman"/>
          <w:kern w:val="0"/>
          <w:sz w:val="31"/>
          <w:szCs w:val="31"/>
          <w:lang w:val="en-US"/>
        </w:rPr>
        <w:t>一切为了人民健康</w:t>
      </w:r>
      <w:r>
        <w:rPr>
          <w:rFonts w:ascii="Times New Roman" w:hAnsi="Times New Roman" w:cs="Times New Roman"/>
          <w:kern w:val="0"/>
          <w:sz w:val="31"/>
          <w:szCs w:val="31"/>
          <w:lang w:val="en-US"/>
        </w:rPr>
        <w:t>”</w:t>
      </w:r>
      <w:r>
        <w:rPr>
          <w:rFonts w:hint="eastAsia" w:ascii="Times New Roman" w:hAnsi="Times New Roman" w:cs="Times New Roman"/>
          <w:kern w:val="0"/>
          <w:sz w:val="31"/>
          <w:szCs w:val="31"/>
          <w:lang w:val="en-US"/>
        </w:rPr>
        <w:t>的发展理念，狠抓政策落实。渝北先后出台《健康中国渝北行动实施方案》《渝北区改革完善医疗卫生行业综合监管制度的实施方案》</w:t>
      </w:r>
      <w:r>
        <w:fldChar w:fldCharType="begin"/>
      </w:r>
      <w:r>
        <w:instrText xml:space="preserve"> HYPERLINK "https://www.baidu.com/link?url=HrxLQwpuXLfldiTCWESqHlVbiIgpsU68jVP0Cz8at2Xt77vLUqkLTUUkBC1sFuanxjkSFBEKhb__H5Y5X2J0kkee3su_SvYwQviiSvRKOFy&amp;wd=&amp;eqid=f55f43f7000748bd000000066115d3e8" \t "https://www.baidu.com/_blank" </w:instrText>
      </w:r>
      <w:r>
        <w:fldChar w:fldCharType="separate"/>
      </w:r>
      <w:r>
        <w:rPr>
          <w:rFonts w:hint="eastAsia" w:ascii="Times New Roman" w:hAnsi="Times New Roman" w:cs="Times New Roman"/>
          <w:kern w:val="0"/>
          <w:sz w:val="31"/>
          <w:szCs w:val="31"/>
          <w:lang w:val="en-US"/>
        </w:rPr>
        <w:t>《渝北区居家和社区养老服务改革试点实施方案》</w:t>
      </w:r>
      <w:r>
        <w:rPr>
          <w:rFonts w:hint="eastAsia" w:ascii="Times New Roman" w:hAnsi="Times New Roman" w:cs="Times New Roman"/>
          <w:kern w:val="0"/>
          <w:sz w:val="31"/>
          <w:szCs w:val="31"/>
          <w:lang w:val="en-US"/>
        </w:rPr>
        <w:fldChar w:fldCharType="end"/>
      </w:r>
      <w:r>
        <w:rPr>
          <w:rFonts w:hint="eastAsia" w:ascii="Times New Roman" w:hAnsi="Times New Roman" w:cs="Times New Roman"/>
          <w:kern w:val="0"/>
          <w:sz w:val="31"/>
          <w:szCs w:val="31"/>
          <w:lang w:val="en-US"/>
        </w:rPr>
        <w:t>等系列文件，为大健康产业高质量发展提供了有力的政策保障。</w:t>
      </w:r>
      <w:bookmarkEnd w:id="22"/>
    </w:p>
    <w:bookmarkEnd w:id="23"/>
    <w:bookmarkEnd w:id="24"/>
    <w:bookmarkEnd w:id="25"/>
    <w:bookmarkEnd w:id="26"/>
    <w:p>
      <w:pPr>
        <w:spacing w:beforeLines="100" w:afterLines="100" w:line="560" w:lineRule="exact"/>
        <w:jc w:val="center"/>
        <w:outlineLvl w:val="1"/>
        <w:rPr>
          <w:rFonts w:ascii="Times New Roman" w:hAnsi="Times New Roman" w:eastAsia="方正楷体_GBK"/>
          <w:sz w:val="32"/>
          <w:szCs w:val="32"/>
        </w:rPr>
      </w:pPr>
      <w:bookmarkStart w:id="27" w:name="_Toc69150364"/>
      <w:bookmarkStart w:id="28" w:name="_Toc7773"/>
      <w:bookmarkStart w:id="29" w:name="_Toc3194"/>
      <w:bookmarkStart w:id="30" w:name="_Toc29013"/>
      <w:bookmarkStart w:id="31" w:name="_Toc17552"/>
      <w:r>
        <w:rPr>
          <w:rFonts w:hint="eastAsia" w:ascii="Times New Roman" w:hAnsi="Times New Roman" w:eastAsia="方正楷体_GBK"/>
          <w:sz w:val="32"/>
          <w:szCs w:val="32"/>
        </w:rPr>
        <w:t>第二节</w:t>
      </w:r>
      <w:r>
        <w:rPr>
          <w:rFonts w:ascii="Times New Roman" w:hAnsi="Times New Roman" w:eastAsia="方正楷体_GBK"/>
          <w:sz w:val="32"/>
          <w:szCs w:val="32"/>
        </w:rPr>
        <w:t xml:space="preserve">  </w:t>
      </w:r>
      <w:bookmarkEnd w:id="27"/>
      <w:bookmarkEnd w:id="28"/>
      <w:bookmarkEnd w:id="29"/>
      <w:bookmarkEnd w:id="30"/>
      <w:r>
        <w:rPr>
          <w:rFonts w:hint="eastAsia" w:ascii="Times New Roman" w:hAnsi="Times New Roman" w:eastAsia="方正楷体_GBK"/>
          <w:sz w:val="32"/>
          <w:szCs w:val="32"/>
        </w:rPr>
        <w:t>发展环境</w:t>
      </w:r>
      <w:bookmarkEnd w:id="31"/>
    </w:p>
    <w:p>
      <w:pPr>
        <w:spacing w:line="560" w:lineRule="exact"/>
        <w:ind w:firstLine="640" w:firstLineChars="200"/>
        <w:rPr>
          <w:rFonts w:ascii="Times New Roman" w:hAnsi="Times New Roman"/>
        </w:rPr>
      </w:pPr>
      <w:bookmarkStart w:id="32" w:name="_Toc1413"/>
      <w:bookmarkStart w:id="33" w:name="_Toc12435"/>
      <w:bookmarkStart w:id="34" w:name="_Toc27458"/>
      <w:bookmarkStart w:id="35" w:name="_Toc19639"/>
      <w:bookmarkStart w:id="36" w:name="_Toc4807"/>
      <w:bookmarkStart w:id="37" w:name="_Toc32306"/>
      <w:bookmarkStart w:id="38" w:name="_Toc20619"/>
      <w:bookmarkStart w:id="39" w:name="_Toc19466"/>
      <w:r>
        <w:rPr>
          <w:rFonts w:hint="eastAsia" w:ascii="Times New Roman" w:hAnsi="Times New Roman" w:eastAsia="方正仿宋_GBK"/>
          <w:kern w:val="0"/>
          <w:sz w:val="32"/>
          <w:szCs w:val="32"/>
        </w:rPr>
        <w:t>未来</w:t>
      </w:r>
      <w:r>
        <w:rPr>
          <w:rFonts w:ascii="Times New Roman" w:hAnsi="Times New Roman" w:eastAsia="方正仿宋_GBK"/>
          <w:kern w:val="0"/>
          <w:sz w:val="32"/>
          <w:szCs w:val="32"/>
        </w:rPr>
        <w:t>5</w:t>
      </w:r>
      <w:r>
        <w:rPr>
          <w:rFonts w:hint="eastAsia" w:ascii="Times New Roman" w:hAnsi="Times New Roman" w:eastAsia="方正仿宋_GBK"/>
          <w:kern w:val="0"/>
          <w:sz w:val="32"/>
          <w:szCs w:val="32"/>
        </w:rPr>
        <w:t>至</w:t>
      </w:r>
      <w:r>
        <w:rPr>
          <w:rFonts w:ascii="Times New Roman" w:hAnsi="Times New Roman" w:eastAsia="方正仿宋_GBK"/>
          <w:kern w:val="0"/>
          <w:sz w:val="32"/>
          <w:szCs w:val="32"/>
        </w:rPr>
        <w:t>15</w:t>
      </w:r>
      <w:r>
        <w:rPr>
          <w:rFonts w:hint="eastAsia" w:ascii="Times New Roman" w:hAnsi="Times New Roman" w:eastAsia="方正仿宋_GBK"/>
          <w:kern w:val="0"/>
          <w:sz w:val="32"/>
          <w:szCs w:val="32"/>
        </w:rPr>
        <w:t>年，是渝北大健康产业跨关口、培优势、上台阶的重要战略机遇期，发展成效将直接决定第二个百年历史阶段在全市、全国乃至国际大健康产业版图中的地位。渝北应牢牢抓住机遇，主动应对挑战，积极抢占大健康产业</w:t>
      </w:r>
      <w:r>
        <w:rPr>
          <w:rFonts w:ascii="Times New Roman" w:hAnsi="Times New Roman" w:eastAsia="方正仿宋_GBK"/>
          <w:kern w:val="0"/>
          <w:sz w:val="32"/>
          <w:szCs w:val="32"/>
        </w:rPr>
        <w:t>“</w:t>
      </w:r>
      <w:r>
        <w:rPr>
          <w:rFonts w:hint="eastAsia" w:ascii="Times New Roman" w:hAnsi="Times New Roman" w:eastAsia="方正仿宋_GBK"/>
          <w:kern w:val="0"/>
          <w:sz w:val="32"/>
          <w:szCs w:val="32"/>
        </w:rPr>
        <w:t>新蓝海</w:t>
      </w:r>
      <w:r>
        <w:rPr>
          <w:rFonts w:ascii="Times New Roman" w:hAnsi="Times New Roman" w:eastAsia="方正仿宋_GBK"/>
          <w:kern w:val="0"/>
          <w:sz w:val="32"/>
          <w:szCs w:val="32"/>
        </w:rPr>
        <w:t>”</w:t>
      </w:r>
      <w:r>
        <w:rPr>
          <w:rFonts w:hint="eastAsia" w:ascii="Times New Roman" w:hAnsi="Times New Roman" w:eastAsia="方正仿宋_GBK"/>
          <w:kern w:val="0"/>
          <w:sz w:val="32"/>
          <w:szCs w:val="32"/>
        </w:rPr>
        <w:t>。</w:t>
      </w:r>
    </w:p>
    <w:p>
      <w:pPr>
        <w:pStyle w:val="2"/>
        <w:spacing w:line="560" w:lineRule="exact"/>
        <w:ind w:firstLine="643" w:firstLineChars="200"/>
        <w:rPr>
          <w:rFonts w:ascii="Times New Roman" w:hAnsi="Times New Roman" w:cs="Times New Roman"/>
        </w:rPr>
      </w:pPr>
      <w:r>
        <w:rPr>
          <w:rFonts w:ascii="Times New Roman" w:hAnsi="Times New Roman" w:cs="Times New Roman"/>
          <w:b/>
          <w:bCs/>
          <w:sz w:val="32"/>
          <w:szCs w:val="32"/>
          <w:lang w:val="en-US"/>
        </w:rPr>
        <w:t>——</w:t>
      </w:r>
      <w:r>
        <w:rPr>
          <w:rFonts w:hint="eastAsia" w:ascii="Times New Roman" w:hAnsi="Times New Roman" w:cs="Times New Roman"/>
          <w:b/>
          <w:bCs/>
          <w:sz w:val="32"/>
          <w:szCs w:val="32"/>
          <w:lang w:val="en-US"/>
        </w:rPr>
        <w:t>发展机遇</w:t>
      </w:r>
      <w:bookmarkEnd w:id="32"/>
      <w:r>
        <w:rPr>
          <w:rFonts w:hint="eastAsia" w:ascii="Times New Roman" w:hAnsi="Times New Roman" w:cs="Times New Roman"/>
          <w:b/>
          <w:bCs/>
          <w:sz w:val="32"/>
          <w:szCs w:val="32"/>
          <w:lang w:val="en-US"/>
        </w:rPr>
        <w:t>。</w:t>
      </w:r>
      <w:r>
        <w:rPr>
          <w:rFonts w:hint="eastAsia" w:ascii="Times New Roman" w:hAnsi="Times New Roman" w:cs="Times New Roman"/>
          <w:sz w:val="32"/>
          <w:szCs w:val="32"/>
          <w:lang w:val="en-US"/>
        </w:rPr>
        <w:t>从全球看，新一轮科技革命和产业变革深入发展，人工智能、大数据、</w:t>
      </w:r>
      <w:r>
        <w:rPr>
          <w:rFonts w:ascii="Times New Roman" w:hAnsi="Times New Roman" w:cs="Times New Roman"/>
          <w:sz w:val="32"/>
          <w:szCs w:val="32"/>
          <w:lang w:val="en-US"/>
        </w:rPr>
        <w:t xml:space="preserve">5G </w:t>
      </w:r>
      <w:r>
        <w:rPr>
          <w:rFonts w:hint="eastAsia" w:ascii="Times New Roman" w:hAnsi="Times New Roman" w:cs="Times New Roman"/>
          <w:sz w:val="32"/>
          <w:szCs w:val="32"/>
          <w:lang w:val="en-US"/>
        </w:rPr>
        <w:t>等技术在大健康产业领域渗透性、扩散性、颠覆性越强，人们对健康的认识特别是后疫情时代更加深刻，</w:t>
      </w:r>
      <w:r>
        <w:rPr>
          <w:rFonts w:hint="eastAsia" w:ascii="Times New Roman" w:hAnsi="Times New Roman" w:cs="Times New Roman"/>
          <w:sz w:val="32"/>
          <w:szCs w:val="32"/>
        </w:rPr>
        <w:t>健康需求逐渐由</w:t>
      </w:r>
      <w:r>
        <w:fldChar w:fldCharType="begin"/>
      </w:r>
      <w:r>
        <w:instrText xml:space="preserve"> HYPERLINK "http://www.baidu.com/link?url=953T6GZCnaBzwr4YqPFUT0VivfTiUJmL_TpKKnjdfi11_lAnsfxgqhRFiuCOXAYDKKhFTiHxUBlGpnbPjEbr3q" \t "https://www.baidu.com/_blank" </w:instrText>
      </w:r>
      <w:r>
        <w:fldChar w:fldCharType="separate"/>
      </w:r>
      <w:r>
        <w:rPr>
          <w:rFonts w:hint="eastAsia" w:ascii="Times New Roman" w:hAnsi="Times New Roman" w:cs="Times New Roman"/>
          <w:sz w:val="32"/>
          <w:szCs w:val="32"/>
        </w:rPr>
        <w:t>传统医疗模式</w:t>
      </w:r>
      <w:r>
        <w:rPr>
          <w:rFonts w:hint="eastAsia" w:ascii="Times New Roman" w:hAnsi="Times New Roman" w:cs="Times New Roman"/>
          <w:sz w:val="32"/>
          <w:szCs w:val="32"/>
        </w:rPr>
        <w:fldChar w:fldCharType="end"/>
      </w:r>
      <w:r>
        <w:rPr>
          <w:rFonts w:hint="eastAsia" w:ascii="Times New Roman" w:hAnsi="Times New Roman" w:cs="Times New Roman"/>
          <w:sz w:val="32"/>
          <w:szCs w:val="32"/>
        </w:rPr>
        <w:t>向</w:t>
      </w:r>
      <w:r>
        <w:rPr>
          <w:rFonts w:ascii="Times New Roman" w:hAnsi="Times New Roman" w:cs="Times New Roman"/>
          <w:sz w:val="32"/>
          <w:szCs w:val="32"/>
        </w:rPr>
        <w:t>“</w:t>
      </w:r>
      <w:r>
        <w:rPr>
          <w:rFonts w:hint="eastAsia" w:ascii="Times New Roman" w:hAnsi="Times New Roman" w:cs="Times New Roman"/>
          <w:sz w:val="32"/>
          <w:szCs w:val="32"/>
        </w:rPr>
        <w:t>防、治、养</w:t>
      </w:r>
      <w:r>
        <w:rPr>
          <w:rFonts w:ascii="Times New Roman" w:hAnsi="Times New Roman" w:cs="Times New Roman"/>
          <w:sz w:val="32"/>
          <w:szCs w:val="32"/>
        </w:rPr>
        <w:t>”</w:t>
      </w:r>
      <w:r>
        <w:rPr>
          <w:rFonts w:hint="eastAsia" w:ascii="Times New Roman" w:hAnsi="Times New Roman" w:cs="Times New Roman"/>
          <w:sz w:val="32"/>
          <w:szCs w:val="32"/>
        </w:rPr>
        <w:t>转变，健康消费渐成新</w:t>
      </w:r>
      <w:r>
        <w:rPr>
          <w:rFonts w:ascii="Times New Roman" w:hAnsi="Times New Roman" w:cs="Times New Roman"/>
          <w:sz w:val="32"/>
          <w:szCs w:val="32"/>
        </w:rPr>
        <w:t>“</w:t>
      </w:r>
      <w:r>
        <w:rPr>
          <w:rFonts w:hint="eastAsia" w:ascii="Times New Roman" w:hAnsi="Times New Roman" w:cs="Times New Roman"/>
          <w:sz w:val="32"/>
          <w:szCs w:val="32"/>
        </w:rPr>
        <w:t>风口</w:t>
      </w:r>
      <w:r>
        <w:rPr>
          <w:rFonts w:ascii="Times New Roman" w:hAnsi="Times New Roman" w:cs="Times New Roman"/>
          <w:sz w:val="32"/>
          <w:szCs w:val="32"/>
        </w:rPr>
        <w:t>”</w:t>
      </w:r>
      <w:r>
        <w:rPr>
          <w:rFonts w:hint="eastAsia" w:ascii="Times New Roman" w:hAnsi="Times New Roman" w:cs="Times New Roman"/>
          <w:sz w:val="32"/>
          <w:szCs w:val="32"/>
          <w:lang w:val="en-US"/>
        </w:rPr>
        <w:t>，为渝北大健康产业发展提供了广阔空间。</w:t>
      </w:r>
      <w:bookmarkEnd w:id="33"/>
      <w:bookmarkEnd w:id="34"/>
      <w:bookmarkEnd w:id="35"/>
      <w:bookmarkEnd w:id="36"/>
      <w:bookmarkEnd w:id="37"/>
      <w:bookmarkEnd w:id="38"/>
      <w:bookmarkEnd w:id="39"/>
      <w:r>
        <w:rPr>
          <w:rFonts w:hint="eastAsia" w:ascii="Times New Roman" w:hAnsi="Times New Roman" w:cs="Times New Roman"/>
          <w:kern w:val="0"/>
          <w:sz w:val="31"/>
          <w:szCs w:val="31"/>
          <w:lang w:val="en-US"/>
        </w:rPr>
        <w:t>从国内看，我国转向高质量发展阶段，人民群众对高品质生活的追求和向往更加强烈，消费升级趋势明显，健康消费能力和意识越来越强。党的十九届五中全会作出</w:t>
      </w:r>
      <w:r>
        <w:rPr>
          <w:rFonts w:ascii="Times New Roman" w:hAnsi="Times New Roman" w:cs="Times New Roman"/>
          <w:kern w:val="0"/>
          <w:sz w:val="31"/>
          <w:szCs w:val="31"/>
          <w:lang w:val="en-US"/>
        </w:rPr>
        <w:t>“</w:t>
      </w:r>
      <w:r>
        <w:rPr>
          <w:rFonts w:hint="eastAsia" w:ascii="Times New Roman" w:hAnsi="Times New Roman" w:cs="Times New Roman"/>
          <w:kern w:val="0"/>
          <w:sz w:val="31"/>
          <w:szCs w:val="31"/>
          <w:lang w:val="en-US"/>
        </w:rPr>
        <w:t>全面推进健康中国建设</w:t>
      </w:r>
      <w:r>
        <w:rPr>
          <w:rFonts w:ascii="Times New Roman" w:hAnsi="Times New Roman" w:cs="Times New Roman"/>
          <w:kern w:val="0"/>
          <w:sz w:val="31"/>
          <w:szCs w:val="31"/>
          <w:lang w:val="en-US"/>
        </w:rPr>
        <w:t>”</w:t>
      </w:r>
      <w:r>
        <w:rPr>
          <w:rFonts w:hint="eastAsia" w:ascii="Times New Roman" w:hAnsi="Times New Roman" w:cs="Times New Roman"/>
          <w:kern w:val="0"/>
          <w:sz w:val="31"/>
          <w:szCs w:val="31"/>
          <w:lang w:val="en-US"/>
        </w:rPr>
        <w:t>重大部署，为渝北大健康产业发展指明</w:t>
      </w:r>
      <w:r>
        <w:rPr>
          <w:rFonts w:hint="eastAsia" w:ascii="Times New Roman" w:hAnsi="Times New Roman" w:cs="Times New Roman"/>
          <w:sz w:val="32"/>
          <w:szCs w:val="32"/>
          <w:lang w:val="en-US"/>
        </w:rPr>
        <w:t>了</w:t>
      </w:r>
      <w:r>
        <w:rPr>
          <w:rFonts w:hint="eastAsia" w:ascii="Times New Roman" w:hAnsi="Times New Roman" w:cs="Times New Roman"/>
          <w:kern w:val="0"/>
          <w:sz w:val="31"/>
          <w:szCs w:val="31"/>
          <w:lang w:val="en-US"/>
        </w:rPr>
        <w:t>前进方向、提供</w:t>
      </w:r>
      <w:r>
        <w:rPr>
          <w:rFonts w:hint="eastAsia" w:ascii="Times New Roman" w:hAnsi="Times New Roman" w:cs="Times New Roman"/>
          <w:sz w:val="32"/>
          <w:szCs w:val="32"/>
          <w:lang w:val="en-US"/>
        </w:rPr>
        <w:t>了</w:t>
      </w:r>
      <w:r>
        <w:rPr>
          <w:rFonts w:hint="eastAsia" w:ascii="Times New Roman" w:hAnsi="Times New Roman" w:cs="Times New Roman"/>
          <w:kern w:val="0"/>
          <w:sz w:val="31"/>
          <w:szCs w:val="31"/>
          <w:lang w:val="en-US"/>
        </w:rPr>
        <w:t>根本遵循；国家在政策扶持、金融资本、人才资源、创新技术等加大往大健康领域配置，为渝北大健康产业发展营造了良好政策环境。从重庆看，</w:t>
      </w:r>
      <w:r>
        <w:rPr>
          <w:rFonts w:hint="eastAsia" w:ascii="Times New Roman" w:hAnsi="Times New Roman" w:cs="Times New Roman"/>
          <w:sz w:val="32"/>
          <w:szCs w:val="32"/>
        </w:rPr>
        <w:t>市委、市政府高度重视大健康产业发展，提出努力将重庆打造成国家医学名城、西部医疗高地、国家重要医药基地和国际知名康养胜地，大健康产业将成为重庆的重点产业。随着国家、重庆市支持发展大健康产业有关政策的逐步细化和落地，渝北将借势发力，全力推进大健康产业发展。</w:t>
      </w:r>
    </w:p>
    <w:p>
      <w:pPr>
        <w:spacing w:line="560" w:lineRule="exact"/>
        <w:ind w:firstLine="643" w:firstLineChars="200"/>
        <w:rPr>
          <w:rFonts w:ascii="Times New Roman" w:hAnsi="Times New Roman" w:eastAsia="方正仿宋_GBK"/>
          <w:sz w:val="32"/>
          <w:szCs w:val="32"/>
        </w:rPr>
      </w:pPr>
      <w:bookmarkStart w:id="40" w:name="_Toc2684"/>
      <w:r>
        <w:rPr>
          <w:rFonts w:ascii="Times New Roman" w:hAnsi="Times New Roman" w:eastAsia="方正仿宋_GBK"/>
          <w:b/>
          <w:sz w:val="32"/>
          <w:szCs w:val="32"/>
        </w:rPr>
        <w:t>——</w:t>
      </w:r>
      <w:r>
        <w:rPr>
          <w:rFonts w:hint="eastAsia" w:ascii="Times New Roman" w:hAnsi="Times New Roman" w:eastAsia="方正仿宋_GBK"/>
          <w:b/>
          <w:sz w:val="32"/>
          <w:szCs w:val="32"/>
        </w:rPr>
        <w:t>面临挑战</w:t>
      </w:r>
      <w:bookmarkEnd w:id="40"/>
      <w:bookmarkStart w:id="41" w:name="_Toc29196"/>
      <w:bookmarkStart w:id="42" w:name="_Toc4481"/>
      <w:bookmarkStart w:id="43" w:name="_Toc4318"/>
      <w:bookmarkStart w:id="44" w:name="_Toc14170"/>
      <w:r>
        <w:rPr>
          <w:rFonts w:hint="eastAsia" w:ascii="Times New Roman" w:hAnsi="Times New Roman" w:eastAsia="方正仿宋_GBK"/>
          <w:b/>
          <w:sz w:val="32"/>
          <w:szCs w:val="32"/>
        </w:rPr>
        <w:t>。</w:t>
      </w:r>
      <w:r>
        <w:rPr>
          <w:rFonts w:hint="eastAsia" w:ascii="Times New Roman" w:hAnsi="Times New Roman" w:eastAsia="方正仿宋_GBK"/>
          <w:kern w:val="0"/>
          <w:sz w:val="31"/>
          <w:szCs w:val="31"/>
        </w:rPr>
        <w:t>从外部看，当今世界正经历百年未有之大变局，新冠疫情影响广泛深远，全球产业链供应链面临冲击，不稳定、不确定因素明显增多，大健康产业发展外部环境更趋复杂；</w:t>
      </w:r>
      <w:r>
        <w:rPr>
          <w:rFonts w:hint="eastAsia" w:ascii="Times New Roman" w:hAnsi="Times New Roman" w:eastAsia="方正仿宋_GBK"/>
          <w:sz w:val="32"/>
        </w:rPr>
        <w:t>渝北毗邻城市大健康发展步伐加快，</w:t>
      </w:r>
      <w:r>
        <w:rPr>
          <w:rFonts w:hint="eastAsia" w:ascii="Times New Roman" w:hAnsi="Times New Roman" w:eastAsia="方正仿宋_GBK"/>
          <w:kern w:val="0"/>
          <w:sz w:val="31"/>
          <w:szCs w:val="31"/>
        </w:rPr>
        <w:t>不少城市将大健康产业作为支柱产业重点发展，并在重点领域占据先行优势，对后发地区形成赶超发展产生抑制作用</w:t>
      </w:r>
      <w:r>
        <w:rPr>
          <w:rFonts w:hint="eastAsia" w:ascii="Times New Roman" w:hAnsi="Times New Roman" w:eastAsia="方正仿宋_GBK"/>
          <w:sz w:val="32"/>
        </w:rPr>
        <w:t>。从内部看，人口老龄化问题凸显，根据全国第七次人口普查数据显示，渝北</w:t>
      </w:r>
      <w:r>
        <w:rPr>
          <w:rFonts w:ascii="Times New Roman" w:hAnsi="Times New Roman" w:eastAsia="方正仿宋_GBK"/>
          <w:sz w:val="32"/>
        </w:rPr>
        <w:t>60</w:t>
      </w:r>
      <w:r>
        <w:rPr>
          <w:rFonts w:hint="eastAsia" w:ascii="Times New Roman" w:hAnsi="Times New Roman" w:eastAsia="方正仿宋_GBK"/>
          <w:sz w:val="32"/>
        </w:rPr>
        <w:t>岁以上老年人</w:t>
      </w:r>
      <w:r>
        <w:rPr>
          <w:rFonts w:ascii="Times New Roman" w:hAnsi="Times New Roman" w:eastAsia="方正仿宋_GBK"/>
          <w:sz w:val="32"/>
        </w:rPr>
        <w:t>35.9</w:t>
      </w:r>
      <w:r>
        <w:rPr>
          <w:rFonts w:hint="eastAsia" w:ascii="Times New Roman" w:hAnsi="Times New Roman" w:eastAsia="方正仿宋_GBK"/>
          <w:sz w:val="32"/>
        </w:rPr>
        <w:t>万人，占比达到</w:t>
      </w:r>
      <w:r>
        <w:rPr>
          <w:rFonts w:ascii="Times New Roman" w:hAnsi="Times New Roman" w:eastAsia="方正仿宋_GBK"/>
          <w:sz w:val="32"/>
        </w:rPr>
        <w:t>16.4%</w:t>
      </w:r>
      <w:r>
        <w:rPr>
          <w:rFonts w:hint="eastAsia" w:ascii="Times New Roman" w:hAnsi="Times New Roman" w:eastAsia="方正仿宋_GBK"/>
          <w:sz w:val="32"/>
        </w:rPr>
        <w:t>，处于轻度老龄化状态；</w:t>
      </w:r>
      <w:r>
        <w:rPr>
          <w:rFonts w:hint="eastAsia" w:ascii="Times New Roman" w:hAnsi="Times New Roman" w:eastAsia="方正仿宋_GBK"/>
          <w:sz w:val="32"/>
          <w:szCs w:val="32"/>
        </w:rPr>
        <w:t>健康服务供给总体不足与需求不断增长之间的矛盾更加突出；</w:t>
      </w:r>
      <w:r>
        <w:rPr>
          <w:rFonts w:hint="eastAsia" w:ascii="Times New Roman" w:hAnsi="Times New Roman" w:eastAsia="方正仿宋_GBK"/>
          <w:kern w:val="0"/>
          <w:sz w:val="31"/>
          <w:szCs w:val="31"/>
        </w:rPr>
        <w:t>规上医药企业少，医药产业规模小，</w:t>
      </w:r>
      <w:r>
        <w:rPr>
          <w:rFonts w:hint="eastAsia" w:ascii="Times New Roman" w:hAnsi="Times New Roman" w:eastAsia="方正仿宋_GBK"/>
          <w:sz w:val="32"/>
          <w:szCs w:val="32"/>
        </w:rPr>
        <w:t>企业外流严重；研发和技术创新不足，高端研究院少，技术基础薄弱，关键核心技术对外依赖度高；分散发展，集群程度不高；</w:t>
      </w:r>
      <w:r>
        <w:rPr>
          <w:rFonts w:ascii="Times New Roman" w:hAnsi="Times New Roman" w:eastAsia="方正仿宋_GBK"/>
          <w:sz w:val="32"/>
          <w:szCs w:val="32"/>
        </w:rPr>
        <w:t>“</w:t>
      </w:r>
      <w:r>
        <w:rPr>
          <w:rFonts w:hint="eastAsia" w:ascii="Times New Roman" w:hAnsi="Times New Roman" w:eastAsia="方正仿宋_GBK"/>
          <w:sz w:val="32"/>
          <w:szCs w:val="32"/>
        </w:rPr>
        <w:t>健康</w:t>
      </w:r>
      <w:r>
        <w:rPr>
          <w:rFonts w:ascii="Times New Roman" w:hAnsi="Times New Roman" w:eastAsia="方正仿宋_GBK"/>
          <w:sz w:val="32"/>
          <w:szCs w:val="32"/>
        </w:rPr>
        <w:t>+”</w:t>
      </w:r>
      <w:r>
        <w:rPr>
          <w:rFonts w:hint="eastAsia" w:ascii="Times New Roman" w:hAnsi="Times New Roman" w:eastAsia="方正仿宋_GBK"/>
          <w:sz w:val="32"/>
          <w:szCs w:val="32"/>
        </w:rPr>
        <w:t>产业体系不健全，产业链各个环节衔接不紧密，融合发展不够。</w:t>
      </w:r>
    </w:p>
    <w:bookmarkEnd w:id="41"/>
    <w:bookmarkEnd w:id="42"/>
    <w:bookmarkEnd w:id="43"/>
    <w:bookmarkEnd w:id="44"/>
    <w:p>
      <w:pPr>
        <w:pStyle w:val="4"/>
        <w:spacing w:beforeLines="150" w:afterLines="150"/>
        <w:ind w:firstLine="0" w:firstLineChars="0"/>
        <w:jc w:val="center"/>
        <w:rPr>
          <w:kern w:val="2"/>
          <w:szCs w:val="32"/>
        </w:rPr>
      </w:pPr>
      <w:bookmarkStart w:id="45" w:name="_Toc12280"/>
      <w:bookmarkStart w:id="46" w:name="_Toc9340"/>
      <w:bookmarkStart w:id="47" w:name="_Toc26388"/>
      <w:bookmarkStart w:id="48" w:name="_Toc27193"/>
      <w:bookmarkStart w:id="49" w:name="_Toc25521"/>
      <w:bookmarkStart w:id="50" w:name="_Toc20853"/>
      <w:bookmarkStart w:id="51" w:name="_Toc20117"/>
      <w:bookmarkStart w:id="52" w:name="_Toc18598"/>
      <w:bookmarkStart w:id="53" w:name="_Toc22659"/>
      <w:bookmarkStart w:id="54" w:name="_Toc14865"/>
      <w:bookmarkStart w:id="55" w:name="_Toc25602"/>
      <w:bookmarkStart w:id="56" w:name="_Toc5079"/>
      <w:bookmarkStart w:id="57" w:name="_Toc31091"/>
      <w:bookmarkStart w:id="58" w:name="_Toc25013"/>
      <w:bookmarkStart w:id="59" w:name="_Toc4182"/>
      <w:r>
        <w:rPr>
          <w:rFonts w:hint="eastAsia"/>
        </w:rPr>
        <w:t>第二章</w:t>
      </w:r>
      <w:r>
        <w:t xml:space="preserve"> </w:t>
      </w:r>
      <w:r>
        <w:rPr>
          <w:rFonts w:hint="eastAsia"/>
        </w:rPr>
        <w:t>总体要求</w:t>
      </w:r>
      <w:bookmarkEnd w:id="45"/>
      <w:bookmarkEnd w:id="46"/>
    </w:p>
    <w:p>
      <w:pPr>
        <w:spacing w:beforeLines="100" w:afterLines="100" w:line="560" w:lineRule="exact"/>
        <w:jc w:val="center"/>
        <w:outlineLvl w:val="1"/>
        <w:rPr>
          <w:rFonts w:ascii="Times New Roman" w:hAnsi="Times New Roman" w:eastAsia="方正楷体_GBK"/>
          <w:sz w:val="32"/>
          <w:szCs w:val="32"/>
        </w:rPr>
      </w:pPr>
      <w:bookmarkStart w:id="60" w:name="_Toc10897"/>
      <w:bookmarkStart w:id="61" w:name="_Toc7778"/>
      <w:r>
        <w:rPr>
          <w:rFonts w:hint="eastAsia" w:ascii="Times New Roman" w:hAnsi="Times New Roman" w:eastAsia="方正楷体_GBK"/>
          <w:sz w:val="32"/>
          <w:szCs w:val="32"/>
        </w:rPr>
        <w:t>第一节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指导思想</w:t>
      </w:r>
      <w:bookmarkEnd w:id="47"/>
      <w:bookmarkEnd w:id="48"/>
      <w:bookmarkEnd w:id="49"/>
      <w:bookmarkEnd w:id="50"/>
      <w:bookmarkEnd w:id="51"/>
      <w:bookmarkEnd w:id="52"/>
      <w:bookmarkEnd w:id="53"/>
      <w:bookmarkEnd w:id="54"/>
      <w:bookmarkEnd w:id="55"/>
      <w:bookmarkEnd w:id="60"/>
      <w:bookmarkEnd w:id="61"/>
    </w:p>
    <w:p>
      <w:pPr>
        <w:spacing w:line="560" w:lineRule="exact"/>
        <w:ind w:firstLine="640" w:firstLineChars="200"/>
        <w:rPr>
          <w:rFonts w:ascii="Times New Roman" w:hAnsi="Times New Roman"/>
        </w:rPr>
      </w:pPr>
      <w:r>
        <w:rPr>
          <w:rFonts w:hint="eastAsia" w:ascii="Times New Roman" w:hAnsi="Times New Roman" w:eastAsia="方正仿宋_GBK"/>
          <w:sz w:val="32"/>
          <w:szCs w:val="32"/>
        </w:rPr>
        <w:t>以习近平新时代中国特色社会主义思想为指导，深入贯彻党的十九大和十九届二中、三中、四中、五中、六中全会精神，深化落实习近平总书记对重庆提出的</w:t>
      </w:r>
      <w:r>
        <w:rPr>
          <w:rFonts w:ascii="Times New Roman" w:hAnsi="Times New Roman" w:eastAsia="方正仿宋_GBK"/>
          <w:sz w:val="32"/>
          <w:szCs w:val="32"/>
        </w:rPr>
        <w:t>“</w:t>
      </w:r>
      <w:r>
        <w:rPr>
          <w:rFonts w:hint="eastAsia" w:ascii="Times New Roman" w:hAnsi="Times New Roman" w:eastAsia="方正仿宋_GBK"/>
          <w:sz w:val="32"/>
          <w:szCs w:val="32"/>
        </w:rPr>
        <w:t>两点</w:t>
      </w:r>
      <w:r>
        <w:rPr>
          <w:rFonts w:ascii="Times New Roman" w:hAnsi="Times New Roman" w:eastAsia="方正仿宋_GBK"/>
          <w:sz w:val="32"/>
          <w:szCs w:val="32"/>
        </w:rPr>
        <w:t>”</w:t>
      </w:r>
      <w:r>
        <w:rPr>
          <w:rFonts w:hint="eastAsia" w:ascii="Times New Roman" w:hAnsi="Times New Roman" w:eastAsia="方正仿宋_GBK"/>
          <w:sz w:val="32"/>
          <w:szCs w:val="32"/>
        </w:rPr>
        <w:t>定位、</w:t>
      </w:r>
      <w:r>
        <w:rPr>
          <w:rFonts w:ascii="Times New Roman" w:hAnsi="Times New Roman" w:eastAsia="方正仿宋_GBK"/>
          <w:sz w:val="32"/>
          <w:szCs w:val="32"/>
        </w:rPr>
        <w:t>“</w:t>
      </w:r>
      <w:r>
        <w:rPr>
          <w:rFonts w:hint="eastAsia" w:ascii="Times New Roman" w:hAnsi="Times New Roman" w:eastAsia="方正仿宋_GBK"/>
          <w:sz w:val="32"/>
          <w:szCs w:val="32"/>
        </w:rPr>
        <w:t>两地</w:t>
      </w:r>
      <w:r>
        <w:rPr>
          <w:rFonts w:ascii="Times New Roman" w:hAnsi="Times New Roman" w:eastAsia="方正仿宋_GBK"/>
          <w:sz w:val="32"/>
          <w:szCs w:val="32"/>
        </w:rPr>
        <w:t>”“</w:t>
      </w:r>
      <w:r>
        <w:rPr>
          <w:rFonts w:hint="eastAsia" w:ascii="Times New Roman" w:hAnsi="Times New Roman" w:eastAsia="方正仿宋_GBK"/>
          <w:sz w:val="32"/>
          <w:szCs w:val="32"/>
        </w:rPr>
        <w:t>两高</w:t>
      </w:r>
      <w:r>
        <w:rPr>
          <w:rFonts w:ascii="Times New Roman" w:hAnsi="Times New Roman" w:eastAsia="方正仿宋_GBK"/>
          <w:sz w:val="32"/>
          <w:szCs w:val="32"/>
        </w:rPr>
        <w:t>”</w:t>
      </w:r>
      <w:r>
        <w:rPr>
          <w:rFonts w:hint="eastAsia" w:ascii="Times New Roman" w:hAnsi="Times New Roman" w:eastAsia="方正仿宋_GBK"/>
          <w:sz w:val="32"/>
          <w:szCs w:val="32"/>
        </w:rPr>
        <w:t>目标、发挥</w:t>
      </w:r>
      <w:r>
        <w:rPr>
          <w:rFonts w:ascii="Times New Roman" w:hAnsi="Times New Roman" w:eastAsia="方正仿宋_GBK"/>
          <w:sz w:val="32"/>
          <w:szCs w:val="32"/>
        </w:rPr>
        <w:t>“</w:t>
      </w:r>
      <w:r>
        <w:rPr>
          <w:rFonts w:hint="eastAsia" w:ascii="Times New Roman" w:hAnsi="Times New Roman" w:eastAsia="方正仿宋_GBK"/>
          <w:sz w:val="32"/>
          <w:szCs w:val="32"/>
        </w:rPr>
        <w:t>三个作用</w:t>
      </w:r>
      <w:r>
        <w:rPr>
          <w:rFonts w:ascii="Times New Roman" w:hAnsi="Times New Roman" w:eastAsia="方正仿宋_GBK"/>
          <w:sz w:val="32"/>
          <w:szCs w:val="32"/>
        </w:rPr>
        <w:t>”</w:t>
      </w:r>
      <w:r>
        <w:rPr>
          <w:rFonts w:hint="eastAsia" w:ascii="Times New Roman" w:hAnsi="Times New Roman" w:eastAsia="方正仿宋_GBK"/>
          <w:sz w:val="32"/>
          <w:szCs w:val="32"/>
        </w:rPr>
        <w:t>和营造良好政治生态的重要指示要求，</w:t>
      </w:r>
      <w:r>
        <w:rPr>
          <w:rFonts w:hint="eastAsia" w:ascii="Times New Roman" w:hAnsi="Times New Roman" w:eastAsia="方正仿宋_GBK"/>
          <w:sz w:val="32"/>
          <w:szCs w:val="22"/>
        </w:rPr>
        <w:t>立足成为重庆发挥</w:t>
      </w:r>
      <w:r>
        <w:rPr>
          <w:rFonts w:ascii="Times New Roman" w:hAnsi="Times New Roman" w:eastAsia="方正仿宋_GBK"/>
          <w:sz w:val="32"/>
          <w:szCs w:val="22"/>
        </w:rPr>
        <w:t>“</w:t>
      </w:r>
      <w:r>
        <w:rPr>
          <w:rFonts w:hint="eastAsia" w:ascii="Times New Roman" w:hAnsi="Times New Roman" w:eastAsia="方正仿宋_GBK"/>
          <w:sz w:val="32"/>
          <w:szCs w:val="22"/>
        </w:rPr>
        <w:t>三个作用</w:t>
      </w:r>
      <w:r>
        <w:rPr>
          <w:rFonts w:ascii="Times New Roman" w:hAnsi="Times New Roman" w:eastAsia="方正仿宋_GBK"/>
          <w:sz w:val="32"/>
          <w:szCs w:val="22"/>
        </w:rPr>
        <w:t>”</w:t>
      </w:r>
      <w:r>
        <w:rPr>
          <w:rFonts w:hint="eastAsia" w:ascii="Times New Roman" w:hAnsi="Times New Roman" w:eastAsia="方正仿宋_GBK"/>
          <w:sz w:val="32"/>
          <w:szCs w:val="22"/>
        </w:rPr>
        <w:t>的重要支柱、枢纽门户和生态样板，</w:t>
      </w:r>
      <w:r>
        <w:rPr>
          <w:rFonts w:hint="eastAsia" w:ascii="Times New Roman" w:hAnsi="Times New Roman" w:eastAsia="方正仿宋_GBK"/>
          <w:sz w:val="32"/>
          <w:szCs w:val="32"/>
        </w:rPr>
        <w:t>立足新发展阶段，完整、准确、全面贯彻新发展理念，服务和融入新发展格局，坚持以人民为中心的发展思想，把人民健康放在优先发展战略地位，以全方位全周期维护和保障人民健康为目标，以供给侧结构为主线，以市场需求为牵引，以科技创新为支撑，突出</w:t>
      </w:r>
      <w:r>
        <w:rPr>
          <w:rFonts w:ascii="Times New Roman" w:hAnsi="Times New Roman" w:eastAsia="方正仿宋_GBK"/>
          <w:sz w:val="32"/>
          <w:szCs w:val="32"/>
        </w:rPr>
        <w:t>“</w:t>
      </w:r>
      <w:r>
        <w:rPr>
          <w:rFonts w:hint="eastAsia" w:ascii="Times New Roman" w:hAnsi="Times New Roman" w:eastAsia="方正仿宋_GBK"/>
          <w:sz w:val="32"/>
          <w:szCs w:val="32"/>
        </w:rPr>
        <w:t>特</w:t>
      </w:r>
      <w:r>
        <w:rPr>
          <w:rFonts w:ascii="Times New Roman" w:hAnsi="Times New Roman" w:eastAsia="方正仿宋_GBK"/>
          <w:sz w:val="32"/>
          <w:szCs w:val="32"/>
        </w:rPr>
        <w:t>”</w:t>
      </w:r>
      <w:r>
        <w:rPr>
          <w:rFonts w:hint="eastAsia" w:ascii="Times New Roman" w:hAnsi="Times New Roman" w:eastAsia="方正仿宋_GBK"/>
          <w:sz w:val="32"/>
          <w:szCs w:val="32"/>
        </w:rPr>
        <w:t>和</w:t>
      </w:r>
      <w:r>
        <w:rPr>
          <w:rFonts w:ascii="Times New Roman" w:hAnsi="Times New Roman" w:eastAsia="方正仿宋_GBK"/>
          <w:sz w:val="32"/>
          <w:szCs w:val="32"/>
        </w:rPr>
        <w:t>“</w:t>
      </w:r>
      <w:r>
        <w:rPr>
          <w:rFonts w:hint="eastAsia" w:ascii="Times New Roman" w:hAnsi="Times New Roman" w:eastAsia="方正仿宋_GBK"/>
          <w:sz w:val="32"/>
          <w:szCs w:val="32"/>
        </w:rPr>
        <w:t>融</w:t>
      </w:r>
      <w:r>
        <w:rPr>
          <w:rFonts w:ascii="Times New Roman" w:hAnsi="Times New Roman" w:eastAsia="方正仿宋_GBK"/>
          <w:sz w:val="32"/>
          <w:szCs w:val="32"/>
        </w:rPr>
        <w:t>”</w:t>
      </w:r>
      <w:r>
        <w:rPr>
          <w:rFonts w:hint="eastAsia" w:ascii="Times New Roman" w:hAnsi="Times New Roman" w:eastAsia="方正仿宋_GBK"/>
          <w:sz w:val="32"/>
          <w:szCs w:val="32"/>
        </w:rPr>
        <w:t>，聚焦</w:t>
      </w:r>
      <w:r>
        <w:rPr>
          <w:rFonts w:ascii="Times New Roman" w:hAnsi="Times New Roman" w:eastAsia="方正仿宋_GBK"/>
          <w:sz w:val="32"/>
          <w:szCs w:val="32"/>
        </w:rPr>
        <w:t>“</w:t>
      </w:r>
      <w:r>
        <w:rPr>
          <w:rFonts w:hint="eastAsia" w:ascii="Times New Roman" w:hAnsi="Times New Roman" w:eastAsia="方正仿宋_GBK"/>
          <w:sz w:val="32"/>
          <w:szCs w:val="32"/>
        </w:rPr>
        <w:t>医、药、养、健、管</w:t>
      </w:r>
      <w:r>
        <w:rPr>
          <w:rFonts w:ascii="Times New Roman" w:hAnsi="Times New Roman" w:eastAsia="方正仿宋_GBK"/>
          <w:sz w:val="32"/>
          <w:szCs w:val="32"/>
        </w:rPr>
        <w:t>”</w:t>
      </w:r>
      <w:r>
        <w:rPr>
          <w:rFonts w:hint="eastAsia" w:ascii="Times New Roman" w:hAnsi="Times New Roman" w:eastAsia="方正仿宋_GBK"/>
          <w:sz w:val="32"/>
          <w:szCs w:val="32"/>
        </w:rPr>
        <w:t>重点方向，最大限度盘活本地医疗资源、生态资源、自然人文资源，打造具有渝北特色的大健康全产业链，</w:t>
      </w:r>
      <w:r>
        <w:rPr>
          <w:rFonts w:hint="eastAsia" w:ascii="Times New Roman" w:hAnsi="Times New Roman" w:eastAsia="方正仿宋_GBK"/>
          <w:kern w:val="0"/>
          <w:sz w:val="31"/>
          <w:szCs w:val="31"/>
        </w:rPr>
        <w:t>建设大健康产业融合发展示范区。</w:t>
      </w:r>
    </w:p>
    <w:p>
      <w:pPr>
        <w:spacing w:beforeLines="100" w:afterLines="100" w:line="560" w:lineRule="exact"/>
        <w:jc w:val="center"/>
        <w:outlineLvl w:val="1"/>
        <w:rPr>
          <w:rFonts w:ascii="Times New Roman" w:hAnsi="Times New Roman" w:eastAsia="方正楷体_GBK"/>
          <w:sz w:val="32"/>
          <w:szCs w:val="32"/>
        </w:rPr>
      </w:pPr>
      <w:bookmarkStart w:id="62" w:name="_Toc15669"/>
      <w:bookmarkStart w:id="63" w:name="_Toc2676"/>
      <w:r>
        <w:rPr>
          <w:rFonts w:hint="eastAsia" w:ascii="Times New Roman" w:hAnsi="Times New Roman" w:eastAsia="方正楷体_GBK"/>
          <w:sz w:val="32"/>
          <w:szCs w:val="32"/>
        </w:rPr>
        <w:t>第二节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基本原则</w:t>
      </w:r>
      <w:bookmarkEnd w:id="62"/>
      <w:bookmarkEnd w:id="63"/>
    </w:p>
    <w:p>
      <w:pPr>
        <w:spacing w:line="560" w:lineRule="exact"/>
        <w:ind w:firstLine="643" w:firstLineChars="200"/>
        <w:rPr>
          <w:rFonts w:ascii="Times New Roman" w:hAnsi="Times New Roman" w:eastAsia="方正仿宋_GBK"/>
          <w:sz w:val="32"/>
          <w:szCs w:val="32"/>
        </w:rPr>
      </w:pPr>
      <w:r>
        <w:rPr>
          <w:rFonts w:ascii="Times New Roman" w:hAnsi="Times New Roman" w:eastAsia="方正仿宋_GBK"/>
          <w:b/>
          <w:bCs/>
          <w:sz w:val="32"/>
          <w:szCs w:val="32"/>
        </w:rPr>
        <w:t>——</w:t>
      </w:r>
      <w:r>
        <w:rPr>
          <w:rFonts w:hint="eastAsia" w:ascii="Times New Roman" w:hAnsi="Times New Roman" w:eastAsia="方正仿宋_GBK"/>
          <w:b/>
          <w:bCs/>
          <w:sz w:val="32"/>
          <w:szCs w:val="32"/>
        </w:rPr>
        <w:t>市场主导，政府引导。</w:t>
      </w:r>
      <w:r>
        <w:rPr>
          <w:rFonts w:hint="eastAsia" w:ascii="Times New Roman" w:hAnsi="Times New Roman" w:eastAsia="方正仿宋_GBK"/>
          <w:sz w:val="32"/>
          <w:szCs w:val="32"/>
        </w:rPr>
        <w:t>鼓励企业积极参与国内外市场分工，强化企业市场主体地位，发挥市场在资源配置中的决定性作用，培育一批具有较强市场竞争力的知名企业和拳头产品。发挥政府引导作用，通过深化体制机制改革，完善专项扶持政策，营造公平有序的产业生态环境，促进产业健康发展。</w:t>
      </w:r>
    </w:p>
    <w:p>
      <w:pPr>
        <w:spacing w:line="560" w:lineRule="exact"/>
        <w:ind w:firstLine="643" w:firstLineChars="200"/>
        <w:rPr>
          <w:rFonts w:ascii="Times New Roman" w:hAnsi="Times New Roman" w:eastAsia="方正楷体_GBK"/>
          <w:b/>
          <w:bCs/>
          <w:sz w:val="32"/>
          <w:szCs w:val="32"/>
        </w:rPr>
      </w:pPr>
      <w:r>
        <w:rPr>
          <w:rFonts w:ascii="Times New Roman" w:hAnsi="Times New Roman" w:eastAsia="方正仿宋_GBK"/>
          <w:b/>
          <w:bCs/>
          <w:sz w:val="32"/>
          <w:szCs w:val="32"/>
        </w:rPr>
        <w:t>——</w:t>
      </w:r>
      <w:r>
        <w:rPr>
          <w:rFonts w:hint="eastAsia" w:ascii="Times New Roman" w:hAnsi="Times New Roman" w:eastAsia="方正仿宋_GBK"/>
          <w:b/>
          <w:bCs/>
          <w:sz w:val="32"/>
          <w:szCs w:val="32"/>
        </w:rPr>
        <w:t>创新驱动，激发活力。</w:t>
      </w:r>
      <w:r>
        <w:rPr>
          <w:rFonts w:hint="eastAsia" w:ascii="Times New Roman" w:hAnsi="Times New Roman" w:eastAsia="方正仿宋_GBK"/>
          <w:sz w:val="32"/>
          <w:szCs w:val="32"/>
        </w:rPr>
        <w:t>持续加大研发投入，提高产业自主创新能力，促进人工智能、大数据等新兴技术应用，推动业态创新、模式创新，提升大健康产业核心竞争力。充分激发社会资本投资热情，有效释放大健康产业人才资源活力。</w:t>
      </w:r>
    </w:p>
    <w:p>
      <w:pPr>
        <w:spacing w:line="560" w:lineRule="exact"/>
        <w:ind w:firstLine="643" w:firstLineChars="200"/>
        <w:rPr>
          <w:rFonts w:ascii="Times New Roman" w:hAnsi="Times New Roman" w:eastAsia="方正仿宋_GBK"/>
        </w:rPr>
      </w:pPr>
      <w:r>
        <w:rPr>
          <w:rFonts w:ascii="Times New Roman" w:hAnsi="Times New Roman" w:eastAsia="方正仿宋_GBK"/>
          <w:b/>
          <w:bCs/>
          <w:sz w:val="32"/>
          <w:szCs w:val="32"/>
        </w:rPr>
        <w:t>——</w:t>
      </w:r>
      <w:r>
        <w:rPr>
          <w:rFonts w:hint="eastAsia" w:ascii="Times New Roman" w:hAnsi="Times New Roman" w:eastAsia="方正仿宋_GBK"/>
          <w:b/>
          <w:bCs/>
          <w:sz w:val="32"/>
          <w:szCs w:val="32"/>
        </w:rPr>
        <w:t>跨界联动，融合发展。</w:t>
      </w:r>
      <w:r>
        <w:rPr>
          <w:rFonts w:hint="eastAsia" w:ascii="Times New Roman" w:hAnsi="Times New Roman" w:eastAsia="方正仿宋_GBK"/>
          <w:sz w:val="32"/>
          <w:szCs w:val="32"/>
        </w:rPr>
        <w:t>推进生物、生命、生态有机统一，加快大健康一二三产跨界发展。加快完善</w:t>
      </w:r>
      <w:r>
        <w:rPr>
          <w:rFonts w:ascii="Times New Roman" w:hAnsi="Times New Roman" w:eastAsia="方正仿宋_GBK"/>
          <w:sz w:val="32"/>
          <w:szCs w:val="32"/>
        </w:rPr>
        <w:t>“</w:t>
      </w:r>
      <w:r>
        <w:rPr>
          <w:rFonts w:hint="eastAsia" w:ascii="Times New Roman" w:hAnsi="Times New Roman" w:eastAsia="方正仿宋_GBK"/>
          <w:sz w:val="32"/>
          <w:szCs w:val="32"/>
        </w:rPr>
        <w:t>健康</w:t>
      </w:r>
      <w:r>
        <w:rPr>
          <w:rFonts w:ascii="Times New Roman" w:hAnsi="Times New Roman" w:eastAsia="方正仿宋_GBK"/>
          <w:sz w:val="32"/>
          <w:szCs w:val="32"/>
        </w:rPr>
        <w:t>+”</w:t>
      </w:r>
      <w:r>
        <w:rPr>
          <w:rFonts w:hint="eastAsia" w:ascii="Times New Roman" w:hAnsi="Times New Roman" w:eastAsia="方正仿宋_GBK"/>
          <w:sz w:val="32"/>
          <w:szCs w:val="32"/>
        </w:rPr>
        <w:t>产业体系，促进健康与文旅、养老、体育、食品等深度融合，大力开发高附加值健康产品，拓展健康服务应用场景，延伸产业链，扩大生态圈，更好满足多元化健康消费需求。</w:t>
      </w:r>
    </w:p>
    <w:p>
      <w:pPr>
        <w:spacing w:line="560" w:lineRule="exact"/>
        <w:ind w:firstLine="643" w:firstLineChars="200"/>
        <w:rPr>
          <w:rFonts w:ascii="Times New Roman" w:hAnsi="Times New Roman"/>
        </w:rPr>
      </w:pPr>
      <w:r>
        <w:rPr>
          <w:rFonts w:ascii="Times New Roman" w:hAnsi="Times New Roman" w:eastAsia="方正仿宋_GBK"/>
          <w:b/>
          <w:bCs/>
          <w:sz w:val="32"/>
          <w:szCs w:val="32"/>
        </w:rPr>
        <w:t>——</w:t>
      </w:r>
      <w:r>
        <w:rPr>
          <w:rFonts w:hint="eastAsia" w:ascii="Times New Roman" w:hAnsi="Times New Roman" w:eastAsia="方正仿宋_GBK"/>
          <w:b/>
          <w:bCs/>
          <w:sz w:val="32"/>
          <w:szCs w:val="32"/>
        </w:rPr>
        <w:t>开放合作，协同发展。</w:t>
      </w:r>
      <w:r>
        <w:rPr>
          <w:rFonts w:hint="eastAsia" w:ascii="Times New Roman" w:hAnsi="Times New Roman" w:eastAsia="方正仿宋_GBK"/>
          <w:sz w:val="32"/>
          <w:szCs w:val="32"/>
        </w:rPr>
        <w:t>服务和融入新发展格局建设，用好国内国际两个市场和两种资源，推动大健康产业深度参与全球产业分工合作。突出</w:t>
      </w:r>
      <w:r>
        <w:rPr>
          <w:rFonts w:ascii="Times New Roman" w:hAnsi="Times New Roman" w:eastAsia="方正仿宋_GBK"/>
          <w:sz w:val="32"/>
          <w:szCs w:val="32"/>
        </w:rPr>
        <w:t>“</w:t>
      </w:r>
      <w:r>
        <w:rPr>
          <w:rFonts w:hint="eastAsia" w:ascii="Times New Roman" w:hAnsi="Times New Roman" w:eastAsia="方正仿宋_GBK"/>
          <w:sz w:val="32"/>
          <w:szCs w:val="32"/>
        </w:rPr>
        <w:t>引进来</w:t>
      </w:r>
      <w:r>
        <w:rPr>
          <w:rFonts w:ascii="Times New Roman" w:hAnsi="Times New Roman" w:eastAsia="方正仿宋_GBK"/>
          <w:sz w:val="32"/>
          <w:szCs w:val="32"/>
        </w:rPr>
        <w:t>”“</w:t>
      </w:r>
      <w:r>
        <w:rPr>
          <w:rFonts w:hint="eastAsia" w:ascii="Times New Roman" w:hAnsi="Times New Roman" w:eastAsia="方正仿宋_GBK"/>
          <w:sz w:val="32"/>
          <w:szCs w:val="32"/>
        </w:rPr>
        <w:t>走出去</w:t>
      </w:r>
      <w:r>
        <w:rPr>
          <w:rFonts w:ascii="Times New Roman" w:hAnsi="Times New Roman" w:eastAsia="方正仿宋_GBK"/>
          <w:sz w:val="32"/>
          <w:szCs w:val="32"/>
        </w:rPr>
        <w:t>”</w:t>
      </w:r>
      <w:r>
        <w:rPr>
          <w:rFonts w:hint="eastAsia" w:ascii="Times New Roman" w:hAnsi="Times New Roman" w:eastAsia="方正仿宋_GBK"/>
          <w:sz w:val="32"/>
          <w:szCs w:val="32"/>
        </w:rPr>
        <w:t>并重，注重引资、引技、引智并举，主动承接产业转移，吸引资源要素集聚，提升渝北健康品牌知名度和影响力。</w:t>
      </w:r>
    </w:p>
    <w:p>
      <w:pPr>
        <w:spacing w:beforeLines="100" w:afterLines="100" w:line="560" w:lineRule="exact"/>
        <w:jc w:val="center"/>
        <w:outlineLvl w:val="1"/>
        <w:rPr>
          <w:rFonts w:ascii="Times New Roman" w:hAnsi="Times New Roman" w:eastAsia="方正楷体_GBK"/>
        </w:rPr>
      </w:pPr>
      <w:bookmarkStart w:id="64" w:name="_Toc1218"/>
      <w:bookmarkStart w:id="65" w:name="_Toc18455"/>
      <w:bookmarkStart w:id="66" w:name="_Toc19377"/>
      <w:bookmarkStart w:id="67" w:name="_Toc4607"/>
      <w:bookmarkStart w:id="68" w:name="_Toc1610"/>
      <w:bookmarkStart w:id="69" w:name="_Toc12537"/>
      <w:bookmarkStart w:id="70" w:name="_Toc23796"/>
      <w:bookmarkStart w:id="71" w:name="_Toc26903"/>
      <w:bookmarkStart w:id="72" w:name="_Toc8609"/>
      <w:bookmarkStart w:id="73" w:name="_Toc10516"/>
      <w:bookmarkStart w:id="74" w:name="_Toc19491"/>
      <w:r>
        <w:rPr>
          <w:rFonts w:hint="eastAsia" w:ascii="Times New Roman" w:hAnsi="Times New Roman" w:eastAsia="方正楷体_GBK"/>
          <w:sz w:val="32"/>
          <w:szCs w:val="32"/>
        </w:rPr>
        <w:t>第三节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发展定位</w:t>
      </w:r>
      <w:bookmarkEnd w:id="64"/>
    </w:p>
    <w:p>
      <w:pPr>
        <w:pStyle w:val="16"/>
        <w:spacing w:after="0" w:line="560" w:lineRule="exact"/>
        <w:ind w:left="0" w:leftChars="0" w:firstLine="31680"/>
        <w:rPr>
          <w:rFonts w:cs="Times New Roman"/>
          <w:szCs w:val="32"/>
        </w:rPr>
      </w:pPr>
      <w:r>
        <w:rPr>
          <w:rFonts w:hint="eastAsia" w:cs="Times New Roman"/>
          <w:szCs w:val="32"/>
        </w:rPr>
        <w:t>统筹全区大健康产业发展基础、比较优势和未来发展潜力，围绕建设大健康产业融合发展示范区，聚焦</w:t>
      </w:r>
      <w:r>
        <w:rPr>
          <w:rFonts w:cs="Times New Roman"/>
          <w:szCs w:val="32"/>
        </w:rPr>
        <w:t>“</w:t>
      </w:r>
      <w:r>
        <w:rPr>
          <w:rFonts w:hint="eastAsia" w:cs="Times New Roman"/>
          <w:szCs w:val="32"/>
        </w:rPr>
        <w:t>医疗</w:t>
      </w:r>
      <w:r>
        <w:rPr>
          <w:rFonts w:cs="Times New Roman"/>
          <w:szCs w:val="32"/>
        </w:rPr>
        <w:t>”“</w:t>
      </w:r>
      <w:r>
        <w:rPr>
          <w:rFonts w:hint="eastAsia" w:cs="Times New Roman"/>
          <w:szCs w:val="32"/>
        </w:rPr>
        <w:t>中医药</w:t>
      </w:r>
      <w:r>
        <w:rPr>
          <w:rFonts w:cs="Times New Roman"/>
          <w:szCs w:val="32"/>
        </w:rPr>
        <w:t>”</w:t>
      </w:r>
      <w:r>
        <w:rPr>
          <w:rFonts w:hint="eastAsia" w:cs="Times New Roman"/>
          <w:szCs w:val="32"/>
        </w:rPr>
        <w:t>领域，打好</w:t>
      </w:r>
      <w:r>
        <w:rPr>
          <w:rFonts w:cs="Times New Roman"/>
          <w:szCs w:val="32"/>
        </w:rPr>
        <w:t>“</w:t>
      </w:r>
      <w:r>
        <w:rPr>
          <w:rFonts w:hint="eastAsia" w:cs="Times New Roman"/>
          <w:szCs w:val="32"/>
        </w:rPr>
        <w:t>康养</w:t>
      </w:r>
      <w:r>
        <w:rPr>
          <w:rFonts w:cs="Times New Roman"/>
          <w:szCs w:val="32"/>
        </w:rPr>
        <w:t>”</w:t>
      </w:r>
      <w:r>
        <w:rPr>
          <w:rFonts w:hint="eastAsia" w:cs="Times New Roman"/>
          <w:szCs w:val="32"/>
        </w:rPr>
        <w:t>牌，努力打造重庆优质医疗资源聚集区、成渝地区重要中医药基地、国内外知名康养胜地。</w:t>
      </w:r>
    </w:p>
    <w:p>
      <w:pPr>
        <w:pStyle w:val="2"/>
        <w:spacing w:line="560" w:lineRule="exact"/>
        <w:ind w:firstLine="643" w:firstLineChars="200"/>
        <w:rPr>
          <w:rFonts w:ascii="Times New Roman" w:hAnsi="Times New Roman" w:cs="Times New Roman"/>
          <w:sz w:val="32"/>
          <w:szCs w:val="40"/>
          <w:lang w:val="en-US"/>
        </w:rPr>
      </w:pPr>
      <w:r>
        <w:rPr>
          <w:rFonts w:ascii="Times New Roman" w:hAnsi="Times New Roman" w:cs="Times New Roman"/>
          <w:b/>
          <w:bCs/>
          <w:sz w:val="32"/>
          <w:szCs w:val="40"/>
          <w:lang w:val="en-US"/>
        </w:rPr>
        <w:t>——</w:t>
      </w:r>
      <w:r>
        <w:rPr>
          <w:rFonts w:hint="eastAsia" w:ascii="Times New Roman" w:hAnsi="Times New Roman" w:cs="Times New Roman"/>
          <w:b/>
          <w:bCs/>
          <w:sz w:val="32"/>
          <w:szCs w:val="40"/>
          <w:lang w:val="en-US"/>
        </w:rPr>
        <w:t>重庆优质医疗资源聚集区。</w:t>
      </w:r>
      <w:r>
        <w:rPr>
          <w:rFonts w:hint="eastAsia" w:ascii="Times New Roman" w:hAnsi="Times New Roman" w:cs="Times New Roman"/>
          <w:sz w:val="32"/>
          <w:szCs w:val="32"/>
        </w:rPr>
        <w:t>加强招商引资，争取引入一批市级重点医疗项目和优质医疗集团项目落户渝北。</w:t>
      </w:r>
      <w:r>
        <w:rPr>
          <w:rFonts w:hint="eastAsia" w:ascii="Times New Roman" w:hAnsi="Times New Roman" w:cs="Times New Roman"/>
          <w:sz w:val="32"/>
          <w:szCs w:val="40"/>
          <w:lang w:val="en-US"/>
        </w:rPr>
        <w:t>加快优质医疗服务扩容，优化医疗资源配置及布局，推动医疗服务技术创新，培育一批具有高水平服务能力的综合医院和专科医院。加强医疗服务体系和能力建设，开展跨区域合作，探索建设跨区域</w:t>
      </w:r>
      <w:r>
        <w:rPr>
          <w:rFonts w:ascii="Times New Roman" w:hAnsi="Times New Roman" w:cs="Times New Roman"/>
          <w:sz w:val="32"/>
          <w:szCs w:val="40"/>
          <w:lang w:val="en-US"/>
        </w:rPr>
        <w:t>“</w:t>
      </w:r>
      <w:r>
        <w:rPr>
          <w:rFonts w:hint="eastAsia" w:ascii="Times New Roman" w:hAnsi="Times New Roman" w:cs="Times New Roman"/>
          <w:sz w:val="32"/>
          <w:szCs w:val="40"/>
          <w:lang w:val="en-US"/>
        </w:rPr>
        <w:t>医联体</w:t>
      </w:r>
      <w:r>
        <w:rPr>
          <w:rFonts w:ascii="Times New Roman" w:hAnsi="Times New Roman" w:cs="Times New Roman"/>
          <w:sz w:val="32"/>
          <w:szCs w:val="40"/>
          <w:lang w:val="en-US"/>
        </w:rPr>
        <w:t>”</w:t>
      </w:r>
      <w:r>
        <w:rPr>
          <w:rFonts w:hint="eastAsia" w:ascii="Times New Roman" w:hAnsi="Times New Roman" w:cs="Times New Roman"/>
          <w:sz w:val="32"/>
          <w:szCs w:val="40"/>
          <w:lang w:val="en-US"/>
        </w:rPr>
        <w:t>，鼓励区域优质医疗资源合作办医，促进优质医疗卫生资源共享，打造一批竞争力强的医疗服务品牌。</w:t>
      </w:r>
    </w:p>
    <w:p>
      <w:pPr>
        <w:widowControl/>
        <w:spacing w:line="560" w:lineRule="exact"/>
        <w:ind w:firstLine="643" w:firstLineChars="200"/>
        <w:rPr>
          <w:rFonts w:ascii="Times New Roman" w:hAnsi="Times New Roman"/>
        </w:rPr>
      </w:pPr>
      <w:r>
        <w:rPr>
          <w:rFonts w:ascii="Times New Roman" w:hAnsi="Times New Roman" w:eastAsia="方正仿宋_GBK"/>
          <w:b/>
          <w:bCs/>
          <w:sz w:val="32"/>
          <w:szCs w:val="40"/>
        </w:rPr>
        <w:t>——</w:t>
      </w:r>
      <w:r>
        <w:rPr>
          <w:rFonts w:hint="eastAsia" w:ascii="Times New Roman" w:hAnsi="Times New Roman" w:eastAsia="方正仿宋_GBK"/>
          <w:b/>
          <w:bCs/>
          <w:sz w:val="32"/>
          <w:szCs w:val="40"/>
        </w:rPr>
        <w:t>成渝地区重要中医药基地。</w:t>
      </w:r>
      <w:r>
        <w:rPr>
          <w:rFonts w:hint="eastAsia" w:ascii="Times New Roman" w:hAnsi="Times New Roman" w:eastAsia="方正仿宋_GBK"/>
          <w:sz w:val="32"/>
          <w:szCs w:val="40"/>
        </w:rPr>
        <w:t>深化川渝两地合作，充分发挥两地在中医药学术、人才、医疗、产业等方面的特色优势，提质增效中医药制造业，提速壮大中药材种植业，提级扩容中医药商贸流通，提升产学研协同创新能力，推动两地中医药事业、产业、文化一体化发展。</w:t>
      </w:r>
    </w:p>
    <w:p>
      <w:pPr>
        <w:spacing w:line="560" w:lineRule="exact"/>
        <w:ind w:firstLine="643" w:firstLineChars="200"/>
        <w:rPr>
          <w:rFonts w:ascii="Times New Roman" w:hAnsi="Times New Roman" w:eastAsia="方正仿宋_GBK"/>
          <w:sz w:val="32"/>
          <w:szCs w:val="40"/>
        </w:rPr>
      </w:pPr>
      <w:r>
        <w:rPr>
          <w:rFonts w:ascii="Times New Roman" w:hAnsi="Times New Roman" w:eastAsia="方正仿宋_GBK"/>
          <w:b/>
          <w:bCs/>
          <w:sz w:val="32"/>
          <w:szCs w:val="40"/>
        </w:rPr>
        <w:t>——</w:t>
      </w:r>
      <w:r>
        <w:rPr>
          <w:rFonts w:hint="eastAsia" w:ascii="Times New Roman" w:hAnsi="Times New Roman" w:eastAsia="方正仿宋_GBK"/>
          <w:b/>
          <w:bCs/>
          <w:sz w:val="32"/>
          <w:szCs w:val="40"/>
        </w:rPr>
        <w:t>国内外知名康养胜地。</w:t>
      </w:r>
      <w:r>
        <w:rPr>
          <w:rFonts w:hint="eastAsia" w:ascii="Times New Roman" w:hAnsi="Times New Roman" w:eastAsia="方正仿宋_GBK"/>
          <w:sz w:val="32"/>
          <w:szCs w:val="40"/>
        </w:rPr>
        <w:t>巩固全国文明城区、全国绿化模范单位、国家生态文明建设示范区等成果，</w:t>
      </w:r>
      <w:r>
        <w:rPr>
          <w:rFonts w:hint="eastAsia" w:ascii="Times New Roman" w:hAnsi="Times New Roman" w:eastAsia="方正仿宋_GBK"/>
          <w:sz w:val="32"/>
          <w:szCs w:val="22"/>
        </w:rPr>
        <w:t>依托渝北优质的生态、气候、温泉、医疗等资源</w:t>
      </w:r>
      <w:r>
        <w:rPr>
          <w:rFonts w:hint="eastAsia" w:ascii="Times New Roman" w:hAnsi="Times New Roman" w:eastAsia="方正仿宋_GBK"/>
          <w:sz w:val="32"/>
          <w:szCs w:val="40"/>
        </w:rPr>
        <w:t>，加快医养、游养、体养、食养等深度融合，打造提升一批温泉度假区和特色康养度假区，构筑大健康产业高地。</w:t>
      </w:r>
    </w:p>
    <w:p>
      <w:pPr>
        <w:spacing w:beforeLines="100" w:afterLines="100" w:line="560" w:lineRule="exact"/>
        <w:jc w:val="center"/>
        <w:outlineLvl w:val="1"/>
        <w:rPr>
          <w:rFonts w:ascii="Times New Roman" w:hAnsi="Times New Roman" w:eastAsia="方正楷体_GBK"/>
        </w:rPr>
      </w:pPr>
      <w:bookmarkStart w:id="75" w:name="_Toc27896"/>
      <w:r>
        <w:rPr>
          <w:rFonts w:hint="eastAsia" w:ascii="Times New Roman" w:hAnsi="Times New Roman" w:eastAsia="方正楷体_GBK"/>
          <w:sz w:val="32"/>
          <w:szCs w:val="32"/>
        </w:rPr>
        <w:t>第四节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发展目标</w:t>
      </w:r>
      <w:bookmarkEnd w:id="65"/>
      <w:bookmarkEnd w:id="66"/>
      <w:bookmarkEnd w:id="67"/>
      <w:bookmarkEnd w:id="68"/>
      <w:bookmarkEnd w:id="69"/>
      <w:bookmarkEnd w:id="70"/>
      <w:bookmarkEnd w:id="71"/>
      <w:bookmarkEnd w:id="72"/>
      <w:bookmarkEnd w:id="73"/>
      <w:bookmarkEnd w:id="74"/>
      <w:bookmarkEnd w:id="75"/>
    </w:p>
    <w:p>
      <w:pPr>
        <w:spacing w:line="560" w:lineRule="exact"/>
        <w:ind w:firstLine="643" w:firstLineChars="200"/>
        <w:rPr>
          <w:rFonts w:ascii="Times New Roman" w:hAnsi="Times New Roman"/>
        </w:rPr>
      </w:pPr>
      <w:r>
        <w:rPr>
          <w:rFonts w:hint="eastAsia" w:ascii="Times New Roman" w:hAnsi="Times New Roman" w:eastAsia="方正仿宋_GBK"/>
          <w:b/>
          <w:bCs/>
          <w:sz w:val="32"/>
          <w:szCs w:val="32"/>
        </w:rPr>
        <w:t>到</w:t>
      </w:r>
      <w:r>
        <w:rPr>
          <w:rFonts w:ascii="Times New Roman" w:hAnsi="Times New Roman" w:eastAsia="方正仿宋_GBK"/>
          <w:b/>
          <w:bCs/>
          <w:sz w:val="32"/>
          <w:szCs w:val="32"/>
        </w:rPr>
        <w:t>2025</w:t>
      </w:r>
      <w:r>
        <w:rPr>
          <w:rFonts w:hint="eastAsia" w:ascii="Times New Roman" w:hAnsi="Times New Roman" w:eastAsia="方正仿宋_GBK"/>
          <w:b/>
          <w:bCs/>
          <w:sz w:val="32"/>
          <w:szCs w:val="32"/>
        </w:rPr>
        <w:t>年</w:t>
      </w:r>
      <w:r>
        <w:rPr>
          <w:rFonts w:hint="eastAsia" w:ascii="Times New Roman" w:hAnsi="Times New Roman" w:eastAsia="方正仿宋_GBK"/>
          <w:sz w:val="32"/>
          <w:szCs w:val="32"/>
        </w:rPr>
        <w:t>，基本形成覆盖全生命周期、内涵丰富、结构合理、特色鲜明的大健康产业体系，优质健康资源覆盖面有效扩大，健康创新技术和转化能力大幅提升，公共卫生应急管理体系更加健全，大健康产业成为全区重要支柱产业，产业高质量发展水平走在重庆前列，基本建成大健康产业融合发展示范区。</w:t>
      </w:r>
    </w:p>
    <w:p>
      <w:pPr>
        <w:spacing w:line="560" w:lineRule="exact"/>
        <w:ind w:firstLine="643" w:firstLineChars="200"/>
        <w:rPr>
          <w:rFonts w:ascii="Times New Roman" w:hAnsi="Times New Roman" w:eastAsia="方正仿宋_GBK"/>
          <w:sz w:val="32"/>
          <w:szCs w:val="32"/>
        </w:rPr>
      </w:pPr>
      <w:r>
        <w:rPr>
          <w:rFonts w:ascii="Times New Roman" w:hAnsi="Times New Roman" w:eastAsia="方正仿宋_GBK"/>
          <w:b/>
          <w:bCs/>
          <w:sz w:val="32"/>
          <w:szCs w:val="32"/>
        </w:rPr>
        <w:t>——</w:t>
      </w:r>
      <w:r>
        <w:rPr>
          <w:rFonts w:hint="eastAsia" w:ascii="Times New Roman" w:hAnsi="Times New Roman" w:eastAsia="方正仿宋_GBK"/>
          <w:b/>
          <w:bCs/>
          <w:sz w:val="32"/>
          <w:szCs w:val="32"/>
        </w:rPr>
        <w:t>产业规模显著扩大。</w:t>
      </w:r>
      <w:r>
        <w:rPr>
          <w:rFonts w:hint="eastAsia" w:ascii="Times New Roman" w:hAnsi="Times New Roman" w:eastAsia="方正仿宋_GBK"/>
          <w:sz w:val="32"/>
          <w:szCs w:val="32"/>
        </w:rPr>
        <w:t>大健康产业实现快速增长，发展水平显著提升。大健康产业增加值占</w:t>
      </w:r>
      <w:r>
        <w:rPr>
          <w:rFonts w:ascii="Times New Roman" w:hAnsi="Times New Roman" w:eastAsia="方正仿宋_GBK"/>
          <w:sz w:val="32"/>
          <w:szCs w:val="32"/>
        </w:rPr>
        <w:t>GDP</w:t>
      </w:r>
      <w:r>
        <w:rPr>
          <w:rFonts w:hint="eastAsia" w:ascii="Times New Roman" w:hAnsi="Times New Roman" w:eastAsia="方正仿宋_GBK"/>
          <w:sz w:val="32"/>
          <w:szCs w:val="32"/>
        </w:rPr>
        <w:t>比重力争达到全市平均水平。生物医药产业规模不断扩大，产值突破</w:t>
      </w:r>
      <w:r>
        <w:rPr>
          <w:rFonts w:ascii="Times New Roman" w:hAnsi="Times New Roman" w:eastAsia="方正仿宋_GBK"/>
          <w:sz w:val="32"/>
          <w:szCs w:val="32"/>
        </w:rPr>
        <w:t>100</w:t>
      </w:r>
      <w:r>
        <w:rPr>
          <w:rFonts w:hint="eastAsia" w:ascii="Times New Roman" w:hAnsi="Times New Roman" w:eastAsia="方正仿宋_GBK"/>
          <w:sz w:val="32"/>
          <w:szCs w:val="32"/>
        </w:rPr>
        <w:t>亿元。培育一批具有市场竞争力的大健康产业企业和知名品牌，年产值达</w:t>
      </w:r>
      <w:r>
        <w:rPr>
          <w:rFonts w:ascii="Times New Roman" w:hAnsi="Times New Roman" w:eastAsia="方正仿宋_GBK"/>
          <w:sz w:val="32"/>
          <w:szCs w:val="32"/>
        </w:rPr>
        <w:t>10</w:t>
      </w:r>
      <w:r>
        <w:rPr>
          <w:rFonts w:hint="eastAsia" w:ascii="Times New Roman" w:hAnsi="Times New Roman" w:eastAsia="方正仿宋_GBK"/>
          <w:sz w:val="32"/>
          <w:szCs w:val="32"/>
        </w:rPr>
        <w:t>亿元的单位</w:t>
      </w:r>
      <w:r>
        <w:rPr>
          <w:rFonts w:ascii="Times New Roman" w:hAnsi="Times New Roman" w:eastAsia="方正仿宋_GBK"/>
          <w:sz w:val="32"/>
          <w:szCs w:val="32"/>
        </w:rPr>
        <w:t>8-10</w:t>
      </w:r>
      <w:r>
        <w:rPr>
          <w:rFonts w:hint="eastAsia" w:ascii="Times New Roman" w:hAnsi="Times New Roman" w:eastAsia="方正仿宋_GBK"/>
          <w:sz w:val="32"/>
          <w:szCs w:val="32"/>
        </w:rPr>
        <w:t>家，</w:t>
      </w:r>
      <w:r>
        <w:rPr>
          <w:rFonts w:ascii="Times New Roman" w:hAnsi="Times New Roman" w:eastAsia="方正仿宋_GBK"/>
          <w:sz w:val="32"/>
          <w:szCs w:val="32"/>
        </w:rPr>
        <w:t>1</w:t>
      </w:r>
      <w:r>
        <w:rPr>
          <w:rFonts w:hint="eastAsia" w:ascii="Times New Roman" w:hAnsi="Times New Roman" w:eastAsia="方正仿宋_GBK"/>
          <w:sz w:val="32"/>
          <w:szCs w:val="32"/>
        </w:rPr>
        <w:t>亿元以上的单位</w:t>
      </w:r>
      <w:r>
        <w:rPr>
          <w:rFonts w:ascii="Times New Roman" w:hAnsi="Times New Roman" w:eastAsia="方正仿宋_GBK"/>
          <w:sz w:val="32"/>
          <w:szCs w:val="32"/>
        </w:rPr>
        <w:t>10-12</w:t>
      </w:r>
      <w:r>
        <w:rPr>
          <w:rFonts w:hint="eastAsia" w:ascii="Times New Roman" w:hAnsi="Times New Roman" w:eastAsia="方正仿宋_GBK"/>
          <w:sz w:val="32"/>
          <w:szCs w:val="32"/>
        </w:rPr>
        <w:t>家。</w:t>
      </w:r>
    </w:p>
    <w:p>
      <w:pPr>
        <w:spacing w:line="560" w:lineRule="exact"/>
        <w:ind w:firstLine="643" w:firstLineChars="200"/>
        <w:rPr>
          <w:rFonts w:ascii="Times New Roman" w:hAnsi="Times New Roman" w:eastAsia="方正仿宋_GBK"/>
          <w:sz w:val="32"/>
          <w:szCs w:val="32"/>
        </w:rPr>
      </w:pPr>
      <w:r>
        <w:rPr>
          <w:rFonts w:ascii="Times New Roman" w:hAnsi="Times New Roman" w:eastAsia="方正仿宋_GBK"/>
          <w:b/>
          <w:bCs/>
          <w:sz w:val="32"/>
          <w:szCs w:val="32"/>
        </w:rPr>
        <w:t>——</w:t>
      </w:r>
      <w:r>
        <w:rPr>
          <w:rFonts w:hint="eastAsia" w:ascii="Times New Roman" w:hAnsi="Times New Roman" w:eastAsia="方正仿宋_GBK"/>
          <w:b/>
          <w:bCs/>
          <w:sz w:val="32"/>
          <w:szCs w:val="32"/>
        </w:rPr>
        <w:t>创新能力有效提升。</w:t>
      </w:r>
      <w:r>
        <w:rPr>
          <w:rFonts w:hint="eastAsia" w:ascii="Times New Roman" w:hAnsi="Times New Roman" w:eastAsia="方正仿宋_GBK"/>
          <w:sz w:val="32"/>
          <w:szCs w:val="32"/>
        </w:rPr>
        <w:t>技术创新、业态创新、模式创新和产业创新能力明显提升，形成一批具有区域国际竞争力的健康产业创新中心、健康成果转化应用平台。</w:t>
      </w:r>
    </w:p>
    <w:p>
      <w:pPr>
        <w:pStyle w:val="45"/>
        <w:adjustRightInd w:val="0"/>
        <w:snapToGrid w:val="0"/>
        <w:spacing w:before="0" w:beforeAutospacing="0" w:after="0" w:afterAutospacing="0" w:line="560" w:lineRule="exact"/>
        <w:ind w:firstLine="643" w:firstLineChars="200"/>
        <w:jc w:val="both"/>
        <w:rPr>
          <w:rFonts w:ascii="Times New Roman" w:hAnsi="Times New Roman" w:eastAsia="方正仿宋_GBK" w:cs="Times New Roman"/>
          <w:kern w:val="2"/>
          <w:sz w:val="32"/>
          <w:szCs w:val="32"/>
        </w:rPr>
      </w:pPr>
      <w:r>
        <w:rPr>
          <w:rFonts w:ascii="Times New Roman" w:hAnsi="Times New Roman" w:eastAsia="方正仿宋_GBK" w:cs="Times New Roman"/>
          <w:b/>
          <w:bCs/>
          <w:sz w:val="32"/>
          <w:szCs w:val="32"/>
        </w:rPr>
        <w:t>——</w:t>
      </w:r>
      <w:r>
        <w:rPr>
          <w:rFonts w:hint="eastAsia" w:ascii="Times New Roman" w:hAnsi="Times New Roman" w:eastAsia="方正仿宋_GBK" w:cs="Times New Roman"/>
          <w:b/>
          <w:bCs/>
          <w:kern w:val="2"/>
          <w:sz w:val="32"/>
          <w:szCs w:val="32"/>
        </w:rPr>
        <w:t>发展环境持续优化。</w:t>
      </w:r>
      <w:r>
        <w:rPr>
          <w:rFonts w:hint="eastAsia" w:ascii="Times New Roman" w:hAnsi="Times New Roman" w:eastAsia="方正仿宋_GBK" w:cs="Times New Roman"/>
          <w:kern w:val="2"/>
          <w:sz w:val="32"/>
          <w:szCs w:val="32"/>
        </w:rPr>
        <w:t>大健康产业政策支持、统计监测，行业规范及标准等体系持续健全。公立医院、医疗保障制度、医药供应保障体系等改革成效显著，公共卫生服务、疾病预防控制、重大疫情救治等体系更加完善。</w:t>
      </w:r>
      <w:r>
        <w:rPr>
          <w:rFonts w:ascii="Times New Roman" w:hAnsi="Times New Roman" w:eastAsia="方正仿宋_GBK" w:cs="Times New Roman"/>
          <w:kern w:val="2"/>
          <w:sz w:val="32"/>
          <w:szCs w:val="32"/>
        </w:rPr>
        <w:t>“</w:t>
      </w:r>
      <w:r>
        <w:rPr>
          <w:rFonts w:hint="eastAsia" w:ascii="Times New Roman" w:hAnsi="Times New Roman" w:eastAsia="方正仿宋_GBK" w:cs="Times New Roman"/>
          <w:kern w:val="2"/>
          <w:sz w:val="32"/>
          <w:szCs w:val="32"/>
        </w:rPr>
        <w:t>健康</w:t>
      </w:r>
      <w:r>
        <w:rPr>
          <w:rFonts w:ascii="Times New Roman" w:hAnsi="Times New Roman" w:eastAsia="方正仿宋_GBK" w:cs="Times New Roman"/>
          <w:kern w:val="2"/>
          <w:sz w:val="32"/>
          <w:szCs w:val="32"/>
        </w:rPr>
        <w:t>+”</w:t>
      </w:r>
      <w:r>
        <w:rPr>
          <w:rFonts w:hint="eastAsia" w:ascii="Times New Roman" w:hAnsi="Times New Roman" w:eastAsia="方正仿宋_GBK" w:cs="Times New Roman"/>
          <w:kern w:val="2"/>
          <w:sz w:val="32"/>
          <w:szCs w:val="32"/>
        </w:rPr>
        <w:t>内涵元素更加多元、应用场景更加丰富。全社会健康意识显著增强，形成政府引导、社会参与、市场规范、行业自律的良好发展环境。</w:t>
      </w:r>
    </w:p>
    <w:p>
      <w:pPr>
        <w:pStyle w:val="16"/>
        <w:spacing w:after="0" w:line="560" w:lineRule="exact"/>
        <w:ind w:left="0" w:leftChars="0" w:firstLine="31680"/>
        <w:rPr>
          <w:rFonts w:cs="Times New Roman"/>
          <w:szCs w:val="32"/>
        </w:rPr>
      </w:pPr>
      <w:r>
        <w:rPr>
          <w:rFonts w:hint="eastAsia" w:cs="Times New Roman"/>
          <w:b/>
          <w:bCs/>
          <w:szCs w:val="32"/>
        </w:rPr>
        <w:t>展望到</w:t>
      </w:r>
      <w:r>
        <w:rPr>
          <w:rFonts w:cs="Times New Roman"/>
          <w:b/>
          <w:bCs/>
          <w:szCs w:val="32"/>
        </w:rPr>
        <w:t>2035</w:t>
      </w:r>
      <w:r>
        <w:rPr>
          <w:rFonts w:hint="eastAsia" w:cs="Times New Roman"/>
          <w:b/>
          <w:bCs/>
          <w:szCs w:val="32"/>
        </w:rPr>
        <w:t>年</w:t>
      </w:r>
      <w:r>
        <w:rPr>
          <w:rFonts w:hint="eastAsia" w:cs="Times New Roman"/>
          <w:szCs w:val="32"/>
        </w:rPr>
        <w:t>，建成与</w:t>
      </w:r>
      <w:r>
        <w:rPr>
          <w:rFonts w:cs="Times New Roman"/>
          <w:szCs w:val="32"/>
        </w:rPr>
        <w:t>“</w:t>
      </w:r>
      <w:r>
        <w:rPr>
          <w:rFonts w:hint="eastAsia" w:cs="Times New Roman"/>
          <w:szCs w:val="32"/>
        </w:rPr>
        <w:t>两点</w:t>
      </w:r>
      <w:r>
        <w:rPr>
          <w:rFonts w:cs="Times New Roman"/>
          <w:szCs w:val="32"/>
        </w:rPr>
        <w:t>”</w:t>
      </w:r>
      <w:r>
        <w:rPr>
          <w:rFonts w:hint="eastAsia" w:cs="Times New Roman"/>
          <w:szCs w:val="32"/>
        </w:rPr>
        <w:t>定位和</w:t>
      </w:r>
      <w:r>
        <w:rPr>
          <w:rFonts w:cs="Times New Roman"/>
          <w:szCs w:val="32"/>
        </w:rPr>
        <w:t>“</w:t>
      </w:r>
      <w:r>
        <w:rPr>
          <w:rFonts w:hint="eastAsia" w:cs="Times New Roman"/>
          <w:szCs w:val="32"/>
        </w:rPr>
        <w:t>两地</w:t>
      </w:r>
      <w:r>
        <w:rPr>
          <w:rFonts w:cs="Times New Roman"/>
          <w:szCs w:val="32"/>
        </w:rPr>
        <w:t>”“</w:t>
      </w:r>
      <w:r>
        <w:rPr>
          <w:rFonts w:hint="eastAsia" w:cs="Times New Roman"/>
          <w:szCs w:val="32"/>
        </w:rPr>
        <w:t>两高</w:t>
      </w:r>
      <w:r>
        <w:rPr>
          <w:rFonts w:cs="Times New Roman"/>
          <w:szCs w:val="32"/>
        </w:rPr>
        <w:t>”</w:t>
      </w:r>
      <w:r>
        <w:rPr>
          <w:rFonts w:hint="eastAsia" w:cs="Times New Roman"/>
          <w:szCs w:val="32"/>
        </w:rPr>
        <w:t>目标相匹配、与现代化发展相衔接的大健康产业体系，集聚效应和示范效应不断显现，形成若干在国内外具有较强影响力和竞争力的产业集群、骨干企业、知名品牌，主要健康指标达到全国先进水平，形成一批可复制、可推广的成熟经验，建成立足全区、链接全市、面向西部、辐射全国的大健康产业高地，</w:t>
      </w:r>
      <w:r>
        <w:rPr>
          <w:rFonts w:cs="Times New Roman"/>
          <w:szCs w:val="32"/>
        </w:rPr>
        <w:t>“</w:t>
      </w:r>
      <w:r>
        <w:rPr>
          <w:rFonts w:hint="eastAsia" w:cs="Times New Roman"/>
          <w:szCs w:val="32"/>
        </w:rPr>
        <w:t>健康渝北</w:t>
      </w:r>
      <w:r>
        <w:rPr>
          <w:rFonts w:cs="Times New Roman"/>
          <w:szCs w:val="32"/>
        </w:rPr>
        <w:t>”</w:t>
      </w:r>
      <w:r>
        <w:rPr>
          <w:rFonts w:hint="eastAsia" w:cs="Times New Roman"/>
          <w:szCs w:val="32"/>
        </w:rPr>
        <w:t>深入人心。</w:t>
      </w:r>
    </w:p>
    <w:bookmarkEnd w:id="56"/>
    <w:bookmarkEnd w:id="57"/>
    <w:bookmarkEnd w:id="58"/>
    <w:bookmarkEnd w:id="59"/>
    <w:p>
      <w:pPr>
        <w:spacing w:beforeLines="150" w:afterLines="150" w:line="560" w:lineRule="exact"/>
        <w:jc w:val="center"/>
        <w:outlineLvl w:val="0"/>
        <w:rPr>
          <w:rFonts w:ascii="Times New Roman" w:hAnsi="Times New Roman" w:eastAsia="方正黑体_GBK"/>
          <w:sz w:val="32"/>
          <w:szCs w:val="32"/>
        </w:rPr>
      </w:pPr>
      <w:bookmarkStart w:id="76" w:name="_Toc18547"/>
      <w:bookmarkStart w:id="77" w:name="_Toc3581"/>
      <w:bookmarkStart w:id="78" w:name="_Toc14051"/>
      <w:bookmarkStart w:id="79" w:name="_Toc13872"/>
      <w:bookmarkStart w:id="80" w:name="_Toc10340"/>
      <w:bookmarkStart w:id="81" w:name="_Toc711"/>
      <w:r>
        <w:rPr>
          <w:rFonts w:hint="eastAsia" w:ascii="Times New Roman" w:hAnsi="Times New Roman" w:eastAsia="方正黑体_GBK"/>
          <w:sz w:val="32"/>
          <w:szCs w:val="32"/>
        </w:rPr>
        <w:t>第三章空间布局</w:t>
      </w:r>
      <w:bookmarkEnd w:id="76"/>
      <w:bookmarkEnd w:id="77"/>
      <w:bookmarkEnd w:id="78"/>
      <w:bookmarkEnd w:id="79"/>
      <w:bookmarkEnd w:id="80"/>
      <w:bookmarkEnd w:id="81"/>
    </w:p>
    <w:p>
      <w:pPr>
        <w:spacing w:line="560" w:lineRule="exact"/>
        <w:ind w:firstLine="640" w:firstLineChars="200"/>
        <w:rPr>
          <w:rFonts w:ascii="Times New Roman" w:hAnsi="Times New Roman" w:eastAsia="方正仿宋_GBK"/>
          <w:sz w:val="32"/>
          <w:szCs w:val="32"/>
        </w:rPr>
      </w:pPr>
      <w:bookmarkStart w:id="82" w:name="_Toc27244"/>
      <w:bookmarkStart w:id="83" w:name="_Toc8005"/>
      <w:bookmarkStart w:id="84" w:name="_Toc30182"/>
      <w:bookmarkStart w:id="85" w:name="_Toc16550"/>
      <w:bookmarkStart w:id="86" w:name="_Toc7357"/>
      <w:bookmarkStart w:id="87" w:name="_Toc19443"/>
      <w:bookmarkStart w:id="88" w:name="_Toc4399"/>
      <w:r>
        <w:rPr>
          <w:rFonts w:hint="eastAsia" w:ascii="Times New Roman" w:hAnsi="Times New Roman" w:eastAsia="方正仿宋_GBK"/>
          <w:sz w:val="32"/>
          <w:szCs w:val="32"/>
        </w:rPr>
        <w:t>根据渝北经济社会发展总体部署，考虑大健康产业发展基础和资源要素配置条件，按照</w:t>
      </w:r>
      <w:r>
        <w:rPr>
          <w:rFonts w:ascii="Times New Roman" w:hAnsi="Times New Roman" w:eastAsia="方正仿宋_GBK"/>
          <w:sz w:val="32"/>
          <w:szCs w:val="32"/>
        </w:rPr>
        <w:t>“</w:t>
      </w:r>
      <w:r>
        <w:rPr>
          <w:rFonts w:hint="eastAsia" w:ascii="Times New Roman" w:hAnsi="Times New Roman" w:eastAsia="方正仿宋_GBK"/>
          <w:sz w:val="32"/>
          <w:szCs w:val="32"/>
        </w:rPr>
        <w:t>发挥优势、突出特色、分工合理、协同发展</w:t>
      </w:r>
      <w:r>
        <w:rPr>
          <w:rFonts w:ascii="Times New Roman" w:hAnsi="Times New Roman" w:eastAsia="方正仿宋_GBK"/>
          <w:sz w:val="32"/>
          <w:szCs w:val="32"/>
        </w:rPr>
        <w:t>”</w:t>
      </w:r>
      <w:r>
        <w:rPr>
          <w:rFonts w:hint="eastAsia" w:ascii="Times New Roman" w:hAnsi="Times New Roman" w:eastAsia="方正仿宋_GBK"/>
          <w:sz w:val="32"/>
          <w:szCs w:val="32"/>
        </w:rPr>
        <w:t>的原则，构建</w:t>
      </w:r>
      <w:r>
        <w:rPr>
          <w:rFonts w:ascii="Times New Roman" w:hAnsi="Times New Roman" w:eastAsia="方正仿宋_GBK"/>
          <w:sz w:val="32"/>
          <w:szCs w:val="32"/>
        </w:rPr>
        <w:t>“</w:t>
      </w:r>
      <w:r>
        <w:rPr>
          <w:rFonts w:hint="eastAsia" w:ascii="Times New Roman" w:hAnsi="Times New Roman" w:eastAsia="方正仿宋_GBK"/>
          <w:sz w:val="32"/>
          <w:szCs w:val="32"/>
        </w:rPr>
        <w:t>一核三区</w:t>
      </w:r>
      <w:r>
        <w:rPr>
          <w:rFonts w:ascii="Times New Roman" w:hAnsi="Times New Roman" w:eastAsia="方正仿宋_GBK"/>
          <w:sz w:val="32"/>
          <w:szCs w:val="32"/>
        </w:rPr>
        <w:t>”</w:t>
      </w:r>
      <w:r>
        <w:rPr>
          <w:rFonts w:hint="eastAsia" w:ascii="Times New Roman" w:hAnsi="Times New Roman" w:eastAsia="方正仿宋_GBK"/>
          <w:sz w:val="32"/>
          <w:szCs w:val="32"/>
        </w:rPr>
        <w:t>发展新格局。</w:t>
      </w:r>
    </w:p>
    <w:p>
      <w:pPr>
        <w:spacing w:beforeLines="100" w:afterLines="100" w:line="560" w:lineRule="exact"/>
        <w:jc w:val="center"/>
        <w:outlineLvl w:val="1"/>
        <w:rPr>
          <w:rFonts w:ascii="Times New Roman" w:hAnsi="Times New Roman" w:eastAsia="方正楷体_GBK"/>
          <w:sz w:val="32"/>
          <w:szCs w:val="32"/>
        </w:rPr>
      </w:pPr>
      <w:bookmarkStart w:id="89" w:name="_Toc20765"/>
      <w:bookmarkStart w:id="90" w:name="_Toc17324"/>
      <w:bookmarkStart w:id="91" w:name="_Toc22608"/>
      <w:bookmarkStart w:id="92" w:name="_Toc31149"/>
      <w:r>
        <w:rPr>
          <w:rFonts w:hint="eastAsia" w:ascii="Times New Roman" w:hAnsi="Times New Roman" w:eastAsia="方正楷体_GBK"/>
          <w:sz w:val="32"/>
          <w:szCs w:val="32"/>
        </w:rPr>
        <w:t>第一节</w:t>
      </w:r>
      <w:bookmarkEnd w:id="89"/>
      <w:bookmarkEnd w:id="90"/>
      <w:bookmarkEnd w:id="91"/>
      <w:r>
        <w:rPr>
          <w:rFonts w:hint="eastAsia" w:ascii="Times New Roman" w:hAnsi="Times New Roman" w:eastAsia="方正楷体_GBK"/>
          <w:sz w:val="32"/>
          <w:szCs w:val="32"/>
        </w:rPr>
        <w:t>医疗服务核心区</w:t>
      </w:r>
      <w:bookmarkEnd w:id="92"/>
    </w:p>
    <w:p>
      <w:pPr>
        <w:pStyle w:val="2"/>
        <w:spacing w:line="560" w:lineRule="exact"/>
        <w:ind w:firstLine="640" w:firstLineChars="200"/>
        <w:rPr>
          <w:rFonts w:ascii="Times New Roman" w:hAnsi="Times New Roman" w:cs="Times New Roman"/>
          <w:sz w:val="32"/>
          <w:szCs w:val="32"/>
        </w:rPr>
      </w:pPr>
      <w:r>
        <w:rPr>
          <w:rFonts w:hint="eastAsia" w:ascii="Times New Roman" w:hAnsi="Times New Roman" w:cs="Times New Roman"/>
          <w:sz w:val="32"/>
          <w:szCs w:val="32"/>
          <w:lang w:val="en-US"/>
        </w:rPr>
        <w:t>在</w:t>
      </w:r>
      <w:r>
        <w:rPr>
          <w:rFonts w:hint="eastAsia" w:ascii="Times New Roman" w:hAnsi="Times New Roman" w:cs="Times New Roman"/>
          <w:sz w:val="32"/>
          <w:szCs w:val="32"/>
        </w:rPr>
        <w:t>重庆医科大学附三院、重庆医科大学附属口腔医院、</w:t>
      </w:r>
      <w:r>
        <w:fldChar w:fldCharType="begin"/>
      </w:r>
      <w:r>
        <w:instrText xml:space="preserve"> HYPERLINK "http://www.baidu.com/link?url=QGn-gsbvR6eq_26c0bE1f4IaDrbuQcPnUscyQfD7Y3zqKftfOolixjspldY9g3TlF81xyESxWjfNS282Q3kQfqNdQ5SaBmphYFoUyYcc1F6vYEtNb9Yxggc48ej_X5H9UWWk0hLOAmMwN3Tl75EZqw3BaffliMHQKX7nsUiwpdY4hz4xGnjcBw5C9HSD_giXVMYSgOF5gFv-oUyCLJFXy35nj3CnRT7NJbgtzvIYpiQZeBSQGrlTX7LAFUIsr-r1pAHfOMTMhqbbgWSeexHTT_" \t "https://www.baidu.com/_blank" </w:instrText>
      </w:r>
      <w:r>
        <w:fldChar w:fldCharType="separate"/>
      </w:r>
      <w:r>
        <w:rPr>
          <w:rFonts w:hint="eastAsia" w:ascii="Times New Roman" w:hAnsi="Times New Roman" w:cs="Times New Roman"/>
          <w:sz w:val="32"/>
          <w:szCs w:val="32"/>
        </w:rPr>
        <w:t>重庆市妇幼保健院</w:t>
      </w:r>
      <w:r>
        <w:rPr>
          <w:rFonts w:hint="eastAsia" w:ascii="Times New Roman" w:hAnsi="Times New Roman" w:cs="Times New Roman"/>
          <w:sz w:val="32"/>
          <w:szCs w:val="32"/>
        </w:rPr>
        <w:fldChar w:fldCharType="end"/>
      </w:r>
      <w:r>
        <w:rPr>
          <w:rFonts w:hint="eastAsia" w:ascii="Times New Roman" w:hAnsi="Times New Roman" w:cs="Times New Roman"/>
          <w:sz w:val="32"/>
          <w:szCs w:val="32"/>
        </w:rPr>
        <w:t>、渝北</w:t>
      </w:r>
      <w:r>
        <w:rPr>
          <w:rFonts w:hint="eastAsia" w:ascii="Times New Roman" w:hAnsi="Times New Roman" w:cs="Times New Roman"/>
          <w:sz w:val="32"/>
          <w:szCs w:val="32"/>
          <w:lang w:val="en-US"/>
        </w:rPr>
        <w:t>区人民医院、渝北区中医院等医疗服务资源汇聚的城区，巩固完善</w:t>
      </w:r>
      <w:r>
        <w:rPr>
          <w:rFonts w:ascii="Times New Roman" w:hAnsi="Times New Roman" w:cs="Times New Roman"/>
          <w:sz w:val="32"/>
          <w:szCs w:val="32"/>
          <w:lang w:val="en-US"/>
        </w:rPr>
        <w:t>“15</w:t>
      </w:r>
      <w:r>
        <w:rPr>
          <w:rFonts w:hint="eastAsia" w:ascii="Times New Roman" w:hAnsi="Times New Roman" w:cs="Times New Roman"/>
          <w:sz w:val="32"/>
          <w:szCs w:val="32"/>
          <w:lang w:val="en-US"/>
        </w:rPr>
        <w:t>分钟基本医疗服务圈</w:t>
      </w:r>
      <w:r>
        <w:rPr>
          <w:rFonts w:ascii="Times New Roman" w:hAnsi="Times New Roman" w:cs="Times New Roman"/>
          <w:sz w:val="32"/>
          <w:szCs w:val="32"/>
          <w:lang w:val="en-US"/>
        </w:rPr>
        <w:t>”</w:t>
      </w:r>
      <w:r>
        <w:rPr>
          <w:rFonts w:hint="eastAsia" w:ascii="Times New Roman" w:hAnsi="Times New Roman" w:cs="Times New Roman"/>
          <w:sz w:val="32"/>
          <w:szCs w:val="32"/>
          <w:lang w:val="en-US"/>
        </w:rPr>
        <w:t>，</w:t>
      </w:r>
      <w:r>
        <w:rPr>
          <w:rFonts w:hint="eastAsia" w:ascii="Times New Roman" w:hAnsi="Times New Roman" w:cs="Times New Roman"/>
          <w:sz w:val="32"/>
          <w:szCs w:val="32"/>
        </w:rPr>
        <w:t>努力打造以新型医疗服务为主，康复护理、健康管理为辅的</w:t>
      </w:r>
      <w:r>
        <w:rPr>
          <w:rFonts w:ascii="Times New Roman" w:hAnsi="Times New Roman" w:cs="Times New Roman"/>
          <w:sz w:val="32"/>
          <w:szCs w:val="32"/>
        </w:rPr>
        <w:t>“</w:t>
      </w:r>
      <w:r>
        <w:rPr>
          <w:rFonts w:hint="eastAsia" w:ascii="Times New Roman" w:hAnsi="Times New Roman" w:cs="Times New Roman"/>
          <w:sz w:val="32"/>
          <w:szCs w:val="32"/>
        </w:rPr>
        <w:t>医疗健康服务示范区</w:t>
      </w:r>
      <w:r>
        <w:rPr>
          <w:rFonts w:ascii="Times New Roman" w:hAnsi="Times New Roman" w:cs="Times New Roman"/>
          <w:sz w:val="32"/>
          <w:szCs w:val="32"/>
        </w:rPr>
        <w:t>”</w:t>
      </w:r>
      <w:r>
        <w:rPr>
          <w:rFonts w:hint="eastAsia" w:ascii="Times New Roman" w:hAnsi="Times New Roman" w:cs="Times New Roman"/>
          <w:sz w:val="32"/>
          <w:szCs w:val="32"/>
        </w:rPr>
        <w:t>。</w:t>
      </w:r>
    </w:p>
    <w:p>
      <w:pPr>
        <w:spacing w:beforeLines="100" w:afterLines="100" w:line="560" w:lineRule="exact"/>
        <w:jc w:val="center"/>
        <w:outlineLvl w:val="1"/>
        <w:rPr>
          <w:rFonts w:ascii="Times New Roman" w:hAnsi="Times New Roman"/>
        </w:rPr>
      </w:pPr>
      <w:bookmarkStart w:id="93" w:name="_Toc5918"/>
      <w:r>
        <w:rPr>
          <w:rFonts w:hint="eastAsia" w:ascii="Times New Roman" w:hAnsi="Times New Roman" w:eastAsia="方正楷体_GBK"/>
          <w:sz w:val="32"/>
          <w:szCs w:val="32"/>
        </w:rPr>
        <w:t>第二节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生物医药集聚区</w:t>
      </w:r>
      <w:bookmarkEnd w:id="93"/>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创新研发。</w:t>
      </w:r>
      <w:r>
        <w:rPr>
          <w:rFonts w:hint="eastAsia" w:ascii="Times New Roman" w:hAnsi="Times New Roman" w:eastAsia="方正仿宋_GBK"/>
          <w:sz w:val="32"/>
          <w:szCs w:val="32"/>
        </w:rPr>
        <w:t>依托仙桃国际大数据谷，聚焦精准医疗、新型医疗服务等前沿领域，发展壮大基因检测、数字化医疗设备、医疗大数据等细分产业。打造智慧医疗项目聚集群，支撑医疗信息化建设，加速技术和科研成果孵化、转化、商业化，做强生命健康产业。</w:t>
      </w:r>
    </w:p>
    <w:p>
      <w:pPr>
        <w:spacing w:line="560" w:lineRule="exact"/>
        <w:ind w:firstLine="643" w:firstLineChars="200"/>
        <w:rPr>
          <w:rFonts w:ascii="Times New Roman" w:hAnsi="Times New Roman" w:eastAsia="方正仿宋_GBK"/>
          <w:b/>
          <w:bCs/>
          <w:sz w:val="32"/>
          <w:szCs w:val="32"/>
        </w:rPr>
      </w:pPr>
      <w:r>
        <w:rPr>
          <w:rFonts w:hint="eastAsia" w:ascii="Times New Roman" w:hAnsi="Times New Roman" w:eastAsia="方正仿宋_GBK"/>
          <w:b/>
          <w:bCs/>
          <w:sz w:val="32"/>
          <w:szCs w:val="32"/>
        </w:rPr>
        <w:t>中药材种植。</w:t>
      </w:r>
      <w:r>
        <w:rPr>
          <w:rFonts w:hint="eastAsia" w:ascii="Times New Roman" w:hAnsi="Times New Roman" w:eastAsia="方正仿宋_GBK"/>
          <w:sz w:val="32"/>
          <w:szCs w:val="28"/>
        </w:rPr>
        <w:t>依托</w:t>
      </w:r>
      <w:r>
        <w:rPr>
          <w:rFonts w:hint="eastAsia" w:ascii="Times New Roman" w:hAnsi="Times New Roman" w:eastAsia="方正仿宋_GBK"/>
          <w:kern w:val="44"/>
          <w:sz w:val="32"/>
          <w:szCs w:val="28"/>
        </w:rPr>
        <w:t>区内中药材种植</w:t>
      </w:r>
      <w:r>
        <w:rPr>
          <w:rFonts w:hint="eastAsia" w:ascii="Times New Roman" w:hAnsi="Times New Roman" w:eastAsia="方正仿宋_GBK"/>
          <w:sz w:val="32"/>
          <w:szCs w:val="28"/>
        </w:rPr>
        <w:t>企业，建设种苗、组培、良种繁育和标准化种植示范基地。以大湾、大盛等镇为重点，发展</w:t>
      </w:r>
      <w:r>
        <w:rPr>
          <w:rFonts w:hint="eastAsia" w:ascii="Times New Roman" w:hAnsi="Times New Roman" w:eastAsia="方正仿宋_GBK"/>
          <w:kern w:val="44"/>
          <w:sz w:val="32"/>
          <w:szCs w:val="28"/>
        </w:rPr>
        <w:t>石斛、灵芝、白芨、黄精、百合、牡丹</w:t>
      </w:r>
      <w:r>
        <w:rPr>
          <w:rFonts w:hint="eastAsia" w:ascii="Times New Roman" w:hAnsi="Times New Roman" w:eastAsia="方正仿宋_GBK"/>
          <w:sz w:val="32"/>
          <w:szCs w:val="28"/>
        </w:rPr>
        <w:t>等中药材。</w:t>
      </w:r>
    </w:p>
    <w:p>
      <w:pPr>
        <w:spacing w:line="560" w:lineRule="exact"/>
        <w:ind w:firstLine="643" w:firstLineChars="200"/>
        <w:rPr>
          <w:rFonts w:ascii="Times New Roman" w:hAnsi="Times New Roman"/>
        </w:rPr>
      </w:pPr>
      <w:r>
        <w:rPr>
          <w:rFonts w:hint="eastAsia" w:ascii="Times New Roman" w:hAnsi="Times New Roman" w:eastAsia="方正仿宋_GBK"/>
          <w:b/>
          <w:bCs/>
          <w:sz w:val="32"/>
          <w:szCs w:val="32"/>
        </w:rPr>
        <w:t>医疗器械。</w:t>
      </w:r>
      <w:r>
        <w:rPr>
          <w:rFonts w:hint="eastAsia" w:ascii="Times New Roman" w:hAnsi="Times New Roman" w:eastAsia="方正仿宋_GBK"/>
          <w:sz w:val="32"/>
          <w:szCs w:val="28"/>
        </w:rPr>
        <w:t>以临空消费走廊、空港工业园区为依托，发挥骨干企业带动效应，引入国内外医疗器械研发、制造领军企业，建设政、产、学、研、投、用一体化的医疗保健器械产业集聚区，打造先进医疗器械、便携式家庭医疗器械、医疗康复辅助器具、高端新型医用耗材、生物医药材料制品、移动医疗产品、医学影像设备以及养生保健器械产品生产基地。</w:t>
      </w:r>
    </w:p>
    <w:p>
      <w:pPr>
        <w:pStyle w:val="8"/>
        <w:spacing w:line="560" w:lineRule="exact"/>
        <w:ind w:firstLine="643" w:firstLineChars="200"/>
        <w:jc w:val="both"/>
        <w:rPr>
          <w:rFonts w:ascii="Times New Roman" w:hAnsi="Times New Roman"/>
        </w:rPr>
      </w:pPr>
      <w:r>
        <w:rPr>
          <w:rFonts w:hint="eastAsia" w:ascii="Times New Roman" w:hAnsi="Times New Roman" w:eastAsia="方正仿宋_GBK"/>
          <w:b/>
          <w:bCs/>
          <w:sz w:val="32"/>
          <w:szCs w:val="32"/>
        </w:rPr>
        <w:t>医药流通。</w:t>
      </w:r>
      <w:r>
        <w:rPr>
          <w:rFonts w:hint="eastAsia" w:ascii="Times New Roman" w:hAnsi="Times New Roman" w:eastAsia="方正仿宋_GBK"/>
          <w:sz w:val="32"/>
          <w:szCs w:val="32"/>
        </w:rPr>
        <w:t>以空港工业园区为依托，发挥临空优势，加快推进木耳航空物流园建设，打造多式联运示范中心，加快复星国药西南医药控温枢纽项目建设，引进复星集团体系内外医药保健品、耗材、医疗器械等相关流通企业入驻，打造</w:t>
      </w:r>
      <w:r>
        <w:rPr>
          <w:rFonts w:ascii="Times New Roman" w:hAnsi="Times New Roman" w:eastAsia="方正仿宋_GBK"/>
          <w:sz w:val="32"/>
          <w:szCs w:val="32"/>
        </w:rPr>
        <w:t>GSP</w:t>
      </w:r>
      <w:r>
        <w:rPr>
          <w:rFonts w:hint="eastAsia" w:ascii="Times New Roman" w:hAnsi="Times New Roman" w:eastAsia="方正仿宋_GBK"/>
          <w:sz w:val="32"/>
          <w:szCs w:val="32"/>
        </w:rPr>
        <w:t>生物医药、进口医药、医疗器械产品存储、分销基地和医药冷链物流配送基地，推动医药流通行业发展。</w:t>
      </w:r>
    </w:p>
    <w:p>
      <w:pPr>
        <w:spacing w:beforeLines="100" w:afterLines="100" w:line="560" w:lineRule="exact"/>
        <w:jc w:val="center"/>
        <w:outlineLvl w:val="1"/>
        <w:rPr>
          <w:rFonts w:ascii="Times New Roman" w:hAnsi="Times New Roman"/>
        </w:rPr>
      </w:pPr>
      <w:bookmarkStart w:id="94" w:name="_Toc30479"/>
      <w:bookmarkStart w:id="95" w:name="_Toc25695"/>
      <w:bookmarkStart w:id="96" w:name="_Toc23147"/>
      <w:bookmarkStart w:id="97" w:name="_Toc10601"/>
      <w:r>
        <w:rPr>
          <w:rFonts w:hint="eastAsia" w:ascii="Times New Roman" w:hAnsi="Times New Roman" w:eastAsia="方正楷体_GBK"/>
          <w:sz w:val="32"/>
          <w:szCs w:val="32"/>
        </w:rPr>
        <w:t>第三节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养生养老服务区</w:t>
      </w:r>
      <w:bookmarkEnd w:id="94"/>
    </w:p>
    <w:bookmarkEnd w:id="95"/>
    <w:bookmarkEnd w:id="96"/>
    <w:bookmarkEnd w:id="97"/>
    <w:p>
      <w:pPr>
        <w:pStyle w:val="2"/>
        <w:spacing w:line="560" w:lineRule="exact"/>
        <w:ind w:firstLine="643" w:firstLineChars="200"/>
        <w:rPr>
          <w:rFonts w:ascii="Times New Roman" w:hAnsi="Times New Roman" w:cs="Times New Roman"/>
          <w:lang w:val="en-US"/>
        </w:rPr>
      </w:pPr>
      <w:r>
        <w:rPr>
          <w:rFonts w:hint="eastAsia" w:ascii="Times New Roman" w:hAnsi="Times New Roman" w:cs="Times New Roman"/>
          <w:b/>
          <w:bCs/>
          <w:sz w:val="32"/>
          <w:szCs w:val="32"/>
        </w:rPr>
        <w:t>养生旅游。</w:t>
      </w:r>
      <w:r>
        <w:rPr>
          <w:rFonts w:hint="eastAsia" w:ascii="Times New Roman" w:hAnsi="Times New Roman" w:cs="Times New Roman"/>
          <w:sz w:val="32"/>
          <w:szCs w:val="32"/>
        </w:rPr>
        <w:t>根据渝北区全域旅游发展规划，加快完善旅游基础设施和公共服务设施建设，</w:t>
      </w:r>
      <w:r>
        <w:rPr>
          <w:rFonts w:hint="eastAsia" w:ascii="Times New Roman" w:hAnsi="Times New Roman" w:cs="Times New Roman"/>
          <w:sz w:val="32"/>
          <w:szCs w:val="32"/>
          <w:lang w:val="en-US"/>
        </w:rPr>
        <w:t>提升旅游综合服务水平，推动旅游业转型升级、提质增效。立足渝北区养生旅游发展，</w:t>
      </w:r>
      <w:r>
        <w:rPr>
          <w:rFonts w:hint="eastAsia" w:ascii="Times New Roman" w:hAnsi="Times New Roman" w:cs="Times New Roman"/>
          <w:sz w:val="32"/>
          <w:szCs w:val="32"/>
        </w:rPr>
        <w:t>发挥统景温泉、铜锣山国家矿山公园、印盒李花生态旅游区、玉峰山森林公园等自然资源优势，重点发展</w:t>
      </w:r>
      <w:r>
        <w:rPr>
          <w:rFonts w:hint="eastAsia" w:ascii="Times New Roman" w:hAnsi="Times New Roman" w:cs="Times New Roman"/>
          <w:sz w:val="32"/>
          <w:szCs w:val="32"/>
          <w:lang w:val="en-US"/>
        </w:rPr>
        <w:t>森林康养、运动康养、中医药康养、温泉康养</w:t>
      </w:r>
      <w:r>
        <w:rPr>
          <w:rFonts w:hint="eastAsia" w:ascii="Times New Roman" w:hAnsi="Times New Roman" w:cs="Times New Roman"/>
          <w:sz w:val="32"/>
          <w:szCs w:val="32"/>
        </w:rPr>
        <w:t>，围绕古洛环线、南北大道乡村振兴示范带，建设一批养生旅游度假区，打造国内外知名康养胜地。</w:t>
      </w:r>
    </w:p>
    <w:p>
      <w:pPr>
        <w:spacing w:line="560" w:lineRule="exact"/>
        <w:ind w:firstLine="643" w:firstLineChars="200"/>
        <w:rPr>
          <w:rFonts w:ascii="Times New Roman" w:hAnsi="Times New Roman" w:eastAsia="方正仿宋_GBK"/>
          <w:kern w:val="0"/>
          <w:sz w:val="32"/>
          <w:szCs w:val="32"/>
        </w:rPr>
      </w:pPr>
      <w:r>
        <w:rPr>
          <w:rFonts w:hint="eastAsia" w:ascii="Times New Roman" w:hAnsi="Times New Roman" w:eastAsia="方正仿宋_GBK"/>
          <w:b/>
          <w:bCs/>
          <w:sz w:val="32"/>
          <w:szCs w:val="32"/>
        </w:rPr>
        <w:t>健康养老。</w:t>
      </w:r>
      <w:r>
        <w:rPr>
          <w:rFonts w:hint="eastAsia" w:ascii="Times New Roman" w:hAnsi="Times New Roman" w:eastAsia="方正仿宋_GBK"/>
          <w:kern w:val="0"/>
          <w:sz w:val="32"/>
          <w:szCs w:val="32"/>
        </w:rPr>
        <w:t>根据渝北区养老服务设施专项规划，布局完善社区居家养老服务设施，大力推进农村社区养老服务设施建设，并对适老化、规范化程度较低的设施进行提档升级，</w:t>
      </w:r>
      <w:r>
        <w:rPr>
          <w:rFonts w:hint="eastAsia" w:ascii="Times New Roman" w:hAnsi="Times New Roman" w:eastAsia="仿宋"/>
          <w:kern w:val="0"/>
          <w:sz w:val="32"/>
          <w:szCs w:val="32"/>
        </w:rPr>
        <w:t>全面构建养老服务</w:t>
      </w:r>
      <w:r>
        <w:rPr>
          <w:rFonts w:ascii="Times New Roman" w:hAnsi="Times New Roman" w:eastAsia="仿宋"/>
          <w:kern w:val="0"/>
          <w:sz w:val="32"/>
          <w:szCs w:val="32"/>
        </w:rPr>
        <w:t>“</w:t>
      </w:r>
      <w:r>
        <w:rPr>
          <w:rFonts w:hint="eastAsia" w:ascii="Times New Roman" w:hAnsi="Times New Roman" w:eastAsia="仿宋"/>
          <w:kern w:val="0"/>
          <w:sz w:val="32"/>
          <w:szCs w:val="32"/>
        </w:rPr>
        <w:t>十五分钟</w:t>
      </w:r>
      <w:r>
        <w:rPr>
          <w:rFonts w:ascii="Times New Roman" w:hAnsi="Times New Roman" w:eastAsia="仿宋"/>
          <w:kern w:val="0"/>
          <w:sz w:val="32"/>
          <w:szCs w:val="32"/>
        </w:rPr>
        <w:t>”</w:t>
      </w:r>
      <w:r>
        <w:rPr>
          <w:rFonts w:hint="eastAsia" w:ascii="Times New Roman" w:hAnsi="Times New Roman" w:eastAsia="仿宋"/>
          <w:kern w:val="0"/>
          <w:sz w:val="32"/>
          <w:szCs w:val="32"/>
        </w:rPr>
        <w:t>服务圈</w:t>
      </w:r>
      <w:r>
        <w:rPr>
          <w:rFonts w:hint="eastAsia" w:ascii="Times New Roman" w:hAnsi="Times New Roman" w:eastAsia="方正仿宋_GBK"/>
          <w:kern w:val="0"/>
          <w:sz w:val="32"/>
          <w:szCs w:val="32"/>
        </w:rPr>
        <w:t>。发挥区内生态、创新等优势，建设一批智慧养老院、智慧养老社区、养老服务综合体等健康养老项目，逐步培育成为服务渝北城乡、辐射重庆的高端养老度假区。</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健康食品。</w:t>
      </w:r>
      <w:r>
        <w:rPr>
          <w:rFonts w:hint="eastAsia" w:ascii="Times New Roman" w:hAnsi="Times New Roman" w:eastAsia="方正仿宋_GBK"/>
          <w:sz w:val="32"/>
          <w:szCs w:val="32"/>
        </w:rPr>
        <w:t>以临空消费走廊食品工业城为依托，发挥优势企业示范引领作用，做强做优营养食品、健康食品。以重庆渝北国家农业科技园区为依托，以西部丘陵山区现代高效特色农业为主题，以丘陵山区特色经济作物为主导产业，通过搭建山地生态农业科技创新中心，实施科技支撑能力平台建设工程，建立</w:t>
      </w:r>
      <w:r>
        <w:rPr>
          <w:rFonts w:ascii="Times New Roman" w:hAnsi="Times New Roman" w:eastAsia="方正仿宋_GBK"/>
          <w:sz w:val="32"/>
          <w:szCs w:val="32"/>
        </w:rPr>
        <w:t>“</w:t>
      </w:r>
      <w:r>
        <w:rPr>
          <w:rFonts w:hint="eastAsia" w:ascii="Times New Roman" w:hAnsi="Times New Roman" w:eastAsia="方正仿宋_GBK"/>
          <w:sz w:val="32"/>
          <w:szCs w:val="32"/>
        </w:rPr>
        <w:t>小精特尖</w:t>
      </w:r>
      <w:r>
        <w:rPr>
          <w:rFonts w:ascii="Times New Roman" w:hAnsi="Times New Roman" w:eastAsia="方正仿宋_GBK"/>
          <w:sz w:val="32"/>
          <w:szCs w:val="32"/>
        </w:rPr>
        <w:t>”“</w:t>
      </w:r>
      <w:r>
        <w:rPr>
          <w:rFonts w:hint="eastAsia" w:ascii="Times New Roman" w:hAnsi="Times New Roman" w:eastAsia="方正仿宋_GBK"/>
          <w:sz w:val="32"/>
          <w:szCs w:val="32"/>
        </w:rPr>
        <w:t>种养</w:t>
      </w:r>
      <w:r>
        <w:rPr>
          <w:rFonts w:ascii="Times New Roman" w:hAnsi="Times New Roman" w:eastAsia="方正仿宋_GBK"/>
          <w:sz w:val="32"/>
          <w:szCs w:val="32"/>
        </w:rPr>
        <w:t>+”</w:t>
      </w:r>
      <w:r>
        <w:rPr>
          <w:rFonts w:hint="eastAsia" w:ascii="Times New Roman" w:hAnsi="Times New Roman" w:eastAsia="方正仿宋_GBK"/>
          <w:sz w:val="32"/>
          <w:szCs w:val="32"/>
        </w:rPr>
        <w:t>农业示范体系，进一步汇聚农业科技创新资源，培育和集聚农业高新技术企业，围绕丘陵山区特色经济作物精深加工，着重发展航空食品、功能食品、休闲食品、有机食品、未来食品等健康食品产业。</w:t>
      </w:r>
    </w:p>
    <w:p>
      <w:pPr>
        <w:spacing w:beforeLines="100" w:afterLines="100" w:line="560" w:lineRule="exact"/>
        <w:jc w:val="center"/>
        <w:outlineLvl w:val="1"/>
        <w:rPr>
          <w:rFonts w:ascii="Times New Roman" w:hAnsi="Times New Roman"/>
        </w:rPr>
      </w:pPr>
      <w:bookmarkStart w:id="98" w:name="_Toc12639"/>
      <w:r>
        <w:rPr>
          <w:rFonts w:hint="eastAsia" w:ascii="Times New Roman" w:hAnsi="Times New Roman" w:eastAsia="方正楷体_GBK"/>
          <w:sz w:val="32"/>
          <w:szCs w:val="32"/>
        </w:rPr>
        <w:t>第四节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健身康体休闲区</w:t>
      </w:r>
      <w:bookmarkEnd w:id="98"/>
    </w:p>
    <w:p>
      <w:pPr>
        <w:pStyle w:val="2"/>
        <w:spacing w:line="560" w:lineRule="exact"/>
        <w:ind w:firstLine="640" w:firstLineChars="200"/>
        <w:rPr>
          <w:rFonts w:ascii="Times New Roman" w:hAnsi="Times New Roman" w:cs="Times New Roman"/>
          <w:sz w:val="32"/>
          <w:szCs w:val="32"/>
        </w:rPr>
      </w:pPr>
      <w:r>
        <w:rPr>
          <w:rFonts w:hint="eastAsia" w:ascii="Times New Roman" w:hAnsi="Times New Roman" w:cs="Times New Roman"/>
          <w:sz w:val="32"/>
          <w:szCs w:val="32"/>
        </w:rPr>
        <w:t>以</w:t>
      </w:r>
      <w:r>
        <w:rPr>
          <w:rFonts w:ascii="Times New Roman" w:hAnsi="Times New Roman" w:cs="Times New Roman"/>
          <w:sz w:val="32"/>
          <w:szCs w:val="32"/>
        </w:rPr>
        <w:t>“</w:t>
      </w:r>
      <w:r>
        <w:rPr>
          <w:rFonts w:hint="eastAsia" w:ascii="Times New Roman" w:hAnsi="Times New Roman" w:cs="Times New Roman"/>
          <w:sz w:val="32"/>
          <w:szCs w:val="32"/>
        </w:rPr>
        <w:t>城区各街道及镇中心区</w:t>
      </w:r>
      <w:r>
        <w:rPr>
          <w:rFonts w:ascii="Times New Roman" w:hAnsi="Times New Roman" w:cs="Times New Roman"/>
          <w:sz w:val="32"/>
          <w:szCs w:val="32"/>
        </w:rPr>
        <w:t>”</w:t>
      </w:r>
      <w:r>
        <w:rPr>
          <w:rFonts w:hint="eastAsia" w:ascii="Times New Roman" w:hAnsi="Times New Roman" w:cs="Times New Roman"/>
          <w:sz w:val="32"/>
          <w:szCs w:val="32"/>
        </w:rPr>
        <w:t>日常健身为核心，以</w:t>
      </w:r>
      <w:r>
        <w:rPr>
          <w:rFonts w:ascii="Times New Roman" w:hAnsi="Times New Roman" w:cs="Times New Roman"/>
          <w:sz w:val="32"/>
          <w:szCs w:val="32"/>
        </w:rPr>
        <w:t>“</w:t>
      </w:r>
      <w:r>
        <w:rPr>
          <w:rFonts w:hint="eastAsia" w:ascii="Times New Roman" w:hAnsi="Times New Roman" w:cs="Times New Roman"/>
          <w:sz w:val="32"/>
          <w:szCs w:val="32"/>
        </w:rPr>
        <w:t>木耳镇和古路镇</w:t>
      </w:r>
      <w:r>
        <w:rPr>
          <w:rFonts w:ascii="Times New Roman" w:hAnsi="Times New Roman" w:cs="Times New Roman"/>
          <w:sz w:val="32"/>
          <w:szCs w:val="32"/>
        </w:rPr>
        <w:t>”</w:t>
      </w:r>
      <w:r>
        <w:rPr>
          <w:rFonts w:hint="eastAsia" w:ascii="Times New Roman" w:hAnsi="Times New Roman" w:cs="Times New Roman"/>
          <w:sz w:val="32"/>
          <w:szCs w:val="32"/>
        </w:rPr>
        <w:t>日常健身拓展板块和</w:t>
      </w:r>
      <w:r>
        <w:rPr>
          <w:rFonts w:ascii="Times New Roman" w:hAnsi="Times New Roman" w:cs="Times New Roman"/>
          <w:sz w:val="32"/>
          <w:szCs w:val="32"/>
        </w:rPr>
        <w:t>“</w:t>
      </w:r>
      <w:r>
        <w:rPr>
          <w:rFonts w:hint="eastAsia" w:ascii="Times New Roman" w:hAnsi="Times New Roman" w:cs="Times New Roman"/>
          <w:sz w:val="32"/>
          <w:szCs w:val="32"/>
        </w:rPr>
        <w:t>玉峰山镇和龙兴镇</w:t>
      </w:r>
      <w:r>
        <w:rPr>
          <w:rFonts w:ascii="Times New Roman" w:hAnsi="Times New Roman" w:cs="Times New Roman"/>
          <w:sz w:val="32"/>
          <w:szCs w:val="32"/>
        </w:rPr>
        <w:t>”</w:t>
      </w:r>
      <w:r>
        <w:rPr>
          <w:rFonts w:hint="eastAsia" w:ascii="Times New Roman" w:hAnsi="Times New Roman" w:cs="Times New Roman"/>
          <w:sz w:val="32"/>
          <w:szCs w:val="32"/>
        </w:rPr>
        <w:t>时尚极限健身板块形成两翼，以</w:t>
      </w:r>
      <w:r>
        <w:rPr>
          <w:rFonts w:ascii="Times New Roman" w:hAnsi="Times New Roman" w:cs="Times New Roman"/>
          <w:sz w:val="32"/>
          <w:szCs w:val="32"/>
        </w:rPr>
        <w:t>“</w:t>
      </w:r>
      <w:r>
        <w:rPr>
          <w:rFonts w:hint="eastAsia" w:ascii="Times New Roman" w:hAnsi="Times New Roman" w:cs="Times New Roman"/>
          <w:sz w:val="32"/>
          <w:szCs w:val="32"/>
        </w:rPr>
        <w:t>兴隆镇和茨竹镇</w:t>
      </w:r>
      <w:r>
        <w:rPr>
          <w:rFonts w:ascii="Times New Roman" w:hAnsi="Times New Roman" w:cs="Times New Roman"/>
          <w:sz w:val="32"/>
          <w:szCs w:val="32"/>
        </w:rPr>
        <w:t>”</w:t>
      </w:r>
      <w:r>
        <w:rPr>
          <w:rFonts w:hint="eastAsia" w:ascii="Times New Roman" w:hAnsi="Times New Roman" w:cs="Times New Roman"/>
          <w:sz w:val="32"/>
          <w:szCs w:val="32"/>
        </w:rPr>
        <w:t>田园运动、</w:t>
      </w:r>
      <w:r>
        <w:rPr>
          <w:rFonts w:ascii="Times New Roman" w:hAnsi="Times New Roman" w:cs="Times New Roman"/>
          <w:sz w:val="32"/>
          <w:szCs w:val="32"/>
        </w:rPr>
        <w:t>“</w:t>
      </w:r>
      <w:r>
        <w:rPr>
          <w:rFonts w:hint="eastAsia" w:ascii="Times New Roman" w:hAnsi="Times New Roman" w:cs="Times New Roman"/>
          <w:sz w:val="32"/>
          <w:szCs w:val="32"/>
        </w:rPr>
        <w:t>大湾镇和统景镇</w:t>
      </w:r>
      <w:r>
        <w:rPr>
          <w:rFonts w:ascii="Times New Roman" w:hAnsi="Times New Roman" w:cs="Times New Roman"/>
          <w:sz w:val="32"/>
          <w:szCs w:val="32"/>
        </w:rPr>
        <w:t>”</w:t>
      </w:r>
      <w:r>
        <w:rPr>
          <w:rFonts w:hint="eastAsia" w:ascii="Times New Roman" w:hAnsi="Times New Roman" w:cs="Times New Roman"/>
          <w:sz w:val="32"/>
          <w:szCs w:val="32"/>
        </w:rPr>
        <w:t>轻户外运动和</w:t>
      </w:r>
      <w:r>
        <w:rPr>
          <w:rFonts w:ascii="Times New Roman" w:hAnsi="Times New Roman" w:cs="Times New Roman"/>
          <w:sz w:val="32"/>
          <w:szCs w:val="32"/>
        </w:rPr>
        <w:t>“</w:t>
      </w:r>
      <w:r>
        <w:rPr>
          <w:rFonts w:hint="eastAsia" w:ascii="Times New Roman" w:hAnsi="Times New Roman" w:cs="Times New Roman"/>
          <w:sz w:val="32"/>
          <w:szCs w:val="32"/>
        </w:rPr>
        <w:t>大盛镇、石船镇和洛碛镇</w:t>
      </w:r>
      <w:r>
        <w:rPr>
          <w:rFonts w:ascii="Times New Roman" w:hAnsi="Times New Roman" w:cs="Times New Roman"/>
          <w:sz w:val="32"/>
          <w:szCs w:val="32"/>
        </w:rPr>
        <w:t>”</w:t>
      </w:r>
      <w:r>
        <w:rPr>
          <w:rFonts w:hint="eastAsia" w:ascii="Times New Roman" w:hAnsi="Times New Roman" w:cs="Times New Roman"/>
          <w:sz w:val="32"/>
          <w:szCs w:val="32"/>
        </w:rPr>
        <w:t>重户外运动形成三组团，打造三个层级（即运动锻炼、运动娱乐和运动度假的健身康体休闲市场需求）五个层面（日常健身板块、日常健身拓展板块、时尚极限运动板块、重轻度户外板块及田园运动板块）的健身康体休闲业态板块，着力构建</w:t>
      </w:r>
      <w:r>
        <w:rPr>
          <w:rFonts w:ascii="Times New Roman" w:hAnsi="Times New Roman" w:cs="Times New Roman"/>
          <w:sz w:val="32"/>
          <w:szCs w:val="32"/>
        </w:rPr>
        <w:t>“</w:t>
      </w:r>
      <w:r>
        <w:rPr>
          <w:rFonts w:ascii="Times New Roman" w:hAnsi="Times New Roman" w:cs="Times New Roman"/>
          <w:sz w:val="32"/>
          <w:szCs w:val="32"/>
          <w:lang w:val="en-US"/>
        </w:rPr>
        <w:t>15</w:t>
      </w:r>
      <w:r>
        <w:rPr>
          <w:rFonts w:hint="eastAsia" w:ascii="Times New Roman" w:hAnsi="Times New Roman" w:cs="Times New Roman"/>
          <w:sz w:val="32"/>
          <w:szCs w:val="32"/>
          <w:lang w:val="en-US"/>
        </w:rPr>
        <w:t>分钟日常健身圈</w:t>
      </w:r>
      <w:r>
        <w:rPr>
          <w:rFonts w:ascii="Times New Roman" w:hAnsi="Times New Roman" w:cs="Times New Roman"/>
          <w:sz w:val="32"/>
          <w:szCs w:val="32"/>
        </w:rPr>
        <w:t>”“</w:t>
      </w:r>
      <w:r>
        <w:rPr>
          <w:rFonts w:ascii="Times New Roman" w:hAnsi="Times New Roman" w:cs="Times New Roman"/>
          <w:sz w:val="32"/>
          <w:szCs w:val="32"/>
          <w:lang w:val="en-US"/>
        </w:rPr>
        <w:t>1-2</w:t>
      </w:r>
      <w:r>
        <w:rPr>
          <w:rFonts w:hint="eastAsia" w:ascii="Times New Roman" w:hAnsi="Times New Roman" w:cs="Times New Roman"/>
          <w:sz w:val="32"/>
          <w:szCs w:val="32"/>
          <w:lang w:val="en-US"/>
        </w:rPr>
        <w:t>小时运动时尚社交圈</w:t>
      </w:r>
      <w:r>
        <w:rPr>
          <w:rFonts w:ascii="Times New Roman" w:hAnsi="Times New Roman" w:cs="Times New Roman"/>
          <w:sz w:val="32"/>
          <w:szCs w:val="32"/>
        </w:rPr>
        <w:t>”</w:t>
      </w:r>
      <w:r>
        <w:rPr>
          <w:rFonts w:hint="eastAsia" w:ascii="Times New Roman" w:hAnsi="Times New Roman" w:cs="Times New Roman"/>
          <w:sz w:val="32"/>
          <w:szCs w:val="32"/>
        </w:rPr>
        <w:t>和</w:t>
      </w:r>
      <w:r>
        <w:rPr>
          <w:rFonts w:ascii="Times New Roman" w:hAnsi="Times New Roman" w:cs="Times New Roman"/>
          <w:sz w:val="32"/>
          <w:szCs w:val="32"/>
        </w:rPr>
        <w:t>“</w:t>
      </w:r>
      <w:r>
        <w:rPr>
          <w:rFonts w:hint="eastAsia" w:ascii="Times New Roman" w:hAnsi="Times New Roman" w:cs="Times New Roman"/>
          <w:sz w:val="32"/>
          <w:szCs w:val="32"/>
        </w:rPr>
        <w:t>半天至</w:t>
      </w:r>
      <w:r>
        <w:rPr>
          <w:rFonts w:ascii="Times New Roman" w:hAnsi="Times New Roman" w:cs="Times New Roman"/>
          <w:sz w:val="32"/>
          <w:szCs w:val="32"/>
          <w:lang w:val="en-US"/>
        </w:rPr>
        <w:t>2</w:t>
      </w:r>
      <w:r>
        <w:rPr>
          <w:rFonts w:hint="eastAsia" w:ascii="Times New Roman" w:hAnsi="Times New Roman" w:cs="Times New Roman"/>
          <w:sz w:val="32"/>
          <w:szCs w:val="32"/>
          <w:lang w:val="en-US"/>
        </w:rPr>
        <w:t>天健身休闲度假圈</w:t>
      </w:r>
      <w:r>
        <w:rPr>
          <w:rFonts w:ascii="Times New Roman" w:hAnsi="Times New Roman" w:cs="Times New Roman"/>
          <w:sz w:val="32"/>
          <w:szCs w:val="32"/>
        </w:rPr>
        <w:t>”</w:t>
      </w:r>
      <w:r>
        <w:rPr>
          <w:rFonts w:hint="eastAsia" w:ascii="Times New Roman" w:hAnsi="Times New Roman" w:cs="Times New Roman"/>
          <w:sz w:val="32"/>
          <w:szCs w:val="32"/>
        </w:rPr>
        <w:t>健身康体休闲业态体系。</w:t>
      </w:r>
    </w:p>
    <w:bookmarkEnd w:id="82"/>
    <w:bookmarkEnd w:id="83"/>
    <w:bookmarkEnd w:id="84"/>
    <w:bookmarkEnd w:id="85"/>
    <w:bookmarkEnd w:id="86"/>
    <w:bookmarkEnd w:id="87"/>
    <w:p>
      <w:pPr>
        <w:pStyle w:val="4"/>
        <w:spacing w:beforeLines="150" w:afterLines="150"/>
        <w:ind w:firstLine="0" w:firstLineChars="0"/>
        <w:jc w:val="center"/>
      </w:pPr>
      <w:bookmarkStart w:id="99" w:name="_Toc11058"/>
      <w:bookmarkStart w:id="100" w:name="_Toc8724"/>
      <w:bookmarkStart w:id="101" w:name="_Toc30353"/>
      <w:bookmarkStart w:id="102" w:name="_Toc23865"/>
      <w:bookmarkStart w:id="103" w:name="_Toc12305"/>
      <w:bookmarkStart w:id="104" w:name="_Toc20051"/>
      <w:bookmarkStart w:id="105" w:name="_Toc27565"/>
      <w:bookmarkStart w:id="106" w:name="_Toc3"/>
      <w:bookmarkStart w:id="107" w:name="_Toc28804"/>
      <w:bookmarkStart w:id="108" w:name="_Toc5652"/>
      <w:bookmarkStart w:id="109" w:name="_Toc21157"/>
      <w:bookmarkStart w:id="110" w:name="_Toc23127"/>
      <w:bookmarkStart w:id="111" w:name="_Toc7089"/>
      <w:bookmarkStart w:id="112" w:name="_Toc24251"/>
      <w:r>
        <w:rPr>
          <w:rFonts w:hint="eastAsia"/>
        </w:rPr>
        <w:t>第四章重点领域</w:t>
      </w:r>
      <w:bookmarkEnd w:id="99"/>
      <w:bookmarkEnd w:id="100"/>
    </w:p>
    <w:p>
      <w:pPr>
        <w:spacing w:line="560" w:lineRule="exact"/>
        <w:ind w:firstLine="640" w:firstLineChars="200"/>
        <w:rPr>
          <w:rFonts w:ascii="Times New Roman" w:hAnsi="Times New Roman" w:eastAsia="方正仿宋_GBK"/>
          <w:sz w:val="32"/>
          <w:szCs w:val="32"/>
        </w:rPr>
      </w:pPr>
      <w:bookmarkStart w:id="113" w:name="_Toc26913"/>
      <w:r>
        <w:rPr>
          <w:rFonts w:hint="eastAsia" w:ascii="Times New Roman" w:hAnsi="Times New Roman" w:eastAsia="方正仿宋_GBK"/>
          <w:sz w:val="32"/>
          <w:szCs w:val="32"/>
        </w:rPr>
        <w:t>顺应大健康产业创新发展、融合发展、聚集发展的趋势特点，深耕医疗服务、生物医药、养生养老、健身康体、健康管理五大领域，促进</w:t>
      </w:r>
      <w:r>
        <w:rPr>
          <w:rFonts w:ascii="Times New Roman" w:hAnsi="Times New Roman" w:eastAsia="方正仿宋_GBK"/>
          <w:sz w:val="32"/>
          <w:szCs w:val="32"/>
        </w:rPr>
        <w:t>“</w:t>
      </w:r>
      <w:r>
        <w:rPr>
          <w:rFonts w:hint="eastAsia" w:ascii="Times New Roman" w:hAnsi="Times New Roman" w:eastAsia="方正仿宋_GBK"/>
          <w:sz w:val="32"/>
          <w:szCs w:val="32"/>
        </w:rPr>
        <w:t>医、药、养、健、管</w:t>
      </w:r>
      <w:r>
        <w:rPr>
          <w:rFonts w:ascii="Times New Roman" w:hAnsi="Times New Roman" w:eastAsia="方正仿宋_GBK"/>
          <w:sz w:val="32"/>
          <w:szCs w:val="32"/>
        </w:rPr>
        <w:t>”</w:t>
      </w:r>
      <w:r>
        <w:rPr>
          <w:rFonts w:hint="eastAsia" w:ascii="Times New Roman" w:hAnsi="Times New Roman" w:eastAsia="方正仿宋_GBK"/>
          <w:sz w:val="32"/>
          <w:szCs w:val="32"/>
        </w:rPr>
        <w:t>等多业态融合发展，推动全区大健康产业链优化升级。</w:t>
      </w:r>
    </w:p>
    <w:p>
      <w:pPr>
        <w:pStyle w:val="5"/>
        <w:keepNext w:val="0"/>
        <w:keepLines w:val="0"/>
        <w:spacing w:beforeLines="100" w:afterLines="100"/>
        <w:ind w:firstLine="0"/>
        <w:jc w:val="center"/>
        <w:rPr>
          <w:rFonts w:ascii="Times New Roman" w:hAnsi="Times New Roman"/>
          <w:sz w:val="32"/>
          <w:szCs w:val="32"/>
        </w:rPr>
      </w:pPr>
      <w:bookmarkStart w:id="114" w:name="_Toc24030"/>
      <w:r>
        <w:rPr>
          <w:rFonts w:hint="eastAsia" w:ascii="Times New Roman" w:hAnsi="Times New Roman"/>
          <w:sz w:val="32"/>
          <w:szCs w:val="32"/>
        </w:rPr>
        <w:t>第一节</w:t>
      </w:r>
      <w:r>
        <w:rPr>
          <w:rFonts w:ascii="Times New Roman" w:hAnsi="Times New Roman"/>
          <w:sz w:val="32"/>
          <w:szCs w:val="32"/>
        </w:rPr>
        <w:t xml:space="preserve"> </w:t>
      </w:r>
      <w:r>
        <w:rPr>
          <w:rFonts w:hint="eastAsia" w:ascii="Times New Roman" w:hAnsi="Times New Roman"/>
          <w:sz w:val="32"/>
          <w:szCs w:val="32"/>
        </w:rPr>
        <w:t>大力发展以</w:t>
      </w:r>
      <w:r>
        <w:rPr>
          <w:rFonts w:ascii="Times New Roman" w:hAnsi="Times New Roman"/>
          <w:sz w:val="32"/>
          <w:szCs w:val="32"/>
        </w:rPr>
        <w:t>“</w:t>
      </w:r>
      <w:r>
        <w:rPr>
          <w:rFonts w:hint="eastAsia" w:ascii="Times New Roman" w:hAnsi="Times New Roman"/>
          <w:sz w:val="32"/>
          <w:szCs w:val="32"/>
        </w:rPr>
        <w:t>医</w:t>
      </w:r>
      <w:r>
        <w:rPr>
          <w:rFonts w:ascii="Times New Roman" w:hAnsi="Times New Roman"/>
          <w:sz w:val="32"/>
          <w:szCs w:val="32"/>
        </w:rPr>
        <w:t>”</w:t>
      </w:r>
      <w:r>
        <w:rPr>
          <w:rFonts w:hint="eastAsia" w:ascii="Times New Roman" w:hAnsi="Times New Roman"/>
          <w:sz w:val="32"/>
          <w:szCs w:val="32"/>
        </w:rPr>
        <w:t>为支撑的医疗服务</w:t>
      </w:r>
      <w:bookmarkEnd w:id="101"/>
      <w:bookmarkEnd w:id="102"/>
      <w:bookmarkEnd w:id="103"/>
      <w:bookmarkEnd w:id="104"/>
      <w:bookmarkEnd w:id="105"/>
      <w:bookmarkEnd w:id="106"/>
      <w:bookmarkEnd w:id="107"/>
      <w:bookmarkEnd w:id="108"/>
      <w:bookmarkEnd w:id="113"/>
      <w:r>
        <w:rPr>
          <w:rFonts w:hint="eastAsia" w:ascii="Times New Roman" w:hAnsi="Times New Roman"/>
          <w:sz w:val="32"/>
          <w:szCs w:val="32"/>
        </w:rPr>
        <w:t>业</w:t>
      </w:r>
      <w:bookmarkEnd w:id="114"/>
    </w:p>
    <w:p>
      <w:pPr>
        <w:spacing w:line="560" w:lineRule="exact"/>
        <w:ind w:firstLine="640" w:firstLineChars="200"/>
        <w:rPr>
          <w:rFonts w:ascii="Times New Roman" w:hAnsi="Times New Roman" w:eastAsia="方正楷体_GBK"/>
          <w:b/>
          <w:bCs/>
          <w:sz w:val="32"/>
          <w:szCs w:val="32"/>
        </w:rPr>
      </w:pPr>
      <w:bookmarkStart w:id="115" w:name="_Hlk46928521"/>
      <w:bookmarkStart w:id="116" w:name="_Toc16855"/>
      <w:r>
        <w:rPr>
          <w:rFonts w:hint="eastAsia" w:ascii="Times New Roman" w:hAnsi="Times New Roman" w:eastAsia="方正仿宋_GBK"/>
          <w:sz w:val="32"/>
          <w:szCs w:val="32"/>
        </w:rPr>
        <w:t>树立以健康为中心的服务理念，加快建立优质高效的医疗服务体系，丰富医疗服务优质资源，提高服务质量，高质量发展医美产业，更好满足群众多层次、多样化、个性化健康需求。</w:t>
      </w:r>
    </w:p>
    <w:p>
      <w:pPr>
        <w:spacing w:line="560" w:lineRule="exact"/>
        <w:ind w:firstLine="643" w:firstLineChars="200"/>
        <w:rPr>
          <w:rFonts w:ascii="Times New Roman" w:hAnsi="Times New Roman"/>
        </w:rPr>
      </w:pPr>
      <w:r>
        <w:rPr>
          <w:rFonts w:hint="eastAsia" w:ascii="Times New Roman" w:hAnsi="Times New Roman" w:eastAsia="方正仿宋_GBK"/>
          <w:b/>
          <w:bCs/>
          <w:sz w:val="32"/>
          <w:szCs w:val="32"/>
        </w:rPr>
        <w:t>完善医疗服务体系</w:t>
      </w:r>
      <w:bookmarkEnd w:id="115"/>
      <w:bookmarkEnd w:id="116"/>
      <w:r>
        <w:rPr>
          <w:rFonts w:hint="eastAsia" w:ascii="Times New Roman" w:hAnsi="Times New Roman" w:eastAsia="方正仿宋_GBK"/>
          <w:b/>
          <w:bCs/>
          <w:sz w:val="32"/>
          <w:szCs w:val="32"/>
        </w:rPr>
        <w:t>。</w:t>
      </w:r>
      <w:r>
        <w:rPr>
          <w:rFonts w:hint="eastAsia" w:ascii="Times New Roman" w:hAnsi="Times New Roman" w:eastAsia="方正仿宋_GBK"/>
          <w:sz w:val="32"/>
          <w:szCs w:val="32"/>
        </w:rPr>
        <w:t>推进医院项目建设，全面完成区人民医院、区中医院等</w:t>
      </w:r>
      <w:r>
        <w:rPr>
          <w:rFonts w:ascii="Times New Roman" w:hAnsi="Times New Roman" w:eastAsia="方正仿宋_GBK"/>
          <w:sz w:val="32"/>
          <w:szCs w:val="32"/>
        </w:rPr>
        <w:t>“</w:t>
      </w:r>
      <w:r>
        <w:rPr>
          <w:rFonts w:hint="eastAsia" w:ascii="Times New Roman" w:hAnsi="Times New Roman" w:eastAsia="方正仿宋_GBK"/>
          <w:sz w:val="32"/>
          <w:szCs w:val="32"/>
        </w:rPr>
        <w:t>三甲</w:t>
      </w:r>
      <w:r>
        <w:rPr>
          <w:rFonts w:ascii="Times New Roman" w:hAnsi="Times New Roman" w:eastAsia="方正仿宋_GBK"/>
          <w:sz w:val="32"/>
          <w:szCs w:val="32"/>
        </w:rPr>
        <w:t>”</w:t>
      </w:r>
      <w:r>
        <w:rPr>
          <w:rFonts w:hint="eastAsia" w:ascii="Times New Roman" w:hAnsi="Times New Roman" w:eastAsia="方正仿宋_GBK"/>
          <w:sz w:val="32"/>
          <w:szCs w:val="32"/>
        </w:rPr>
        <w:t>医院创建，完成区妇幼保健院迁建工程和区第二人民医院扩建工程。鼓励和支持社会力量办医，举办一批儿童、妇产、肿瘤、精神、传染、口腔、康复、护理等医疗服务机构。推进基层医疗机构基础建设，补齐镇街、村（社区）医疗资源短板，建成</w:t>
      </w:r>
      <w:r>
        <w:rPr>
          <w:rFonts w:ascii="Times New Roman" w:hAnsi="Times New Roman" w:eastAsia="方正仿宋_GBK"/>
          <w:sz w:val="32"/>
          <w:szCs w:val="32"/>
        </w:rPr>
        <w:t>“15</w:t>
      </w:r>
      <w:r>
        <w:rPr>
          <w:rFonts w:hint="eastAsia" w:ascii="Times New Roman" w:hAnsi="Times New Roman" w:eastAsia="方正仿宋_GBK"/>
          <w:sz w:val="32"/>
          <w:szCs w:val="32"/>
        </w:rPr>
        <w:t>分钟基本医疗服务圈</w:t>
      </w:r>
      <w:r>
        <w:rPr>
          <w:rFonts w:ascii="Times New Roman" w:hAnsi="Times New Roman" w:eastAsia="方正仿宋_GBK"/>
          <w:sz w:val="32"/>
          <w:szCs w:val="32"/>
        </w:rPr>
        <w:t>”</w:t>
      </w:r>
      <w:r>
        <w:rPr>
          <w:rFonts w:hint="eastAsia" w:ascii="Times New Roman" w:hAnsi="Times New Roman" w:eastAsia="方正仿宋_GBK"/>
          <w:sz w:val="32"/>
          <w:szCs w:val="32"/>
        </w:rPr>
        <w:t>。建立和完善公立医院、专业公共卫生机构、基层医疗卫生机构以及社会办医院之间的分工协作关系，整合各级各类医疗卫生机构的服务功能，完善</w:t>
      </w:r>
      <w:bookmarkStart w:id="117" w:name="_Hlk46928567"/>
      <w:r>
        <w:rPr>
          <w:rFonts w:hint="eastAsia" w:ascii="Times New Roman" w:hAnsi="Times New Roman" w:eastAsia="方正仿宋_GBK"/>
          <w:sz w:val="32"/>
          <w:szCs w:val="32"/>
        </w:rPr>
        <w:t>医疗服务体系</w:t>
      </w:r>
      <w:bookmarkEnd w:id="117"/>
      <w:r>
        <w:rPr>
          <w:rFonts w:hint="eastAsia" w:ascii="Times New Roman" w:hAnsi="Times New Roman" w:eastAsia="方正仿宋_GBK"/>
          <w:sz w:val="32"/>
          <w:szCs w:val="32"/>
        </w:rPr>
        <w:t>。深化分级诊疗，完善预约诊疗，发挥远程会诊、区域影像中心、区域心电中心等作用，推进</w:t>
      </w:r>
      <w:r>
        <w:rPr>
          <w:rFonts w:ascii="Times New Roman" w:hAnsi="Times New Roman" w:eastAsia="方正仿宋_GBK"/>
          <w:sz w:val="32"/>
          <w:szCs w:val="32"/>
        </w:rPr>
        <w:t>“</w:t>
      </w:r>
      <w:r>
        <w:rPr>
          <w:rFonts w:hint="eastAsia" w:ascii="Times New Roman" w:hAnsi="Times New Roman" w:eastAsia="方正仿宋_GBK"/>
          <w:sz w:val="32"/>
          <w:szCs w:val="32"/>
        </w:rPr>
        <w:t>医通、人通、财通</w:t>
      </w:r>
      <w:r>
        <w:rPr>
          <w:rFonts w:ascii="Times New Roman" w:hAnsi="Times New Roman" w:eastAsia="方正仿宋_GBK"/>
          <w:sz w:val="32"/>
          <w:szCs w:val="32"/>
        </w:rPr>
        <w:t>”</w:t>
      </w:r>
      <w:r>
        <w:rPr>
          <w:rFonts w:hint="eastAsia" w:ascii="Times New Roman" w:hAnsi="Times New Roman" w:eastAsia="方正仿宋_GBK"/>
          <w:sz w:val="32"/>
          <w:szCs w:val="32"/>
        </w:rPr>
        <w:t>的区域紧密型医共体建设，实现基层首诊、双向转诊、急慢分治、上下联动，强化医共体内优质专科诊疗资源对基层医疗卫生机构的支持和倾斜力度。健全</w:t>
      </w:r>
      <w:bookmarkStart w:id="118" w:name="_Hlk46928579"/>
      <w:r>
        <w:rPr>
          <w:rFonts w:hint="eastAsia" w:ascii="Times New Roman" w:hAnsi="Times New Roman" w:eastAsia="方正仿宋_GBK"/>
          <w:sz w:val="32"/>
          <w:szCs w:val="32"/>
        </w:rPr>
        <w:t>疾病预防控制体系</w:t>
      </w:r>
      <w:bookmarkEnd w:id="118"/>
      <w:r>
        <w:rPr>
          <w:rFonts w:hint="eastAsia" w:ascii="Times New Roman" w:hAnsi="Times New Roman" w:eastAsia="方正仿宋_GBK"/>
          <w:sz w:val="32"/>
          <w:szCs w:val="32"/>
        </w:rPr>
        <w:t>，加强专业公共卫生机构对公立医院、基层医疗卫生机构和社会办医院开展公共卫生服务的指导、培训和考核，加强区疾控中心监测和检验设备配置，提高疾病防控和预测预警能力。以区人民医院为中心，推进远程医疗协同管理平台建设，完善面向基层的</w:t>
      </w:r>
      <w:bookmarkStart w:id="119" w:name="_Hlk46928590"/>
      <w:r>
        <w:rPr>
          <w:rFonts w:hint="eastAsia" w:ascii="Times New Roman" w:hAnsi="Times New Roman" w:eastAsia="方正仿宋_GBK"/>
          <w:sz w:val="32"/>
          <w:szCs w:val="32"/>
        </w:rPr>
        <w:t>远程医疗服务体系</w:t>
      </w:r>
      <w:bookmarkEnd w:id="119"/>
      <w:r>
        <w:rPr>
          <w:rFonts w:hint="eastAsia" w:ascii="Times New Roman" w:hAnsi="Times New Roman" w:eastAsia="方正仿宋_GBK"/>
          <w:sz w:val="32"/>
          <w:szCs w:val="32"/>
        </w:rPr>
        <w:t>。加强</w:t>
      </w:r>
      <w:bookmarkStart w:id="120" w:name="_Hlk46928599"/>
      <w:r>
        <w:rPr>
          <w:rFonts w:hint="eastAsia" w:ascii="Times New Roman" w:hAnsi="Times New Roman" w:eastAsia="方正仿宋_GBK"/>
          <w:sz w:val="32"/>
          <w:szCs w:val="32"/>
        </w:rPr>
        <w:t>卫生应急体系</w:t>
      </w:r>
      <w:bookmarkEnd w:id="120"/>
      <w:r>
        <w:rPr>
          <w:rFonts w:hint="eastAsia" w:ascii="Times New Roman" w:hAnsi="Times New Roman" w:eastAsia="方正仿宋_GBK"/>
          <w:sz w:val="32"/>
          <w:szCs w:val="32"/>
        </w:rPr>
        <w:t>建设，完善传染病疫情等突发公共卫生事件监测和报告网络。优化</w:t>
      </w:r>
      <w:bookmarkStart w:id="121" w:name="_Hlk46928610"/>
      <w:r>
        <w:rPr>
          <w:rFonts w:hint="eastAsia" w:ascii="Times New Roman" w:hAnsi="Times New Roman" w:eastAsia="方正仿宋_GBK"/>
          <w:sz w:val="32"/>
          <w:szCs w:val="32"/>
        </w:rPr>
        <w:t>卫生监督体系</w:t>
      </w:r>
      <w:bookmarkEnd w:id="121"/>
      <w:r>
        <w:rPr>
          <w:rFonts w:hint="eastAsia" w:ascii="Times New Roman" w:hAnsi="Times New Roman" w:eastAsia="方正仿宋_GBK"/>
          <w:sz w:val="32"/>
          <w:szCs w:val="32"/>
        </w:rPr>
        <w:t>建设，完善镇、街基层卫生监督服务网络。</w:t>
      </w:r>
    </w:p>
    <w:p>
      <w:pPr>
        <w:spacing w:line="560" w:lineRule="exact"/>
        <w:ind w:firstLine="643" w:firstLineChars="200"/>
        <w:rPr>
          <w:rFonts w:ascii="Times New Roman" w:hAnsi="Times New Roman"/>
        </w:rPr>
      </w:pPr>
      <w:bookmarkStart w:id="122" w:name="_Toc30793"/>
      <w:r>
        <w:rPr>
          <w:rFonts w:hint="eastAsia" w:ascii="Times New Roman" w:hAnsi="Times New Roman" w:eastAsia="方正仿宋_GBK"/>
          <w:b/>
          <w:bCs/>
          <w:sz w:val="32"/>
          <w:szCs w:val="32"/>
        </w:rPr>
        <w:t>提升医疗服务水平</w:t>
      </w:r>
      <w:bookmarkEnd w:id="122"/>
      <w:r>
        <w:rPr>
          <w:rFonts w:hint="eastAsia" w:ascii="Times New Roman" w:hAnsi="Times New Roman" w:eastAsia="方正仿宋_GBK"/>
          <w:b/>
          <w:bCs/>
          <w:sz w:val="32"/>
          <w:szCs w:val="32"/>
        </w:rPr>
        <w:t>。</w:t>
      </w:r>
      <w:r>
        <w:rPr>
          <w:rFonts w:hint="eastAsia" w:ascii="Times New Roman" w:hAnsi="Times New Roman" w:eastAsia="方正仿宋_GBK"/>
          <w:sz w:val="32"/>
          <w:szCs w:val="32"/>
        </w:rPr>
        <w:t>实施</w:t>
      </w:r>
      <w:r>
        <w:rPr>
          <w:rFonts w:ascii="Times New Roman" w:hAnsi="Times New Roman" w:eastAsia="方正仿宋_GBK"/>
          <w:sz w:val="32"/>
          <w:szCs w:val="32"/>
        </w:rPr>
        <w:t>“</w:t>
      </w:r>
      <w:r>
        <w:rPr>
          <w:rFonts w:hint="eastAsia" w:ascii="Times New Roman" w:hAnsi="Times New Roman" w:eastAsia="方正仿宋_GBK"/>
          <w:sz w:val="32"/>
          <w:szCs w:val="32"/>
        </w:rPr>
        <w:t>人才强医</w:t>
      </w:r>
      <w:r>
        <w:rPr>
          <w:rFonts w:ascii="Times New Roman" w:hAnsi="Times New Roman" w:eastAsia="方正仿宋_GBK"/>
          <w:sz w:val="32"/>
          <w:szCs w:val="32"/>
        </w:rPr>
        <w:t>”</w:t>
      </w:r>
      <w:r>
        <w:rPr>
          <w:rFonts w:hint="eastAsia" w:ascii="Times New Roman" w:hAnsi="Times New Roman" w:eastAsia="方正仿宋_GBK"/>
          <w:sz w:val="32"/>
          <w:szCs w:val="32"/>
        </w:rPr>
        <w:t>工程，引进和培养高层次医疗人才</w:t>
      </w:r>
      <w:r>
        <w:rPr>
          <w:rFonts w:ascii="Times New Roman" w:hAnsi="Times New Roman" w:eastAsia="方正仿宋_GBK"/>
          <w:sz w:val="32"/>
          <w:szCs w:val="32"/>
        </w:rPr>
        <w:t>200</w:t>
      </w:r>
      <w:r>
        <w:rPr>
          <w:rFonts w:hint="eastAsia" w:ascii="Times New Roman" w:hAnsi="Times New Roman" w:eastAsia="方正仿宋_GBK"/>
          <w:sz w:val="32"/>
          <w:szCs w:val="32"/>
        </w:rPr>
        <w:t>名以上，学科带头人</w:t>
      </w:r>
      <w:r>
        <w:rPr>
          <w:rFonts w:ascii="Times New Roman" w:hAnsi="Times New Roman" w:eastAsia="方正仿宋_GBK"/>
          <w:sz w:val="32"/>
          <w:szCs w:val="32"/>
        </w:rPr>
        <w:t>20</w:t>
      </w:r>
      <w:r>
        <w:rPr>
          <w:rFonts w:hint="eastAsia" w:ascii="Times New Roman" w:hAnsi="Times New Roman" w:eastAsia="方正仿宋_GBK"/>
          <w:sz w:val="32"/>
          <w:szCs w:val="32"/>
        </w:rPr>
        <w:t>人以上，引进一批国医大师和名老中医。抓好公卫医师、全科医生、乡村医师等基层队伍建设，全区卫生人才总量达</w:t>
      </w:r>
      <w:r>
        <w:rPr>
          <w:rFonts w:ascii="Times New Roman" w:hAnsi="Times New Roman" w:eastAsia="方正仿宋_GBK"/>
          <w:sz w:val="32"/>
          <w:szCs w:val="32"/>
        </w:rPr>
        <w:t>4000</w:t>
      </w:r>
      <w:r>
        <w:rPr>
          <w:rFonts w:hint="eastAsia" w:ascii="Times New Roman" w:hAnsi="Times New Roman" w:eastAsia="方正仿宋_GBK"/>
          <w:sz w:val="32"/>
          <w:szCs w:val="32"/>
        </w:rPr>
        <w:t>人以上，力争将区中医院纳入全市创新公立医院编制管理试点。实施</w:t>
      </w:r>
      <w:r>
        <w:rPr>
          <w:rFonts w:ascii="Times New Roman" w:hAnsi="Times New Roman" w:eastAsia="方正仿宋_GBK"/>
          <w:sz w:val="32"/>
          <w:szCs w:val="32"/>
        </w:rPr>
        <w:t>“</w:t>
      </w:r>
      <w:r>
        <w:rPr>
          <w:rFonts w:hint="eastAsia" w:ascii="Times New Roman" w:hAnsi="Times New Roman" w:eastAsia="方正仿宋_GBK"/>
          <w:sz w:val="32"/>
          <w:szCs w:val="32"/>
        </w:rPr>
        <w:t>优质服务基层行</w:t>
      </w:r>
      <w:r>
        <w:rPr>
          <w:rFonts w:ascii="Times New Roman" w:hAnsi="Times New Roman" w:eastAsia="方正仿宋_GBK"/>
          <w:sz w:val="32"/>
          <w:szCs w:val="32"/>
        </w:rPr>
        <w:t>”</w:t>
      </w:r>
      <w:r>
        <w:rPr>
          <w:rFonts w:hint="eastAsia" w:ascii="Times New Roman" w:hAnsi="Times New Roman" w:eastAsia="方正仿宋_GBK"/>
          <w:sz w:val="32"/>
          <w:szCs w:val="32"/>
        </w:rPr>
        <w:t>活动，开展基层医疗机构等级评审，打造</w:t>
      </w:r>
      <w:r>
        <w:rPr>
          <w:rFonts w:ascii="Times New Roman" w:hAnsi="Times New Roman" w:eastAsia="方正仿宋_GBK"/>
          <w:sz w:val="32"/>
          <w:szCs w:val="32"/>
        </w:rPr>
        <w:t>2-3</w:t>
      </w:r>
      <w:r>
        <w:rPr>
          <w:rFonts w:hint="eastAsia" w:ascii="Times New Roman" w:hAnsi="Times New Roman" w:eastAsia="方正仿宋_GBK"/>
          <w:sz w:val="32"/>
          <w:szCs w:val="32"/>
        </w:rPr>
        <w:t>家优质基层医疗机构。推进</w:t>
      </w:r>
      <w:r>
        <w:rPr>
          <w:rFonts w:ascii="Times New Roman" w:hAnsi="Times New Roman" w:eastAsia="方正仿宋_GBK"/>
          <w:sz w:val="32"/>
          <w:szCs w:val="32"/>
        </w:rPr>
        <w:t>“</w:t>
      </w:r>
      <w:r>
        <w:rPr>
          <w:rFonts w:hint="eastAsia" w:ascii="Times New Roman" w:hAnsi="Times New Roman" w:eastAsia="方正仿宋_GBK"/>
          <w:sz w:val="32"/>
          <w:szCs w:val="32"/>
        </w:rPr>
        <w:t>三名一站</w:t>
      </w:r>
      <w:r>
        <w:rPr>
          <w:rFonts w:ascii="Times New Roman" w:hAnsi="Times New Roman" w:eastAsia="方正仿宋_GBK"/>
          <w:sz w:val="32"/>
          <w:szCs w:val="32"/>
        </w:rPr>
        <w:t>”</w:t>
      </w:r>
      <w:r>
        <w:rPr>
          <w:rFonts w:hint="eastAsia" w:ascii="Times New Roman" w:hAnsi="Times New Roman" w:eastAsia="方正仿宋_GBK"/>
          <w:sz w:val="32"/>
          <w:szCs w:val="32"/>
        </w:rPr>
        <w:t>打造，推进学科建设，填补临床技术空白，创建一批国家级和市级特色、重点学科和专科，加强与北京</w:t>
      </w:r>
      <w:r>
        <w:rPr>
          <w:rFonts w:ascii="Times New Roman" w:hAnsi="Times New Roman" w:eastAsia="方正仿宋_GBK"/>
          <w:sz w:val="32"/>
          <w:szCs w:val="32"/>
        </w:rPr>
        <w:t>301</w:t>
      </w:r>
      <w:r>
        <w:rPr>
          <w:rFonts w:hint="eastAsia" w:ascii="Times New Roman" w:hAnsi="Times New Roman" w:eastAsia="方正仿宋_GBK"/>
          <w:sz w:val="32"/>
          <w:szCs w:val="32"/>
        </w:rPr>
        <w:t>医院、重医附一院、市中医院合作，力争打造在全市具有一定影响力的名医院、名医生、名科室。实施妇幼健康服务保障工程，提升妇幼基本公共卫生服务水平。积极发挥樊代明院士工作站的品牌效应和聚集效应，力争引入俞梦孙院士在中医院建立院士工作室。加强科研平台建设，积极申报一批科研项目，提升科研能力水平。继续开展</w:t>
      </w:r>
      <w:r>
        <w:rPr>
          <w:rFonts w:ascii="Times New Roman" w:hAnsi="Times New Roman" w:eastAsia="方正仿宋_GBK"/>
          <w:sz w:val="32"/>
          <w:szCs w:val="32"/>
        </w:rPr>
        <w:t>“</w:t>
      </w:r>
      <w:r>
        <w:rPr>
          <w:rFonts w:hint="eastAsia" w:ascii="Times New Roman" w:hAnsi="Times New Roman" w:eastAsia="方正仿宋_GBK"/>
          <w:sz w:val="32"/>
          <w:szCs w:val="32"/>
        </w:rPr>
        <w:t>美丽医院</w:t>
      </w:r>
      <w:r>
        <w:rPr>
          <w:rFonts w:ascii="Times New Roman" w:hAnsi="Times New Roman" w:eastAsia="方正仿宋_GBK"/>
          <w:sz w:val="32"/>
          <w:szCs w:val="32"/>
        </w:rPr>
        <w:t>”</w:t>
      </w:r>
      <w:r>
        <w:rPr>
          <w:rFonts w:hint="eastAsia" w:ascii="Times New Roman" w:hAnsi="Times New Roman" w:eastAsia="方正仿宋_GBK"/>
          <w:sz w:val="32"/>
          <w:szCs w:val="32"/>
        </w:rPr>
        <w:t>建设，提档升级就医环境，</w:t>
      </w:r>
      <w:r>
        <w:rPr>
          <w:rFonts w:hint="eastAsia" w:ascii="Times New Roman" w:hAnsi="Times New Roman" w:eastAsia="方正仿宋_GBK"/>
          <w:bCs/>
          <w:kern w:val="0"/>
          <w:sz w:val="32"/>
          <w:szCs w:val="32"/>
        </w:rPr>
        <w:t>深入实施新一轮改善医疗服务行动，</w:t>
      </w:r>
      <w:r>
        <w:rPr>
          <w:rFonts w:hint="eastAsia" w:ascii="Times New Roman" w:hAnsi="Times New Roman" w:eastAsia="方正仿宋_GBK"/>
          <w:sz w:val="32"/>
          <w:szCs w:val="32"/>
        </w:rPr>
        <w:t>稳步提升人文环境，提高群众看病就医获得感。</w:t>
      </w:r>
    </w:p>
    <w:p>
      <w:pPr>
        <w:spacing w:line="560" w:lineRule="exact"/>
        <w:ind w:right="278" w:firstLine="643" w:firstLineChars="200"/>
        <w:rPr>
          <w:rFonts w:ascii="Times New Roman" w:hAnsi="Times New Roman" w:eastAsia="方正仿宋_GBK"/>
          <w:sz w:val="32"/>
          <w:szCs w:val="32"/>
          <w:lang w:val="zh-CN"/>
        </w:rPr>
      </w:pPr>
      <w:bookmarkStart w:id="123" w:name="_Toc26102"/>
      <w:r>
        <w:rPr>
          <w:rFonts w:hint="eastAsia" w:ascii="Times New Roman" w:hAnsi="Times New Roman" w:eastAsia="方正仿宋_GBK"/>
          <w:b/>
          <w:bCs/>
          <w:sz w:val="32"/>
          <w:szCs w:val="32"/>
        </w:rPr>
        <w:t>积极开展中医药健康服务。</w:t>
      </w:r>
      <w:r>
        <w:rPr>
          <w:rFonts w:hint="eastAsia" w:ascii="Times New Roman" w:hAnsi="Times New Roman" w:eastAsia="方正仿宋_GBK"/>
          <w:sz w:val="32"/>
          <w:szCs w:val="32"/>
        </w:rPr>
        <w:t>强化中医药服务能力建设，促进中医药传承与创新。充分发挥中医药在疾病预防、治疗、康复中的独特优势，</w:t>
      </w:r>
      <w:r>
        <w:rPr>
          <w:rFonts w:hint="eastAsia" w:ascii="Times New Roman" w:hAnsi="Times New Roman" w:eastAsia="方正仿宋_GBK"/>
          <w:sz w:val="32"/>
          <w:szCs w:val="32"/>
          <w:lang w:val="zh-CN"/>
        </w:rPr>
        <w:t>提升重大和疑难疾病临床诊疗水平，构建不同层级分级诊疗网络，建设具有鲜明中医特色的康复治疗中心、老年病治疗中心和治未病健康管理中心。</w:t>
      </w:r>
      <w:r>
        <w:rPr>
          <w:rFonts w:hint="eastAsia" w:ascii="Times New Roman" w:hAnsi="Times New Roman" w:eastAsia="方正仿宋_GBK"/>
          <w:sz w:val="32"/>
          <w:szCs w:val="32"/>
        </w:rPr>
        <w:t>加强中医重点专科建设，重点打造区内脾胃、骨伤、肛肠、治未病、康复及中医护理等中医重点专科，力争到</w:t>
      </w:r>
      <w:r>
        <w:rPr>
          <w:rFonts w:ascii="Times New Roman" w:hAnsi="Times New Roman" w:eastAsia="方正仿宋_GBK"/>
          <w:sz w:val="32"/>
          <w:szCs w:val="32"/>
        </w:rPr>
        <w:t>2025</w:t>
      </w:r>
      <w:r>
        <w:rPr>
          <w:rFonts w:hint="eastAsia" w:ascii="Times New Roman" w:hAnsi="Times New Roman" w:eastAsia="方正仿宋_GBK"/>
          <w:sz w:val="32"/>
          <w:szCs w:val="32"/>
        </w:rPr>
        <w:t>年打造</w:t>
      </w:r>
      <w:r>
        <w:rPr>
          <w:rFonts w:ascii="Times New Roman" w:hAnsi="Times New Roman" w:eastAsia="方正仿宋_GBK"/>
          <w:sz w:val="32"/>
          <w:szCs w:val="32"/>
        </w:rPr>
        <w:t>1</w:t>
      </w:r>
      <w:r>
        <w:rPr>
          <w:rFonts w:hint="eastAsia" w:ascii="Times New Roman" w:hAnsi="Times New Roman" w:eastAsia="方正仿宋_GBK"/>
          <w:sz w:val="32"/>
          <w:szCs w:val="32"/>
        </w:rPr>
        <w:t>个国家级重点中医专科，</w:t>
      </w:r>
      <w:r>
        <w:rPr>
          <w:rFonts w:ascii="Times New Roman" w:hAnsi="Times New Roman" w:eastAsia="方正仿宋_GBK"/>
          <w:sz w:val="32"/>
          <w:szCs w:val="32"/>
        </w:rPr>
        <w:t>3-5</w:t>
      </w:r>
      <w:r>
        <w:rPr>
          <w:rFonts w:hint="eastAsia" w:ascii="Times New Roman" w:hAnsi="Times New Roman" w:eastAsia="方正仿宋_GBK"/>
          <w:sz w:val="32"/>
          <w:szCs w:val="32"/>
        </w:rPr>
        <w:t>个市级中医专科重点。建立区人民医院、区第二人民医院、区妇幼保健院中西医会诊制度，开展多学科联合诊疗。</w:t>
      </w:r>
      <w:r>
        <w:rPr>
          <w:rFonts w:hint="eastAsia" w:ascii="Times New Roman" w:hAnsi="Times New Roman" w:eastAsia="方正仿宋_GBK"/>
          <w:sz w:val="32"/>
          <w:szCs w:val="32"/>
          <w:lang w:val="zh-CN"/>
        </w:rPr>
        <w:t>鼓励有资质的中医专业技术人员特别是名老中医开办中医诊所，推动中医门诊部、诊所和中医坐堂诊所规范建设和连锁发展。加强中医养生保健服务技术转化，促进中医养生保健服务健康发展。完善中医药毕业后教育体系和中医药</w:t>
      </w:r>
      <w:r>
        <w:rPr>
          <w:rFonts w:ascii="Times New Roman" w:hAnsi="Times New Roman" w:eastAsia="方正仿宋_GBK"/>
          <w:sz w:val="32"/>
          <w:szCs w:val="32"/>
          <w:lang w:val="zh-CN"/>
        </w:rPr>
        <w:t>“</w:t>
      </w:r>
      <w:r>
        <w:rPr>
          <w:rFonts w:hint="eastAsia" w:ascii="Times New Roman" w:hAnsi="Times New Roman" w:eastAsia="方正仿宋_GBK"/>
          <w:sz w:val="32"/>
          <w:szCs w:val="32"/>
          <w:lang w:val="zh-CN"/>
        </w:rPr>
        <w:t>师承</w:t>
      </w:r>
      <w:r>
        <w:rPr>
          <w:rFonts w:ascii="Times New Roman" w:hAnsi="Times New Roman" w:eastAsia="方正仿宋_GBK"/>
          <w:sz w:val="32"/>
          <w:szCs w:val="32"/>
          <w:lang w:val="zh-CN"/>
        </w:rPr>
        <w:t>”</w:t>
      </w:r>
      <w:r>
        <w:rPr>
          <w:rFonts w:hint="eastAsia" w:ascii="Times New Roman" w:hAnsi="Times New Roman" w:eastAsia="方正仿宋_GBK"/>
          <w:sz w:val="32"/>
          <w:szCs w:val="32"/>
          <w:lang w:val="zh-CN"/>
        </w:rPr>
        <w:t>人才培养模式，探索建立不同类型中医药人才评价、评估标准，强化中医药服务人才支撑。</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大力发展智慧医疗服务。</w:t>
      </w:r>
      <w:r>
        <w:rPr>
          <w:rFonts w:hint="eastAsia" w:ascii="Times New Roman" w:hAnsi="Times New Roman" w:eastAsia="方正仿宋_GBK"/>
          <w:sz w:val="32"/>
          <w:szCs w:val="32"/>
        </w:rPr>
        <w:t>抓好卫生健康信息化建设，建设区域卫生健康智慧化平台，实现业务系统互联互通和资源有效整合</w:t>
      </w:r>
      <w:r>
        <w:rPr>
          <w:rFonts w:hint="eastAsia" w:ascii="Times New Roman" w:hAnsi="Times New Roman"/>
          <w:sz w:val="32"/>
          <w:szCs w:val="32"/>
        </w:rPr>
        <w:t>。</w:t>
      </w:r>
      <w:r>
        <w:rPr>
          <w:rFonts w:hint="eastAsia" w:ascii="Times New Roman" w:hAnsi="Times New Roman" w:eastAsia="方正仿宋_GBK"/>
          <w:sz w:val="32"/>
          <w:szCs w:val="32"/>
        </w:rPr>
        <w:t>加快人工智能技术在医学影像辅助判读、临床辅助诊断、多维医疗数据分析等领域的应用</w:t>
      </w:r>
      <w:r>
        <w:rPr>
          <w:rFonts w:hint="eastAsia" w:ascii="Times New Roman" w:hAnsi="Times New Roman"/>
          <w:sz w:val="32"/>
          <w:szCs w:val="32"/>
        </w:rPr>
        <w:t>。</w:t>
      </w:r>
      <w:r>
        <w:rPr>
          <w:rFonts w:hint="eastAsia" w:ascii="Times New Roman" w:hAnsi="Times New Roman" w:eastAsia="方正仿宋_GBK"/>
          <w:sz w:val="32"/>
          <w:szCs w:val="32"/>
        </w:rPr>
        <w:t>依托</w:t>
      </w:r>
      <w:r>
        <w:rPr>
          <w:rFonts w:ascii="Times New Roman" w:hAnsi="Times New Roman" w:eastAsia="方正仿宋_GBK"/>
          <w:sz w:val="32"/>
          <w:szCs w:val="32"/>
        </w:rPr>
        <w:t>5G</w:t>
      </w:r>
      <w:r>
        <w:rPr>
          <w:rFonts w:hint="eastAsia" w:ascii="Times New Roman" w:hAnsi="Times New Roman" w:eastAsia="方正仿宋_GBK"/>
          <w:sz w:val="32"/>
          <w:szCs w:val="32"/>
        </w:rPr>
        <w:t>、大数据分析等手段，实现疾病监测自动预警、辅助决策等功能。推进互联网医院建设，鼓励医疗卫生机构、符合条件的第三方机构搭建互联网公共信息平台，发展互联网诊疗、健康咨询、社区及居家健康管理等新业态。支持建设和运营药事服务平台，提供电子处方审核、合理用药咨询和药品销售配送等服务。继续推进智慧医院建设</w:t>
      </w:r>
      <w:r>
        <w:rPr>
          <w:rFonts w:hint="eastAsia" w:ascii="Times New Roman" w:hAnsi="Times New Roman"/>
          <w:sz w:val="32"/>
          <w:szCs w:val="32"/>
        </w:rPr>
        <w:t>，</w:t>
      </w:r>
      <w:r>
        <w:rPr>
          <w:rFonts w:hint="eastAsia" w:ascii="Times New Roman" w:hAnsi="Times New Roman" w:eastAsia="方正仿宋_GBK"/>
          <w:sz w:val="32"/>
          <w:szCs w:val="32"/>
        </w:rPr>
        <w:t>创建区人民医院、区中医院等市级示范</w:t>
      </w:r>
      <w:r>
        <w:rPr>
          <w:rFonts w:ascii="Times New Roman" w:hAnsi="Times New Roman"/>
          <w:sz w:val="32"/>
          <w:szCs w:val="32"/>
        </w:rPr>
        <w:t>“</w:t>
      </w:r>
      <w:r>
        <w:rPr>
          <w:rFonts w:hint="eastAsia" w:ascii="Times New Roman" w:hAnsi="Times New Roman" w:eastAsia="方正仿宋_GBK"/>
          <w:sz w:val="32"/>
          <w:szCs w:val="32"/>
        </w:rPr>
        <w:t>智慧医院</w:t>
      </w:r>
      <w:r>
        <w:rPr>
          <w:rFonts w:ascii="Times New Roman" w:hAnsi="Times New Roman"/>
          <w:sz w:val="32"/>
          <w:szCs w:val="32"/>
        </w:rPr>
        <w:t>”</w:t>
      </w:r>
      <w:r>
        <w:rPr>
          <w:rFonts w:hint="eastAsia" w:ascii="Times New Roman" w:hAnsi="Times New Roman" w:eastAsia="方正仿宋_GBK"/>
          <w:sz w:val="32"/>
          <w:szCs w:val="32"/>
        </w:rPr>
        <w:t>，不断提高优质医疗供给。</w:t>
      </w:r>
      <w:bookmarkStart w:id="124" w:name="_Toc15667"/>
      <w:r>
        <w:rPr>
          <w:rFonts w:hint="eastAsia" w:ascii="Times New Roman" w:hAnsi="Times New Roman" w:eastAsia="方正仿宋_GBK"/>
          <w:sz w:val="32"/>
          <w:szCs w:val="32"/>
        </w:rPr>
        <w:t>大力发展精准医疗</w:t>
      </w:r>
      <w:bookmarkEnd w:id="124"/>
      <w:r>
        <w:rPr>
          <w:rFonts w:hint="eastAsia" w:ascii="Times New Roman" w:hAnsi="Times New Roman" w:eastAsia="方正仿宋_GBK"/>
          <w:sz w:val="32"/>
          <w:szCs w:val="32"/>
        </w:rPr>
        <w:t>，重点发展在基因检测、特种检测、干细胞再生医学等第三方检测服务机构，补充公立医疗机构不足、减轻公立医疗机构压力。推动区域检验中心建设，开放临床资源，加快技术成果转化。</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培育壮大医美产业</w:t>
      </w:r>
      <w:bookmarkEnd w:id="123"/>
      <w:r>
        <w:rPr>
          <w:rFonts w:hint="eastAsia" w:ascii="Times New Roman" w:hAnsi="Times New Roman" w:eastAsia="方正仿宋_GBK"/>
          <w:b/>
          <w:bCs/>
          <w:sz w:val="32"/>
          <w:szCs w:val="32"/>
        </w:rPr>
        <w:t>。</w:t>
      </w:r>
      <w:r>
        <w:rPr>
          <w:rFonts w:hint="eastAsia" w:ascii="Times New Roman" w:hAnsi="Times New Roman" w:eastAsia="方正仿宋_GBK"/>
          <w:sz w:val="32"/>
          <w:szCs w:val="32"/>
        </w:rPr>
        <w:t>按照专业化、规范化、差异化的发展方向，引导医疗美容门诊部和诊所做精细分领域，大力发展外科美容、皮肤美容、牙齿美容，形成一批特色品牌。鼓励医美机构积极参与行业标准的制定、认证等工作，开展高水平服务，提升渝北医美行业的品质和话语权。推进重庆星荣医美医院建设。引进医美耗材、器材、设备等上游企业，研发先进医美技术和产品，以美容机构为平台完成成果转化，实现全产业链发展，打造高端化、国际化的医美中心。鼓励设立医美学院，开办医美专业，充实专业人才队伍。</w:t>
      </w:r>
    </w:p>
    <w:p>
      <w:pPr>
        <w:pStyle w:val="3"/>
        <w:ind w:left="0"/>
        <w:rPr>
          <w:rFonts w:ascii="Times New Roman" w:hAnsi="Times New Roman"/>
        </w:rPr>
      </w:pPr>
    </w:p>
    <w:p>
      <w:pPr>
        <w:rPr>
          <w:rFonts w:ascii="Times New Roman" w:hAnsi="Times New Roman"/>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widowControl/>
              <w:spacing w:line="400" w:lineRule="exact"/>
              <w:jc w:val="center"/>
              <w:rPr>
                <w:rFonts w:ascii="Times New Roman" w:hAnsi="Times New Roman" w:eastAsia="方正黑体_GBK"/>
                <w:kern w:val="0"/>
                <w:sz w:val="28"/>
                <w:szCs w:val="28"/>
              </w:rPr>
            </w:pPr>
            <w:r>
              <w:rPr>
                <w:rFonts w:hint="eastAsia" w:ascii="Times New Roman" w:hAnsi="Times New Roman" w:eastAsia="方正黑体_GBK"/>
                <w:kern w:val="0"/>
                <w:sz w:val="28"/>
                <w:szCs w:val="28"/>
              </w:rPr>
              <w:t>专栏</w:t>
            </w:r>
            <w:r>
              <w:rPr>
                <w:rFonts w:ascii="Times New Roman" w:hAnsi="Times New Roman" w:eastAsia="方正黑体_GBK"/>
                <w:kern w:val="0"/>
                <w:sz w:val="28"/>
                <w:szCs w:val="28"/>
              </w:rPr>
              <w:t xml:space="preserve">1 </w:t>
            </w:r>
            <w:r>
              <w:rPr>
                <w:rFonts w:hint="eastAsia" w:ascii="Times New Roman" w:hAnsi="Times New Roman" w:eastAsia="方正黑体_GBK"/>
                <w:kern w:val="0"/>
                <w:sz w:val="28"/>
                <w:szCs w:val="28"/>
              </w:rPr>
              <w:t>医疗服务领域重点项目</w:t>
            </w:r>
          </w:p>
          <w:p>
            <w:pPr>
              <w:spacing w:line="400" w:lineRule="exact"/>
              <w:ind w:firstLine="562" w:firstLineChars="200"/>
              <w:rPr>
                <w:rFonts w:ascii="Times New Roman" w:hAnsi="Times New Roman" w:eastAsia="方正仿宋_GBK"/>
                <w:sz w:val="28"/>
                <w:szCs w:val="21"/>
              </w:rPr>
            </w:pPr>
            <w:r>
              <w:rPr>
                <w:rFonts w:hint="eastAsia" w:ascii="Times New Roman" w:hAnsi="Times New Roman" w:eastAsia="方正仿宋_GBK"/>
                <w:b/>
                <w:bCs/>
                <w:sz w:val="28"/>
                <w:szCs w:val="21"/>
              </w:rPr>
              <w:t>医疗服务：</w:t>
            </w:r>
            <w:r>
              <w:rPr>
                <w:rFonts w:hint="eastAsia" w:ascii="Times New Roman" w:hAnsi="Times New Roman" w:eastAsia="方正仿宋_GBK"/>
                <w:sz w:val="28"/>
                <w:szCs w:val="21"/>
              </w:rPr>
              <w:t>渝北区中医院三甲医院建设项目、渝北区人民医院三甲项目医疗综合</w:t>
            </w:r>
            <w:r>
              <w:rPr>
                <w:rFonts w:ascii="Times New Roman" w:hAnsi="Times New Roman" w:eastAsia="方正仿宋_GBK"/>
                <w:sz w:val="28"/>
                <w:szCs w:val="21"/>
              </w:rPr>
              <w:t>4</w:t>
            </w:r>
            <w:r>
              <w:rPr>
                <w:rFonts w:hint="eastAsia" w:ascii="Times New Roman" w:hAnsi="Times New Roman" w:eastAsia="方正仿宋_GBK"/>
                <w:sz w:val="28"/>
                <w:szCs w:val="21"/>
              </w:rPr>
              <w:t>号楼项目、渝北区妇幼保健计划生育服务中心迁建工程、渝北区第二人民医院扩建工程、树兰（重庆）医院、重庆市第十三人民医院、渝北区中医院感染综合楼及科研教学楼建设项目、口腔医院、街道社区卫生服务中心扩建项目、渝北区残疾人综合服务站、渝北区残疾人康复中心、兴隆中心卫生院业务用房建设工程、分级诊疗体系、疾病预防控制体系、远程医疗服务体系、卫生应急体系、卫生监督体系、</w:t>
            </w:r>
            <w:r>
              <w:rPr>
                <w:rFonts w:ascii="Times New Roman" w:hAnsi="Times New Roman" w:eastAsia="方正仿宋_GBK"/>
                <w:sz w:val="28"/>
                <w:szCs w:val="21"/>
              </w:rPr>
              <w:t>“</w:t>
            </w:r>
            <w:r>
              <w:rPr>
                <w:rFonts w:hint="eastAsia" w:ascii="Times New Roman" w:hAnsi="Times New Roman" w:eastAsia="方正仿宋_GBK"/>
                <w:sz w:val="28"/>
                <w:szCs w:val="21"/>
              </w:rPr>
              <w:t>人才强医</w:t>
            </w:r>
            <w:r>
              <w:rPr>
                <w:rFonts w:ascii="Times New Roman" w:hAnsi="Times New Roman" w:eastAsia="方正仿宋_GBK"/>
                <w:sz w:val="28"/>
                <w:szCs w:val="21"/>
              </w:rPr>
              <w:t>”</w:t>
            </w:r>
            <w:r>
              <w:rPr>
                <w:rFonts w:hint="eastAsia" w:ascii="Times New Roman" w:hAnsi="Times New Roman" w:eastAsia="方正仿宋_GBK"/>
                <w:sz w:val="28"/>
                <w:szCs w:val="21"/>
              </w:rPr>
              <w:t>工程、</w:t>
            </w:r>
            <w:r>
              <w:rPr>
                <w:rFonts w:ascii="Times New Roman" w:hAnsi="Times New Roman" w:eastAsia="方正仿宋_GBK"/>
                <w:sz w:val="28"/>
                <w:szCs w:val="21"/>
              </w:rPr>
              <w:t>“</w:t>
            </w:r>
            <w:r>
              <w:rPr>
                <w:rFonts w:hint="eastAsia" w:ascii="Times New Roman" w:hAnsi="Times New Roman" w:eastAsia="方正仿宋_GBK"/>
                <w:sz w:val="28"/>
                <w:szCs w:val="21"/>
              </w:rPr>
              <w:t>优质服务基层行</w:t>
            </w:r>
            <w:r>
              <w:rPr>
                <w:rFonts w:ascii="Times New Roman" w:hAnsi="Times New Roman" w:eastAsia="方正仿宋_GBK"/>
                <w:sz w:val="28"/>
                <w:szCs w:val="21"/>
              </w:rPr>
              <w:t>”</w:t>
            </w:r>
            <w:r>
              <w:rPr>
                <w:rFonts w:hint="eastAsia" w:ascii="Times New Roman" w:hAnsi="Times New Roman" w:eastAsia="方正仿宋_GBK"/>
                <w:sz w:val="28"/>
                <w:szCs w:val="21"/>
              </w:rPr>
              <w:t>活动、</w:t>
            </w:r>
            <w:r>
              <w:rPr>
                <w:rFonts w:ascii="Times New Roman" w:hAnsi="Times New Roman" w:eastAsia="方正仿宋_GBK"/>
                <w:sz w:val="28"/>
                <w:szCs w:val="21"/>
              </w:rPr>
              <w:t>“</w:t>
            </w:r>
            <w:r>
              <w:rPr>
                <w:rFonts w:hint="eastAsia" w:ascii="Times New Roman" w:hAnsi="Times New Roman" w:eastAsia="方正仿宋_GBK"/>
                <w:sz w:val="28"/>
                <w:szCs w:val="21"/>
              </w:rPr>
              <w:t>三名一站</w:t>
            </w:r>
            <w:r>
              <w:rPr>
                <w:rFonts w:ascii="Times New Roman" w:hAnsi="Times New Roman" w:eastAsia="方正仿宋_GBK"/>
                <w:sz w:val="28"/>
                <w:szCs w:val="21"/>
              </w:rPr>
              <w:t>”</w:t>
            </w:r>
            <w:r>
              <w:rPr>
                <w:rFonts w:hint="eastAsia" w:ascii="Times New Roman" w:hAnsi="Times New Roman" w:eastAsia="方正仿宋_GBK"/>
                <w:sz w:val="28"/>
                <w:szCs w:val="21"/>
              </w:rPr>
              <w:t>打造等。</w:t>
            </w:r>
          </w:p>
          <w:p>
            <w:pPr>
              <w:spacing w:line="400" w:lineRule="exact"/>
              <w:ind w:firstLine="562" w:firstLineChars="200"/>
              <w:rPr>
                <w:rFonts w:ascii="Times New Roman" w:hAnsi="Times New Roman" w:eastAsia="方正仿宋_GBK"/>
                <w:sz w:val="28"/>
                <w:szCs w:val="21"/>
              </w:rPr>
            </w:pPr>
            <w:r>
              <w:rPr>
                <w:rFonts w:hint="eastAsia" w:ascii="Times New Roman" w:hAnsi="Times New Roman" w:eastAsia="方正仿宋_GBK"/>
                <w:b/>
                <w:bCs/>
                <w:sz w:val="28"/>
                <w:szCs w:val="28"/>
              </w:rPr>
              <w:t>智慧医疗</w:t>
            </w:r>
            <w:r>
              <w:rPr>
                <w:rFonts w:hint="eastAsia" w:ascii="Times New Roman" w:hAnsi="Times New Roman" w:eastAsia="方正仿宋_GBK"/>
                <w:b/>
                <w:bCs/>
                <w:sz w:val="28"/>
                <w:szCs w:val="21"/>
              </w:rPr>
              <w:t>：</w:t>
            </w:r>
            <w:r>
              <w:rPr>
                <w:rFonts w:hint="eastAsia" w:ascii="Times New Roman" w:hAnsi="Times New Roman" w:eastAsia="方正仿宋_GBK"/>
                <w:sz w:val="28"/>
                <w:szCs w:val="21"/>
              </w:rPr>
              <w:t>区域卫生健康智慧化平台、互联网公共信息平台、智慧医院。</w:t>
            </w:r>
          </w:p>
          <w:p>
            <w:pPr>
              <w:spacing w:line="400" w:lineRule="exact"/>
              <w:ind w:firstLine="562" w:firstLineChars="200"/>
              <w:rPr>
                <w:rFonts w:ascii="Times New Roman" w:hAnsi="Times New Roman" w:eastAsia="方正仿宋_GBK"/>
                <w:sz w:val="28"/>
                <w:szCs w:val="21"/>
              </w:rPr>
            </w:pPr>
            <w:r>
              <w:rPr>
                <w:rFonts w:hint="eastAsia" w:ascii="Times New Roman" w:hAnsi="Times New Roman" w:eastAsia="方正仿宋_GBK"/>
                <w:b/>
                <w:bCs/>
                <w:sz w:val="28"/>
                <w:szCs w:val="21"/>
              </w:rPr>
              <w:t>医美产业：</w:t>
            </w:r>
            <w:r>
              <w:rPr>
                <w:rFonts w:hint="eastAsia" w:ascii="Times New Roman" w:hAnsi="Times New Roman" w:eastAsia="方正仿宋_GBK"/>
                <w:sz w:val="28"/>
                <w:szCs w:val="21"/>
              </w:rPr>
              <w:t>重庆星荣医美医院项目</w:t>
            </w:r>
            <w:r>
              <w:rPr>
                <w:rFonts w:hint="eastAsia" w:ascii="Times New Roman" w:hAnsi="Times New Roman" w:eastAsia="方正仿宋_GBK"/>
                <w:sz w:val="28"/>
                <w:szCs w:val="28"/>
              </w:rPr>
              <w:t>。</w:t>
            </w:r>
          </w:p>
        </w:tc>
      </w:tr>
    </w:tbl>
    <w:p>
      <w:pPr>
        <w:spacing w:beforeLines="100" w:afterLines="100" w:line="560" w:lineRule="exact"/>
        <w:jc w:val="center"/>
        <w:outlineLvl w:val="1"/>
        <w:rPr>
          <w:rFonts w:ascii="Times New Roman" w:hAnsi="Times New Roman" w:eastAsia="方正楷体_GBK"/>
          <w:sz w:val="32"/>
          <w:szCs w:val="32"/>
        </w:rPr>
      </w:pPr>
      <w:bookmarkStart w:id="125" w:name="_Toc13897"/>
      <w:bookmarkStart w:id="126" w:name="_Toc15874"/>
      <w:bookmarkStart w:id="127" w:name="_Toc13545"/>
      <w:bookmarkStart w:id="128" w:name="_Toc16869"/>
      <w:bookmarkStart w:id="129" w:name="_Toc22046"/>
      <w:bookmarkStart w:id="130" w:name="_Toc27778"/>
      <w:r>
        <w:rPr>
          <w:rFonts w:hint="eastAsia" w:ascii="Times New Roman" w:hAnsi="Times New Roman" w:eastAsia="方正楷体_GBK"/>
          <w:sz w:val="32"/>
          <w:szCs w:val="32"/>
        </w:rPr>
        <w:t>第二节大力发展以</w:t>
      </w:r>
      <w:r>
        <w:rPr>
          <w:rFonts w:ascii="Times New Roman" w:hAnsi="Times New Roman" w:eastAsia="方正楷体_GBK"/>
          <w:sz w:val="32"/>
          <w:szCs w:val="32"/>
        </w:rPr>
        <w:t>“</w:t>
      </w:r>
      <w:r>
        <w:rPr>
          <w:rFonts w:hint="eastAsia" w:ascii="Times New Roman" w:hAnsi="Times New Roman" w:eastAsia="方正楷体_GBK"/>
          <w:sz w:val="32"/>
          <w:szCs w:val="32"/>
        </w:rPr>
        <w:t>药</w:t>
      </w:r>
      <w:r>
        <w:rPr>
          <w:rFonts w:ascii="Times New Roman" w:hAnsi="Times New Roman" w:eastAsia="方正楷体_GBK"/>
          <w:sz w:val="32"/>
          <w:szCs w:val="32"/>
        </w:rPr>
        <w:t>”</w:t>
      </w:r>
      <w:r>
        <w:rPr>
          <w:rFonts w:hint="eastAsia" w:ascii="Times New Roman" w:hAnsi="Times New Roman" w:eastAsia="方正楷体_GBK"/>
          <w:sz w:val="32"/>
          <w:szCs w:val="32"/>
        </w:rPr>
        <w:t>为支撑的生物医药产业</w:t>
      </w:r>
      <w:bookmarkEnd w:id="125"/>
      <w:bookmarkEnd w:id="126"/>
      <w:bookmarkEnd w:id="127"/>
      <w:bookmarkEnd w:id="128"/>
      <w:bookmarkEnd w:id="129"/>
      <w:bookmarkEnd w:id="130"/>
      <w:bookmarkStart w:id="131" w:name="_Toc1621"/>
    </w:p>
    <w:p>
      <w:pPr>
        <w:spacing w:line="560" w:lineRule="exact"/>
        <w:ind w:firstLine="640" w:firstLineChars="200"/>
        <w:rPr>
          <w:rFonts w:ascii="Times New Roman" w:hAnsi="Times New Roman" w:eastAsia="方正仿宋_GBK"/>
          <w:b/>
          <w:bCs/>
          <w:sz w:val="32"/>
          <w:szCs w:val="32"/>
        </w:rPr>
      </w:pPr>
      <w:r>
        <w:rPr>
          <w:rFonts w:hint="eastAsia" w:ascii="Times New Roman" w:hAnsi="Times New Roman" w:eastAsia="方正仿宋_GBK"/>
          <w:kern w:val="0"/>
          <w:sz w:val="32"/>
          <w:szCs w:val="32"/>
        </w:rPr>
        <w:t>统筹中医、西医两大领域，加快生物药、中药、医疗器械、医药流通服务发展，形成配套体系完整、规模效益突出、具有核心竞争力的现代医药产业集群。</w:t>
      </w:r>
    </w:p>
    <w:bookmarkEnd w:id="131"/>
    <w:p>
      <w:pPr>
        <w:spacing w:line="560" w:lineRule="exact"/>
        <w:ind w:firstLine="643" w:firstLineChars="200"/>
        <w:rPr>
          <w:rFonts w:ascii="Times New Roman" w:hAnsi="Times New Roman" w:eastAsia="方正仿宋_GBK"/>
          <w:sz w:val="32"/>
          <w:szCs w:val="28"/>
        </w:rPr>
      </w:pPr>
      <w:bookmarkStart w:id="132" w:name="_Toc8117"/>
      <w:r>
        <w:rPr>
          <w:rFonts w:hint="eastAsia" w:ascii="Times New Roman" w:hAnsi="Times New Roman" w:eastAsia="方正仿宋_GBK"/>
          <w:b/>
          <w:bCs/>
          <w:sz w:val="32"/>
          <w:szCs w:val="28"/>
        </w:rPr>
        <w:t>壮大生物药产业。</w:t>
      </w:r>
      <w:r>
        <w:rPr>
          <w:rFonts w:hint="eastAsia" w:ascii="Times New Roman" w:hAnsi="Times New Roman" w:eastAsia="方正仿宋_GBK"/>
          <w:sz w:val="32"/>
          <w:szCs w:val="28"/>
        </w:rPr>
        <w:t>围绕生物技术、生物制药，引进掌握核心技术的行业龙头企业、创新型企业，建设生物医药研发平台，为生物医药类创新创业提供技术、资金以及创业辅导等多方面的支持，构建生物药产业创新生态圈。鼓励企业开展创新药物研发，支持企业围绕肿瘤和传染性疾病，发展新冠病毒疫苗、多价</w:t>
      </w:r>
      <w:r>
        <w:rPr>
          <w:rFonts w:ascii="Times New Roman" w:hAnsi="Times New Roman" w:eastAsia="方正仿宋_GBK"/>
          <w:sz w:val="32"/>
          <w:szCs w:val="28"/>
        </w:rPr>
        <w:t>HPV</w:t>
      </w:r>
      <w:r>
        <w:rPr>
          <w:rFonts w:hint="eastAsia" w:ascii="Times New Roman" w:hAnsi="Times New Roman" w:eastAsia="方正仿宋_GBK"/>
          <w:sz w:val="32"/>
          <w:szCs w:val="28"/>
        </w:rPr>
        <w:t>疫苗、疱疹疫苗、多联多价疫苗等新型疫苗，大力发展针对肿瘤、免疫系统疾病、感染性疾病的治疗性疫苗。加快开发针对肿瘤、免疫系统疾病、心血管疾病和感染性疾病的抗体药物。关注蛋白质修饰技术、干细胞和免疫细胞治疗药物等技术领域的示范应用，谋划布局一批有核心技术、产业化程度比较高、落地就能生产的生物制药创新成果项目，促进生物制药创新产品转化应用。</w:t>
      </w:r>
    </w:p>
    <w:bookmarkEnd w:id="132"/>
    <w:p>
      <w:pPr>
        <w:spacing w:line="560" w:lineRule="exact"/>
        <w:ind w:firstLine="643" w:firstLineChars="200"/>
        <w:rPr>
          <w:rFonts w:ascii="Times New Roman" w:hAnsi="Times New Roman" w:eastAsia="方正仿宋_GBK"/>
          <w:b/>
          <w:bCs/>
          <w:sz w:val="32"/>
          <w:szCs w:val="28"/>
        </w:rPr>
      </w:pPr>
      <w:r>
        <w:rPr>
          <w:rFonts w:hint="eastAsia" w:ascii="Times New Roman" w:hAnsi="Times New Roman" w:eastAsia="方正仿宋_GBK"/>
          <w:b/>
          <w:bCs/>
          <w:sz w:val="32"/>
          <w:szCs w:val="28"/>
        </w:rPr>
        <w:t>做优中医药产业。</w:t>
      </w:r>
      <w:r>
        <w:rPr>
          <w:rFonts w:hint="eastAsia" w:ascii="Times New Roman" w:hAnsi="Times New Roman" w:eastAsia="方正仿宋_GBK"/>
          <w:sz w:val="32"/>
          <w:szCs w:val="28"/>
        </w:rPr>
        <w:t>大力发展中药临空都市农业、中药休闲观光农业、中药林下种植特色农业等渝北特色中药产业，围绕中药材种植、中成药、中药饮片、中药配方颗粒生产加工等关键环节，构建现代中药全产业链。合理规划中药材种植品种和规模，依托良好的自然生态优势，重点发展石斛、百合、牡丹、灵芝等药材种植。推动中药材规范化、规模化种植加工，支持中药企业自建或以订单形式联建稳定的中药材种植基地。引导企业开展药品上市后再评价工作，建立以临床效果为核心的产品价值评价体系，全面推进传统名优中成药大品种二次开发及产业化技术升级，形成特色品牌、产品。支持中药加工企业做大做强，提高生产技术和管理水平，扩大优势产品规模。</w:t>
      </w:r>
      <w:r>
        <w:rPr>
          <w:rFonts w:hint="eastAsia" w:ascii="Times New Roman" w:hAnsi="Times New Roman" w:eastAsia="方正仿宋_GBK"/>
          <w:sz w:val="32"/>
          <w:szCs w:val="32"/>
        </w:rPr>
        <w:t>推动中药配方颗粒和传统经典名方产品开发和产业化，鼓励院企合作，积极开展院内制剂委托生产及新产品开发，提升产品市场竞争力。</w:t>
      </w:r>
      <w:r>
        <w:rPr>
          <w:rFonts w:hint="eastAsia" w:ascii="Times New Roman" w:hAnsi="Times New Roman" w:eastAsia="方正仿宋_GBK"/>
          <w:sz w:val="32"/>
          <w:szCs w:val="28"/>
        </w:rPr>
        <w:t>加强中药材质量安全监管，健全中药材、中药饮片、中成药生产流通使用全过程追溯体系。</w:t>
      </w:r>
    </w:p>
    <w:p>
      <w:pPr>
        <w:spacing w:line="560" w:lineRule="exact"/>
        <w:ind w:firstLine="643" w:firstLineChars="200"/>
        <w:rPr>
          <w:rFonts w:ascii="Times New Roman" w:hAnsi="Times New Roman" w:eastAsia="方正仿宋_GBK"/>
          <w:b/>
          <w:bCs/>
          <w:sz w:val="32"/>
          <w:szCs w:val="28"/>
        </w:rPr>
      </w:pPr>
      <w:r>
        <w:rPr>
          <w:rFonts w:hint="eastAsia" w:ascii="Times New Roman" w:hAnsi="Times New Roman" w:eastAsia="方正仿宋_GBK"/>
          <w:b/>
          <w:bCs/>
          <w:sz w:val="32"/>
          <w:szCs w:val="28"/>
        </w:rPr>
        <w:t>发展医疗器械产业。</w:t>
      </w:r>
      <w:r>
        <w:rPr>
          <w:rFonts w:hint="eastAsia" w:ascii="Times New Roman" w:hAnsi="Times New Roman" w:eastAsia="方正仿宋_GBK"/>
          <w:sz w:val="32"/>
          <w:szCs w:val="28"/>
        </w:rPr>
        <w:t>以区内医疗器械骨干企业为主体，推进医疗器械领域关键技术、核心部件和重大产品创新。积极推动胶囊胃镜机器人、手术机器人、超声诊疗设备、手术动力装置、超声治疗设备等高端医疗设备研发及产业化，重点研发数字化微创外科手术设备、高清电子内窥镜、超声无创治疗等技术。推进医疗诊断产业发展，推动全自动化学发光免疫诊断、高特异性免疫诊断、分子诊断、微生物检测等技术发展，开发灵敏度高、重复性强、准确性好的诊断试剂与试剂盒，以及相关的诊断设备、耗材和快检产品。支持发展骨填充材料、人工器官、生物支架等医用生物材料及植（介）入产品。推动发展医疗机器人。大力发展心血管</w:t>
      </w:r>
      <w:r>
        <w:rPr>
          <w:rFonts w:ascii="Times New Roman" w:hAnsi="Times New Roman" w:eastAsia="方正仿宋_GBK"/>
          <w:sz w:val="32"/>
          <w:szCs w:val="28"/>
        </w:rPr>
        <w:t>/</w:t>
      </w:r>
      <w:r>
        <w:rPr>
          <w:rFonts w:hint="eastAsia" w:ascii="Times New Roman" w:hAnsi="Times New Roman" w:eastAsia="方正仿宋_GBK"/>
          <w:sz w:val="32"/>
          <w:szCs w:val="28"/>
        </w:rPr>
        <w:t>颅脑系统状态监测设备、血液净化设备、可穿戴智能医疗设备、可携带多功能监测仪、智能养老监护设备等智能医疗器械。紧抓医疗物联网结合大数据的应用趋势，积极开展</w:t>
      </w:r>
      <w:r>
        <w:rPr>
          <w:rFonts w:ascii="Times New Roman" w:hAnsi="Times New Roman" w:eastAsia="方正仿宋_GBK"/>
          <w:sz w:val="32"/>
          <w:szCs w:val="28"/>
        </w:rPr>
        <w:t>AI</w:t>
      </w:r>
      <w:r>
        <w:rPr>
          <w:rFonts w:hint="eastAsia" w:ascii="Times New Roman" w:hAnsi="Times New Roman" w:eastAsia="方正仿宋_GBK"/>
          <w:sz w:val="32"/>
          <w:szCs w:val="28"/>
        </w:rPr>
        <w:t>影像、医疗机器人、小型数字化医学设备等远程物联智能化医疗设备研发和产业化。加大对医疗器械小微企业政策倾斜力度，落实支持措施，引领中小企业向</w:t>
      </w:r>
      <w:r>
        <w:rPr>
          <w:rFonts w:ascii="Times New Roman" w:hAnsi="Times New Roman" w:eastAsia="方正仿宋_GBK"/>
          <w:sz w:val="32"/>
          <w:szCs w:val="28"/>
        </w:rPr>
        <w:t>“</w:t>
      </w:r>
      <w:r>
        <w:rPr>
          <w:rFonts w:hint="eastAsia" w:ascii="Times New Roman" w:hAnsi="Times New Roman" w:eastAsia="方正仿宋_GBK"/>
          <w:sz w:val="32"/>
          <w:szCs w:val="28"/>
        </w:rPr>
        <w:t>专精特新</w:t>
      </w:r>
      <w:r>
        <w:rPr>
          <w:rFonts w:ascii="Times New Roman" w:hAnsi="Times New Roman" w:eastAsia="方正仿宋_GBK"/>
          <w:sz w:val="32"/>
          <w:szCs w:val="28"/>
        </w:rPr>
        <w:t>”</w:t>
      </w:r>
      <w:r>
        <w:rPr>
          <w:rFonts w:hint="eastAsia" w:ascii="Times New Roman" w:hAnsi="Times New Roman" w:eastAsia="方正仿宋_GBK"/>
          <w:sz w:val="32"/>
          <w:szCs w:val="28"/>
        </w:rPr>
        <w:t>发展，促进一批医疗器械小微企业上规模。</w:t>
      </w:r>
    </w:p>
    <w:p>
      <w:pPr>
        <w:widowControl/>
        <w:spacing w:line="560" w:lineRule="exact"/>
        <w:ind w:firstLine="643" w:firstLineChars="200"/>
        <w:rPr>
          <w:rFonts w:ascii="Times New Roman" w:hAnsi="Times New Roman"/>
        </w:rPr>
      </w:pPr>
      <w:bookmarkStart w:id="133" w:name="_Toc26899"/>
      <w:r>
        <w:rPr>
          <w:rFonts w:hint="eastAsia" w:ascii="Times New Roman" w:hAnsi="Times New Roman" w:eastAsia="方正仿宋_GBK"/>
          <w:b/>
          <w:bCs/>
          <w:sz w:val="32"/>
          <w:szCs w:val="28"/>
        </w:rPr>
        <w:t>提升医药流通服务</w:t>
      </w:r>
      <w:bookmarkEnd w:id="133"/>
      <w:r>
        <w:rPr>
          <w:rFonts w:hint="eastAsia" w:ascii="Times New Roman" w:hAnsi="Times New Roman" w:eastAsia="方正仿宋_GBK"/>
          <w:b/>
          <w:bCs/>
          <w:sz w:val="32"/>
          <w:szCs w:val="28"/>
        </w:rPr>
        <w:t>。</w:t>
      </w:r>
      <w:r>
        <w:rPr>
          <w:rFonts w:hint="eastAsia" w:ascii="Times New Roman" w:hAnsi="Times New Roman" w:eastAsia="方正仿宋_GBK"/>
          <w:kern w:val="0"/>
          <w:sz w:val="32"/>
          <w:szCs w:val="32"/>
        </w:rPr>
        <w:t>加快医药仓储、药包材、医药冷链物流、医药电商发展，构建以大型骨干企业为主体、中小型企业为配套补充的现代药品流通网络。加快中西药仓储、交易、配送等设施建设，打造具有集中采购、跨区域配送能力的现代化医药物流配送体系。大力发展粉雾剂专用给药装置、新型注射器、智能化包装系统、儿童安全包装和老年友好包装等，提升药包材配套服务能力。加快医药冷链物流发展，完善医药冷链物流设施，提升医药冷链物流产业化水平。</w:t>
      </w:r>
      <w:r>
        <w:rPr>
          <w:rFonts w:hint="eastAsia" w:ascii="Times New Roman" w:hAnsi="Times New Roman" w:eastAsia="方正仿宋_GBK"/>
          <w:sz w:val="32"/>
          <w:szCs w:val="32"/>
        </w:rPr>
        <w:t>强化短缺药品供应保障和预警，完善药品储备制度和应急供应机制。</w:t>
      </w:r>
      <w:r>
        <w:rPr>
          <w:rFonts w:hint="eastAsia" w:ascii="Times New Roman" w:hAnsi="Times New Roman" w:eastAsia="方正仿宋_GBK"/>
          <w:kern w:val="0"/>
          <w:sz w:val="32"/>
          <w:szCs w:val="32"/>
        </w:rPr>
        <w:t>推动医药流通与物联网有机融合，完善医药流通网点、业态布局，培育壮大医药电商新兴业态。</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400" w:lineRule="exact"/>
              <w:jc w:val="center"/>
              <w:rPr>
                <w:rFonts w:ascii="Times New Roman" w:hAnsi="Times New Roman" w:eastAsia="方正黑体_GBK"/>
                <w:kern w:val="0"/>
                <w:sz w:val="28"/>
                <w:szCs w:val="28"/>
              </w:rPr>
            </w:pPr>
            <w:r>
              <w:rPr>
                <w:rFonts w:hint="eastAsia" w:ascii="Times New Roman" w:hAnsi="Times New Roman" w:eastAsia="方正黑体_GBK"/>
                <w:kern w:val="0"/>
                <w:sz w:val="28"/>
                <w:szCs w:val="28"/>
              </w:rPr>
              <w:t>专栏</w:t>
            </w:r>
            <w:r>
              <w:rPr>
                <w:rFonts w:ascii="Times New Roman" w:hAnsi="Times New Roman" w:eastAsia="方正黑体_GBK"/>
                <w:kern w:val="0"/>
                <w:sz w:val="28"/>
                <w:szCs w:val="28"/>
              </w:rPr>
              <w:t xml:space="preserve">2 </w:t>
            </w:r>
            <w:r>
              <w:rPr>
                <w:rFonts w:hint="eastAsia" w:ascii="Times New Roman" w:hAnsi="Times New Roman" w:eastAsia="方正黑体_GBK"/>
                <w:kern w:val="0"/>
                <w:sz w:val="28"/>
                <w:szCs w:val="28"/>
              </w:rPr>
              <w:t>生物医药领域重点项目</w:t>
            </w:r>
          </w:p>
          <w:p>
            <w:pPr>
              <w:spacing w:line="400" w:lineRule="exact"/>
              <w:ind w:firstLine="562" w:firstLineChars="200"/>
              <w:rPr>
                <w:rFonts w:ascii="Times New Roman" w:hAnsi="Times New Roman" w:eastAsia="方正仿宋_GBK"/>
                <w:kern w:val="0"/>
                <w:sz w:val="28"/>
                <w:szCs w:val="28"/>
              </w:rPr>
            </w:pPr>
            <w:r>
              <w:rPr>
                <w:rFonts w:hint="eastAsia" w:ascii="Times New Roman" w:hAnsi="Times New Roman" w:eastAsia="方正仿宋_GBK"/>
                <w:b/>
                <w:bCs/>
                <w:kern w:val="0"/>
                <w:sz w:val="28"/>
                <w:szCs w:val="28"/>
              </w:rPr>
              <w:t>生物药产业：</w:t>
            </w:r>
            <w:r>
              <w:rPr>
                <w:rFonts w:hint="eastAsia" w:ascii="Times New Roman" w:hAnsi="Times New Roman" w:eastAsia="方正仿宋_GBK"/>
                <w:kern w:val="0"/>
                <w:sz w:val="28"/>
                <w:szCs w:val="28"/>
              </w:rPr>
              <w:t>百创汇智慧医疗产业孵化器项目</w:t>
            </w:r>
            <w:r>
              <w:rPr>
                <w:rFonts w:hint="eastAsia" w:ascii="Times New Roman" w:hAnsi="Times New Roman" w:eastAsia="方正仿宋_GBK"/>
                <w:sz w:val="28"/>
                <w:szCs w:val="28"/>
              </w:rPr>
              <w:t>等</w:t>
            </w:r>
            <w:r>
              <w:rPr>
                <w:rFonts w:hint="eastAsia" w:ascii="Times New Roman" w:hAnsi="Times New Roman" w:eastAsia="方正仿宋_GBK"/>
                <w:kern w:val="0"/>
                <w:sz w:val="28"/>
                <w:szCs w:val="28"/>
              </w:rPr>
              <w:t>。</w:t>
            </w:r>
          </w:p>
          <w:p>
            <w:pPr>
              <w:spacing w:line="400" w:lineRule="exact"/>
              <w:ind w:firstLine="562" w:firstLineChars="200"/>
              <w:rPr>
                <w:rFonts w:ascii="Times New Roman" w:hAnsi="Times New Roman" w:eastAsia="方正仿宋_GBK"/>
                <w:kern w:val="0"/>
                <w:sz w:val="28"/>
                <w:szCs w:val="28"/>
              </w:rPr>
            </w:pPr>
            <w:r>
              <w:rPr>
                <w:rFonts w:hint="eastAsia" w:ascii="Times New Roman" w:hAnsi="Times New Roman" w:eastAsia="方正仿宋_GBK"/>
                <w:b/>
                <w:bCs/>
                <w:kern w:val="0"/>
                <w:sz w:val="28"/>
                <w:szCs w:val="28"/>
              </w:rPr>
              <w:t>医疗器械产业：</w:t>
            </w:r>
            <w:r>
              <w:rPr>
                <w:rFonts w:hint="eastAsia" w:ascii="Times New Roman" w:hAnsi="Times New Roman" w:eastAsia="方正仿宋_GBK"/>
                <w:kern w:val="0"/>
                <w:sz w:val="28"/>
                <w:szCs w:val="28"/>
              </w:rPr>
              <w:t>磐古医疗研发、生产及展销基地</w:t>
            </w:r>
            <w:r>
              <w:rPr>
                <w:rFonts w:hint="eastAsia" w:ascii="Times New Roman" w:hAnsi="Times New Roman" w:eastAsia="方正仿宋_GBK"/>
                <w:sz w:val="28"/>
                <w:szCs w:val="28"/>
              </w:rPr>
              <w:t>等</w:t>
            </w:r>
            <w:r>
              <w:rPr>
                <w:rFonts w:hint="eastAsia" w:ascii="Times New Roman" w:hAnsi="Times New Roman" w:eastAsia="方正仿宋_GBK"/>
                <w:kern w:val="0"/>
                <w:sz w:val="28"/>
                <w:szCs w:val="28"/>
              </w:rPr>
              <w:t>。</w:t>
            </w:r>
          </w:p>
          <w:p>
            <w:pPr>
              <w:spacing w:line="400" w:lineRule="exact"/>
              <w:ind w:firstLine="562" w:firstLineChars="200"/>
              <w:rPr>
                <w:rFonts w:ascii="Times New Roman" w:hAnsi="Times New Roman" w:eastAsia="方正仿宋_GBK"/>
                <w:kern w:val="0"/>
                <w:sz w:val="32"/>
                <w:szCs w:val="28"/>
              </w:rPr>
            </w:pPr>
            <w:r>
              <w:rPr>
                <w:rFonts w:hint="eastAsia" w:ascii="Times New Roman" w:hAnsi="Times New Roman" w:eastAsia="方正仿宋_GBK"/>
                <w:b/>
                <w:bCs/>
                <w:kern w:val="0"/>
                <w:sz w:val="28"/>
                <w:szCs w:val="28"/>
              </w:rPr>
              <w:t>医药流通服务：</w:t>
            </w:r>
            <w:r>
              <w:rPr>
                <w:rFonts w:hint="eastAsia" w:ascii="Times New Roman" w:hAnsi="Times New Roman" w:eastAsia="方正仿宋_GBK"/>
                <w:kern w:val="0"/>
                <w:sz w:val="28"/>
                <w:szCs w:val="28"/>
              </w:rPr>
              <w:t>复星国药西南医药温控枢纽项目</w:t>
            </w:r>
            <w:r>
              <w:rPr>
                <w:rFonts w:hint="eastAsia" w:ascii="Times New Roman" w:hAnsi="Times New Roman" w:eastAsia="方正仿宋_GBK"/>
                <w:sz w:val="28"/>
                <w:szCs w:val="28"/>
              </w:rPr>
              <w:t>、天圣（重庆）现代医药物流总部基地等</w:t>
            </w:r>
            <w:r>
              <w:rPr>
                <w:rFonts w:hint="eastAsia" w:ascii="Times New Roman" w:hAnsi="Times New Roman" w:eastAsia="方正仿宋_GBK"/>
                <w:kern w:val="0"/>
                <w:sz w:val="28"/>
                <w:szCs w:val="28"/>
              </w:rPr>
              <w:t>。</w:t>
            </w:r>
          </w:p>
        </w:tc>
      </w:tr>
      <w:bookmarkEnd w:id="109"/>
      <w:bookmarkEnd w:id="110"/>
      <w:bookmarkEnd w:id="111"/>
      <w:bookmarkEnd w:id="112"/>
    </w:tbl>
    <w:p>
      <w:pPr>
        <w:spacing w:beforeLines="100" w:afterLines="100" w:line="560" w:lineRule="exact"/>
        <w:jc w:val="center"/>
        <w:outlineLvl w:val="1"/>
        <w:rPr>
          <w:rFonts w:ascii="Times New Roman" w:hAnsi="Times New Roman" w:eastAsia="方正楷体_GBK"/>
          <w:sz w:val="32"/>
          <w:szCs w:val="22"/>
        </w:rPr>
      </w:pPr>
      <w:bookmarkStart w:id="134" w:name="_Toc9194"/>
      <w:bookmarkStart w:id="135" w:name="_Toc23352"/>
      <w:bookmarkStart w:id="136" w:name="_Toc20934"/>
      <w:bookmarkStart w:id="137" w:name="_Toc13601"/>
      <w:bookmarkStart w:id="138" w:name="_Toc27708"/>
      <w:bookmarkStart w:id="139" w:name="_Toc17680"/>
      <w:bookmarkStart w:id="140" w:name="_Toc18872"/>
      <w:bookmarkStart w:id="141" w:name="_Toc31088"/>
      <w:bookmarkStart w:id="142" w:name="_Toc10884"/>
      <w:bookmarkStart w:id="143" w:name="_Toc6159"/>
      <w:r>
        <w:rPr>
          <w:rFonts w:hint="eastAsia" w:ascii="Times New Roman" w:hAnsi="Times New Roman" w:eastAsia="方正楷体_GBK"/>
          <w:sz w:val="32"/>
          <w:szCs w:val="22"/>
        </w:rPr>
        <w:t>第三节大力发展以</w:t>
      </w:r>
      <w:r>
        <w:rPr>
          <w:rFonts w:ascii="Times New Roman" w:hAnsi="Times New Roman" w:eastAsia="方正楷体_GBK"/>
          <w:sz w:val="32"/>
          <w:szCs w:val="22"/>
        </w:rPr>
        <w:t>“</w:t>
      </w:r>
      <w:r>
        <w:rPr>
          <w:rFonts w:hint="eastAsia" w:ascii="Times New Roman" w:hAnsi="Times New Roman" w:eastAsia="方正楷体_GBK"/>
          <w:sz w:val="32"/>
          <w:szCs w:val="22"/>
        </w:rPr>
        <w:t>养</w:t>
      </w:r>
      <w:r>
        <w:rPr>
          <w:rFonts w:ascii="Times New Roman" w:hAnsi="Times New Roman" w:eastAsia="方正楷体_GBK"/>
          <w:sz w:val="32"/>
          <w:szCs w:val="22"/>
        </w:rPr>
        <w:t>”</w:t>
      </w:r>
      <w:r>
        <w:rPr>
          <w:rFonts w:hint="eastAsia" w:ascii="Times New Roman" w:hAnsi="Times New Roman" w:eastAsia="方正楷体_GBK"/>
          <w:sz w:val="32"/>
          <w:szCs w:val="22"/>
        </w:rPr>
        <w:t>为支撑的养生养老产业</w:t>
      </w:r>
      <w:bookmarkEnd w:id="134"/>
      <w:bookmarkEnd w:id="135"/>
      <w:bookmarkEnd w:id="136"/>
      <w:bookmarkEnd w:id="137"/>
      <w:bookmarkEnd w:id="138"/>
      <w:bookmarkEnd w:id="139"/>
      <w:bookmarkEnd w:id="140"/>
      <w:bookmarkEnd w:id="141"/>
      <w:bookmarkEnd w:id="142"/>
      <w:bookmarkEnd w:id="143"/>
    </w:p>
    <w:p>
      <w:pPr>
        <w:spacing w:line="560" w:lineRule="exact"/>
        <w:ind w:firstLine="640" w:firstLineChars="200"/>
        <w:rPr>
          <w:rFonts w:ascii="Times New Roman" w:hAnsi="Times New Roman" w:eastAsia="方正仿宋_GBK"/>
          <w:b/>
          <w:bCs/>
          <w:sz w:val="32"/>
          <w:szCs w:val="22"/>
        </w:rPr>
      </w:pPr>
      <w:bookmarkStart w:id="144" w:name="_Toc21226"/>
      <w:r>
        <w:rPr>
          <w:rFonts w:hint="eastAsia" w:ascii="Times New Roman" w:hAnsi="Times New Roman" w:eastAsia="方正仿宋_GBK"/>
          <w:sz w:val="32"/>
          <w:szCs w:val="22"/>
        </w:rPr>
        <w:t>突出产业融合、特色创新，推动养生养老服务与文旅、体育等业态融合发展，不断拓展健康跨界融合应用场景，构建满足多层次、多年龄段的消费者需求的产业体系，加快建设四季皆宜的国内外知名康养胜地。</w:t>
      </w:r>
      <w:bookmarkStart w:id="145" w:name="_Toc32227"/>
    </w:p>
    <w:bookmarkEnd w:id="145"/>
    <w:p>
      <w:pPr>
        <w:spacing w:line="560" w:lineRule="exact"/>
        <w:ind w:firstLine="643" w:firstLineChars="200"/>
        <w:rPr>
          <w:rFonts w:ascii="Times New Roman" w:hAnsi="Times New Roman" w:eastAsia="方正仿宋_GBK"/>
          <w:sz w:val="32"/>
          <w:szCs w:val="22"/>
        </w:rPr>
      </w:pPr>
      <w:r>
        <w:rPr>
          <w:rFonts w:hint="eastAsia" w:ascii="Times New Roman" w:hAnsi="Times New Roman" w:eastAsia="方正仿宋_GBK"/>
          <w:b/>
          <w:bCs/>
          <w:sz w:val="32"/>
          <w:szCs w:val="22"/>
        </w:rPr>
        <w:t>提质发展养生旅游</w:t>
      </w:r>
      <w:r>
        <w:rPr>
          <w:rFonts w:hint="eastAsia" w:ascii="Times New Roman" w:hAnsi="Times New Roman" w:eastAsia="方正仿宋_GBK"/>
          <w:sz w:val="32"/>
          <w:szCs w:val="22"/>
        </w:rPr>
        <w:t>。依托渝北优质的生态、气候、温泉、医疗资源，创新养生旅游模式。大力发展森林康养游，丰富景区森林浴、登山览胜、天然氧吧、避暑度假等森林养生服务供给，以华蓥山避暑旅游度假区为核心，发展十里荷花走廊、放牛坪万亩梨园、南天门森林公园等项目，配套避暑山庄、度假山庄、星级农家乐等设施，打造以森林避暑、养生度假为突出特色的旅游度假目的地。大力发展运动康养游，加快旅游观光与运动健身相融合，推广徒步、漂流、骑行、滑雪、垂钓、高空等体旅融合业态，打造一批运动康养基地。大力发展中医药康养游，推动旅游与药膳健康养生产品、中医药文化体验、中医药保健养生等中医药康养业态融合，建设中医药健康旅游综合体。大力发展温泉康养游，推出温泉</w:t>
      </w:r>
      <w:r>
        <w:rPr>
          <w:rFonts w:ascii="Times New Roman" w:hAnsi="Times New Roman" w:eastAsia="方正仿宋_GBK"/>
          <w:sz w:val="32"/>
          <w:szCs w:val="22"/>
        </w:rPr>
        <w:t>+</w:t>
      </w:r>
      <w:r>
        <w:rPr>
          <w:rFonts w:hint="eastAsia" w:ascii="Times New Roman" w:hAnsi="Times New Roman" w:eastAsia="方正仿宋_GBK"/>
          <w:sz w:val="32"/>
          <w:szCs w:val="22"/>
        </w:rPr>
        <w:t>医疗、温泉</w:t>
      </w:r>
      <w:r>
        <w:rPr>
          <w:rFonts w:ascii="Times New Roman" w:hAnsi="Times New Roman" w:eastAsia="方正仿宋_GBK"/>
          <w:sz w:val="32"/>
          <w:szCs w:val="22"/>
        </w:rPr>
        <w:t>+</w:t>
      </w:r>
      <w:r>
        <w:rPr>
          <w:rFonts w:hint="eastAsia" w:ascii="Times New Roman" w:hAnsi="Times New Roman" w:eastAsia="方正仿宋_GBK"/>
          <w:sz w:val="32"/>
          <w:szCs w:val="22"/>
        </w:rPr>
        <w:t>康复、温泉</w:t>
      </w:r>
      <w:r>
        <w:rPr>
          <w:rFonts w:ascii="Times New Roman" w:hAnsi="Times New Roman" w:eastAsia="方正仿宋_GBK"/>
          <w:sz w:val="32"/>
          <w:szCs w:val="22"/>
        </w:rPr>
        <w:t>+</w:t>
      </w:r>
      <w:r>
        <w:rPr>
          <w:rFonts w:hint="eastAsia" w:ascii="Times New Roman" w:hAnsi="Times New Roman" w:eastAsia="方正仿宋_GBK"/>
          <w:sz w:val="32"/>
          <w:szCs w:val="22"/>
        </w:rPr>
        <w:t>美肤、温泉</w:t>
      </w:r>
      <w:r>
        <w:rPr>
          <w:rFonts w:ascii="Times New Roman" w:hAnsi="Times New Roman" w:eastAsia="方正仿宋_GBK"/>
          <w:sz w:val="32"/>
          <w:szCs w:val="22"/>
        </w:rPr>
        <w:t>+</w:t>
      </w:r>
      <w:r>
        <w:rPr>
          <w:rFonts w:hint="eastAsia" w:ascii="Times New Roman" w:hAnsi="Times New Roman" w:eastAsia="方正仿宋_GBK"/>
          <w:sz w:val="32"/>
          <w:szCs w:val="22"/>
        </w:rPr>
        <w:t>文娱等温泉康养业态和模式，重点围绕统景</w:t>
      </w:r>
      <w:r>
        <w:rPr>
          <w:rFonts w:ascii="Times New Roman" w:hAnsi="Times New Roman" w:eastAsia="方正仿宋_GBK"/>
          <w:sz w:val="32"/>
          <w:szCs w:val="22"/>
        </w:rPr>
        <w:t>·</w:t>
      </w:r>
      <w:r>
        <w:rPr>
          <w:rFonts w:hint="eastAsia" w:ascii="Times New Roman" w:hAnsi="Times New Roman" w:eastAsia="方正仿宋_GBK"/>
          <w:sz w:val="32"/>
          <w:szCs w:val="22"/>
        </w:rPr>
        <w:t>国际温泉度假区，构建欢乐温泉谷、康养温泉城、活力乡村公园三大体验核心，打造养生主题酒店、养生馆、生态水疗</w:t>
      </w:r>
      <w:r>
        <w:rPr>
          <w:rFonts w:ascii="Times New Roman" w:hAnsi="Times New Roman" w:eastAsia="方正仿宋_GBK"/>
          <w:sz w:val="32"/>
          <w:szCs w:val="22"/>
        </w:rPr>
        <w:t xml:space="preserve"> SPA </w:t>
      </w:r>
      <w:r>
        <w:rPr>
          <w:rFonts w:hint="eastAsia" w:ascii="Times New Roman" w:hAnsi="Times New Roman" w:eastAsia="方正仿宋_GBK"/>
          <w:sz w:val="32"/>
          <w:szCs w:val="22"/>
        </w:rPr>
        <w:t>生活馆等配套设施，</w:t>
      </w:r>
      <w:r>
        <w:rPr>
          <w:rFonts w:hint="eastAsia" w:ascii="Times New Roman" w:hAnsi="Times New Roman" w:eastAsia="方正仿宋_GBK"/>
          <w:sz w:val="32"/>
          <w:szCs w:val="32"/>
        </w:rPr>
        <w:t>加强保健型衍生品、温泉食品、温泉纪念品等产品的研究及开发，</w:t>
      </w:r>
      <w:r>
        <w:rPr>
          <w:rFonts w:hint="eastAsia" w:ascii="Times New Roman" w:hAnsi="Times New Roman" w:eastAsia="方正仿宋_GBK"/>
          <w:sz w:val="32"/>
          <w:szCs w:val="22"/>
        </w:rPr>
        <w:t>将统景</w:t>
      </w:r>
      <w:r>
        <w:rPr>
          <w:rFonts w:ascii="Times New Roman" w:hAnsi="Times New Roman" w:eastAsia="方正仿宋_GBK"/>
          <w:sz w:val="32"/>
          <w:szCs w:val="22"/>
        </w:rPr>
        <w:t>·</w:t>
      </w:r>
      <w:r>
        <w:rPr>
          <w:rFonts w:hint="eastAsia" w:ascii="Times New Roman" w:hAnsi="Times New Roman" w:eastAsia="方正仿宋_GBK"/>
          <w:sz w:val="32"/>
          <w:szCs w:val="22"/>
        </w:rPr>
        <w:t>国际温泉度假区打造为中国温泉旅游名镇。</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400" w:lineRule="exact"/>
              <w:jc w:val="center"/>
              <w:rPr>
                <w:rFonts w:ascii="Times New Roman" w:hAnsi="Times New Roman" w:eastAsia="方正黑体_GBK"/>
                <w:kern w:val="0"/>
                <w:sz w:val="28"/>
                <w:szCs w:val="28"/>
              </w:rPr>
            </w:pPr>
            <w:r>
              <w:rPr>
                <w:rFonts w:hint="eastAsia" w:ascii="Times New Roman" w:hAnsi="Times New Roman" w:eastAsia="方正黑体_GBK"/>
                <w:kern w:val="0"/>
                <w:sz w:val="28"/>
                <w:szCs w:val="28"/>
              </w:rPr>
              <w:t>专栏</w:t>
            </w:r>
            <w:r>
              <w:rPr>
                <w:rFonts w:ascii="Times New Roman" w:hAnsi="Times New Roman" w:eastAsia="方正黑体_GBK"/>
                <w:kern w:val="0"/>
                <w:sz w:val="28"/>
                <w:szCs w:val="28"/>
              </w:rPr>
              <w:t>3</w:t>
            </w:r>
            <w:r>
              <w:rPr>
                <w:rFonts w:hint="eastAsia" w:ascii="Times New Roman" w:hAnsi="Times New Roman" w:eastAsia="方正黑体_GBK"/>
                <w:sz w:val="28"/>
                <w:szCs w:val="28"/>
              </w:rPr>
              <w:t>养生旅游</w:t>
            </w:r>
            <w:r>
              <w:rPr>
                <w:rFonts w:hint="eastAsia" w:ascii="Times New Roman" w:hAnsi="Times New Roman" w:eastAsia="方正黑体_GBK"/>
                <w:kern w:val="0"/>
                <w:sz w:val="28"/>
                <w:szCs w:val="28"/>
              </w:rPr>
              <w:t>领域重点项目</w:t>
            </w:r>
          </w:p>
          <w:p>
            <w:pPr>
              <w:spacing w:line="400" w:lineRule="exact"/>
              <w:ind w:firstLine="560" w:firstLineChars="200"/>
              <w:rPr>
                <w:rFonts w:ascii="Times New Roman" w:hAnsi="Times New Roman" w:eastAsia="方正仿宋_GBK"/>
                <w:sz w:val="28"/>
                <w:szCs w:val="28"/>
              </w:rPr>
            </w:pPr>
            <w:r>
              <w:rPr>
                <w:rFonts w:hint="eastAsia" w:ascii="Times New Roman" w:hAnsi="Times New Roman" w:eastAsia="方正仿宋_GBK"/>
                <w:sz w:val="28"/>
                <w:szCs w:val="28"/>
              </w:rPr>
              <w:t>统景</w:t>
            </w:r>
            <w:r>
              <w:rPr>
                <w:rFonts w:ascii="Times New Roman" w:hAnsi="Times New Roman" w:eastAsia="方正仿宋_GBK"/>
                <w:sz w:val="32"/>
                <w:szCs w:val="22"/>
              </w:rPr>
              <w:t>·</w:t>
            </w:r>
            <w:r>
              <w:rPr>
                <w:rFonts w:hint="eastAsia" w:ascii="Times New Roman" w:hAnsi="Times New Roman" w:eastAsia="方正仿宋_GBK"/>
                <w:sz w:val="28"/>
                <w:szCs w:val="28"/>
              </w:rPr>
              <w:t>国际温泉度假区、渝北铜锣山国家矿山公园、华蓥山生态康养度假区项目、</w:t>
            </w:r>
            <w:r>
              <w:rPr>
                <w:rFonts w:ascii="Times New Roman" w:hAnsi="Times New Roman" w:eastAsia="方正仿宋_GBK"/>
                <w:sz w:val="28"/>
                <w:szCs w:val="28"/>
              </w:rPr>
              <w:t>“</w:t>
            </w:r>
            <w:r>
              <w:rPr>
                <w:rFonts w:hint="eastAsia" w:ascii="Times New Roman" w:hAnsi="Times New Roman" w:eastAsia="方正仿宋_GBK"/>
                <w:sz w:val="28"/>
                <w:szCs w:val="28"/>
              </w:rPr>
              <w:t>巴渝乡愁</w:t>
            </w:r>
            <w:r>
              <w:rPr>
                <w:rFonts w:ascii="Times New Roman" w:hAnsi="Times New Roman" w:eastAsia="方正仿宋_GBK"/>
                <w:sz w:val="28"/>
                <w:szCs w:val="28"/>
              </w:rPr>
              <w:t>”</w:t>
            </w:r>
            <w:r>
              <w:rPr>
                <w:rFonts w:hint="eastAsia" w:ascii="Times New Roman" w:hAnsi="Times New Roman" w:eastAsia="方正仿宋_GBK"/>
                <w:sz w:val="28"/>
                <w:szCs w:val="28"/>
              </w:rPr>
              <w:t>农旅项目、渝北区木耳新乡村农旅融合示范项目、重庆白俄罗斯风情度假区、</w:t>
            </w:r>
            <w:r>
              <w:rPr>
                <w:rFonts w:ascii="Times New Roman" w:hAnsi="Times New Roman" w:eastAsia="方正仿宋_GBK"/>
                <w:sz w:val="28"/>
                <w:szCs w:val="28"/>
              </w:rPr>
              <w:t>“</w:t>
            </w:r>
            <w:r>
              <w:rPr>
                <w:rFonts w:hint="eastAsia" w:ascii="Times New Roman" w:hAnsi="Times New Roman" w:eastAsia="方正仿宋_GBK"/>
                <w:sz w:val="28"/>
                <w:szCs w:val="28"/>
              </w:rPr>
              <w:t>田园牧歌</w:t>
            </w:r>
            <w:r>
              <w:rPr>
                <w:rFonts w:ascii="Times New Roman" w:hAnsi="Times New Roman" w:eastAsia="方正仿宋_GBK"/>
                <w:sz w:val="28"/>
                <w:szCs w:val="28"/>
              </w:rPr>
              <w:t>”</w:t>
            </w:r>
            <w:r>
              <w:rPr>
                <w:rFonts w:hint="eastAsia" w:ascii="Times New Roman" w:hAnsi="Times New Roman" w:eastAsia="方正仿宋_GBK"/>
                <w:sz w:val="28"/>
                <w:szCs w:val="28"/>
              </w:rPr>
              <w:t>田园综合体、龙门国际健康温泉产业城、康养度假基地、</w:t>
            </w:r>
            <w:r>
              <w:rPr>
                <w:rFonts w:ascii="Times New Roman" w:hAnsi="Times New Roman" w:eastAsia="方正仿宋_GBK"/>
                <w:sz w:val="28"/>
                <w:szCs w:val="28"/>
              </w:rPr>
              <w:t>“</w:t>
            </w:r>
            <w:r>
              <w:rPr>
                <w:rFonts w:hint="eastAsia" w:ascii="Times New Roman" w:hAnsi="Times New Roman" w:eastAsia="方正仿宋_GBK"/>
                <w:sz w:val="28"/>
                <w:szCs w:val="28"/>
              </w:rPr>
              <w:t>兴隆有礼</w:t>
            </w:r>
            <w:r>
              <w:rPr>
                <w:rFonts w:ascii="Times New Roman" w:hAnsi="Times New Roman" w:eastAsia="方正仿宋_GBK"/>
                <w:sz w:val="28"/>
                <w:szCs w:val="28"/>
              </w:rPr>
              <w:t>”</w:t>
            </w:r>
            <w:r>
              <w:rPr>
                <w:rFonts w:hint="eastAsia" w:ascii="Times New Roman" w:hAnsi="Times New Roman" w:eastAsia="方正仿宋_GBK"/>
                <w:sz w:val="28"/>
                <w:szCs w:val="28"/>
              </w:rPr>
              <w:t>艺术乡村、渝北乡村旅游示范项目、温塘河山野欢乐谷、玉峰山森林公园提档升级、农高区奶牛主题公园、农高区学堂湾生态公园项目、农高区龙门寨科技公园项目等。</w:t>
            </w:r>
          </w:p>
        </w:tc>
      </w:tr>
    </w:tbl>
    <w:p>
      <w:pPr>
        <w:spacing w:line="560" w:lineRule="exact"/>
        <w:ind w:firstLine="643" w:firstLineChars="200"/>
        <w:rPr>
          <w:rFonts w:ascii="Times New Roman" w:hAnsi="Times New Roman"/>
        </w:rPr>
      </w:pPr>
      <w:r>
        <w:rPr>
          <w:rFonts w:hint="eastAsia" w:ascii="Times New Roman" w:hAnsi="Times New Roman" w:eastAsia="方正仿宋_GBK"/>
          <w:b/>
          <w:bCs/>
          <w:kern w:val="0"/>
          <w:sz w:val="32"/>
          <w:szCs w:val="32"/>
        </w:rPr>
        <w:t>创新发展养老服务。</w:t>
      </w:r>
      <w:r>
        <w:rPr>
          <w:rFonts w:hint="eastAsia" w:ascii="Times New Roman" w:hAnsi="Times New Roman" w:eastAsia="方正仿宋_GBK"/>
          <w:kern w:val="0"/>
          <w:sz w:val="32"/>
          <w:szCs w:val="32"/>
        </w:rPr>
        <w:t>建立基本公共养老服务清单，发展普惠型养老服务和互助养老，加快构建居家社区机构相协调、医养康养相结合的养老服务体系。夯实社区居家养老基础，</w:t>
      </w:r>
      <w:r>
        <w:rPr>
          <w:rFonts w:hint="eastAsia" w:ascii="Times New Roman" w:hAnsi="Times New Roman" w:eastAsia="方正仿宋_GBK"/>
          <w:sz w:val="32"/>
          <w:szCs w:val="32"/>
          <w:shd w:val="clear" w:color="auto" w:fill="FFFFFF"/>
        </w:rPr>
        <w:t>落实养老服务设施设置要求，</w:t>
      </w:r>
      <w:r>
        <w:rPr>
          <w:rFonts w:hint="eastAsia" w:ascii="Times New Roman" w:hAnsi="Times New Roman" w:eastAsia="方正仿宋_GBK"/>
          <w:sz w:val="32"/>
          <w:szCs w:val="32"/>
        </w:rPr>
        <w:t>形成</w:t>
      </w:r>
      <w:r>
        <w:rPr>
          <w:rFonts w:ascii="Times New Roman" w:hAnsi="Times New Roman" w:eastAsia="方正仿宋_GBK"/>
          <w:sz w:val="32"/>
          <w:szCs w:val="32"/>
        </w:rPr>
        <w:t>“</w:t>
      </w:r>
      <w:r>
        <w:rPr>
          <w:rFonts w:hint="eastAsia" w:ascii="Times New Roman" w:hAnsi="Times New Roman" w:eastAsia="方正仿宋_GBK"/>
          <w:sz w:val="32"/>
          <w:szCs w:val="32"/>
        </w:rPr>
        <w:t>乡镇（街道）</w:t>
      </w:r>
      <w:r>
        <w:rPr>
          <w:rFonts w:ascii="Times New Roman" w:hAnsi="Times New Roman" w:eastAsia="方正仿宋_GBK"/>
          <w:sz w:val="32"/>
          <w:szCs w:val="32"/>
        </w:rPr>
        <w:t>—</w:t>
      </w:r>
      <w:r>
        <w:rPr>
          <w:rFonts w:hint="eastAsia" w:ascii="Times New Roman" w:hAnsi="Times New Roman" w:eastAsia="方正仿宋_GBK"/>
          <w:sz w:val="32"/>
          <w:szCs w:val="32"/>
        </w:rPr>
        <w:t>村（社）</w:t>
      </w:r>
      <w:r>
        <w:rPr>
          <w:rFonts w:ascii="Times New Roman" w:hAnsi="Times New Roman" w:eastAsia="方正仿宋_GBK"/>
          <w:sz w:val="32"/>
          <w:szCs w:val="32"/>
        </w:rPr>
        <w:t>—</w:t>
      </w:r>
      <w:r>
        <w:rPr>
          <w:rFonts w:hint="eastAsia" w:ascii="Times New Roman" w:hAnsi="Times New Roman" w:eastAsia="方正仿宋_GBK"/>
          <w:sz w:val="32"/>
          <w:szCs w:val="32"/>
        </w:rPr>
        <w:t>小组（小区）</w:t>
      </w:r>
      <w:r>
        <w:rPr>
          <w:rFonts w:ascii="Times New Roman" w:hAnsi="Times New Roman" w:eastAsia="方正仿宋_GBK"/>
          <w:sz w:val="32"/>
          <w:szCs w:val="32"/>
        </w:rPr>
        <w:t>—</w:t>
      </w:r>
      <w:r>
        <w:rPr>
          <w:rFonts w:hint="eastAsia" w:ascii="Times New Roman" w:hAnsi="Times New Roman" w:eastAsia="方正仿宋_GBK"/>
          <w:sz w:val="32"/>
          <w:szCs w:val="32"/>
        </w:rPr>
        <w:t>家庭</w:t>
      </w:r>
      <w:r>
        <w:rPr>
          <w:rFonts w:ascii="Times New Roman" w:hAnsi="Times New Roman" w:eastAsia="方正仿宋_GBK"/>
          <w:sz w:val="32"/>
          <w:szCs w:val="32"/>
        </w:rPr>
        <w:t>”</w:t>
      </w:r>
      <w:r>
        <w:rPr>
          <w:rFonts w:hint="eastAsia" w:ascii="Times New Roman" w:hAnsi="Times New Roman" w:eastAsia="方正仿宋_GBK"/>
          <w:sz w:val="32"/>
          <w:szCs w:val="32"/>
        </w:rPr>
        <w:t>四级服务网络，</w:t>
      </w:r>
      <w:r>
        <w:rPr>
          <w:rFonts w:hint="eastAsia" w:ascii="Times New Roman" w:hAnsi="Times New Roman" w:eastAsia="方正仿宋_GBK"/>
          <w:kern w:val="0"/>
          <w:sz w:val="32"/>
          <w:szCs w:val="32"/>
        </w:rPr>
        <w:t>抓好第五批全国居家社区养老服务改革试点成果巩固提升，</w:t>
      </w:r>
      <w:r>
        <w:rPr>
          <w:rFonts w:hint="eastAsia" w:ascii="Times New Roman" w:hAnsi="Times New Roman" w:eastAsia="方正仿宋_GBK"/>
          <w:sz w:val="32"/>
          <w:szCs w:val="32"/>
          <w:shd w:val="clear" w:color="auto" w:fill="FFFFFF"/>
        </w:rPr>
        <w:t>探索并推动建立专业机构服务向社区、家庭延伸的模式，探索</w:t>
      </w:r>
      <w:r>
        <w:rPr>
          <w:rFonts w:ascii="Times New Roman" w:hAnsi="Times New Roman" w:eastAsia="方正仿宋_GBK"/>
          <w:sz w:val="32"/>
          <w:szCs w:val="32"/>
          <w:shd w:val="clear" w:color="auto" w:fill="FFFFFF"/>
        </w:rPr>
        <w:t>“</w:t>
      </w:r>
      <w:r>
        <w:rPr>
          <w:rFonts w:hint="eastAsia" w:ascii="Times New Roman" w:hAnsi="Times New Roman" w:eastAsia="方正仿宋_GBK"/>
          <w:sz w:val="32"/>
          <w:szCs w:val="32"/>
          <w:shd w:val="clear" w:color="auto" w:fill="FFFFFF"/>
        </w:rPr>
        <w:t>社区</w:t>
      </w:r>
      <w:r>
        <w:rPr>
          <w:rFonts w:ascii="Times New Roman" w:hAnsi="Times New Roman" w:eastAsia="方正仿宋_GBK"/>
          <w:sz w:val="32"/>
          <w:szCs w:val="32"/>
          <w:shd w:val="clear" w:color="auto" w:fill="FFFFFF"/>
        </w:rPr>
        <w:t>+</w:t>
      </w:r>
      <w:r>
        <w:rPr>
          <w:rFonts w:hint="eastAsia" w:ascii="Times New Roman" w:hAnsi="Times New Roman" w:eastAsia="方正仿宋_GBK"/>
          <w:sz w:val="32"/>
          <w:szCs w:val="32"/>
          <w:shd w:val="clear" w:color="auto" w:fill="FFFFFF"/>
        </w:rPr>
        <w:t>物业</w:t>
      </w:r>
      <w:r>
        <w:rPr>
          <w:rFonts w:ascii="Times New Roman" w:hAnsi="Times New Roman" w:eastAsia="方正仿宋_GBK"/>
          <w:sz w:val="32"/>
          <w:szCs w:val="32"/>
          <w:shd w:val="clear" w:color="auto" w:fill="FFFFFF"/>
        </w:rPr>
        <w:t>+</w:t>
      </w:r>
      <w:r>
        <w:rPr>
          <w:rFonts w:hint="eastAsia" w:ascii="Times New Roman" w:hAnsi="Times New Roman" w:eastAsia="方正仿宋_GBK"/>
          <w:sz w:val="32"/>
          <w:szCs w:val="32"/>
          <w:shd w:val="clear" w:color="auto" w:fill="FFFFFF"/>
        </w:rPr>
        <w:t>养老服务</w:t>
      </w:r>
      <w:r>
        <w:rPr>
          <w:rFonts w:ascii="Times New Roman" w:hAnsi="Times New Roman" w:eastAsia="方正仿宋_GBK"/>
          <w:sz w:val="32"/>
          <w:szCs w:val="32"/>
          <w:shd w:val="clear" w:color="auto" w:fill="FFFFFF"/>
        </w:rPr>
        <w:t>”</w:t>
      </w:r>
      <w:r>
        <w:rPr>
          <w:rFonts w:hint="eastAsia" w:ascii="Times New Roman" w:hAnsi="Times New Roman" w:eastAsia="方正仿宋_GBK"/>
          <w:sz w:val="32"/>
          <w:szCs w:val="32"/>
          <w:shd w:val="clear" w:color="auto" w:fill="FFFFFF"/>
        </w:rPr>
        <w:t>模式，</w:t>
      </w:r>
      <w:r>
        <w:rPr>
          <w:rFonts w:hint="eastAsia" w:ascii="Times New Roman" w:hAnsi="Times New Roman" w:eastAsia="方正仿宋_GBK"/>
          <w:kern w:val="0"/>
          <w:sz w:val="32"/>
          <w:szCs w:val="32"/>
        </w:rPr>
        <w:t>持续打造助餐、助浴、慢病康复等具有渝北特色的市场化服务模式，</w:t>
      </w:r>
      <w:r>
        <w:rPr>
          <w:rFonts w:hint="eastAsia" w:ascii="Times New Roman" w:hAnsi="Times New Roman" w:eastAsia="仿宋"/>
          <w:kern w:val="0"/>
          <w:sz w:val="32"/>
          <w:szCs w:val="32"/>
        </w:rPr>
        <w:t>全面构建养老服务</w:t>
      </w:r>
      <w:r>
        <w:rPr>
          <w:rFonts w:ascii="Times New Roman" w:hAnsi="Times New Roman" w:eastAsia="仿宋"/>
          <w:kern w:val="0"/>
          <w:sz w:val="32"/>
          <w:szCs w:val="32"/>
        </w:rPr>
        <w:t>“</w:t>
      </w:r>
      <w:r>
        <w:rPr>
          <w:rFonts w:hint="eastAsia" w:ascii="Times New Roman" w:hAnsi="Times New Roman" w:eastAsia="仿宋"/>
          <w:kern w:val="0"/>
          <w:sz w:val="32"/>
          <w:szCs w:val="32"/>
        </w:rPr>
        <w:t>十五分钟</w:t>
      </w:r>
      <w:r>
        <w:rPr>
          <w:rFonts w:ascii="Times New Roman" w:hAnsi="Times New Roman" w:eastAsia="仿宋"/>
          <w:kern w:val="0"/>
          <w:sz w:val="32"/>
          <w:szCs w:val="32"/>
        </w:rPr>
        <w:t>”</w:t>
      </w:r>
      <w:r>
        <w:rPr>
          <w:rFonts w:hint="eastAsia" w:ascii="Times New Roman" w:hAnsi="Times New Roman" w:eastAsia="仿宋"/>
          <w:kern w:val="0"/>
          <w:sz w:val="32"/>
          <w:szCs w:val="32"/>
        </w:rPr>
        <w:t>服务圈</w:t>
      </w:r>
      <w:r>
        <w:rPr>
          <w:rFonts w:hint="eastAsia" w:ascii="Times New Roman" w:hAnsi="Times New Roman" w:eastAsia="方正仿宋_GBK"/>
          <w:kern w:val="0"/>
          <w:sz w:val="32"/>
          <w:szCs w:val="32"/>
        </w:rPr>
        <w:t>。</w:t>
      </w:r>
      <w:r>
        <w:rPr>
          <w:rFonts w:hint="eastAsia" w:ascii="Times New Roman" w:hAnsi="Times New Roman" w:eastAsia="方正仿宋_GBK"/>
          <w:sz w:val="32"/>
          <w:szCs w:val="32"/>
        </w:rPr>
        <w:t>强化公办养老机构保障作用，全面放开养老服务市场，通过直接建设、委托运营、购买服务、鼓励社会投资等多种方式发展机构养老，新增一批连锁化、规模化、品质化养老服务机构。</w:t>
      </w:r>
      <w:bookmarkStart w:id="146" w:name="_Toc15572"/>
      <w:r>
        <w:rPr>
          <w:rFonts w:hint="eastAsia" w:ascii="Times New Roman" w:hAnsi="Times New Roman" w:eastAsia="方正仿宋_GBK"/>
          <w:sz w:val="32"/>
          <w:szCs w:val="32"/>
        </w:rPr>
        <w:t>推动医养深度融合发展</w:t>
      </w:r>
      <w:bookmarkEnd w:id="146"/>
      <w:r>
        <w:rPr>
          <w:rFonts w:hint="eastAsia" w:ascii="Times New Roman" w:hAnsi="Times New Roman" w:eastAsia="方正仿宋_GBK"/>
          <w:sz w:val="32"/>
          <w:szCs w:val="32"/>
        </w:rPr>
        <w:t>，</w:t>
      </w:r>
      <w:r>
        <w:rPr>
          <w:rFonts w:hint="eastAsia" w:ascii="Times New Roman" w:hAnsi="Times New Roman" w:eastAsia="方正仿宋_GBK"/>
          <w:sz w:val="32"/>
          <w:szCs w:val="32"/>
          <w:shd w:val="clear" w:color="auto" w:fill="FFFFFF"/>
        </w:rPr>
        <w:t>鼓励医疗卫生机构与养老机构开展协议合作，进一步整合优化基层医疗卫生和养老资源，提供医疗救治、康复护理、生活照料等服务，积极探索相关机构养老床位和医疗床位按需规范转换机制，创建一批医养结合示范项目。</w:t>
      </w:r>
    </w:p>
    <w:p>
      <w:pPr>
        <w:pStyle w:val="2"/>
        <w:spacing w:line="560" w:lineRule="exact"/>
        <w:ind w:firstLine="643" w:firstLineChars="200"/>
        <w:rPr>
          <w:rFonts w:ascii="Times New Roman" w:hAnsi="Times New Roman" w:cs="Times New Roman"/>
          <w:lang w:val="en-US"/>
        </w:rPr>
      </w:pPr>
      <w:r>
        <w:rPr>
          <w:rFonts w:hint="eastAsia" w:ascii="Times New Roman" w:hAnsi="Times New Roman" w:cs="Times New Roman"/>
          <w:b/>
          <w:bCs/>
          <w:sz w:val="32"/>
          <w:szCs w:val="32"/>
          <w:lang w:val="en-US"/>
        </w:rPr>
        <w:t>多元发展银发经济。</w:t>
      </w:r>
      <w:r>
        <w:rPr>
          <w:rFonts w:hint="eastAsia" w:ascii="Times New Roman" w:hAnsi="Times New Roman" w:cs="Times New Roman"/>
          <w:sz w:val="32"/>
          <w:szCs w:val="32"/>
          <w:lang w:val="en-US"/>
        </w:rPr>
        <w:t>打造智慧养老模式，</w:t>
      </w:r>
      <w:r>
        <w:rPr>
          <w:rFonts w:hint="eastAsia" w:ascii="Times New Roman" w:hAnsi="Times New Roman" w:cs="Times New Roman"/>
          <w:sz w:val="32"/>
          <w:szCs w:val="32"/>
        </w:rPr>
        <w:t>持</w:t>
      </w:r>
      <w:r>
        <w:rPr>
          <w:rFonts w:hint="eastAsia" w:ascii="Times New Roman" w:hAnsi="Times New Roman" w:cs="Times New Roman"/>
          <w:sz w:val="32"/>
          <w:szCs w:val="32"/>
          <w:lang w:val="en-US"/>
        </w:rPr>
        <w:t>续升级赋能渝北区智慧养老云平台，</w:t>
      </w:r>
      <w:r>
        <w:rPr>
          <w:rFonts w:hint="eastAsia" w:ascii="Times New Roman" w:hAnsi="Times New Roman" w:cs="Times New Roman"/>
          <w:sz w:val="32"/>
          <w:szCs w:val="32"/>
        </w:rPr>
        <w:t>依托仙桃国际大数据谷智能化创新策源地，创建养老服务信息化示范街区及机构，</w:t>
      </w:r>
      <w:r>
        <w:rPr>
          <w:rFonts w:hint="eastAsia" w:ascii="Times New Roman" w:hAnsi="Times New Roman" w:cs="Times New Roman"/>
          <w:sz w:val="32"/>
          <w:szCs w:val="32"/>
          <w:lang w:val="en-US"/>
        </w:rPr>
        <w:t>建设</w:t>
      </w:r>
      <w:r>
        <w:rPr>
          <w:rFonts w:ascii="Times New Roman" w:hAnsi="Times New Roman" w:cs="Times New Roman"/>
          <w:sz w:val="32"/>
          <w:szCs w:val="32"/>
          <w:lang w:val="en-US"/>
        </w:rPr>
        <w:t>“</w:t>
      </w:r>
      <w:r>
        <w:rPr>
          <w:rFonts w:hint="eastAsia" w:ascii="Times New Roman" w:hAnsi="Times New Roman" w:cs="Times New Roman"/>
          <w:sz w:val="32"/>
          <w:szCs w:val="32"/>
          <w:lang w:val="en-US"/>
        </w:rPr>
        <w:t>智慧养老院</w:t>
      </w:r>
      <w:r>
        <w:rPr>
          <w:rFonts w:ascii="Times New Roman" w:hAnsi="Times New Roman" w:cs="Times New Roman"/>
          <w:sz w:val="32"/>
          <w:szCs w:val="32"/>
          <w:lang w:val="en-US"/>
        </w:rPr>
        <w:t>”</w:t>
      </w:r>
      <w:r>
        <w:rPr>
          <w:rFonts w:hint="eastAsia" w:ascii="Times New Roman" w:hAnsi="Times New Roman" w:cs="Times New Roman"/>
          <w:sz w:val="32"/>
          <w:szCs w:val="32"/>
          <w:lang w:val="en-US"/>
        </w:rPr>
        <w:t>和</w:t>
      </w:r>
      <w:r>
        <w:rPr>
          <w:rFonts w:ascii="Times New Roman" w:hAnsi="Times New Roman" w:cs="Times New Roman"/>
          <w:sz w:val="32"/>
          <w:szCs w:val="32"/>
          <w:lang w:val="en-US"/>
        </w:rPr>
        <w:t>“</w:t>
      </w:r>
      <w:r>
        <w:rPr>
          <w:rFonts w:hint="eastAsia" w:ascii="Times New Roman" w:hAnsi="Times New Roman" w:cs="Times New Roman"/>
          <w:sz w:val="32"/>
          <w:szCs w:val="32"/>
          <w:lang w:val="en-US"/>
        </w:rPr>
        <w:t>智慧养老社区</w:t>
      </w:r>
      <w:r>
        <w:rPr>
          <w:rFonts w:ascii="Times New Roman" w:hAnsi="Times New Roman" w:cs="Times New Roman"/>
          <w:sz w:val="32"/>
          <w:szCs w:val="32"/>
          <w:lang w:val="en-US"/>
        </w:rPr>
        <w:t>”</w:t>
      </w:r>
      <w:r>
        <w:rPr>
          <w:rFonts w:hint="eastAsia" w:ascii="Times New Roman" w:hAnsi="Times New Roman" w:cs="Times New Roman"/>
          <w:sz w:val="32"/>
          <w:szCs w:val="32"/>
          <w:lang w:val="en-US"/>
        </w:rPr>
        <w:t>。</w:t>
      </w:r>
      <w:r>
        <w:rPr>
          <w:rFonts w:hint="eastAsia" w:ascii="Times New Roman" w:hAnsi="Times New Roman" w:cs="Times New Roman"/>
          <w:sz w:val="32"/>
          <w:szCs w:val="32"/>
        </w:rPr>
        <w:t>持续延伸养老产业链条，推动养老服务业与先进制造业、金融保险业、文旅产业、职业教育产业等融合发展，丰富养老服务产业新业态。</w:t>
      </w:r>
      <w:r>
        <w:rPr>
          <w:rFonts w:hint="eastAsia" w:ascii="Times New Roman" w:hAnsi="Times New Roman" w:cs="Times New Roman"/>
          <w:sz w:val="32"/>
          <w:szCs w:val="32"/>
          <w:lang w:val="en-US"/>
        </w:rPr>
        <w:t>推动与老年人生活密切相关的食品、药品以及老年用品行业规范发展，提升传统养老产品的功能和质量。鼓励企业和科研机构加大老年产品的研发制造力度，积极开发</w:t>
      </w:r>
      <w:r>
        <w:rPr>
          <w:rFonts w:hint="eastAsia" w:ascii="Times New Roman" w:hAnsi="Times New Roman" w:cs="Times New Roman"/>
          <w:kern w:val="0"/>
          <w:sz w:val="32"/>
          <w:szCs w:val="32"/>
          <w:lang w:val="en-US"/>
        </w:rPr>
        <w:t>适老化康复辅具、智能穿戴设备、无障碍科技产品等智能养老产品，开展康复辅助器具社区租赁服务试点</w:t>
      </w:r>
      <w:r>
        <w:rPr>
          <w:rFonts w:hint="eastAsia" w:ascii="Times New Roman" w:hAnsi="Times New Roman" w:cs="Times New Roman"/>
          <w:sz w:val="32"/>
          <w:szCs w:val="32"/>
          <w:lang w:val="en-US"/>
        </w:rPr>
        <w:t>。鼓励企业设立线上线下融合、为老年人服务的专柜和体验店，提高便民服务的</w:t>
      </w:r>
      <w:r>
        <w:rPr>
          <w:rFonts w:ascii="Times New Roman" w:hAnsi="Times New Roman" w:cs="Times New Roman"/>
          <w:sz w:val="32"/>
          <w:szCs w:val="32"/>
          <w:lang w:val="en-US"/>
        </w:rPr>
        <w:t>“</w:t>
      </w:r>
      <w:r>
        <w:rPr>
          <w:rFonts w:hint="eastAsia" w:ascii="Times New Roman" w:hAnsi="Times New Roman" w:cs="Times New Roman"/>
          <w:sz w:val="32"/>
          <w:szCs w:val="32"/>
          <w:lang w:val="en-US"/>
        </w:rPr>
        <w:t>温度</w:t>
      </w:r>
      <w:r>
        <w:rPr>
          <w:rFonts w:ascii="Times New Roman" w:hAnsi="Times New Roman" w:cs="Times New Roman"/>
          <w:sz w:val="32"/>
          <w:szCs w:val="32"/>
          <w:lang w:val="en-US"/>
        </w:rPr>
        <w:t>”</w:t>
      </w:r>
      <w:r>
        <w:rPr>
          <w:rFonts w:hint="eastAsia" w:ascii="Times New Roman" w:hAnsi="Times New Roman" w:cs="Times New Roman"/>
          <w:sz w:val="32"/>
          <w:szCs w:val="32"/>
          <w:lang w:val="en-US"/>
        </w:rPr>
        <w:t>。鼓励商业保险机构在风险可控和商业可持续的前提下，开发老年人健康保险产品。依托华蓥山、玉峰山、统景、麻柳沱等自然资源和文化资源，建设功能突出、特色鲜明、带动性强的涵盖休闲养生、温泉疗养、特色医疗、旅游度假等养老基地，发展</w:t>
      </w:r>
      <w:r>
        <w:rPr>
          <w:rFonts w:ascii="Times New Roman" w:hAnsi="Times New Roman" w:cs="Times New Roman"/>
          <w:sz w:val="32"/>
          <w:szCs w:val="32"/>
          <w:lang w:val="en-US"/>
        </w:rPr>
        <w:t>“</w:t>
      </w:r>
      <w:r>
        <w:rPr>
          <w:rFonts w:hint="eastAsia" w:ascii="Times New Roman" w:hAnsi="Times New Roman" w:cs="Times New Roman"/>
          <w:sz w:val="32"/>
          <w:szCs w:val="32"/>
          <w:lang w:val="en-US"/>
        </w:rPr>
        <w:t>候鸟式</w:t>
      </w:r>
      <w:r>
        <w:rPr>
          <w:rFonts w:ascii="Times New Roman" w:hAnsi="Times New Roman" w:cs="Times New Roman"/>
          <w:sz w:val="32"/>
          <w:szCs w:val="32"/>
          <w:lang w:val="en-US"/>
        </w:rPr>
        <w:t>”“</w:t>
      </w:r>
      <w:r>
        <w:rPr>
          <w:rFonts w:hint="eastAsia" w:ascii="Times New Roman" w:hAnsi="Times New Roman" w:cs="Times New Roman"/>
          <w:sz w:val="32"/>
          <w:szCs w:val="32"/>
          <w:lang w:val="en-US"/>
        </w:rPr>
        <w:t>度假式</w:t>
      </w:r>
      <w:r>
        <w:rPr>
          <w:rFonts w:ascii="Times New Roman" w:hAnsi="Times New Roman" w:cs="Times New Roman"/>
          <w:sz w:val="32"/>
          <w:szCs w:val="32"/>
          <w:lang w:val="en-US"/>
        </w:rPr>
        <w:t>”“</w:t>
      </w:r>
      <w:r>
        <w:rPr>
          <w:rFonts w:hint="eastAsia" w:ascii="Times New Roman" w:hAnsi="Times New Roman" w:cs="Times New Roman"/>
          <w:sz w:val="32"/>
          <w:szCs w:val="32"/>
          <w:lang w:val="en-US"/>
        </w:rPr>
        <w:t>生态休闲式</w:t>
      </w:r>
      <w:r>
        <w:rPr>
          <w:rFonts w:ascii="Times New Roman" w:hAnsi="Times New Roman" w:cs="Times New Roman"/>
          <w:sz w:val="32"/>
          <w:szCs w:val="32"/>
          <w:lang w:val="en-US"/>
        </w:rPr>
        <w:t>”</w:t>
      </w:r>
      <w:r>
        <w:rPr>
          <w:rFonts w:hint="eastAsia" w:ascii="Times New Roman" w:hAnsi="Times New Roman" w:cs="Times New Roman"/>
          <w:sz w:val="32"/>
          <w:szCs w:val="32"/>
          <w:lang w:val="en-US"/>
        </w:rPr>
        <w:t>等多种养老模式。推动</w:t>
      </w:r>
      <w:r>
        <w:rPr>
          <w:rFonts w:ascii="Times New Roman" w:hAnsi="Times New Roman" w:cs="Times New Roman"/>
          <w:sz w:val="32"/>
          <w:szCs w:val="32"/>
          <w:lang w:val="en-US"/>
        </w:rPr>
        <w:t>“</w:t>
      </w:r>
      <w:r>
        <w:rPr>
          <w:rFonts w:hint="eastAsia" w:ascii="Times New Roman" w:hAnsi="Times New Roman" w:cs="Times New Roman"/>
          <w:sz w:val="32"/>
          <w:szCs w:val="32"/>
          <w:lang w:val="en-US"/>
        </w:rPr>
        <w:t>养老</w:t>
      </w:r>
      <w:r>
        <w:rPr>
          <w:rFonts w:ascii="Times New Roman" w:hAnsi="Times New Roman" w:cs="Times New Roman"/>
          <w:sz w:val="32"/>
          <w:szCs w:val="32"/>
          <w:lang w:val="en-US"/>
        </w:rPr>
        <w:t>+</w:t>
      </w:r>
      <w:r>
        <w:rPr>
          <w:rFonts w:hint="eastAsia" w:ascii="Times New Roman" w:hAnsi="Times New Roman" w:cs="Times New Roman"/>
          <w:sz w:val="32"/>
          <w:szCs w:val="32"/>
          <w:lang w:val="en-US"/>
        </w:rPr>
        <w:t>地产</w:t>
      </w:r>
      <w:r>
        <w:rPr>
          <w:rFonts w:ascii="Times New Roman" w:hAnsi="Times New Roman" w:cs="Times New Roman"/>
          <w:sz w:val="32"/>
          <w:szCs w:val="32"/>
          <w:lang w:val="en-US"/>
        </w:rPr>
        <w:t>”</w:t>
      </w:r>
      <w:r>
        <w:rPr>
          <w:rFonts w:hint="eastAsia" w:ascii="Times New Roman" w:hAnsi="Times New Roman" w:cs="Times New Roman"/>
          <w:sz w:val="32"/>
          <w:szCs w:val="32"/>
          <w:lang w:val="en-US"/>
        </w:rPr>
        <w:t>融合发展，通过</w:t>
      </w:r>
      <w:r>
        <w:rPr>
          <w:rFonts w:ascii="Times New Roman" w:hAnsi="Times New Roman" w:cs="Times New Roman"/>
          <w:sz w:val="32"/>
          <w:szCs w:val="32"/>
          <w:lang w:val="en-US"/>
        </w:rPr>
        <w:t>CCRC</w:t>
      </w:r>
      <w:r>
        <w:rPr>
          <w:rFonts w:hint="eastAsia" w:ascii="Times New Roman" w:hAnsi="Times New Roman" w:cs="Times New Roman"/>
          <w:sz w:val="32"/>
          <w:szCs w:val="32"/>
          <w:lang w:val="en-US"/>
        </w:rPr>
        <w:t>模式打造具有渝北特色品质养老社区，兼具养老服务人才培训基地、适老化产品展示中心、智慧养老展示中心、普惠养老颐养中心为一体的养老服务综合体。积极发展老年教育，探索</w:t>
      </w:r>
      <w:r>
        <w:rPr>
          <w:rFonts w:hint="eastAsia" w:ascii="Times New Roman" w:hAnsi="Times New Roman" w:cs="Times New Roman"/>
          <w:sz w:val="32"/>
          <w:szCs w:val="32"/>
          <w:shd w:val="clear" w:color="auto" w:fill="FFFFFF"/>
        </w:rPr>
        <w:t>将老年教育纳入终身教育体系，采取促进有条件的学校开展老年教育、支持社会力量举办老年大学（学校）等办法，推动扩大老年教育资源供给。</w:t>
      </w:r>
      <w:r>
        <w:rPr>
          <w:rFonts w:hint="eastAsia" w:ascii="Times New Roman" w:hAnsi="Times New Roman" w:cs="Times New Roman"/>
          <w:sz w:val="32"/>
          <w:szCs w:val="32"/>
          <w:lang w:val="en-US"/>
        </w:rPr>
        <w:t>积极开发老龄人力资源，</w:t>
      </w:r>
      <w:r>
        <w:rPr>
          <w:rFonts w:hint="eastAsia" w:ascii="Times New Roman" w:hAnsi="Times New Roman" w:cs="Times New Roman"/>
          <w:sz w:val="32"/>
          <w:szCs w:val="32"/>
          <w:shd w:val="clear" w:color="auto" w:fill="FFFFFF"/>
        </w:rPr>
        <w:t>完善就业、志愿服务、社区治理等政策措施，</w:t>
      </w:r>
      <w:r>
        <w:rPr>
          <w:rFonts w:hint="eastAsia" w:ascii="Times New Roman" w:hAnsi="Times New Roman" w:cs="Times New Roman"/>
          <w:sz w:val="32"/>
          <w:szCs w:val="32"/>
          <w:lang w:val="en-US"/>
        </w:rPr>
        <w:t>发挥老年人社会价值。</w:t>
      </w:r>
    </w:p>
    <w:bookmarkEnd w:id="88"/>
    <w:bookmarkEnd w:id="144"/>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400" w:lineRule="exact"/>
              <w:jc w:val="center"/>
              <w:rPr>
                <w:rFonts w:ascii="Times New Roman" w:hAnsi="Times New Roman" w:eastAsia="方正黑体_GBK"/>
                <w:sz w:val="28"/>
                <w:szCs w:val="28"/>
              </w:rPr>
            </w:pPr>
            <w:bookmarkStart w:id="147" w:name="_Toc24365"/>
            <w:bookmarkStart w:id="148" w:name="_Toc725"/>
            <w:bookmarkStart w:id="149" w:name="_Toc4774"/>
            <w:bookmarkStart w:id="150" w:name="_Toc30830"/>
            <w:bookmarkStart w:id="151" w:name="_Toc19357"/>
            <w:bookmarkStart w:id="152" w:name="_Toc28762"/>
            <w:bookmarkStart w:id="153" w:name="_Toc17425"/>
            <w:bookmarkStart w:id="154" w:name="_Toc13860"/>
            <w:bookmarkStart w:id="155" w:name="_Toc25841"/>
            <w:bookmarkStart w:id="156" w:name="_Toc13243"/>
            <w:bookmarkStart w:id="157" w:name="_Toc22636"/>
            <w:bookmarkStart w:id="158" w:name="_Toc4048"/>
            <w:r>
              <w:rPr>
                <w:rFonts w:hint="eastAsia" w:ascii="Times New Roman" w:hAnsi="Times New Roman" w:eastAsia="方正黑体_GBK"/>
                <w:sz w:val="28"/>
                <w:szCs w:val="28"/>
              </w:rPr>
              <w:t>专栏</w:t>
            </w:r>
            <w:r>
              <w:rPr>
                <w:rFonts w:ascii="Times New Roman" w:hAnsi="Times New Roman" w:eastAsia="方正黑体_GBK"/>
                <w:sz w:val="28"/>
                <w:szCs w:val="28"/>
              </w:rPr>
              <w:t xml:space="preserve">4 </w:t>
            </w:r>
            <w:r>
              <w:rPr>
                <w:rFonts w:hint="eastAsia" w:ascii="Times New Roman" w:hAnsi="Times New Roman" w:eastAsia="方正黑体_GBK"/>
                <w:sz w:val="28"/>
                <w:szCs w:val="28"/>
              </w:rPr>
              <w:t>健康养老</w:t>
            </w:r>
            <w:r>
              <w:rPr>
                <w:rFonts w:hint="eastAsia" w:ascii="Times New Roman" w:hAnsi="Times New Roman" w:eastAsia="方正黑体_GBK"/>
                <w:kern w:val="0"/>
                <w:sz w:val="28"/>
                <w:szCs w:val="28"/>
              </w:rPr>
              <w:t>领域重点项目</w:t>
            </w:r>
          </w:p>
          <w:p>
            <w:pPr>
              <w:pStyle w:val="16"/>
              <w:spacing w:line="400" w:lineRule="exact"/>
              <w:ind w:left="0" w:leftChars="0" w:firstLine="31680"/>
              <w:rPr>
                <w:rFonts w:cs="Times New Roman"/>
                <w:sz w:val="28"/>
                <w:szCs w:val="28"/>
              </w:rPr>
            </w:pPr>
            <w:r>
              <w:rPr>
                <w:rFonts w:hint="eastAsia" w:cs="Times New Roman"/>
                <w:b/>
                <w:bCs/>
                <w:sz w:val="28"/>
                <w:szCs w:val="28"/>
              </w:rPr>
              <w:t>社区居家养老：</w:t>
            </w:r>
            <w:r>
              <w:rPr>
                <w:rFonts w:hint="eastAsia" w:cs="Times New Roman"/>
                <w:sz w:val="28"/>
                <w:szCs w:val="28"/>
              </w:rPr>
              <w:t>社区养老服务中心建设、社区居家适老化改造工程。</w:t>
            </w:r>
          </w:p>
          <w:p>
            <w:pPr>
              <w:pStyle w:val="16"/>
              <w:spacing w:line="400" w:lineRule="exact"/>
              <w:ind w:left="0" w:leftChars="0" w:firstLine="31680"/>
              <w:rPr>
                <w:rFonts w:cs="Times New Roman"/>
                <w:sz w:val="28"/>
                <w:szCs w:val="28"/>
              </w:rPr>
            </w:pPr>
            <w:r>
              <w:rPr>
                <w:rFonts w:hint="eastAsia" w:cs="Times New Roman"/>
                <w:b/>
                <w:bCs/>
                <w:sz w:val="28"/>
                <w:szCs w:val="28"/>
              </w:rPr>
              <w:t>机构养老：</w:t>
            </w:r>
            <w:r>
              <w:rPr>
                <w:rFonts w:hint="eastAsia" w:cs="Times New Roman"/>
                <w:sz w:val="28"/>
                <w:szCs w:val="28"/>
              </w:rPr>
              <w:t>镇养老服务中心（特困人员供养服务设施）建设、敬老院公建民营改革项目等。</w:t>
            </w:r>
          </w:p>
          <w:p>
            <w:pPr>
              <w:spacing w:line="400" w:lineRule="exact"/>
              <w:ind w:firstLine="562" w:firstLineChars="200"/>
              <w:rPr>
                <w:rFonts w:ascii="Times New Roman" w:hAnsi="Times New Roman" w:eastAsia="方正楷体_GBK"/>
                <w:sz w:val="28"/>
                <w:szCs w:val="28"/>
              </w:rPr>
            </w:pPr>
            <w:r>
              <w:rPr>
                <w:rFonts w:hint="eastAsia" w:ascii="Times New Roman" w:hAnsi="Times New Roman" w:eastAsia="方正仿宋_GBK"/>
                <w:b/>
                <w:bCs/>
                <w:sz w:val="28"/>
                <w:szCs w:val="28"/>
              </w:rPr>
              <w:t>医养融合：</w:t>
            </w:r>
            <w:r>
              <w:rPr>
                <w:rFonts w:hint="eastAsia" w:ascii="Times New Roman" w:hAnsi="Times New Roman" w:eastAsia="方正仿宋_GBK"/>
                <w:sz w:val="28"/>
                <w:szCs w:val="28"/>
              </w:rPr>
              <w:t>树兰（重庆）医院医养结合项目、区医院老院医养结合项目、区中医院医养结合项目、区妇幼保健院医养结合项目。</w:t>
            </w:r>
          </w:p>
          <w:p>
            <w:pPr>
              <w:spacing w:line="400" w:lineRule="exact"/>
              <w:ind w:firstLine="562" w:firstLineChars="200"/>
              <w:rPr>
                <w:rFonts w:ascii="Times New Roman" w:hAnsi="Times New Roman" w:eastAsia="方正仿宋_GBK"/>
                <w:sz w:val="28"/>
                <w:szCs w:val="28"/>
              </w:rPr>
            </w:pPr>
            <w:r>
              <w:rPr>
                <w:rFonts w:hint="eastAsia" w:ascii="Times New Roman" w:hAnsi="Times New Roman" w:eastAsia="方正仿宋_GBK"/>
                <w:b/>
                <w:bCs/>
                <w:sz w:val="28"/>
                <w:szCs w:val="28"/>
              </w:rPr>
              <w:t>养老产业：</w:t>
            </w:r>
            <w:r>
              <w:rPr>
                <w:rFonts w:hint="eastAsia" w:ascii="Times New Roman" w:hAnsi="Times New Roman" w:eastAsia="方正仿宋_GBK"/>
                <w:sz w:val="28"/>
                <w:szCs w:val="28"/>
              </w:rPr>
              <w:t>养老信息平台优化升级项目、渝北区养老服务综合体项目等。</w:t>
            </w:r>
          </w:p>
        </w:tc>
      </w:tr>
    </w:tbl>
    <w:p>
      <w:pPr>
        <w:spacing w:line="560" w:lineRule="exact"/>
        <w:ind w:firstLine="643" w:firstLineChars="200"/>
        <w:rPr>
          <w:rFonts w:ascii="Times New Roman" w:hAnsi="Times New Roman"/>
        </w:rPr>
      </w:pPr>
      <w:bookmarkStart w:id="159" w:name="_Toc26407"/>
      <w:bookmarkStart w:id="160" w:name="_Toc11831"/>
      <w:r>
        <w:rPr>
          <w:rFonts w:hint="eastAsia" w:ascii="Times New Roman" w:hAnsi="Times New Roman" w:eastAsia="方正仿宋_GBK"/>
          <w:b/>
          <w:bCs/>
          <w:sz w:val="32"/>
          <w:szCs w:val="28"/>
        </w:rPr>
        <w:t>大力发展健康食品。</w:t>
      </w:r>
      <w:r>
        <w:rPr>
          <w:rFonts w:hint="eastAsia" w:ascii="Times New Roman" w:hAnsi="Times New Roman" w:eastAsia="方正仿宋_GBK"/>
          <w:sz w:val="32"/>
          <w:szCs w:val="28"/>
        </w:rPr>
        <w:t>围绕孕妇、婴幼儿、儿童、老人、临床病人等各类人群健康需要，推动渝北特色健康食品工业化、规模化生产。大力发展绿色有机农产品，依托区内丰富农产品资源，加快发展绿色食品、有机农产品和地理标志产品，推广绿色有机的</w:t>
      </w:r>
      <w:r>
        <w:rPr>
          <w:rFonts w:hint="eastAsia" w:ascii="Times New Roman" w:hAnsi="Times New Roman" w:eastAsia="方正仿宋_GBK"/>
          <w:sz w:val="32"/>
          <w:szCs w:val="28"/>
          <w:lang w:eastAsia="zh-CN"/>
        </w:rPr>
        <w:t>蔬菜</w:t>
      </w:r>
      <w:r>
        <w:rPr>
          <w:rFonts w:hint="eastAsia" w:ascii="Times New Roman" w:hAnsi="Times New Roman" w:eastAsia="方正仿宋_GBK"/>
          <w:sz w:val="32"/>
          <w:szCs w:val="28"/>
        </w:rPr>
        <w:t>、水果、粮食、中药材等优质农产品，建设一批规范化、标准化、规模化种植的绿色优质农产品生产基地。坚持以市场为导向，重点推动营养方便食品、功能性食品、药食同源产品及特殊食品等健康食品发展，支持开发生产米面主食深加工产品以及功能性蛋白、功能性膳食纤维、功能性糖原、功能性油益生菌类、营养素补充剂等健康产品。大力发展区域特色健康食品，因地制宜开发健康食品，重点发展特色健康食品、民族健康食品等，打造一批上规模、上水平的高附加值健康食品基地。</w:t>
      </w:r>
    </w:p>
    <w:p>
      <w:pPr>
        <w:rPr>
          <w:rFonts w:ascii="Times New Roman" w:hAnsi="Times New Roman"/>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400" w:lineRule="exact"/>
              <w:jc w:val="center"/>
              <w:rPr>
                <w:rFonts w:ascii="Times New Roman" w:hAnsi="Times New Roman" w:eastAsia="方正黑体_GBK"/>
                <w:kern w:val="0"/>
                <w:sz w:val="28"/>
                <w:szCs w:val="28"/>
              </w:rPr>
            </w:pPr>
            <w:r>
              <w:rPr>
                <w:rFonts w:hint="eastAsia" w:ascii="Times New Roman" w:hAnsi="Times New Roman" w:eastAsia="方正黑体_GBK"/>
                <w:kern w:val="0"/>
                <w:sz w:val="28"/>
                <w:szCs w:val="28"/>
              </w:rPr>
              <w:t>专栏</w:t>
            </w:r>
            <w:r>
              <w:rPr>
                <w:rFonts w:ascii="Times New Roman" w:hAnsi="Times New Roman" w:eastAsia="方正黑体_GBK"/>
                <w:kern w:val="0"/>
                <w:sz w:val="28"/>
                <w:szCs w:val="28"/>
              </w:rPr>
              <w:t xml:space="preserve">5 </w:t>
            </w:r>
            <w:r>
              <w:rPr>
                <w:rFonts w:hint="eastAsia" w:ascii="Times New Roman" w:hAnsi="Times New Roman" w:eastAsia="方正黑体_GBK"/>
                <w:kern w:val="0"/>
                <w:sz w:val="28"/>
                <w:szCs w:val="28"/>
              </w:rPr>
              <w:t>健康食品领域重点项目</w:t>
            </w:r>
          </w:p>
          <w:p>
            <w:pPr>
              <w:spacing w:line="400" w:lineRule="exact"/>
              <w:ind w:firstLine="560" w:firstLineChars="200"/>
              <w:rPr>
                <w:rFonts w:ascii="Times New Roman" w:hAnsi="Times New Roman" w:eastAsia="方正仿宋_GBK"/>
                <w:kern w:val="0"/>
                <w:sz w:val="28"/>
                <w:szCs w:val="28"/>
              </w:rPr>
            </w:pPr>
            <w:r>
              <w:rPr>
                <w:rFonts w:hint="eastAsia" w:ascii="Times New Roman" w:hAnsi="Times New Roman" w:eastAsia="方正仿宋_GBK"/>
                <w:kern w:val="0"/>
                <w:sz w:val="28"/>
                <w:szCs w:val="28"/>
              </w:rPr>
              <w:t>农高区胃部健康食品生产基地、金果源西部水果智慧产业园项目、天津百肯（渝北</w:t>
            </w:r>
            <w:r>
              <w:rPr>
                <w:rFonts w:ascii="Times New Roman" w:hAnsi="Times New Roman" w:eastAsia="方正仿宋_GBK"/>
                <w:kern w:val="0"/>
                <w:sz w:val="28"/>
                <w:szCs w:val="28"/>
              </w:rPr>
              <w:t>)</w:t>
            </w:r>
            <w:r>
              <w:rPr>
                <w:rFonts w:hint="eastAsia" w:ascii="Times New Roman" w:hAnsi="Times New Roman" w:eastAsia="方正仿宋_GBK"/>
                <w:kern w:val="0"/>
                <w:sz w:val="28"/>
                <w:szCs w:val="28"/>
              </w:rPr>
              <w:t>西南医药生鲜食品平台基地、现代农业产业园建设项目、农高区食用菌产业园建设项目、农高区</w:t>
            </w:r>
            <w:r>
              <w:rPr>
                <w:rFonts w:ascii="Times New Roman" w:hAnsi="Times New Roman" w:eastAsia="方正仿宋_GBK"/>
                <w:kern w:val="0"/>
                <w:sz w:val="28"/>
                <w:szCs w:val="28"/>
              </w:rPr>
              <w:t>“</w:t>
            </w:r>
            <w:r>
              <w:rPr>
                <w:rFonts w:hint="eastAsia" w:ascii="Times New Roman" w:hAnsi="Times New Roman" w:eastAsia="方正仿宋_GBK"/>
                <w:kern w:val="0"/>
                <w:sz w:val="28"/>
                <w:szCs w:val="28"/>
              </w:rPr>
              <w:t>三高</w:t>
            </w:r>
            <w:r>
              <w:rPr>
                <w:rFonts w:ascii="Times New Roman" w:hAnsi="Times New Roman" w:eastAsia="方正仿宋_GBK"/>
                <w:kern w:val="0"/>
                <w:sz w:val="28"/>
                <w:szCs w:val="28"/>
              </w:rPr>
              <w:t>”</w:t>
            </w:r>
            <w:r>
              <w:rPr>
                <w:rFonts w:hint="eastAsia" w:ascii="Times New Roman" w:hAnsi="Times New Roman" w:eastAsia="方正仿宋_GBK"/>
                <w:kern w:val="0"/>
                <w:sz w:val="28"/>
                <w:szCs w:val="28"/>
              </w:rPr>
              <w:t>健康食品生产园区、农高区精深加工基地、农高区乳制品加工区、农高区抹茶精深加工基地、农高区航空航天食品生产基地、重庆农高区玉米技术中心、农高区中科院微生物技术中心、农高区江南大学乳制品研究中心、农高区原产酿酒葡萄技术中心、重庆农高区中药资源创新中心、高竹新区食品科学园等。</w:t>
            </w:r>
          </w:p>
        </w:tc>
      </w:tr>
    </w:tbl>
    <w:p>
      <w:pPr>
        <w:spacing w:beforeLines="100" w:afterLines="100" w:line="560" w:lineRule="exact"/>
        <w:jc w:val="center"/>
        <w:outlineLvl w:val="1"/>
        <w:rPr>
          <w:rFonts w:ascii="Times New Roman" w:hAnsi="Times New Roman" w:eastAsia="方正楷体_GBK"/>
          <w:sz w:val="32"/>
          <w:szCs w:val="22"/>
        </w:rPr>
      </w:pPr>
      <w:bookmarkStart w:id="161" w:name="_Toc27660"/>
    </w:p>
    <w:p>
      <w:pPr>
        <w:spacing w:beforeLines="100" w:afterLines="100" w:line="560" w:lineRule="exact"/>
        <w:jc w:val="center"/>
        <w:outlineLvl w:val="1"/>
        <w:rPr>
          <w:rFonts w:ascii="Times New Roman" w:hAnsi="Times New Roman" w:eastAsia="方正楷体_GBK"/>
          <w:sz w:val="32"/>
          <w:szCs w:val="22"/>
        </w:rPr>
      </w:pPr>
      <w:r>
        <w:rPr>
          <w:rFonts w:hint="eastAsia" w:ascii="Times New Roman" w:hAnsi="Times New Roman" w:eastAsia="方正楷体_GBK"/>
          <w:sz w:val="32"/>
          <w:szCs w:val="22"/>
        </w:rPr>
        <w:t>第四节大力发展以</w:t>
      </w:r>
      <w:r>
        <w:rPr>
          <w:rFonts w:ascii="Times New Roman" w:hAnsi="Times New Roman" w:eastAsia="方正楷体_GBK"/>
          <w:sz w:val="32"/>
          <w:szCs w:val="22"/>
        </w:rPr>
        <w:t>“</w:t>
      </w:r>
      <w:r>
        <w:rPr>
          <w:rFonts w:hint="eastAsia" w:ascii="Times New Roman" w:hAnsi="Times New Roman" w:eastAsia="方正楷体_GBK"/>
          <w:sz w:val="32"/>
          <w:szCs w:val="22"/>
        </w:rPr>
        <w:t>健</w:t>
      </w:r>
      <w:r>
        <w:rPr>
          <w:rFonts w:ascii="Times New Roman" w:hAnsi="Times New Roman" w:eastAsia="方正楷体_GBK"/>
          <w:sz w:val="32"/>
          <w:szCs w:val="22"/>
        </w:rPr>
        <w:t>”</w:t>
      </w:r>
      <w:r>
        <w:rPr>
          <w:rFonts w:hint="eastAsia" w:ascii="Times New Roman" w:hAnsi="Times New Roman" w:eastAsia="方正楷体_GBK"/>
          <w:sz w:val="32"/>
          <w:szCs w:val="22"/>
        </w:rPr>
        <w:t>为支撑的健身康体产业</w:t>
      </w:r>
      <w:bookmarkEnd w:id="147"/>
      <w:bookmarkEnd w:id="148"/>
      <w:bookmarkEnd w:id="149"/>
      <w:bookmarkEnd w:id="150"/>
      <w:bookmarkEnd w:id="151"/>
      <w:bookmarkEnd w:id="152"/>
      <w:bookmarkEnd w:id="153"/>
      <w:bookmarkEnd w:id="159"/>
      <w:bookmarkEnd w:id="160"/>
      <w:bookmarkEnd w:id="161"/>
    </w:p>
    <w:p>
      <w:pPr>
        <w:spacing w:line="560" w:lineRule="exact"/>
        <w:ind w:firstLine="640" w:firstLineChars="200"/>
        <w:rPr>
          <w:rFonts w:ascii="Times New Roman" w:hAnsi="Times New Roman" w:eastAsia="方正仿宋_GBK"/>
          <w:sz w:val="32"/>
          <w:szCs w:val="22"/>
        </w:rPr>
      </w:pPr>
      <w:bookmarkStart w:id="162" w:name="_Toc31996"/>
      <w:r>
        <w:rPr>
          <w:rFonts w:hint="eastAsia" w:ascii="Times New Roman" w:hAnsi="Times New Roman" w:eastAsia="方正仿宋_GBK"/>
          <w:sz w:val="32"/>
          <w:szCs w:val="22"/>
        </w:rPr>
        <w:t>以增强人民体质为核心，加快体育强区建设，完善体育健身设施，推广全民健身运动，打造体育产业品牌，发展智慧体育，推动健身康体产品和服务层次更加多元优质，建设国内知名健康运动休闲目的地。</w:t>
      </w:r>
    </w:p>
    <w:p>
      <w:pPr>
        <w:spacing w:line="560" w:lineRule="exact"/>
        <w:ind w:firstLine="643" w:firstLineChars="200"/>
        <w:rPr>
          <w:rFonts w:ascii="Times New Roman" w:hAnsi="Times New Roman" w:eastAsia="方正仿宋_GBK"/>
          <w:sz w:val="32"/>
          <w:szCs w:val="22"/>
        </w:rPr>
      </w:pPr>
      <w:r>
        <w:rPr>
          <w:rFonts w:hint="eastAsia" w:ascii="Times New Roman" w:hAnsi="Times New Roman" w:eastAsia="方正仿宋_GBK"/>
          <w:b/>
          <w:bCs/>
          <w:sz w:val="32"/>
          <w:szCs w:val="22"/>
        </w:rPr>
        <w:t>完善体育健身设施</w:t>
      </w:r>
      <w:bookmarkEnd w:id="162"/>
      <w:r>
        <w:rPr>
          <w:rFonts w:hint="eastAsia" w:ascii="Times New Roman" w:hAnsi="Times New Roman" w:eastAsia="方正仿宋_GBK"/>
          <w:b/>
          <w:bCs/>
          <w:sz w:val="32"/>
          <w:szCs w:val="22"/>
        </w:rPr>
        <w:t>。</w:t>
      </w:r>
      <w:r>
        <w:rPr>
          <w:rFonts w:hint="eastAsia" w:ascii="Times New Roman" w:hAnsi="Times New Roman" w:eastAsia="方正仿宋_GBK"/>
          <w:sz w:val="32"/>
          <w:szCs w:val="22"/>
        </w:rPr>
        <w:t>落实国土空间规划、体育设施专项规划，实施群众身边体育场地设施计划，因地制宜做好体育公园、体育场地设施建设，做好健身器材维护更新，着力破解群众</w:t>
      </w:r>
      <w:r>
        <w:rPr>
          <w:rFonts w:ascii="Times New Roman" w:hAnsi="Times New Roman" w:eastAsia="方正仿宋_GBK"/>
          <w:sz w:val="32"/>
          <w:szCs w:val="22"/>
        </w:rPr>
        <w:t>“</w:t>
      </w:r>
      <w:r>
        <w:rPr>
          <w:rFonts w:hint="eastAsia" w:ascii="Times New Roman" w:hAnsi="Times New Roman" w:eastAsia="方正仿宋_GBK"/>
          <w:sz w:val="32"/>
          <w:szCs w:val="22"/>
        </w:rPr>
        <w:t>最后一公里</w:t>
      </w:r>
      <w:r>
        <w:rPr>
          <w:rFonts w:ascii="Times New Roman" w:hAnsi="Times New Roman" w:eastAsia="方正仿宋_GBK"/>
          <w:sz w:val="32"/>
          <w:szCs w:val="22"/>
        </w:rPr>
        <w:t>”</w:t>
      </w:r>
      <w:r>
        <w:rPr>
          <w:rFonts w:hint="eastAsia" w:ascii="Times New Roman" w:hAnsi="Times New Roman" w:eastAsia="方正仿宋_GBK"/>
          <w:sz w:val="32"/>
          <w:szCs w:val="22"/>
        </w:rPr>
        <w:t>健身难题。加快推进区体育场、区体校、</w:t>
      </w:r>
      <w:r>
        <w:rPr>
          <w:rFonts w:hint="eastAsia" w:ascii="Times New Roman" w:hAnsi="Times New Roman" w:eastAsia="方正仿宋_GBK"/>
          <w:sz w:val="32"/>
          <w:szCs w:val="32"/>
        </w:rPr>
        <w:t>龙兴专业足球场、</w:t>
      </w:r>
      <w:r>
        <w:rPr>
          <w:rFonts w:hint="eastAsia" w:ascii="Times New Roman" w:hAnsi="Times New Roman" w:eastAsia="方正仿宋_GBK"/>
          <w:sz w:val="32"/>
          <w:szCs w:val="22"/>
        </w:rPr>
        <w:t>石坪体育公园、</w:t>
      </w:r>
      <w:r>
        <w:rPr>
          <w:rFonts w:hint="eastAsia" w:ascii="Times New Roman" w:hAnsi="Times New Roman" w:eastAsia="方正仿宋_GBK"/>
          <w:sz w:val="32"/>
          <w:szCs w:val="32"/>
        </w:rPr>
        <w:t>多宝湖环湖</w:t>
      </w:r>
      <w:r>
        <w:rPr>
          <w:rFonts w:hint="eastAsia" w:ascii="Times New Roman" w:hAnsi="Times New Roman" w:eastAsia="方正仿宋_GBK"/>
          <w:sz w:val="32"/>
          <w:szCs w:val="22"/>
        </w:rPr>
        <w:t>马拉松</w:t>
      </w:r>
      <w:r>
        <w:rPr>
          <w:rFonts w:hint="eastAsia" w:ascii="Times New Roman" w:hAnsi="Times New Roman" w:eastAsia="方正仿宋_GBK"/>
          <w:sz w:val="32"/>
          <w:szCs w:val="32"/>
        </w:rPr>
        <w:t>跑道、区羽毛球馆等重点项目。</w:t>
      </w:r>
      <w:r>
        <w:rPr>
          <w:rFonts w:hint="eastAsia" w:ascii="Times New Roman" w:hAnsi="Times New Roman" w:eastAsia="方正仿宋_GBK"/>
          <w:sz w:val="32"/>
          <w:szCs w:val="22"/>
        </w:rPr>
        <w:t>通过</w:t>
      </w:r>
      <w:r>
        <w:rPr>
          <w:rFonts w:hint="eastAsia" w:ascii="Times New Roman" w:hAnsi="Times New Roman" w:eastAsia="方正仿宋_GBK"/>
          <w:sz w:val="32"/>
          <w:szCs w:val="32"/>
        </w:rPr>
        <w:t>利用城市公共绿化地、开放式小区、城市空地、公园、广场、村居所在地和农村村民集聚地等，</w:t>
      </w:r>
      <w:r>
        <w:rPr>
          <w:rFonts w:hint="eastAsia" w:ascii="Times New Roman" w:hAnsi="Times New Roman" w:eastAsia="方正仿宋_GBK"/>
          <w:sz w:val="32"/>
          <w:szCs w:val="22"/>
        </w:rPr>
        <w:t>在渝北城区新、改、扩建一批群众体育设施，同步推进农体工程，形成覆盖区、镇街、村居三级全民健身设施网络，满足广大人民群众对体育健身设施的需求</w:t>
      </w:r>
      <w:r>
        <w:rPr>
          <w:rFonts w:hint="eastAsia" w:ascii="Times New Roman" w:hAnsi="Times New Roman" w:eastAsia="方正仿宋_GBK"/>
          <w:sz w:val="32"/>
          <w:szCs w:val="32"/>
        </w:rPr>
        <w:t>。</w:t>
      </w:r>
      <w:r>
        <w:rPr>
          <w:rFonts w:hint="eastAsia" w:ascii="Times New Roman" w:hAnsi="Times New Roman" w:eastAsia="方正仿宋_GBK"/>
          <w:sz w:val="32"/>
          <w:szCs w:val="22"/>
        </w:rPr>
        <w:t>发挥政府购买服务作用，支持社会力量建设小型化、多样化的活动场馆和健身设施，打造一批生态体育公园、房车露营基地、体育旅游精品线路，丰富体育产品和服务供给。深化公共体育场馆管理机制改革，持续推进政府投资新建体育场馆委托第三方运营。</w:t>
      </w:r>
    </w:p>
    <w:p>
      <w:pPr>
        <w:spacing w:line="570" w:lineRule="exact"/>
        <w:ind w:firstLine="643" w:firstLineChars="200"/>
        <w:rPr>
          <w:rFonts w:ascii="Times New Roman" w:hAnsi="Times New Roman" w:eastAsia="方正仿宋_GBK"/>
          <w:sz w:val="32"/>
          <w:szCs w:val="32"/>
        </w:rPr>
      </w:pPr>
      <w:bookmarkStart w:id="163" w:name="_Toc14589"/>
      <w:r>
        <w:rPr>
          <w:rFonts w:hint="eastAsia" w:ascii="Times New Roman" w:hAnsi="Times New Roman" w:eastAsia="方正仿宋_GBK"/>
          <w:b/>
          <w:bCs/>
          <w:sz w:val="32"/>
          <w:szCs w:val="22"/>
        </w:rPr>
        <w:t>推广全民健身运动</w:t>
      </w:r>
      <w:bookmarkEnd w:id="163"/>
      <w:r>
        <w:rPr>
          <w:rFonts w:hint="eastAsia" w:ascii="Times New Roman" w:hAnsi="Times New Roman" w:eastAsia="方正仿宋_GBK"/>
          <w:b/>
          <w:bCs/>
          <w:sz w:val="32"/>
          <w:szCs w:val="22"/>
        </w:rPr>
        <w:t>。</w:t>
      </w:r>
      <w:r>
        <w:rPr>
          <w:rFonts w:hint="eastAsia" w:ascii="Times New Roman" w:hAnsi="Times New Roman" w:eastAsia="方正仿宋_GBK"/>
          <w:sz w:val="32"/>
          <w:szCs w:val="32"/>
        </w:rPr>
        <w:t>深入贯彻落实《重庆市全民健身条例》，实施全民健身计划，围绕便民惠民抓好全民健身建设。完善渝北区全民健身工作联席会议制度。线上线下齐发力，开展形式多样的科学健身知识、健身方法普及等活动，推动全民健身生活化。鼓励开发适合不同人群、不同地域特点的特色运动项目。大力发展武术、篮球、足球、乒乓球、柔力球、轮滑、广播体操、健身气功等群众喜闻乐见的体育项目。推行《国家学生体质健康标准》，把学生体质健康水平纳入教育行政部门、学校的考核体系，全面实施青少年体育活动促进计划。积极开展老年人、妇女、幼儿体育活动，推动残疾人康复体育和健身体育发展，实行工课间健身制度，广泛组织职工、学生体育健身活动。响应</w:t>
      </w:r>
      <w:r>
        <w:rPr>
          <w:rFonts w:ascii="Times New Roman" w:hAnsi="Times New Roman" w:eastAsia="方正仿宋_GBK"/>
          <w:sz w:val="32"/>
          <w:szCs w:val="32"/>
        </w:rPr>
        <w:t>“</w:t>
      </w:r>
      <w:r>
        <w:rPr>
          <w:rFonts w:hint="eastAsia" w:ascii="Times New Roman" w:hAnsi="Times New Roman" w:eastAsia="方正仿宋_GBK"/>
          <w:sz w:val="32"/>
          <w:szCs w:val="32"/>
        </w:rPr>
        <w:t>三亿人参与冰雪运动</w:t>
      </w:r>
      <w:r>
        <w:rPr>
          <w:rFonts w:ascii="Times New Roman" w:hAnsi="Times New Roman" w:eastAsia="方正仿宋_GBK"/>
          <w:sz w:val="32"/>
          <w:szCs w:val="32"/>
        </w:rPr>
        <w:t>”</w:t>
      </w:r>
      <w:r>
        <w:rPr>
          <w:rFonts w:hint="eastAsia" w:ascii="Times New Roman" w:hAnsi="Times New Roman" w:eastAsia="方正仿宋_GBK"/>
          <w:sz w:val="32"/>
          <w:szCs w:val="32"/>
        </w:rPr>
        <w:t>号召，大力推广和普及冰雪运动。</w:t>
      </w:r>
    </w:p>
    <w:p>
      <w:pPr>
        <w:pStyle w:val="2"/>
        <w:spacing w:line="560" w:lineRule="exact"/>
        <w:ind w:firstLine="643" w:firstLineChars="200"/>
        <w:rPr>
          <w:rFonts w:ascii="Times New Roman" w:hAnsi="Times New Roman" w:cs="Times New Roman"/>
          <w:sz w:val="32"/>
          <w:szCs w:val="22"/>
          <w:lang w:val="en-US"/>
        </w:rPr>
      </w:pPr>
      <w:bookmarkStart w:id="164" w:name="_Toc21930"/>
      <w:r>
        <w:rPr>
          <w:rFonts w:hint="eastAsia" w:ascii="Times New Roman" w:hAnsi="Times New Roman" w:cs="Times New Roman"/>
          <w:b/>
          <w:bCs/>
          <w:sz w:val="32"/>
          <w:szCs w:val="22"/>
          <w:lang w:val="en-US"/>
        </w:rPr>
        <w:t>打造体育产业品牌。</w:t>
      </w:r>
      <w:r>
        <w:rPr>
          <w:rFonts w:hint="eastAsia" w:ascii="Times New Roman" w:hAnsi="Times New Roman" w:cs="Times New Roman"/>
          <w:sz w:val="32"/>
          <w:szCs w:val="22"/>
          <w:lang w:val="en-US"/>
        </w:rPr>
        <w:t>持续巩固</w:t>
      </w:r>
      <w:r>
        <w:rPr>
          <w:rFonts w:ascii="Times New Roman" w:hAnsi="Times New Roman" w:cs="Times New Roman"/>
          <w:sz w:val="32"/>
          <w:szCs w:val="22"/>
          <w:lang w:val="en-US"/>
        </w:rPr>
        <w:t>“</w:t>
      </w:r>
      <w:r>
        <w:rPr>
          <w:rFonts w:hint="eastAsia" w:ascii="Times New Roman" w:hAnsi="Times New Roman" w:cs="Times New Roman"/>
          <w:sz w:val="32"/>
          <w:szCs w:val="22"/>
          <w:lang w:val="en-US"/>
        </w:rPr>
        <w:t>全国武术之乡</w:t>
      </w:r>
      <w:r>
        <w:rPr>
          <w:rFonts w:ascii="Times New Roman" w:hAnsi="Times New Roman" w:cs="Times New Roman"/>
          <w:sz w:val="32"/>
          <w:szCs w:val="22"/>
          <w:lang w:val="en-US"/>
        </w:rPr>
        <w:t>”</w:t>
      </w:r>
      <w:r>
        <w:rPr>
          <w:rFonts w:hint="eastAsia" w:ascii="Times New Roman" w:hAnsi="Times New Roman" w:cs="Times New Roman"/>
          <w:sz w:val="32"/>
          <w:szCs w:val="22"/>
          <w:lang w:val="en-US"/>
        </w:rPr>
        <w:t>建设成果，全力推进巴渝武术操</w:t>
      </w:r>
      <w:r>
        <w:rPr>
          <w:rFonts w:ascii="Times New Roman" w:hAnsi="Times New Roman" w:cs="Times New Roman"/>
          <w:sz w:val="32"/>
          <w:szCs w:val="22"/>
          <w:lang w:val="en-US"/>
        </w:rPr>
        <w:t>“</w:t>
      </w:r>
      <w:r>
        <w:rPr>
          <w:rFonts w:hint="eastAsia" w:ascii="Times New Roman" w:hAnsi="Times New Roman" w:cs="Times New Roman"/>
          <w:sz w:val="32"/>
          <w:szCs w:val="22"/>
          <w:lang w:val="en-US"/>
        </w:rPr>
        <w:t>六进</w:t>
      </w:r>
      <w:r>
        <w:rPr>
          <w:rFonts w:ascii="Times New Roman" w:hAnsi="Times New Roman" w:cs="Times New Roman"/>
          <w:sz w:val="32"/>
          <w:szCs w:val="22"/>
          <w:lang w:val="en-US"/>
        </w:rPr>
        <w:t>”</w:t>
      </w:r>
      <w:r>
        <w:rPr>
          <w:rFonts w:hint="eastAsia" w:ascii="Times New Roman" w:hAnsi="Times New Roman" w:cs="Times New Roman"/>
          <w:sz w:val="32"/>
          <w:szCs w:val="22"/>
          <w:lang w:val="en-US"/>
        </w:rPr>
        <w:t>活动，举办全国武术散打比赛等全国性武术比赛，唱响渝北武术品牌。依托重庆际华园，以</w:t>
      </w:r>
      <w:r>
        <w:rPr>
          <w:rFonts w:ascii="Times New Roman" w:hAnsi="Times New Roman" w:cs="Times New Roman"/>
          <w:sz w:val="32"/>
          <w:szCs w:val="22"/>
          <w:lang w:val="en-US"/>
        </w:rPr>
        <w:t>“</w:t>
      </w:r>
      <w:r>
        <w:rPr>
          <w:rFonts w:hint="eastAsia" w:ascii="Times New Roman" w:hAnsi="Times New Roman" w:cs="Times New Roman"/>
          <w:sz w:val="32"/>
          <w:szCs w:val="22"/>
          <w:lang w:val="en-US"/>
        </w:rPr>
        <w:t>极限运动</w:t>
      </w:r>
      <w:r>
        <w:rPr>
          <w:rFonts w:ascii="Times New Roman" w:hAnsi="Times New Roman" w:cs="Times New Roman"/>
          <w:sz w:val="32"/>
          <w:szCs w:val="22"/>
          <w:lang w:val="en-US"/>
        </w:rPr>
        <w:t>”</w:t>
      </w:r>
      <w:r>
        <w:rPr>
          <w:rFonts w:hint="eastAsia" w:ascii="Times New Roman" w:hAnsi="Times New Roman" w:cs="Times New Roman"/>
          <w:sz w:val="32"/>
          <w:szCs w:val="22"/>
          <w:lang w:val="en-US"/>
        </w:rPr>
        <w:t>为特色，以</w:t>
      </w:r>
      <w:r>
        <w:rPr>
          <w:rFonts w:ascii="Times New Roman" w:hAnsi="Times New Roman" w:cs="Times New Roman"/>
          <w:sz w:val="32"/>
          <w:szCs w:val="22"/>
          <w:lang w:val="en-US"/>
        </w:rPr>
        <w:t>“</w:t>
      </w:r>
      <w:r>
        <w:rPr>
          <w:rFonts w:hint="eastAsia" w:ascii="Times New Roman" w:hAnsi="Times New Roman" w:cs="Times New Roman"/>
          <w:sz w:val="32"/>
          <w:szCs w:val="22"/>
          <w:lang w:val="en-US"/>
        </w:rPr>
        <w:t>一站式</w:t>
      </w:r>
      <w:r>
        <w:rPr>
          <w:rFonts w:ascii="Times New Roman" w:hAnsi="Times New Roman" w:cs="Times New Roman"/>
          <w:sz w:val="32"/>
          <w:szCs w:val="22"/>
          <w:lang w:val="en-US"/>
        </w:rPr>
        <w:t>”</w:t>
      </w:r>
      <w:r>
        <w:rPr>
          <w:rFonts w:hint="eastAsia" w:ascii="Times New Roman" w:hAnsi="Times New Roman" w:cs="Times New Roman"/>
          <w:sz w:val="32"/>
          <w:szCs w:val="22"/>
          <w:lang w:val="en-US"/>
        </w:rPr>
        <w:t>服务为理念，大力开展风洞跳伞、极限冲浪、极限攀岩、洞穴探险、自由滑翔、</w:t>
      </w:r>
      <w:r>
        <w:rPr>
          <w:rFonts w:ascii="Times New Roman" w:hAnsi="Times New Roman" w:cs="Times New Roman"/>
          <w:sz w:val="32"/>
          <w:szCs w:val="22"/>
          <w:lang w:val="en-US"/>
        </w:rPr>
        <w:t>VR</w:t>
      </w:r>
      <w:r>
        <w:rPr>
          <w:rFonts w:hint="eastAsia" w:ascii="Times New Roman" w:hAnsi="Times New Roman" w:cs="Times New Roman"/>
          <w:sz w:val="32"/>
          <w:szCs w:val="22"/>
          <w:lang w:val="en-US"/>
        </w:rPr>
        <w:t>运动等极限运动和大众运动项目，着力建设</w:t>
      </w:r>
      <w:r>
        <w:rPr>
          <w:rFonts w:ascii="Times New Roman" w:hAnsi="Times New Roman" w:cs="Times New Roman"/>
          <w:sz w:val="32"/>
          <w:szCs w:val="22"/>
          <w:lang w:val="en-US"/>
        </w:rPr>
        <w:t>“</w:t>
      </w:r>
      <w:r>
        <w:rPr>
          <w:rFonts w:hint="eastAsia" w:ascii="Times New Roman" w:hAnsi="Times New Roman" w:cs="Times New Roman"/>
          <w:sz w:val="32"/>
          <w:szCs w:val="22"/>
          <w:lang w:val="en-US"/>
        </w:rPr>
        <w:t>五大基地</w:t>
      </w:r>
      <w:r>
        <w:rPr>
          <w:rFonts w:ascii="Times New Roman" w:hAnsi="Times New Roman" w:cs="Times New Roman"/>
          <w:sz w:val="32"/>
          <w:szCs w:val="22"/>
          <w:lang w:val="en-US"/>
        </w:rPr>
        <w:t>”</w:t>
      </w:r>
      <w:r>
        <w:rPr>
          <w:rFonts w:hint="eastAsia" w:ascii="Times New Roman" w:hAnsi="Times New Roman" w:cs="Times New Roman"/>
          <w:sz w:val="32"/>
          <w:szCs w:val="22"/>
          <w:lang w:val="en-US"/>
        </w:rPr>
        <w:t>（国家级训练基地、中小学教育培训基地、全民健身活动基地、国际国内专业赛事基地、体育文化产业基地），打造西南地区最具国际化特色和极具吸引力的极限运动品牌。依托客得乐房车风情度假区、御临马会、铜锣山矿山公园、云龟山滑翔等，积极举办马术比赛、户外赛车、山地自行车赛、丛林探险等特色运动，着力打造户外运动品牌。依托重庆国际拳击赛事中心，定期举办世界拳王争霸赛，打造特色竞技赛事活动品牌。依托建成的亚雯羽毛球训练基地，举办国家级重大赛事活动，开展高端培训。引进瀚动体育打造篮球体育综合体，举办</w:t>
      </w:r>
      <w:r>
        <w:rPr>
          <w:rFonts w:ascii="Times New Roman" w:hAnsi="Times New Roman" w:cs="Times New Roman"/>
          <w:sz w:val="32"/>
          <w:szCs w:val="22"/>
          <w:lang w:val="en-US"/>
        </w:rPr>
        <w:t>“</w:t>
      </w:r>
      <w:r>
        <w:rPr>
          <w:rFonts w:hint="eastAsia" w:ascii="Times New Roman" w:hAnsi="Times New Roman" w:cs="Times New Roman"/>
          <w:sz w:val="32"/>
          <w:szCs w:val="22"/>
          <w:lang w:val="en-US"/>
        </w:rPr>
        <w:t>一带一路</w:t>
      </w:r>
      <w:r>
        <w:rPr>
          <w:rFonts w:ascii="Times New Roman" w:hAnsi="Times New Roman" w:cs="Times New Roman"/>
          <w:sz w:val="32"/>
          <w:szCs w:val="22"/>
          <w:lang w:val="en-US"/>
        </w:rPr>
        <w:t>”</w:t>
      </w:r>
      <w:r>
        <w:rPr>
          <w:rFonts w:hint="eastAsia" w:ascii="Times New Roman" w:hAnsi="Times New Roman" w:cs="Times New Roman"/>
          <w:sz w:val="32"/>
          <w:szCs w:val="22"/>
          <w:lang w:val="en-US"/>
        </w:rPr>
        <w:t>中欧篮球冠军杯赛，配套中欧篮球高峰论坛、中欧篮球高端培训、篮球品牌装备。发挥渝北制造业优势，依托原服装城产业基础，鼓励体育制造企业加强家庭化、智能化运动装备器材的研发和制造。紧抓</w:t>
      </w:r>
      <w:r>
        <w:rPr>
          <w:rFonts w:ascii="Times New Roman" w:hAnsi="Times New Roman" w:cs="Times New Roman"/>
          <w:sz w:val="32"/>
          <w:szCs w:val="22"/>
          <w:lang w:val="en-US"/>
        </w:rPr>
        <w:t>“</w:t>
      </w:r>
      <w:r>
        <w:rPr>
          <w:rFonts w:hint="eastAsia" w:ascii="Times New Roman" w:hAnsi="Times New Roman" w:cs="Times New Roman"/>
          <w:sz w:val="32"/>
          <w:szCs w:val="22"/>
          <w:lang w:val="en-US"/>
        </w:rPr>
        <w:t>康养</w:t>
      </w:r>
      <w:r>
        <w:rPr>
          <w:rFonts w:ascii="Times New Roman" w:hAnsi="Times New Roman" w:cs="Times New Roman"/>
          <w:sz w:val="32"/>
          <w:szCs w:val="22"/>
          <w:lang w:val="en-US"/>
        </w:rPr>
        <w:t>+</w:t>
      </w:r>
      <w:r>
        <w:rPr>
          <w:rFonts w:hint="eastAsia" w:ascii="Times New Roman" w:hAnsi="Times New Roman" w:cs="Times New Roman"/>
          <w:sz w:val="32"/>
          <w:szCs w:val="22"/>
          <w:lang w:val="en-US"/>
        </w:rPr>
        <w:t>体育</w:t>
      </w:r>
      <w:r>
        <w:rPr>
          <w:rFonts w:ascii="Times New Roman" w:hAnsi="Times New Roman" w:cs="Times New Roman"/>
          <w:sz w:val="32"/>
          <w:szCs w:val="22"/>
          <w:lang w:val="en-US"/>
        </w:rPr>
        <w:t>”</w:t>
      </w:r>
      <w:r>
        <w:rPr>
          <w:rFonts w:hint="eastAsia" w:ascii="Times New Roman" w:hAnsi="Times New Roman" w:cs="Times New Roman"/>
          <w:sz w:val="32"/>
          <w:szCs w:val="22"/>
          <w:lang w:val="en-US"/>
        </w:rPr>
        <w:t>融合点，丰富健康体育产品供给，发展壮大市场主体，打造健身康体产业新增长点。</w:t>
      </w:r>
    </w:p>
    <w:bookmarkEnd w:id="164"/>
    <w:p>
      <w:pPr>
        <w:pStyle w:val="3"/>
        <w:spacing w:line="560" w:lineRule="exact"/>
        <w:ind w:left="0" w:firstLine="643" w:firstLineChars="200"/>
        <w:jc w:val="both"/>
        <w:rPr>
          <w:rFonts w:ascii="Times New Roman" w:hAnsi="Times New Roman" w:eastAsia="方正仿宋_GBK"/>
          <w:sz w:val="32"/>
          <w:szCs w:val="22"/>
        </w:rPr>
      </w:pPr>
      <w:bookmarkStart w:id="165" w:name="_Toc29190"/>
      <w:r>
        <w:rPr>
          <w:rFonts w:hint="eastAsia" w:ascii="Times New Roman" w:hAnsi="Times New Roman" w:eastAsia="方正仿宋_GBK"/>
          <w:b/>
          <w:bCs/>
          <w:sz w:val="32"/>
          <w:szCs w:val="22"/>
        </w:rPr>
        <w:t>积极发展智慧体育</w:t>
      </w:r>
      <w:bookmarkEnd w:id="165"/>
      <w:r>
        <w:rPr>
          <w:rFonts w:hint="eastAsia" w:ascii="Times New Roman" w:hAnsi="Times New Roman" w:eastAsia="方正仿宋_GBK"/>
          <w:b/>
          <w:bCs/>
          <w:sz w:val="32"/>
          <w:szCs w:val="22"/>
        </w:rPr>
        <w:t>。</w:t>
      </w:r>
      <w:r>
        <w:rPr>
          <w:rFonts w:hint="eastAsia" w:ascii="Times New Roman" w:hAnsi="Times New Roman" w:eastAsia="方正仿宋_GBK"/>
          <w:sz w:val="32"/>
          <w:szCs w:val="22"/>
        </w:rPr>
        <w:t>推动健身康体产业与互联网、云计算、大数据、物联网等现代信息技术结合，开展商业模式创新。增强体育渝北在线惠民服务平台的影响力，开发完善</w:t>
      </w:r>
      <w:r>
        <w:rPr>
          <w:rFonts w:ascii="Times New Roman" w:hAnsi="Times New Roman" w:eastAsia="方正仿宋_GBK"/>
          <w:sz w:val="32"/>
          <w:szCs w:val="22"/>
        </w:rPr>
        <w:t>“</w:t>
      </w:r>
      <w:r>
        <w:rPr>
          <w:rFonts w:hint="eastAsia" w:ascii="Times New Roman" w:hAnsi="Times New Roman" w:eastAsia="方正仿宋_GBK"/>
          <w:sz w:val="32"/>
          <w:szCs w:val="22"/>
        </w:rPr>
        <w:t>互联网</w:t>
      </w:r>
      <w:r>
        <w:rPr>
          <w:rFonts w:ascii="Times New Roman" w:hAnsi="Times New Roman" w:eastAsia="方正仿宋_GBK"/>
          <w:sz w:val="32"/>
          <w:szCs w:val="22"/>
        </w:rPr>
        <w:t>+”</w:t>
      </w:r>
      <w:r>
        <w:rPr>
          <w:rFonts w:hint="eastAsia" w:ascii="Times New Roman" w:hAnsi="Times New Roman" w:eastAsia="方正仿宋_GBK"/>
          <w:sz w:val="32"/>
          <w:szCs w:val="22"/>
        </w:rPr>
        <w:t>体育场地、体育活动、体育指导、体质监测等应用，制作渝北运动健身电子地图，提升健身康体网络服务水平。推动创新性智慧场馆建设，以渝北全民健身中心、渝北区体育馆为试点，引进</w:t>
      </w:r>
      <w:r>
        <w:rPr>
          <w:rFonts w:ascii="Times New Roman" w:hAnsi="Times New Roman" w:eastAsia="方正仿宋_GBK"/>
          <w:sz w:val="32"/>
          <w:szCs w:val="22"/>
        </w:rPr>
        <w:t>“</w:t>
      </w:r>
      <w:r>
        <w:rPr>
          <w:rFonts w:hint="eastAsia" w:ascii="Times New Roman" w:hAnsi="Times New Roman" w:eastAsia="方正仿宋_GBK"/>
          <w:sz w:val="32"/>
          <w:szCs w:val="22"/>
        </w:rPr>
        <w:t>云智慧</w:t>
      </w:r>
      <w:r>
        <w:rPr>
          <w:rFonts w:ascii="Times New Roman" w:hAnsi="Times New Roman" w:eastAsia="方正仿宋_GBK"/>
          <w:sz w:val="32"/>
          <w:szCs w:val="22"/>
        </w:rPr>
        <w:t>”</w:t>
      </w:r>
      <w:r>
        <w:rPr>
          <w:rFonts w:hint="eastAsia" w:ascii="Times New Roman" w:hAnsi="Times New Roman" w:eastAsia="方正仿宋_GBK"/>
          <w:sz w:val="32"/>
          <w:szCs w:val="22"/>
        </w:rPr>
        <w:t>体育场馆管理系统，打造智慧体育中心。推进健康运动与健康管理、康复融合发展，推动可穿戴式运动设备、智能运动器材等智能终端产品创新和应用，提供长期跟踪、预测预警的个性化健康管理服务，探索建立针对不同人群、不同身体状况的运动处方库。</w:t>
      </w:r>
    </w:p>
    <w:p>
      <w:pPr>
        <w:rPr>
          <w:rFonts w:ascii="Times New Roman" w:hAnsi="Times New Roman"/>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5" w:type="dxa"/>
          </w:tcPr>
          <w:p>
            <w:pPr>
              <w:spacing w:line="400" w:lineRule="exact"/>
              <w:jc w:val="center"/>
              <w:rPr>
                <w:rFonts w:ascii="Times New Roman" w:hAnsi="Times New Roman" w:eastAsia="方正黑体_GBK"/>
                <w:kern w:val="0"/>
                <w:sz w:val="28"/>
                <w:szCs w:val="28"/>
              </w:rPr>
            </w:pPr>
            <w:r>
              <w:rPr>
                <w:rFonts w:hint="eastAsia" w:ascii="Times New Roman" w:hAnsi="Times New Roman" w:eastAsia="方正黑体_GBK"/>
                <w:kern w:val="0"/>
                <w:sz w:val="28"/>
                <w:szCs w:val="28"/>
              </w:rPr>
              <w:t>专栏</w:t>
            </w:r>
            <w:r>
              <w:rPr>
                <w:rFonts w:ascii="Times New Roman" w:hAnsi="Times New Roman" w:eastAsia="方正黑体_GBK"/>
                <w:kern w:val="0"/>
                <w:sz w:val="28"/>
                <w:szCs w:val="28"/>
              </w:rPr>
              <w:t>6</w:t>
            </w:r>
            <w:r>
              <w:rPr>
                <w:rFonts w:hint="eastAsia" w:ascii="Times New Roman" w:hAnsi="Times New Roman" w:eastAsia="方正黑体_GBK"/>
                <w:sz w:val="28"/>
                <w:szCs w:val="28"/>
              </w:rPr>
              <w:t>健身康体</w:t>
            </w:r>
            <w:r>
              <w:rPr>
                <w:rFonts w:hint="eastAsia" w:ascii="Times New Roman" w:hAnsi="Times New Roman" w:eastAsia="方正黑体_GBK"/>
                <w:kern w:val="0"/>
                <w:sz w:val="28"/>
                <w:szCs w:val="28"/>
              </w:rPr>
              <w:t>领域重点项目</w:t>
            </w:r>
          </w:p>
          <w:p>
            <w:pPr>
              <w:spacing w:line="400" w:lineRule="exact"/>
              <w:ind w:firstLine="562" w:firstLineChars="200"/>
              <w:rPr>
                <w:rFonts w:ascii="Times New Roman" w:hAnsi="Times New Roman" w:eastAsia="方正仿宋_GBK"/>
                <w:sz w:val="28"/>
                <w:szCs w:val="28"/>
              </w:rPr>
            </w:pPr>
            <w:r>
              <w:rPr>
                <w:rFonts w:hint="eastAsia" w:ascii="Times New Roman" w:hAnsi="Times New Roman" w:eastAsia="方正仿宋_GBK"/>
                <w:b/>
                <w:bCs/>
                <w:sz w:val="28"/>
                <w:szCs w:val="28"/>
              </w:rPr>
              <w:t>体育健身设施：</w:t>
            </w:r>
            <w:r>
              <w:rPr>
                <w:rFonts w:hint="eastAsia" w:ascii="Times New Roman" w:hAnsi="Times New Roman" w:eastAsia="方正仿宋_GBK"/>
                <w:sz w:val="28"/>
                <w:szCs w:val="28"/>
              </w:rPr>
              <w:t>龙兴专业足球场、石坪体育公园、区体育场、区体校、区羽毛球馆等。</w:t>
            </w:r>
          </w:p>
          <w:p>
            <w:pPr>
              <w:spacing w:line="400" w:lineRule="exact"/>
              <w:ind w:firstLine="562" w:firstLineChars="200"/>
              <w:rPr>
                <w:rFonts w:ascii="Times New Roman" w:hAnsi="Times New Roman" w:eastAsia="方正仿宋_GBK"/>
                <w:b/>
                <w:bCs/>
                <w:sz w:val="28"/>
                <w:szCs w:val="28"/>
              </w:rPr>
            </w:pPr>
            <w:r>
              <w:rPr>
                <w:rFonts w:hint="eastAsia" w:ascii="Times New Roman" w:hAnsi="Times New Roman" w:eastAsia="方正仿宋_GBK"/>
                <w:b/>
                <w:bCs/>
                <w:sz w:val="28"/>
                <w:szCs w:val="28"/>
              </w:rPr>
              <w:t>体育赛事：</w:t>
            </w:r>
            <w:r>
              <w:rPr>
                <w:rFonts w:hint="eastAsia" w:ascii="Times New Roman" w:hAnsi="Times New Roman" w:eastAsia="方正仿宋_GBK"/>
                <w:sz w:val="28"/>
                <w:szCs w:val="28"/>
              </w:rPr>
              <w:t>全国武术散打比赛、世界拳王争霸赛、</w:t>
            </w:r>
            <w:r>
              <w:rPr>
                <w:rFonts w:ascii="Times New Roman" w:hAnsi="Times New Roman" w:eastAsia="方正仿宋_GBK"/>
                <w:sz w:val="28"/>
                <w:szCs w:val="28"/>
              </w:rPr>
              <w:t>“</w:t>
            </w:r>
            <w:r>
              <w:rPr>
                <w:rFonts w:hint="eastAsia" w:ascii="Times New Roman" w:hAnsi="Times New Roman" w:eastAsia="方正仿宋_GBK"/>
                <w:sz w:val="28"/>
                <w:szCs w:val="28"/>
              </w:rPr>
              <w:t>一带一路</w:t>
            </w:r>
            <w:r>
              <w:rPr>
                <w:rFonts w:ascii="Times New Roman" w:hAnsi="Times New Roman" w:eastAsia="方正仿宋_GBK"/>
                <w:sz w:val="28"/>
                <w:szCs w:val="28"/>
              </w:rPr>
              <w:t>”</w:t>
            </w:r>
            <w:r>
              <w:rPr>
                <w:rFonts w:hint="eastAsia" w:ascii="Times New Roman" w:hAnsi="Times New Roman" w:eastAsia="方正仿宋_GBK"/>
                <w:sz w:val="28"/>
                <w:szCs w:val="28"/>
              </w:rPr>
              <w:t>中欧篮球冠军杯赛等。</w:t>
            </w:r>
          </w:p>
          <w:p>
            <w:pPr>
              <w:spacing w:line="400" w:lineRule="exact"/>
              <w:ind w:firstLine="562" w:firstLineChars="200"/>
              <w:rPr>
                <w:rFonts w:ascii="Times New Roman" w:hAnsi="Times New Roman" w:eastAsia="方正仿宋_GBK"/>
                <w:sz w:val="28"/>
                <w:szCs w:val="28"/>
              </w:rPr>
            </w:pPr>
            <w:r>
              <w:rPr>
                <w:rFonts w:hint="eastAsia" w:ascii="Times New Roman" w:hAnsi="Times New Roman" w:eastAsia="方正仿宋_GBK"/>
                <w:b/>
                <w:bCs/>
                <w:sz w:val="28"/>
                <w:szCs w:val="28"/>
              </w:rPr>
              <w:t>智慧体育：</w:t>
            </w:r>
            <w:r>
              <w:rPr>
                <w:rFonts w:hint="eastAsia" w:ascii="Times New Roman" w:hAnsi="Times New Roman" w:eastAsia="方正仿宋_GBK"/>
                <w:sz w:val="28"/>
                <w:szCs w:val="28"/>
              </w:rPr>
              <w:t>体育渝北在线惠民服务平台、智慧体育中心、运动处方库等。</w:t>
            </w:r>
          </w:p>
        </w:tc>
      </w:tr>
      <w:bookmarkEnd w:id="154"/>
      <w:bookmarkEnd w:id="155"/>
      <w:bookmarkEnd w:id="156"/>
      <w:bookmarkEnd w:id="157"/>
      <w:bookmarkEnd w:id="158"/>
    </w:tbl>
    <w:p>
      <w:pPr>
        <w:spacing w:beforeLines="100" w:afterLines="100" w:line="560" w:lineRule="exact"/>
        <w:jc w:val="center"/>
        <w:outlineLvl w:val="1"/>
        <w:rPr>
          <w:rFonts w:ascii="Times New Roman" w:hAnsi="Times New Roman" w:eastAsia="方正楷体_GBK"/>
          <w:sz w:val="32"/>
          <w:szCs w:val="22"/>
        </w:rPr>
      </w:pPr>
      <w:bookmarkStart w:id="166" w:name="_Toc18620"/>
      <w:bookmarkStart w:id="167" w:name="_Toc15181"/>
      <w:bookmarkStart w:id="168" w:name="_Toc12331"/>
      <w:bookmarkStart w:id="169" w:name="_Toc1769"/>
      <w:bookmarkStart w:id="170" w:name="_Toc25785"/>
      <w:bookmarkStart w:id="171" w:name="_Toc26018"/>
      <w:bookmarkStart w:id="172" w:name="_Toc32076"/>
      <w:bookmarkStart w:id="173" w:name="_Toc11078"/>
      <w:bookmarkStart w:id="174" w:name="_Toc1440"/>
      <w:bookmarkStart w:id="175" w:name="_Toc6059"/>
      <w:bookmarkStart w:id="176" w:name="_Toc19451"/>
      <w:r>
        <w:rPr>
          <w:rFonts w:hint="eastAsia" w:ascii="Times New Roman" w:hAnsi="Times New Roman" w:eastAsia="方正楷体_GBK"/>
          <w:sz w:val="32"/>
          <w:szCs w:val="22"/>
        </w:rPr>
        <w:t>第五节大力发展以</w:t>
      </w:r>
      <w:r>
        <w:rPr>
          <w:rFonts w:ascii="Times New Roman" w:hAnsi="Times New Roman" w:eastAsia="方正楷体_GBK"/>
          <w:sz w:val="32"/>
          <w:szCs w:val="22"/>
        </w:rPr>
        <w:t>“</w:t>
      </w:r>
      <w:r>
        <w:rPr>
          <w:rFonts w:hint="eastAsia" w:ascii="Times New Roman" w:hAnsi="Times New Roman" w:eastAsia="方正楷体_GBK"/>
          <w:sz w:val="32"/>
          <w:szCs w:val="22"/>
        </w:rPr>
        <w:t>管</w:t>
      </w:r>
      <w:r>
        <w:rPr>
          <w:rFonts w:ascii="Times New Roman" w:hAnsi="Times New Roman" w:eastAsia="方正楷体_GBK"/>
          <w:sz w:val="32"/>
          <w:szCs w:val="22"/>
        </w:rPr>
        <w:t>”</w:t>
      </w:r>
      <w:r>
        <w:rPr>
          <w:rFonts w:hint="eastAsia" w:ascii="Times New Roman" w:hAnsi="Times New Roman" w:eastAsia="方正楷体_GBK"/>
          <w:sz w:val="32"/>
          <w:szCs w:val="22"/>
        </w:rPr>
        <w:t>为支撑的健康管理产业</w:t>
      </w:r>
      <w:bookmarkEnd w:id="166"/>
    </w:p>
    <w:p>
      <w:pPr>
        <w:pStyle w:val="14"/>
        <w:widowControl/>
        <w:spacing w:beforeAutospacing="0" w:afterAutospacing="0" w:line="560" w:lineRule="exact"/>
        <w:ind w:firstLine="640" w:firstLineChars="200"/>
        <w:jc w:val="both"/>
        <w:rPr>
          <w:rFonts w:ascii="Times New Roman" w:hAnsi="Times New Roman" w:eastAsia="方正仿宋_GBK"/>
          <w:kern w:val="2"/>
          <w:sz w:val="32"/>
          <w:szCs w:val="22"/>
        </w:rPr>
      </w:pPr>
      <w:r>
        <w:rPr>
          <w:rFonts w:hint="eastAsia" w:ascii="Times New Roman" w:hAnsi="Times New Roman" w:eastAsia="方正仿宋_GBK"/>
          <w:kern w:val="2"/>
          <w:sz w:val="32"/>
          <w:szCs w:val="22"/>
        </w:rPr>
        <w:t>坚持以健康需求和健康问题为导向，不断提升健康管理服务质效，逐步推广全生命周期分级式的健康管理服务模式，推动向个性化、专业化、智慧化发展。</w:t>
      </w:r>
    </w:p>
    <w:p>
      <w:pPr>
        <w:pStyle w:val="14"/>
        <w:widowControl/>
        <w:spacing w:beforeAutospacing="0" w:afterAutospacing="0" w:line="560" w:lineRule="exact"/>
        <w:ind w:firstLine="643" w:firstLineChars="200"/>
        <w:jc w:val="both"/>
        <w:rPr>
          <w:rFonts w:ascii="Times New Roman" w:hAnsi="Times New Roman" w:eastAsia="方正仿宋_GBK"/>
          <w:kern w:val="2"/>
          <w:sz w:val="32"/>
          <w:szCs w:val="22"/>
        </w:rPr>
      </w:pPr>
      <w:r>
        <w:rPr>
          <w:rFonts w:hint="eastAsia" w:ascii="Times New Roman" w:hAnsi="Times New Roman" w:eastAsia="方正仿宋_GBK"/>
          <w:b/>
          <w:bCs/>
          <w:kern w:val="2"/>
          <w:sz w:val="32"/>
          <w:szCs w:val="22"/>
        </w:rPr>
        <w:t>丰富健康管理服务产品。</w:t>
      </w:r>
      <w:r>
        <w:rPr>
          <w:rFonts w:hint="eastAsia" w:ascii="Times New Roman" w:hAnsi="Times New Roman" w:eastAsia="方正仿宋_GBK"/>
          <w:kern w:val="2"/>
          <w:sz w:val="32"/>
          <w:szCs w:val="22"/>
        </w:rPr>
        <w:t>面向社会公众日益增长的多层次、个性化健康管理需求，推进健康管理全程化、规范化发展。加强孕产妇婴幼儿健康管理，支持建设月子中心、母婴照料、托婴托育等机构，创新孕期保健、孕妇瑜伽、孕期胎教等产品服务。强化健康人群疾病风险防控，加强治未病健康评估，鼓励健康体检中心连锁化、集团化经营，积极引进先进的医疗检测设备，开发一批差异化、定制化体检产品，为不同人群提供健康管理方案。加强老年人慢性病管理，针对糖尿病、高血压、心脑血管疾病等重点领域，创新慢病康复疗养、健康跟踪管理等形式，提高个性化健康管理服务水平。</w:t>
      </w:r>
    </w:p>
    <w:p>
      <w:pPr>
        <w:pStyle w:val="14"/>
        <w:widowControl/>
        <w:spacing w:beforeAutospacing="0" w:afterAutospacing="0" w:line="560" w:lineRule="exact"/>
        <w:ind w:firstLine="643" w:firstLineChars="200"/>
        <w:jc w:val="both"/>
        <w:rPr>
          <w:rFonts w:ascii="Times New Roman" w:hAnsi="Times New Roman" w:eastAsia="方正仿宋_GBK"/>
          <w:kern w:val="2"/>
          <w:sz w:val="32"/>
          <w:szCs w:val="22"/>
        </w:rPr>
      </w:pPr>
      <w:r>
        <w:rPr>
          <w:rFonts w:hint="eastAsia" w:ascii="Times New Roman" w:hAnsi="Times New Roman" w:eastAsia="方正仿宋_GBK"/>
          <w:b/>
          <w:bCs/>
          <w:kern w:val="2"/>
          <w:sz w:val="32"/>
          <w:szCs w:val="22"/>
        </w:rPr>
        <w:t>推动生理健康和心理健康协调发展。</w:t>
      </w:r>
      <w:r>
        <w:rPr>
          <w:rFonts w:hint="eastAsia" w:ascii="Times New Roman" w:hAnsi="Times New Roman" w:eastAsia="方正仿宋_GBK"/>
          <w:kern w:val="2"/>
          <w:sz w:val="32"/>
          <w:szCs w:val="22"/>
        </w:rPr>
        <w:t>树立大卫生和大健康观念，推进生理健康和心理健康管理专业化、规范化、多元化发展。积极引进国内外知名专业健康管理机构和品牌，大力发展健康咨询、健康体检、健康检测、康复理疗、健康保险等为主的健康管理产业。加大心理健康问题基础性研究，规范发展心理治疗、心理咨询等心理健康服务，培育专业化、规范化心理咨询、心理干预机构，加强青少年、妇女儿童、老年人、残疾人、精神障碍患者等重点人群心理健康服务。聚焦儿童友好城市建设，加强儿童早期教育和心理健康教育指导，对困境儿童、留守儿童、残疾儿童等特殊群体开展走访慰问，探索与医疗机构协调对农村留守儿童进行定期体检，建立健康档案。</w:t>
      </w:r>
    </w:p>
    <w:p>
      <w:pPr>
        <w:pStyle w:val="14"/>
        <w:widowControl/>
        <w:spacing w:beforeAutospacing="0" w:afterAutospacing="0" w:line="560" w:lineRule="exact"/>
        <w:ind w:firstLine="643" w:firstLineChars="200"/>
        <w:jc w:val="both"/>
        <w:rPr>
          <w:rFonts w:ascii="Times New Roman" w:hAnsi="Times New Roman" w:eastAsia="方正仿宋_GBK"/>
          <w:kern w:val="2"/>
          <w:sz w:val="32"/>
          <w:szCs w:val="22"/>
        </w:rPr>
      </w:pPr>
      <w:r>
        <w:rPr>
          <w:rFonts w:hint="eastAsia" w:ascii="Times New Roman" w:hAnsi="Times New Roman" w:eastAsia="方正仿宋_GBK"/>
          <w:b/>
          <w:bCs/>
          <w:kern w:val="2"/>
          <w:sz w:val="32"/>
          <w:szCs w:val="22"/>
        </w:rPr>
        <w:t>大力发展智慧健康管理。</w:t>
      </w:r>
      <w:r>
        <w:rPr>
          <w:rFonts w:hint="eastAsia" w:ascii="Times New Roman" w:hAnsi="Times New Roman" w:eastAsia="方正仿宋_GBK"/>
          <w:kern w:val="2"/>
          <w:sz w:val="32"/>
          <w:szCs w:val="22"/>
        </w:rPr>
        <w:t>充分发挥大数据政用、商用、民用价值，推动新技术和健康管理服务相融合，为健康管理插上</w:t>
      </w:r>
      <w:r>
        <w:rPr>
          <w:rFonts w:ascii="Times New Roman" w:hAnsi="Times New Roman" w:eastAsia="方正仿宋_GBK"/>
          <w:kern w:val="2"/>
          <w:sz w:val="32"/>
          <w:szCs w:val="22"/>
        </w:rPr>
        <w:t>“</w:t>
      </w:r>
      <w:r>
        <w:rPr>
          <w:rFonts w:hint="eastAsia" w:ascii="Times New Roman" w:hAnsi="Times New Roman" w:eastAsia="方正仿宋_GBK"/>
          <w:kern w:val="2"/>
          <w:sz w:val="32"/>
          <w:szCs w:val="22"/>
        </w:rPr>
        <w:t>智慧的翅膀</w:t>
      </w:r>
      <w:r>
        <w:rPr>
          <w:rFonts w:ascii="Times New Roman" w:hAnsi="Times New Roman" w:eastAsia="方正仿宋_GBK"/>
          <w:kern w:val="2"/>
          <w:sz w:val="32"/>
          <w:szCs w:val="22"/>
        </w:rPr>
        <w:t>”</w:t>
      </w:r>
      <w:r>
        <w:rPr>
          <w:rFonts w:hint="eastAsia" w:ascii="Times New Roman" w:hAnsi="Times New Roman" w:eastAsia="方正仿宋_GBK"/>
          <w:kern w:val="2"/>
          <w:sz w:val="32"/>
          <w:szCs w:val="22"/>
        </w:rPr>
        <w:t>。以人工智能等新一代信息技术为支撑，加快健康医疗大数据服务应用，大力推进医疗智能辅助设备、智能系统、智能终端等研发、升级和应用推广，提高服务精准度和诊疗效率。充分利用可穿戴设备、体外诊断设备开展个人健康体征动态监测，开展疾病危险因素智能筛查、分析、预测及双向预警，推动居民健康管理精准化、自主化智能化。以家庭医生线上签约服务为基础，以全人群身份信息为索引，积极发展网上预约挂号、在线咨询、交流互动、网上支付、健康监测等健康信息服务业态，探索以</w:t>
      </w:r>
      <w:r>
        <w:rPr>
          <w:rFonts w:ascii="Times New Roman" w:hAnsi="Times New Roman" w:eastAsia="方正仿宋_GBK"/>
          <w:kern w:val="2"/>
          <w:sz w:val="32"/>
          <w:szCs w:val="22"/>
        </w:rPr>
        <w:t>“</w:t>
      </w:r>
      <w:r>
        <w:rPr>
          <w:rFonts w:hint="eastAsia" w:ascii="Times New Roman" w:hAnsi="Times New Roman" w:eastAsia="方正仿宋_GBK"/>
          <w:kern w:val="2"/>
          <w:sz w:val="32"/>
          <w:szCs w:val="22"/>
        </w:rPr>
        <w:t>健康家庭</w:t>
      </w:r>
      <w:r>
        <w:rPr>
          <w:rFonts w:ascii="Times New Roman" w:hAnsi="Times New Roman" w:eastAsia="方正仿宋_GBK"/>
          <w:kern w:val="2"/>
          <w:sz w:val="32"/>
          <w:szCs w:val="22"/>
        </w:rPr>
        <w:t>”</w:t>
      </w:r>
      <w:r>
        <w:rPr>
          <w:rFonts w:hint="eastAsia" w:ascii="Times New Roman" w:hAnsi="Times New Roman" w:eastAsia="方正仿宋_GBK"/>
          <w:kern w:val="2"/>
          <w:sz w:val="32"/>
          <w:szCs w:val="22"/>
        </w:rPr>
        <w:t>为基础的智能化健康管理模式，形成健康信息与健康保障双循环良性发展的线上医疗服务新业态。完善校园健康筛查平台，实现学生健康档案电子化、体检流程物联网化、学生健康监测与评价自动化。</w:t>
      </w:r>
    </w:p>
    <w:p>
      <w:pPr>
        <w:spacing w:beforeLines="150" w:afterLines="150" w:line="560" w:lineRule="exact"/>
        <w:jc w:val="center"/>
        <w:outlineLvl w:val="0"/>
        <w:rPr>
          <w:rFonts w:ascii="Times New Roman" w:hAnsi="Times New Roman" w:eastAsia="方正黑体_GBK"/>
          <w:sz w:val="32"/>
          <w:szCs w:val="32"/>
        </w:rPr>
      </w:pPr>
      <w:bookmarkStart w:id="177" w:name="_Toc30345"/>
      <w:r>
        <w:rPr>
          <w:rFonts w:hint="eastAsia" w:ascii="Times New Roman" w:hAnsi="Times New Roman" w:eastAsia="方正黑体_GBK"/>
          <w:sz w:val="32"/>
          <w:szCs w:val="32"/>
        </w:rPr>
        <w:t>第五章</w:t>
      </w:r>
      <w:r>
        <w:rPr>
          <w:rFonts w:ascii="Times New Roman" w:hAnsi="Times New Roman" w:eastAsia="方正黑体_GBK"/>
          <w:sz w:val="32"/>
          <w:szCs w:val="32"/>
        </w:rPr>
        <w:t xml:space="preserve">  </w:t>
      </w:r>
      <w:r>
        <w:rPr>
          <w:rFonts w:hint="eastAsia" w:ascii="Times New Roman" w:hAnsi="Times New Roman" w:eastAsia="方正黑体_GBK"/>
          <w:sz w:val="32"/>
          <w:szCs w:val="32"/>
        </w:rPr>
        <w:t>主要任务</w:t>
      </w:r>
      <w:bookmarkEnd w:id="167"/>
      <w:bookmarkEnd w:id="177"/>
    </w:p>
    <w:p>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围绕渝北区大健康产业发展重点领域，以强创新、建平台、育主体、塑品牌、促开放为主攻方向，全方位提升大健康产业发展动能，培育多极支撑的大健康产业发展引擎。</w:t>
      </w:r>
    </w:p>
    <w:p>
      <w:pPr>
        <w:spacing w:beforeLines="100" w:afterLines="100" w:line="560" w:lineRule="exact"/>
        <w:jc w:val="center"/>
        <w:outlineLvl w:val="1"/>
        <w:rPr>
          <w:rFonts w:ascii="Times New Roman" w:hAnsi="Times New Roman" w:eastAsia="方正楷体_GBK"/>
          <w:sz w:val="32"/>
          <w:szCs w:val="32"/>
        </w:rPr>
      </w:pPr>
      <w:bookmarkStart w:id="178" w:name="_Toc27256"/>
      <w:bookmarkStart w:id="179" w:name="_Toc1169"/>
      <w:r>
        <w:rPr>
          <w:rFonts w:hint="eastAsia" w:ascii="Times New Roman" w:hAnsi="Times New Roman" w:eastAsia="方正楷体_GBK"/>
          <w:sz w:val="32"/>
          <w:szCs w:val="32"/>
        </w:rPr>
        <w:t>第一节强化创新驱动力</w:t>
      </w:r>
      <w:r>
        <w:rPr>
          <w:rFonts w:ascii="Times New Roman" w:hAnsi="Times New Roman" w:eastAsia="方正楷体_GBK"/>
          <w:sz w:val="32"/>
          <w:szCs w:val="32"/>
        </w:rPr>
        <w:t xml:space="preserve"> </w:t>
      </w:r>
      <w:r>
        <w:rPr>
          <w:rFonts w:hint="eastAsia" w:ascii="Times New Roman" w:hAnsi="Times New Roman" w:eastAsia="方正楷体_GBK"/>
          <w:sz w:val="32"/>
          <w:szCs w:val="32"/>
        </w:rPr>
        <w:t>激活发展动能</w:t>
      </w:r>
      <w:bookmarkEnd w:id="178"/>
    </w:p>
    <w:bookmarkEnd w:id="179"/>
    <w:p>
      <w:pPr>
        <w:spacing w:line="560" w:lineRule="exact"/>
        <w:ind w:firstLine="640" w:firstLineChars="200"/>
        <w:rPr>
          <w:rFonts w:ascii="Times New Roman" w:hAnsi="Times New Roman" w:eastAsia="方正仿宋_GBK"/>
          <w:sz w:val="32"/>
          <w:szCs w:val="32"/>
        </w:rPr>
      </w:pPr>
      <w:bookmarkStart w:id="180" w:name="_Toc10465"/>
      <w:r>
        <w:rPr>
          <w:rFonts w:hint="eastAsia" w:ascii="Times New Roman" w:hAnsi="Times New Roman" w:eastAsia="方正仿宋_GBK"/>
          <w:sz w:val="32"/>
          <w:szCs w:val="32"/>
        </w:rPr>
        <w:t>深入实施创新驱动发展战略，抓住前端研发与后端产业化两个关键环节，强化创新链产业链协同，构建科技成果从研发、中试、市场化导入到产业化的创新链条。</w:t>
      </w:r>
    </w:p>
    <w:p>
      <w:pPr>
        <w:spacing w:line="560" w:lineRule="exact"/>
        <w:ind w:firstLine="643" w:firstLineChars="200"/>
        <w:rPr>
          <w:rFonts w:ascii="Times New Roman" w:hAnsi="Times New Roman"/>
        </w:rPr>
      </w:pPr>
      <w:r>
        <w:rPr>
          <w:rFonts w:hint="eastAsia" w:ascii="Times New Roman" w:hAnsi="Times New Roman" w:eastAsia="方正仿宋_GBK"/>
          <w:b/>
          <w:bCs/>
          <w:sz w:val="32"/>
          <w:szCs w:val="32"/>
        </w:rPr>
        <w:t>加强基础医学学科建设。</w:t>
      </w:r>
      <w:r>
        <w:rPr>
          <w:rFonts w:hint="eastAsia" w:ascii="Times New Roman" w:hAnsi="Times New Roman" w:eastAsia="方正仿宋_GBK"/>
          <w:sz w:val="32"/>
          <w:szCs w:val="32"/>
        </w:rPr>
        <w:t>面向重庆市大健康产业发展战略需求，瞄准创新前沿领域，统筹医学科研院校资源，加强基础医学学科师资队伍建设，支持加强优势特色学科建设。依托重庆医科大学附三院、重庆医科大学附属口腔医院、重庆市妇幼保健院等医疗机构积极引入有深远影响力的院士及高水平医疗人才，培育造就一批学科领军人物和创新团队，争取在大健康领域重要前沿方向上取得一批重大原创性科研成果。</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建设高端研发平台。</w:t>
      </w:r>
      <w:r>
        <w:rPr>
          <w:rFonts w:hint="eastAsia" w:ascii="Times New Roman" w:hAnsi="Times New Roman" w:eastAsia="方正仿宋_GBK"/>
          <w:sz w:val="32"/>
          <w:szCs w:val="32"/>
        </w:rPr>
        <w:t>着力推动重大科技基础设施、重点实验室、新型研发机构、公共服务平台等高端应用平台建设，构建产学研深度融合的平台支撑体系。强化产学研用深度融合，合作共建一批技术创新中心、工程研究中心、企业技术中心等科技创新平台和新型研发机构。强化公共服务平台与产业发展的相互驱动作用，加快检验检测、成果转化等平台建设。</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开展关键核心技术攻关。</w:t>
      </w:r>
      <w:r>
        <w:rPr>
          <w:rFonts w:hint="eastAsia" w:ascii="Times New Roman" w:hAnsi="Times New Roman" w:eastAsia="方正仿宋_GBK"/>
          <w:sz w:val="32"/>
          <w:szCs w:val="32"/>
        </w:rPr>
        <w:t>突出技术创新发展引领，着力构建前沿基础、瓶颈技术和临床诊疗新技术齐驱并进的格局。实施渝北大健康产业前沿技术专项，重点开展新一代基因测序、智慧诊断、</w:t>
      </w:r>
      <w:r>
        <w:rPr>
          <w:rFonts w:ascii="Times New Roman" w:hAnsi="Times New Roman" w:eastAsia="方正仿宋_GBK"/>
          <w:sz w:val="32"/>
          <w:szCs w:val="32"/>
        </w:rPr>
        <w:t>CAR-T</w:t>
      </w:r>
      <w:r>
        <w:rPr>
          <w:rFonts w:hint="eastAsia" w:ascii="Times New Roman" w:hAnsi="Times New Roman" w:eastAsia="方正仿宋_GBK"/>
          <w:sz w:val="32"/>
          <w:szCs w:val="32"/>
        </w:rPr>
        <w:t>细胞治疗、干细胞、免疫治疗等创新领域前沿技术研发。加强大健康产业瓶颈技术攻关，着力突破抗体药物产业化、药物缓释技术、定向育种、药物靶向制剂、生物安全防控等关键技术。强化临床诊疗新技术研发，推进中西医临床协同攻关，加快细胞治疗、微创技术、基因组学等技术研发应用。</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加快技术成果转化应用。</w:t>
      </w:r>
      <w:r>
        <w:rPr>
          <w:rFonts w:hint="eastAsia" w:ascii="Times New Roman" w:hAnsi="Times New Roman" w:eastAsia="方正仿宋_GBK"/>
          <w:sz w:val="32"/>
          <w:szCs w:val="32"/>
        </w:rPr>
        <w:t>强化研发、生产、销售等关键环节产业协作，加快新技术成果转化应用、推广及保护，为大健康产业提档赋能。加强区域内研究院、企业、医疗机构合作，推动重大药物研发成果落地转化，支持创新药物、医疗器械、疫苗、生物类似药等的创新研发。对接企业需求与各类临床需求，开展基因工程、疫苗、高性能影像设备、精准快诊试剂及临床治疗新技术推广应用，全面提升临床医学服务能力。</w:t>
      </w:r>
    </w:p>
    <w:p>
      <w:pPr>
        <w:spacing w:beforeLines="100" w:afterLines="100" w:line="560" w:lineRule="exact"/>
        <w:jc w:val="center"/>
        <w:outlineLvl w:val="1"/>
        <w:rPr>
          <w:rFonts w:ascii="Times New Roman" w:hAnsi="Times New Roman" w:eastAsia="方正楷体_GBK"/>
          <w:sz w:val="32"/>
          <w:szCs w:val="32"/>
        </w:rPr>
      </w:pPr>
      <w:bookmarkStart w:id="181" w:name="_Toc31700"/>
      <w:r>
        <w:rPr>
          <w:rFonts w:hint="eastAsia" w:ascii="Times New Roman" w:hAnsi="Times New Roman" w:eastAsia="方正楷体_GBK"/>
          <w:sz w:val="32"/>
          <w:szCs w:val="32"/>
        </w:rPr>
        <w:t>第二节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提升平台带动力</w:t>
      </w:r>
      <w:r>
        <w:rPr>
          <w:rFonts w:ascii="Times New Roman" w:hAnsi="Times New Roman" w:eastAsia="方正楷体_GBK"/>
          <w:sz w:val="32"/>
          <w:szCs w:val="32"/>
        </w:rPr>
        <w:t xml:space="preserve"> </w:t>
      </w:r>
      <w:r>
        <w:rPr>
          <w:rFonts w:hint="eastAsia" w:ascii="Times New Roman" w:hAnsi="Times New Roman" w:eastAsia="方正楷体_GBK"/>
          <w:sz w:val="32"/>
          <w:szCs w:val="32"/>
        </w:rPr>
        <w:t>夯实发展载体</w:t>
      </w:r>
      <w:bookmarkEnd w:id="181"/>
    </w:p>
    <w:bookmarkEnd w:id="180"/>
    <w:p>
      <w:pPr>
        <w:spacing w:line="560" w:lineRule="exact"/>
        <w:ind w:firstLine="640" w:firstLineChars="200"/>
        <w:rPr>
          <w:rFonts w:ascii="Times New Roman" w:hAnsi="Times New Roman" w:eastAsia="方正仿宋_GBK"/>
          <w:sz w:val="32"/>
          <w:szCs w:val="32"/>
        </w:rPr>
      </w:pPr>
      <w:bookmarkStart w:id="182" w:name="_Toc31242"/>
      <w:r>
        <w:rPr>
          <w:rFonts w:hint="eastAsia" w:ascii="Times New Roman" w:hAnsi="Times New Roman" w:eastAsia="方正仿宋_GBK"/>
          <w:sz w:val="32"/>
          <w:szCs w:val="32"/>
        </w:rPr>
        <w:t>高标准推进渝北大健康产业承载平台建设，完善平台功能和配套，促进产业集聚、企业集中、功能集成发展，提升平台辐射力。</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做强大健康产业园城平台。</w:t>
      </w:r>
      <w:r>
        <w:rPr>
          <w:rFonts w:hint="eastAsia" w:ascii="Times New Roman" w:hAnsi="Times New Roman" w:eastAsia="方正仿宋_GBK"/>
          <w:sz w:val="32"/>
          <w:szCs w:val="32"/>
        </w:rPr>
        <w:t>推动大健康产业园城平台转型升级、提质扩容，构建聚集、支撑、引领产业发展及承接外部投资主阵地。围绕生物医药、医疗器械等重点领域，培育壮大具有渝北特色的医药产业聚集区，打造医药产业集聚效应。加快建设一批业态资源优、集聚效益好、辐射效应广的大健康产业集聚区，增强要素吸附力和产业支撑力。围绕园区主导产业，创新建设运营模式，引进和培育一批专业园区运营商，完善园区配套设施，增强园区辐射能力。</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做大互联网大健康平台。</w:t>
      </w:r>
      <w:r>
        <w:rPr>
          <w:rFonts w:hint="eastAsia" w:ascii="Times New Roman" w:hAnsi="Times New Roman" w:eastAsia="方正仿宋_GBK"/>
          <w:sz w:val="32"/>
          <w:szCs w:val="32"/>
        </w:rPr>
        <w:t>深入运用</w:t>
      </w:r>
      <w:r>
        <w:rPr>
          <w:rFonts w:ascii="Times New Roman" w:hAnsi="Times New Roman" w:eastAsia="方正仿宋_GBK"/>
          <w:sz w:val="32"/>
          <w:szCs w:val="32"/>
        </w:rPr>
        <w:t>5G</w:t>
      </w:r>
      <w:r>
        <w:rPr>
          <w:rFonts w:hint="eastAsia" w:ascii="Times New Roman" w:hAnsi="Times New Roman" w:eastAsia="方正仿宋_GBK"/>
          <w:sz w:val="32"/>
          <w:szCs w:val="32"/>
        </w:rPr>
        <w:t>、大数据分析等现代技术，建设一批健康智能化平台，赋能健康产业发展。加快推进</w:t>
      </w:r>
      <w:r>
        <w:rPr>
          <w:rFonts w:ascii="Times New Roman" w:hAnsi="Times New Roman" w:eastAsia="方正仿宋_GBK"/>
          <w:sz w:val="32"/>
          <w:szCs w:val="32"/>
        </w:rPr>
        <w:t>“</w:t>
      </w:r>
      <w:r>
        <w:rPr>
          <w:rFonts w:hint="eastAsia" w:ascii="Times New Roman" w:hAnsi="Times New Roman" w:eastAsia="方正仿宋_GBK"/>
          <w:sz w:val="32"/>
          <w:szCs w:val="32"/>
        </w:rPr>
        <w:t>区域卫生健康智慧化平台</w:t>
      </w:r>
      <w:r>
        <w:rPr>
          <w:rFonts w:ascii="Times New Roman" w:hAnsi="Times New Roman" w:eastAsia="方正仿宋_GBK"/>
          <w:sz w:val="32"/>
          <w:szCs w:val="32"/>
        </w:rPr>
        <w:t>”</w:t>
      </w:r>
      <w:r>
        <w:rPr>
          <w:rFonts w:hint="eastAsia" w:ascii="Times New Roman" w:hAnsi="Times New Roman" w:eastAsia="方正仿宋_GBK"/>
          <w:sz w:val="32"/>
          <w:szCs w:val="32"/>
        </w:rPr>
        <w:t>建设，深化人工智能技术与医学影像辅助判读、临床辅助诊断、多维医疗数据分析等领域的融合应用，提供优质医疗服务。不断完善智慧养老云平台，推进</w:t>
      </w:r>
      <w:r>
        <w:rPr>
          <w:rFonts w:ascii="Times New Roman" w:hAnsi="Times New Roman" w:eastAsia="方正仿宋_GBK"/>
          <w:sz w:val="32"/>
          <w:szCs w:val="32"/>
        </w:rPr>
        <w:t>“</w:t>
      </w:r>
      <w:r>
        <w:rPr>
          <w:rFonts w:hint="eastAsia" w:ascii="Times New Roman" w:hAnsi="Times New Roman" w:eastAsia="方正仿宋_GBK"/>
          <w:sz w:val="32"/>
          <w:szCs w:val="32"/>
        </w:rPr>
        <w:t>智慧养老</w:t>
      </w:r>
      <w:r>
        <w:rPr>
          <w:rFonts w:ascii="Times New Roman" w:hAnsi="Times New Roman" w:eastAsia="方正仿宋_GBK"/>
          <w:sz w:val="32"/>
          <w:szCs w:val="32"/>
        </w:rPr>
        <w:t>”</w:t>
      </w:r>
      <w:r>
        <w:rPr>
          <w:rFonts w:hint="eastAsia" w:ascii="Times New Roman" w:hAnsi="Times New Roman" w:eastAsia="方正仿宋_GBK"/>
          <w:sz w:val="32"/>
          <w:szCs w:val="32"/>
        </w:rPr>
        <w:t>建设。加快全区体育中心大数据建设，引进</w:t>
      </w:r>
      <w:r>
        <w:rPr>
          <w:rFonts w:ascii="Times New Roman" w:hAnsi="Times New Roman" w:eastAsia="方正仿宋_GBK"/>
          <w:sz w:val="32"/>
          <w:szCs w:val="32"/>
        </w:rPr>
        <w:t>“</w:t>
      </w:r>
      <w:r>
        <w:rPr>
          <w:rFonts w:hint="eastAsia" w:ascii="Times New Roman" w:hAnsi="Times New Roman" w:eastAsia="方正仿宋_GBK"/>
          <w:sz w:val="32"/>
          <w:szCs w:val="32"/>
        </w:rPr>
        <w:t>云智慧</w:t>
      </w:r>
      <w:r>
        <w:rPr>
          <w:rFonts w:ascii="Times New Roman" w:hAnsi="Times New Roman" w:eastAsia="方正仿宋_GBK"/>
          <w:sz w:val="32"/>
          <w:szCs w:val="32"/>
        </w:rPr>
        <w:t>”</w:t>
      </w:r>
      <w:r>
        <w:rPr>
          <w:rFonts w:hint="eastAsia" w:ascii="Times New Roman" w:hAnsi="Times New Roman" w:eastAsia="方正仿宋_GBK"/>
          <w:sz w:val="32"/>
          <w:szCs w:val="32"/>
        </w:rPr>
        <w:t>体育场馆管理系统，推动各类体育大数据的整合集成，打造智能体育服务体系。</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做优大健康服务交易平台。</w:t>
      </w:r>
      <w:r>
        <w:rPr>
          <w:rFonts w:hint="eastAsia" w:ascii="Times New Roman" w:hAnsi="Times New Roman" w:eastAsia="方正仿宋_GBK"/>
          <w:sz w:val="32"/>
          <w:szCs w:val="32"/>
        </w:rPr>
        <w:t>统筹全区大健康产业交易流通资源，丰富交易品种，完善交易平台，畅通大健康产业交易链。依托智博会、西洽会等知名展会，大力推介渝北健康产品和服务品牌。依托悦来国际会展城，积极举办大健康产业博览会、交易会、洽谈会、专业论坛等活动。发挥各类健康产品第三方交易平台作用，增加药品、医疗器械及相关医用产品的交易规模。</w:t>
      </w:r>
    </w:p>
    <w:p>
      <w:pPr>
        <w:spacing w:beforeLines="100" w:afterLines="100" w:line="560" w:lineRule="exact"/>
        <w:jc w:val="center"/>
        <w:outlineLvl w:val="1"/>
        <w:rPr>
          <w:rFonts w:ascii="Times New Roman" w:hAnsi="Times New Roman" w:eastAsia="方正楷体_GBK"/>
          <w:sz w:val="32"/>
          <w:szCs w:val="32"/>
        </w:rPr>
      </w:pPr>
      <w:bookmarkStart w:id="183" w:name="_Toc4276"/>
      <w:r>
        <w:rPr>
          <w:rFonts w:hint="eastAsia" w:ascii="Times New Roman" w:hAnsi="Times New Roman" w:eastAsia="方正楷体_GBK"/>
          <w:sz w:val="32"/>
          <w:szCs w:val="32"/>
        </w:rPr>
        <w:t>第三节发挥主体牵动力</w:t>
      </w:r>
      <w:r>
        <w:rPr>
          <w:rFonts w:ascii="Times New Roman" w:hAnsi="Times New Roman" w:eastAsia="方正楷体_GBK"/>
          <w:sz w:val="32"/>
          <w:szCs w:val="32"/>
        </w:rPr>
        <w:t xml:space="preserve"> </w:t>
      </w:r>
      <w:r>
        <w:rPr>
          <w:rFonts w:hint="eastAsia" w:ascii="Times New Roman" w:hAnsi="Times New Roman" w:eastAsia="方正楷体_GBK"/>
          <w:sz w:val="32"/>
          <w:szCs w:val="32"/>
        </w:rPr>
        <w:t>激发发展活力</w:t>
      </w:r>
      <w:bookmarkEnd w:id="182"/>
      <w:bookmarkEnd w:id="183"/>
    </w:p>
    <w:p>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坚持内育外引、大中小微齐抓，完善梯队培育机制，做大做强龙头企业，扶持中小微企业，强化人才支撑，致力形成龙头企业、中小微企业协同发展的格局。</w:t>
      </w:r>
    </w:p>
    <w:p>
      <w:pPr>
        <w:spacing w:line="560" w:lineRule="exact"/>
        <w:ind w:firstLine="643" w:firstLineChars="200"/>
        <w:rPr>
          <w:rFonts w:ascii="Times New Roman" w:hAnsi="Times New Roman"/>
        </w:rPr>
      </w:pPr>
      <w:r>
        <w:rPr>
          <w:rFonts w:hint="eastAsia" w:ascii="Times New Roman" w:hAnsi="Times New Roman" w:eastAsia="方正仿宋_GBK"/>
          <w:b/>
          <w:bCs/>
          <w:sz w:val="32"/>
          <w:szCs w:val="32"/>
        </w:rPr>
        <w:t>加快壮大龙头企业。</w:t>
      </w:r>
      <w:r>
        <w:rPr>
          <w:rFonts w:hint="eastAsia" w:ascii="Times New Roman" w:hAnsi="Times New Roman" w:eastAsia="方正仿宋_GBK"/>
          <w:sz w:val="32"/>
          <w:szCs w:val="32"/>
        </w:rPr>
        <w:t>瞄准现代产业链、创新链的核心环节，鼓励龙头企业做大规模效应，提升辐射带动能力。积极吸引大健康产业领域国内外知名企业布局渝北，引进一批国内外企业地区总部、研发中心、运营中心、结算中心等落户。围绕医疗服务、生物医药、养生养老、健身康体、健康管理等重点行业领域，培育一批产业主业突出、创新能力强的龙头企业。鼓励龙头企业通过兼并重组、合资合作等方式由传统的医药、医疗领域向养生、养老、康体等领域延伸，鼓励有条件的龙头企业上市或在新三板精选层挂牌，增强企业发展实力。</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积极培育中小微企业。</w:t>
      </w:r>
      <w:r>
        <w:rPr>
          <w:rFonts w:hint="eastAsia" w:ascii="Times New Roman" w:hAnsi="Times New Roman" w:eastAsia="方正仿宋_GBK"/>
          <w:sz w:val="32"/>
          <w:szCs w:val="32"/>
        </w:rPr>
        <w:t>实施中小微企业成长计划，推动中小微企业向集群化和</w:t>
      </w:r>
      <w:r>
        <w:rPr>
          <w:rFonts w:ascii="Times New Roman" w:hAnsi="Times New Roman" w:eastAsia="方正仿宋_GBK"/>
          <w:sz w:val="32"/>
          <w:szCs w:val="32"/>
        </w:rPr>
        <w:t>“</w:t>
      </w:r>
      <w:r>
        <w:rPr>
          <w:rFonts w:hint="eastAsia" w:ascii="Times New Roman" w:hAnsi="Times New Roman" w:eastAsia="方正仿宋_GBK"/>
          <w:sz w:val="32"/>
          <w:szCs w:val="32"/>
        </w:rPr>
        <w:t>专精特新</w:t>
      </w:r>
      <w:r>
        <w:rPr>
          <w:rFonts w:ascii="Times New Roman" w:hAnsi="Times New Roman" w:eastAsia="方正仿宋_GBK"/>
          <w:sz w:val="32"/>
          <w:szCs w:val="32"/>
        </w:rPr>
        <w:t>”</w:t>
      </w:r>
      <w:r>
        <w:rPr>
          <w:rFonts w:hint="eastAsia" w:ascii="Times New Roman" w:hAnsi="Times New Roman" w:eastAsia="方正仿宋_GBK"/>
          <w:sz w:val="32"/>
          <w:szCs w:val="32"/>
        </w:rPr>
        <w:t>方向发展，增强中小微企业产业支撑功能。鼓励大健康产业企业向产业园区、专业孵化器、众创空间等集聚，培育一批商业模式新颖、专业特色明显、竞争力强的中小微企业群体，筛选一批市场前景好、发展潜力大的中小微企业定向孵化。通过开源协作、众创、众筹、成果分享等方式，加快</w:t>
      </w:r>
      <w:r>
        <w:rPr>
          <w:rFonts w:ascii="Times New Roman" w:hAnsi="Times New Roman" w:eastAsia="方正仿宋_GBK"/>
          <w:sz w:val="32"/>
          <w:szCs w:val="32"/>
        </w:rPr>
        <w:t>“</w:t>
      </w:r>
      <w:r>
        <w:rPr>
          <w:rFonts w:hint="eastAsia" w:ascii="Times New Roman" w:hAnsi="Times New Roman" w:eastAsia="方正仿宋_GBK"/>
          <w:sz w:val="32"/>
          <w:szCs w:val="32"/>
        </w:rPr>
        <w:t>个转企、小升规、规改股</w:t>
      </w:r>
      <w:r>
        <w:rPr>
          <w:rFonts w:ascii="Times New Roman" w:hAnsi="Times New Roman" w:eastAsia="方正仿宋_GBK"/>
          <w:sz w:val="32"/>
          <w:szCs w:val="32"/>
        </w:rPr>
        <w:t>”</w:t>
      </w:r>
      <w:r>
        <w:rPr>
          <w:rFonts w:hint="eastAsia" w:ascii="Times New Roman" w:hAnsi="Times New Roman" w:eastAsia="方正仿宋_GBK"/>
          <w:sz w:val="32"/>
          <w:szCs w:val="32"/>
        </w:rPr>
        <w:t>，培育一批大健康产业</w:t>
      </w:r>
      <w:r>
        <w:rPr>
          <w:rFonts w:hint="eastAsia" w:ascii="Times New Roman" w:hAnsi="Times New Roman" w:eastAsia="方正仿宋_GBK"/>
          <w:sz w:val="32"/>
          <w:szCs w:val="32"/>
          <w:lang w:eastAsia="zh-CN"/>
        </w:rPr>
        <w:t>瞪羚企业</w:t>
      </w:r>
      <w:r>
        <w:rPr>
          <w:rFonts w:hint="eastAsia" w:ascii="Times New Roman" w:hAnsi="Times New Roman" w:eastAsia="方正仿宋_GBK"/>
          <w:sz w:val="32"/>
          <w:szCs w:val="32"/>
        </w:rPr>
        <w:t>、</w:t>
      </w:r>
      <w:r>
        <w:rPr>
          <w:rFonts w:ascii="Times New Roman" w:hAnsi="Times New Roman" w:eastAsia="方正仿宋_GBK"/>
          <w:sz w:val="32"/>
          <w:szCs w:val="32"/>
        </w:rPr>
        <w:t>“</w:t>
      </w:r>
      <w:r>
        <w:rPr>
          <w:rFonts w:hint="eastAsia" w:ascii="Times New Roman" w:hAnsi="Times New Roman" w:eastAsia="方正仿宋_GBK"/>
          <w:sz w:val="32"/>
          <w:szCs w:val="32"/>
        </w:rPr>
        <w:t>独角兽</w:t>
      </w:r>
      <w:r>
        <w:rPr>
          <w:rFonts w:ascii="Times New Roman" w:hAnsi="Times New Roman" w:eastAsia="方正仿宋_GBK"/>
          <w:sz w:val="32"/>
          <w:szCs w:val="32"/>
        </w:rPr>
        <w:t>”</w:t>
      </w:r>
      <w:r>
        <w:rPr>
          <w:rFonts w:hint="eastAsia" w:ascii="Times New Roman" w:hAnsi="Times New Roman" w:eastAsia="方正仿宋_GBK"/>
          <w:sz w:val="32"/>
          <w:szCs w:val="32"/>
        </w:rPr>
        <w:t>企业和细分领域的</w:t>
      </w:r>
      <w:r>
        <w:rPr>
          <w:rFonts w:ascii="Times New Roman" w:hAnsi="Times New Roman" w:eastAsia="方正仿宋_GBK"/>
          <w:sz w:val="32"/>
          <w:szCs w:val="32"/>
        </w:rPr>
        <w:t>“</w:t>
      </w:r>
      <w:r>
        <w:rPr>
          <w:rFonts w:hint="eastAsia" w:ascii="Times New Roman" w:hAnsi="Times New Roman" w:eastAsia="方正仿宋_GBK"/>
          <w:sz w:val="32"/>
          <w:szCs w:val="32"/>
        </w:rPr>
        <w:t>隐形冠军</w:t>
      </w:r>
      <w:r>
        <w:rPr>
          <w:rFonts w:ascii="Times New Roman" w:hAnsi="Times New Roman" w:eastAsia="方正仿宋_GBK"/>
          <w:sz w:val="32"/>
          <w:szCs w:val="32"/>
        </w:rPr>
        <w:t>”</w:t>
      </w:r>
      <w:r>
        <w:rPr>
          <w:rFonts w:hint="eastAsia" w:ascii="Times New Roman" w:hAnsi="Times New Roman" w:eastAsia="方正仿宋_GBK"/>
          <w:sz w:val="32"/>
          <w:szCs w:val="32"/>
        </w:rPr>
        <w:t>。鼓励开展商业模式创新，支持大健康产业领域中小微企业参与龙头企业订单对接、供应链协同、技术协作，提高产业集群分工协作水平和配套能力。加大对中小微企业技术创新、融资担保、人力资源服务、市场拓展等方面支持力度，营造创新创业宽松环境。</w:t>
      </w:r>
    </w:p>
    <w:p>
      <w:pPr>
        <w:spacing w:line="560" w:lineRule="exact"/>
        <w:ind w:firstLine="643" w:firstLineChars="200"/>
        <w:rPr>
          <w:rFonts w:ascii="Times New Roman" w:hAnsi="Times New Roman"/>
        </w:rPr>
      </w:pPr>
      <w:r>
        <w:rPr>
          <w:rFonts w:hint="eastAsia" w:ascii="Times New Roman" w:hAnsi="Times New Roman" w:eastAsia="方正仿宋_GBK"/>
          <w:b/>
          <w:bCs/>
          <w:sz w:val="32"/>
          <w:szCs w:val="32"/>
        </w:rPr>
        <w:t>加快健康产业人才引培。</w:t>
      </w:r>
      <w:r>
        <w:rPr>
          <w:rFonts w:hint="eastAsia" w:ascii="Times New Roman" w:hAnsi="Times New Roman" w:eastAsia="方正仿宋_GBK"/>
          <w:sz w:val="32"/>
          <w:szCs w:val="32"/>
        </w:rPr>
        <w:t>进行人才链、产业链、创新链良性互动，突出</w:t>
      </w:r>
      <w:r>
        <w:rPr>
          <w:rFonts w:ascii="Times New Roman" w:hAnsi="Times New Roman" w:eastAsia="方正仿宋_GBK"/>
          <w:sz w:val="32"/>
          <w:szCs w:val="32"/>
        </w:rPr>
        <w:t>“</w:t>
      </w:r>
      <w:r>
        <w:rPr>
          <w:rFonts w:hint="eastAsia" w:ascii="Times New Roman" w:hAnsi="Times New Roman" w:eastAsia="方正仿宋_GBK"/>
          <w:sz w:val="32"/>
          <w:szCs w:val="32"/>
        </w:rPr>
        <w:t>引进来、育起来、留下来</w:t>
      </w:r>
      <w:r>
        <w:rPr>
          <w:rFonts w:ascii="Times New Roman" w:hAnsi="Times New Roman" w:eastAsia="方正仿宋_GBK"/>
          <w:sz w:val="32"/>
          <w:szCs w:val="32"/>
        </w:rPr>
        <w:t>”</w:t>
      </w:r>
      <w:r>
        <w:rPr>
          <w:rFonts w:hint="eastAsia" w:ascii="Times New Roman" w:hAnsi="Times New Roman" w:eastAsia="方正仿宋_GBK"/>
          <w:sz w:val="32"/>
          <w:szCs w:val="32"/>
        </w:rPr>
        <w:t>并举，为大健康产业发展注入源头活水。依托</w:t>
      </w:r>
      <w:r>
        <w:rPr>
          <w:rFonts w:ascii="Times New Roman" w:hAnsi="Times New Roman" w:eastAsia="方正仿宋_GBK"/>
          <w:sz w:val="32"/>
          <w:szCs w:val="32"/>
        </w:rPr>
        <w:t>“</w:t>
      </w:r>
      <w:r>
        <w:rPr>
          <w:rFonts w:hint="eastAsia" w:ascii="Times New Roman" w:hAnsi="Times New Roman" w:eastAsia="方正仿宋_GBK"/>
          <w:sz w:val="32"/>
          <w:szCs w:val="32"/>
        </w:rPr>
        <w:t>人才强医</w:t>
      </w:r>
      <w:r>
        <w:rPr>
          <w:rFonts w:ascii="Times New Roman" w:hAnsi="Times New Roman" w:eastAsia="方正仿宋_GBK"/>
          <w:sz w:val="32"/>
          <w:szCs w:val="32"/>
        </w:rPr>
        <w:t>”</w:t>
      </w:r>
      <w:r>
        <w:rPr>
          <w:rFonts w:hint="eastAsia" w:ascii="Times New Roman" w:hAnsi="Times New Roman" w:eastAsia="方正仿宋_GBK"/>
          <w:sz w:val="32"/>
          <w:szCs w:val="32"/>
        </w:rPr>
        <w:t>工程、</w:t>
      </w:r>
      <w:r>
        <w:rPr>
          <w:rFonts w:ascii="Times New Roman" w:hAnsi="Times New Roman" w:eastAsia="方正仿宋_GBK"/>
          <w:sz w:val="32"/>
          <w:szCs w:val="32"/>
        </w:rPr>
        <w:t>“</w:t>
      </w:r>
      <w:r>
        <w:rPr>
          <w:rFonts w:hint="eastAsia" w:ascii="Times New Roman" w:hAnsi="Times New Roman" w:eastAsia="方正仿宋_GBK"/>
          <w:sz w:val="32"/>
          <w:szCs w:val="32"/>
        </w:rPr>
        <w:t>优质服务基层行</w:t>
      </w:r>
      <w:r>
        <w:rPr>
          <w:rFonts w:ascii="Times New Roman" w:hAnsi="Times New Roman" w:eastAsia="方正仿宋_GBK"/>
          <w:sz w:val="32"/>
          <w:szCs w:val="32"/>
        </w:rPr>
        <w:t>”</w:t>
      </w:r>
      <w:r>
        <w:rPr>
          <w:rFonts w:hint="eastAsia" w:ascii="Times New Roman" w:hAnsi="Times New Roman" w:eastAsia="方正仿宋_GBK"/>
          <w:sz w:val="32"/>
          <w:szCs w:val="32"/>
        </w:rPr>
        <w:t>活动、</w:t>
      </w:r>
      <w:r>
        <w:rPr>
          <w:rFonts w:ascii="Times New Roman" w:hAnsi="Times New Roman" w:eastAsia="方正仿宋_GBK"/>
          <w:sz w:val="32"/>
          <w:szCs w:val="32"/>
        </w:rPr>
        <w:t>“</w:t>
      </w:r>
      <w:r>
        <w:rPr>
          <w:rFonts w:hint="eastAsia" w:ascii="Times New Roman" w:hAnsi="Times New Roman" w:eastAsia="方正仿宋_GBK"/>
          <w:sz w:val="32"/>
          <w:szCs w:val="32"/>
        </w:rPr>
        <w:t>三名一站</w:t>
      </w:r>
      <w:r>
        <w:rPr>
          <w:rFonts w:ascii="Times New Roman" w:hAnsi="Times New Roman" w:eastAsia="方正仿宋_GBK"/>
          <w:sz w:val="32"/>
          <w:szCs w:val="32"/>
        </w:rPr>
        <w:t>”</w:t>
      </w:r>
      <w:r>
        <w:rPr>
          <w:rFonts w:hint="eastAsia" w:ascii="Times New Roman" w:hAnsi="Times New Roman" w:eastAsia="方正仿宋_GBK"/>
          <w:sz w:val="32"/>
          <w:szCs w:val="32"/>
        </w:rPr>
        <w:t>打造等计划，采取灵活多样的人才引进模式，引进一批大健康产业战略人才、领军人才、创新创业人才、青年科技人才和高技能人才。探索建立与其他地区人才交流中心及大型猎头公司的合作模式，共享健康产业人才资源。把渝北大健康产业人才纳入</w:t>
      </w:r>
      <w:r>
        <w:rPr>
          <w:rFonts w:ascii="Times New Roman" w:hAnsi="Times New Roman" w:eastAsia="方正仿宋_GBK"/>
          <w:sz w:val="32"/>
          <w:szCs w:val="32"/>
        </w:rPr>
        <w:t>“</w:t>
      </w:r>
      <w:r>
        <w:rPr>
          <w:rFonts w:hint="eastAsia" w:ascii="Times New Roman" w:hAnsi="Times New Roman" w:eastAsia="方正仿宋_GBK"/>
          <w:sz w:val="32"/>
          <w:szCs w:val="32"/>
        </w:rPr>
        <w:t>临空英才</w:t>
      </w:r>
      <w:r>
        <w:rPr>
          <w:rFonts w:ascii="Times New Roman" w:hAnsi="Times New Roman" w:eastAsia="方正仿宋_GBK"/>
          <w:sz w:val="32"/>
          <w:szCs w:val="32"/>
        </w:rPr>
        <w:t>”</w:t>
      </w:r>
      <w:r>
        <w:rPr>
          <w:rFonts w:hint="eastAsia" w:ascii="Times New Roman" w:hAnsi="Times New Roman" w:eastAsia="方正仿宋_GBK"/>
          <w:sz w:val="32"/>
          <w:szCs w:val="32"/>
        </w:rPr>
        <w:t>、</w:t>
      </w:r>
      <w:r>
        <w:rPr>
          <w:rFonts w:ascii="Times New Roman" w:hAnsi="Times New Roman" w:eastAsia="方正仿宋_GBK"/>
          <w:sz w:val="32"/>
          <w:szCs w:val="32"/>
        </w:rPr>
        <w:t>“</w:t>
      </w:r>
      <w:r>
        <w:rPr>
          <w:rFonts w:hint="eastAsia" w:ascii="Times New Roman" w:hAnsi="Times New Roman" w:eastAsia="方正仿宋_GBK"/>
          <w:sz w:val="32"/>
          <w:szCs w:val="32"/>
        </w:rPr>
        <w:t>渝北工匠</w:t>
      </w:r>
      <w:r>
        <w:rPr>
          <w:rFonts w:ascii="Times New Roman" w:hAnsi="Times New Roman" w:eastAsia="方正仿宋_GBK"/>
          <w:sz w:val="32"/>
          <w:szCs w:val="32"/>
        </w:rPr>
        <w:t>”</w:t>
      </w:r>
      <w:r>
        <w:rPr>
          <w:rFonts w:hint="eastAsia" w:ascii="Times New Roman" w:hAnsi="Times New Roman" w:eastAsia="方正仿宋_GBK"/>
          <w:sz w:val="32"/>
          <w:szCs w:val="32"/>
        </w:rPr>
        <w:t>计划等，构建更为多元的人才支撑体系。完善全过程、专业化、一站式人才服务体系，营造</w:t>
      </w:r>
      <w:r>
        <w:rPr>
          <w:rFonts w:ascii="Times New Roman" w:hAnsi="Times New Roman" w:eastAsia="方正仿宋_GBK"/>
          <w:sz w:val="32"/>
          <w:szCs w:val="32"/>
        </w:rPr>
        <w:t>“</w:t>
      </w:r>
      <w:r>
        <w:rPr>
          <w:rFonts w:hint="eastAsia" w:ascii="Times New Roman" w:hAnsi="Times New Roman" w:eastAsia="方正仿宋_GBK"/>
          <w:sz w:val="32"/>
          <w:szCs w:val="32"/>
        </w:rPr>
        <w:t>近悦远来</w:t>
      </w:r>
      <w:r>
        <w:rPr>
          <w:rFonts w:ascii="Times New Roman" w:hAnsi="Times New Roman" w:eastAsia="方正仿宋_GBK"/>
          <w:sz w:val="32"/>
          <w:szCs w:val="32"/>
        </w:rPr>
        <w:t>”</w:t>
      </w:r>
      <w:r>
        <w:rPr>
          <w:rFonts w:hint="eastAsia" w:ascii="Times New Roman" w:hAnsi="Times New Roman" w:eastAsia="方正仿宋_GBK"/>
          <w:sz w:val="32"/>
          <w:szCs w:val="32"/>
        </w:rPr>
        <w:t>人才发展环境。</w:t>
      </w:r>
    </w:p>
    <w:p>
      <w:pPr>
        <w:spacing w:beforeLines="100" w:afterLines="100" w:line="560" w:lineRule="exact"/>
        <w:jc w:val="center"/>
        <w:outlineLvl w:val="1"/>
        <w:rPr>
          <w:rFonts w:ascii="Times New Roman" w:hAnsi="Times New Roman" w:eastAsia="方正楷体_GBK"/>
          <w:sz w:val="32"/>
          <w:szCs w:val="32"/>
        </w:rPr>
      </w:pPr>
      <w:bookmarkStart w:id="184" w:name="_Toc1512"/>
      <w:bookmarkStart w:id="185" w:name="_Toc20722"/>
      <w:r>
        <w:rPr>
          <w:rFonts w:hint="eastAsia" w:ascii="Times New Roman" w:hAnsi="Times New Roman" w:eastAsia="方正楷体_GBK"/>
          <w:sz w:val="32"/>
          <w:szCs w:val="32"/>
        </w:rPr>
        <w:t>第四节突出品牌促动力</w:t>
      </w:r>
      <w:r>
        <w:rPr>
          <w:rFonts w:ascii="Times New Roman" w:hAnsi="Times New Roman" w:eastAsia="方正楷体_GBK"/>
          <w:sz w:val="32"/>
          <w:szCs w:val="32"/>
        </w:rPr>
        <w:t xml:space="preserve"> </w:t>
      </w:r>
      <w:r>
        <w:rPr>
          <w:rFonts w:hint="eastAsia" w:ascii="Times New Roman" w:hAnsi="Times New Roman" w:eastAsia="方正楷体_GBK"/>
          <w:sz w:val="32"/>
          <w:szCs w:val="32"/>
        </w:rPr>
        <w:t>创造发展优势</w:t>
      </w:r>
      <w:bookmarkEnd w:id="184"/>
    </w:p>
    <w:bookmarkEnd w:id="185"/>
    <w:p>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坚持特色做特、优势做优、长板拉长，突出企业品牌、产业品牌、服务品牌并驱，促进品牌塑造、标准提升、经营推广，让更多</w:t>
      </w:r>
      <w:r>
        <w:rPr>
          <w:rFonts w:ascii="Times New Roman" w:hAnsi="Times New Roman" w:eastAsia="方正仿宋_GBK"/>
          <w:sz w:val="32"/>
          <w:szCs w:val="32"/>
        </w:rPr>
        <w:t>“</w:t>
      </w:r>
      <w:r>
        <w:rPr>
          <w:rFonts w:hint="eastAsia" w:ascii="Times New Roman" w:hAnsi="Times New Roman" w:eastAsia="方正仿宋_GBK"/>
          <w:sz w:val="32"/>
          <w:szCs w:val="32"/>
        </w:rPr>
        <w:t>渝北造</w:t>
      </w:r>
      <w:r>
        <w:rPr>
          <w:rFonts w:ascii="Times New Roman" w:hAnsi="Times New Roman" w:eastAsia="方正仿宋_GBK"/>
          <w:sz w:val="32"/>
          <w:szCs w:val="32"/>
        </w:rPr>
        <w:t>”</w:t>
      </w:r>
      <w:r>
        <w:rPr>
          <w:rFonts w:hint="eastAsia" w:ascii="Times New Roman" w:hAnsi="Times New Roman" w:eastAsia="方正仿宋_GBK"/>
          <w:sz w:val="32"/>
          <w:szCs w:val="32"/>
        </w:rPr>
        <w:t>健康产品和服务享誉全国、走向世界。</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提升健康品牌影响力。</w:t>
      </w:r>
      <w:r>
        <w:rPr>
          <w:rFonts w:hint="eastAsia" w:ascii="Times New Roman" w:hAnsi="Times New Roman" w:eastAsia="方正仿宋_GBK"/>
          <w:sz w:val="32"/>
          <w:szCs w:val="32"/>
        </w:rPr>
        <w:t>以储备一批、培育一批、成长一批为路径，积极开展自主品牌建设，推动品牌梯次跃升，以优质品牌带动全产业链价值提升。统筹优质医学、医疗资源，创建一批国家级和市级特色、重点学科和专科。围绕生物医药、医疗器械、医疗美容、医药流通等重点领域，加快提升自主创新能力，形成一批特色品牌产品。紧贴康养市场需求，开发一批温泉康养、森林和气候康养、中医药康养、运动康养等精品，提升统景</w:t>
      </w:r>
      <w:r>
        <w:rPr>
          <w:rFonts w:ascii="Times New Roman" w:hAnsi="Times New Roman" w:eastAsia="方正仿宋_GBK"/>
          <w:sz w:val="32"/>
          <w:szCs w:val="32"/>
        </w:rPr>
        <w:t>·</w:t>
      </w:r>
      <w:r>
        <w:rPr>
          <w:rFonts w:hint="eastAsia" w:ascii="Times New Roman" w:hAnsi="Times New Roman" w:eastAsia="方正仿宋_GBK"/>
          <w:sz w:val="32"/>
          <w:szCs w:val="32"/>
        </w:rPr>
        <w:t>国际温泉度假区等国际生态康养旅游目的地品牌影响力。围绕</w:t>
      </w:r>
      <w:r>
        <w:rPr>
          <w:rFonts w:ascii="Times New Roman" w:hAnsi="Times New Roman" w:eastAsia="方正仿宋_GBK"/>
          <w:sz w:val="32"/>
          <w:szCs w:val="32"/>
        </w:rPr>
        <w:t>“</w:t>
      </w:r>
      <w:r>
        <w:rPr>
          <w:rFonts w:hint="eastAsia" w:ascii="Times New Roman" w:hAnsi="Times New Roman" w:eastAsia="方正仿宋_GBK"/>
          <w:sz w:val="32"/>
          <w:szCs w:val="32"/>
        </w:rPr>
        <w:t>体育强区</w:t>
      </w:r>
      <w:r>
        <w:rPr>
          <w:rFonts w:ascii="Times New Roman" w:hAnsi="Times New Roman" w:eastAsia="方正仿宋_GBK"/>
          <w:sz w:val="32"/>
          <w:szCs w:val="32"/>
        </w:rPr>
        <w:t>”</w:t>
      </w:r>
      <w:r>
        <w:rPr>
          <w:rFonts w:hint="eastAsia" w:ascii="Times New Roman" w:hAnsi="Times New Roman" w:eastAsia="方正仿宋_GBK"/>
          <w:sz w:val="32"/>
          <w:szCs w:val="32"/>
        </w:rPr>
        <w:t>建设，把</w:t>
      </w:r>
      <w:r>
        <w:rPr>
          <w:rFonts w:ascii="Times New Roman" w:hAnsi="Times New Roman" w:eastAsia="方正仿宋_GBK"/>
          <w:sz w:val="32"/>
          <w:szCs w:val="32"/>
        </w:rPr>
        <w:t>“</w:t>
      </w:r>
      <w:r>
        <w:rPr>
          <w:rFonts w:hint="eastAsia" w:ascii="Times New Roman" w:hAnsi="Times New Roman" w:eastAsia="方正仿宋_GBK"/>
          <w:sz w:val="32"/>
          <w:szCs w:val="32"/>
        </w:rPr>
        <w:t>一带一路</w:t>
      </w:r>
      <w:r>
        <w:rPr>
          <w:rFonts w:ascii="Times New Roman" w:hAnsi="Times New Roman" w:eastAsia="方正仿宋_GBK"/>
          <w:sz w:val="32"/>
          <w:szCs w:val="32"/>
        </w:rPr>
        <w:t>”</w:t>
      </w:r>
      <w:r>
        <w:rPr>
          <w:rFonts w:hint="eastAsia" w:ascii="Times New Roman" w:hAnsi="Times New Roman" w:eastAsia="方正仿宋_GBK"/>
          <w:sz w:val="32"/>
          <w:szCs w:val="32"/>
        </w:rPr>
        <w:t>中欧篮球冠军杯赛等打造成有影响力的国际性、区域性品牌赛事。围绕全生命周期管理，培育一批儿童保健、妇幼保健、亚健康检测、心理辅导等健康管理高端品牌。</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完善产业发展标准体系。</w:t>
      </w:r>
      <w:r>
        <w:rPr>
          <w:rFonts w:hint="eastAsia" w:ascii="Times New Roman" w:hAnsi="Times New Roman" w:eastAsia="方正仿宋_GBK"/>
          <w:sz w:val="32"/>
          <w:szCs w:val="32"/>
        </w:rPr>
        <w:t>主动对标大健康产业相关领域的国际、国家标准，鼓励企业率先采取国内外先进标准。支持医疗美容、现代中药等行业领先企业参与行业标准制定，提高行业技术和产品品质的门槛，减少行业的无序和恶性竞争。加快中医药种植、养生养老等重点领域地方标准研究，鼓励大健康产业龙头企业、行业协会等参与地方标准修订，抢占标准话语权。</w:t>
      </w:r>
    </w:p>
    <w:p>
      <w:pPr>
        <w:spacing w:line="560" w:lineRule="exact"/>
        <w:ind w:firstLine="643" w:firstLineChars="200"/>
        <w:rPr>
          <w:rFonts w:ascii="Times New Roman" w:hAnsi="Times New Roman"/>
        </w:rPr>
      </w:pPr>
      <w:r>
        <w:rPr>
          <w:rFonts w:hint="eastAsia" w:ascii="Times New Roman" w:hAnsi="Times New Roman" w:eastAsia="方正仿宋_GBK"/>
          <w:b/>
          <w:bCs/>
          <w:sz w:val="32"/>
          <w:szCs w:val="32"/>
        </w:rPr>
        <w:t>增强品牌经营推广能力。</w:t>
      </w:r>
      <w:r>
        <w:rPr>
          <w:rFonts w:hint="eastAsia" w:ascii="Times New Roman" w:hAnsi="Times New Roman" w:eastAsia="方正仿宋_GBK"/>
          <w:sz w:val="32"/>
          <w:szCs w:val="32"/>
        </w:rPr>
        <w:t>完善大健康产业品牌经营推广体系，全面提升品牌管理水平和经营推广能力，营造良好的品牌成长氛围。加强对区域品牌授权产品、服务的质量监管，支持大健康产业相关企业、服务机构等市场主体使用区域公共品牌，通过规范包装、联合推广等形式，形成品牌合力，提升品牌价值与公信力，争创一流品牌。引导企业把品牌建设贯彻生产和服务始终，建立科学规范的经营机制，提升企业的品牌经营能力，引导树立品质、品位、品牌意识，增强创名牌能力。充分利用新媒体、专业展会等开展全方位品牌宣传，提高渝北健康品牌知名度和美誉度。</w:t>
      </w:r>
    </w:p>
    <w:p>
      <w:pPr>
        <w:spacing w:beforeLines="100" w:afterLines="100" w:line="560" w:lineRule="exact"/>
        <w:jc w:val="center"/>
        <w:outlineLvl w:val="1"/>
        <w:rPr>
          <w:rFonts w:ascii="Times New Roman" w:hAnsi="Times New Roman" w:eastAsia="方正楷体_GBK"/>
          <w:sz w:val="32"/>
          <w:szCs w:val="32"/>
        </w:rPr>
      </w:pPr>
      <w:bookmarkStart w:id="186" w:name="_Toc7871"/>
      <w:r>
        <w:rPr>
          <w:rFonts w:hint="eastAsia" w:ascii="Times New Roman" w:hAnsi="Times New Roman" w:eastAsia="方正楷体_GBK"/>
          <w:sz w:val="32"/>
          <w:szCs w:val="32"/>
        </w:rPr>
        <w:t>第五节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汇合开放联动力</w:t>
      </w:r>
      <w:r>
        <w:rPr>
          <w:rFonts w:ascii="Times New Roman" w:hAnsi="Times New Roman" w:eastAsia="方正楷体_GBK"/>
          <w:sz w:val="32"/>
          <w:szCs w:val="32"/>
        </w:rPr>
        <w:t xml:space="preserve"> </w:t>
      </w:r>
      <w:r>
        <w:rPr>
          <w:rFonts w:hint="eastAsia" w:ascii="Times New Roman" w:hAnsi="Times New Roman" w:eastAsia="方正楷体_GBK"/>
          <w:sz w:val="32"/>
          <w:szCs w:val="32"/>
        </w:rPr>
        <w:t>拓展发展空间</w:t>
      </w:r>
      <w:bookmarkEnd w:id="186"/>
    </w:p>
    <w:p>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服务和融入新发展格局，充分利用国内国际两个市场两种资源，促进大健康产业要素合理流动和高效集聚，构建联结国内国际双循环的大健康产业对外开放体系。</w:t>
      </w:r>
    </w:p>
    <w:p>
      <w:pPr>
        <w:spacing w:line="560" w:lineRule="exact"/>
        <w:ind w:firstLine="643" w:firstLineChars="200"/>
        <w:rPr>
          <w:rFonts w:ascii="Times New Roman" w:hAnsi="Times New Roman"/>
        </w:rPr>
      </w:pPr>
      <w:r>
        <w:rPr>
          <w:rFonts w:hint="eastAsia" w:ascii="Times New Roman" w:hAnsi="Times New Roman" w:eastAsia="方正仿宋_GBK"/>
          <w:b/>
          <w:bCs/>
          <w:sz w:val="32"/>
          <w:szCs w:val="32"/>
        </w:rPr>
        <w:t>推动成渝地区大健康产业协同发展。</w:t>
      </w:r>
      <w:r>
        <w:rPr>
          <w:rFonts w:hint="eastAsia" w:ascii="Times New Roman" w:hAnsi="Times New Roman" w:eastAsia="方正仿宋_GBK"/>
          <w:sz w:val="32"/>
          <w:szCs w:val="32"/>
        </w:rPr>
        <w:t>充分发挥渝北区位优势，做好川渝高竹新区文章，强化成渝大健康产业协同合作，共建西部大健康产业基地。加强医疗服务业合作，鼓励两地知名医院采取合作办院、设立分院、组建医联体，参与建设成渝远程医疗协作网，扩大区域内异地就医联网结算定点医药机构覆盖面。推动医药产业集群共建，参与建立成渝医药产业联盟和成渝医药产业智库，支持区内中药制造企业与广安地区道地中药材主产区协同创建国家中医药综合改革试验区，加强与四川新都区、邻水县中医药交流合作，促进中医药融合发展，共同构建全产业链生态圈。立足两地资源优势，突出生态康养理念，围绕华蓥山精品旅游、绿色农产品种养殖等产业，与养老、健身、医疗等主题相结合，打造一批精品康养主题疗养地，共建华蓥山森林康养示范基地等特色项目。加快养老产业协同发展，推动养老服务体系共建共享，开展普惠养老城企联动专项行动，支持民营养老机构品牌化、连锁化发展，鼓励养老设施跨区域共建，</w:t>
      </w:r>
      <w:r>
        <w:rPr>
          <w:rFonts w:hint="eastAsia" w:ascii="Times New Roman" w:hAnsi="Times New Roman" w:eastAsia="方正仿宋_GBK"/>
          <w:kern w:val="0"/>
          <w:sz w:val="32"/>
          <w:szCs w:val="32"/>
        </w:rPr>
        <w:t>探索成渝合作建设养生养老服务综合体、康复中心、医养共同体。探索实行养老床位补贴随人走、异地结算，促进异地养老。</w:t>
      </w:r>
    </w:p>
    <w:p>
      <w:pPr>
        <w:pStyle w:val="14"/>
        <w:widowControl/>
        <w:spacing w:beforeAutospacing="0" w:afterAutospacing="0" w:line="560" w:lineRule="exact"/>
        <w:ind w:firstLine="643" w:firstLineChars="200"/>
        <w:jc w:val="both"/>
        <w:rPr>
          <w:rFonts w:ascii="Times New Roman" w:hAnsi="Times New Roman" w:eastAsia="方正仿宋_GBK"/>
          <w:sz w:val="32"/>
          <w:szCs w:val="32"/>
        </w:rPr>
      </w:pPr>
      <w:r>
        <w:rPr>
          <w:rFonts w:hint="eastAsia" w:ascii="Times New Roman" w:hAnsi="Times New Roman" w:eastAsia="方正仿宋_GBK"/>
          <w:b/>
          <w:bCs/>
          <w:sz w:val="32"/>
          <w:szCs w:val="32"/>
        </w:rPr>
        <w:t>强化与沿海发达地区健康产业互动。</w:t>
      </w:r>
      <w:r>
        <w:rPr>
          <w:rFonts w:hint="eastAsia" w:ascii="Times New Roman" w:hAnsi="Times New Roman" w:eastAsia="方正仿宋_GBK"/>
          <w:sz w:val="32"/>
          <w:szCs w:val="32"/>
        </w:rPr>
        <w:t>依托渝北区位、生态、产业、体制</w:t>
      </w:r>
      <w:r>
        <w:rPr>
          <w:rFonts w:ascii="Times New Roman" w:hAnsi="Times New Roman" w:eastAsia="方正仿宋_GBK"/>
          <w:sz w:val="32"/>
          <w:szCs w:val="32"/>
        </w:rPr>
        <w:t>“</w:t>
      </w:r>
      <w:r>
        <w:rPr>
          <w:rFonts w:hint="eastAsia" w:ascii="Times New Roman" w:hAnsi="Times New Roman" w:eastAsia="方正仿宋_GBK"/>
          <w:sz w:val="32"/>
          <w:szCs w:val="32"/>
        </w:rPr>
        <w:t>四大优势</w:t>
      </w:r>
      <w:r>
        <w:rPr>
          <w:rFonts w:ascii="Times New Roman" w:hAnsi="Times New Roman" w:eastAsia="方正仿宋_GBK"/>
          <w:sz w:val="32"/>
          <w:szCs w:val="32"/>
        </w:rPr>
        <w:t>”</w:t>
      </w:r>
      <w:r>
        <w:rPr>
          <w:rFonts w:hint="eastAsia" w:ascii="Times New Roman" w:hAnsi="Times New Roman" w:eastAsia="方正仿宋_GBK"/>
          <w:sz w:val="32"/>
          <w:szCs w:val="32"/>
        </w:rPr>
        <w:t>，在产业协同、模式创新、人才互动等领域，深化与沿海发达地区联动合性。主动对接长三角、京津冀、粤港澳大湾区，积极承接生物药、高端仿制药等产业转移。创新</w:t>
      </w:r>
      <w:r>
        <w:rPr>
          <w:rFonts w:ascii="Times New Roman" w:hAnsi="Times New Roman" w:eastAsia="方正仿宋_GBK"/>
          <w:sz w:val="32"/>
          <w:szCs w:val="32"/>
        </w:rPr>
        <w:t>“</w:t>
      </w:r>
      <w:r>
        <w:rPr>
          <w:rFonts w:hint="eastAsia" w:ascii="Times New Roman" w:hAnsi="Times New Roman" w:eastAsia="方正仿宋_GBK"/>
          <w:sz w:val="32"/>
          <w:szCs w:val="32"/>
        </w:rPr>
        <w:t>飞地经济</w:t>
      </w:r>
      <w:r>
        <w:rPr>
          <w:rFonts w:ascii="Times New Roman" w:hAnsi="Times New Roman" w:eastAsia="方正仿宋_GBK"/>
          <w:sz w:val="32"/>
          <w:szCs w:val="32"/>
        </w:rPr>
        <w:t>”</w:t>
      </w:r>
      <w:r>
        <w:rPr>
          <w:rFonts w:hint="eastAsia" w:ascii="Times New Roman" w:hAnsi="Times New Roman" w:eastAsia="方正仿宋_GBK"/>
          <w:sz w:val="32"/>
          <w:szCs w:val="32"/>
        </w:rPr>
        <w:t>等大健康产业建园方式，支持本地企业联合东部沿海地区高等学校、科研机构，共建技术创新中心、重点实验室和新型研发机构等创新载体，探索建立成本分担和利益共享机制。推动与沿海发达地区人力资源、就业岗位信息共享和服务政策有机衔接，积极组织参加健康产业各类技术合作交流等活动。</w:t>
      </w:r>
    </w:p>
    <w:p>
      <w:pPr>
        <w:spacing w:line="560" w:lineRule="exact"/>
        <w:ind w:firstLine="643" w:firstLineChars="200"/>
        <w:rPr>
          <w:rFonts w:ascii="Times New Roman" w:hAnsi="Times New Roman" w:eastAsia="方正仿宋_GBK"/>
          <w:sz w:val="32"/>
          <w:szCs w:val="32"/>
        </w:rPr>
      </w:pPr>
      <w:r>
        <w:rPr>
          <w:rFonts w:hint="eastAsia" w:ascii="Times New Roman" w:hAnsi="Times New Roman" w:eastAsia="方正仿宋_GBK"/>
          <w:b/>
          <w:bCs/>
          <w:sz w:val="32"/>
          <w:szCs w:val="32"/>
        </w:rPr>
        <w:t>提升大健康产业国际合作水平。</w:t>
      </w:r>
      <w:r>
        <w:rPr>
          <w:rFonts w:hint="eastAsia" w:ascii="Times New Roman" w:hAnsi="Times New Roman" w:eastAsia="方正仿宋_GBK"/>
          <w:sz w:val="32"/>
          <w:szCs w:val="32"/>
        </w:rPr>
        <w:t>依托中新（重庆）战略性互联互通示范项目、西部陆海新通道、中欧班列（成渝）等开放大平台大通道，加快融入区域全面经济伙伴关系协定（</w:t>
      </w:r>
      <w:r>
        <w:rPr>
          <w:rFonts w:ascii="Times New Roman" w:hAnsi="Times New Roman" w:eastAsia="方正仿宋_GBK"/>
          <w:sz w:val="32"/>
          <w:szCs w:val="32"/>
        </w:rPr>
        <w:t>RCEP</w:t>
      </w:r>
      <w:r>
        <w:rPr>
          <w:rFonts w:hint="eastAsia" w:ascii="Times New Roman" w:hAnsi="Times New Roman" w:eastAsia="方正仿宋_GBK"/>
          <w:sz w:val="32"/>
          <w:szCs w:val="32"/>
        </w:rPr>
        <w:t>）大市场，扩大与</w:t>
      </w:r>
      <w:r>
        <w:rPr>
          <w:rFonts w:ascii="Times New Roman" w:hAnsi="Times New Roman" w:eastAsia="方正仿宋_GBK"/>
          <w:sz w:val="32"/>
          <w:szCs w:val="32"/>
        </w:rPr>
        <w:t>“</w:t>
      </w:r>
      <w:r>
        <w:rPr>
          <w:rFonts w:hint="eastAsia" w:ascii="Times New Roman" w:hAnsi="Times New Roman" w:eastAsia="方正仿宋_GBK"/>
          <w:sz w:val="32"/>
          <w:szCs w:val="32"/>
        </w:rPr>
        <w:t>一带一路</w:t>
      </w:r>
      <w:r>
        <w:rPr>
          <w:rFonts w:ascii="Times New Roman" w:hAnsi="Times New Roman" w:eastAsia="方正仿宋_GBK"/>
          <w:sz w:val="32"/>
          <w:szCs w:val="32"/>
        </w:rPr>
        <w:t>”</w:t>
      </w:r>
      <w:r>
        <w:rPr>
          <w:rFonts w:hint="eastAsia" w:ascii="Times New Roman" w:hAnsi="Times New Roman" w:eastAsia="方正仿宋_GBK"/>
          <w:sz w:val="32"/>
          <w:szCs w:val="32"/>
        </w:rPr>
        <w:t>沿线国家和地区、欧美和日韩等在大健康产业市场双向交流，重点加强与东盟全方位合作，拓展国际市场空间。推动大健康前沿技术、优质产品和服务</w:t>
      </w:r>
      <w:r>
        <w:rPr>
          <w:rFonts w:ascii="Times New Roman" w:hAnsi="Times New Roman" w:eastAsia="方正仿宋_GBK"/>
          <w:sz w:val="32"/>
          <w:szCs w:val="32"/>
        </w:rPr>
        <w:t>“</w:t>
      </w:r>
      <w:r>
        <w:rPr>
          <w:rFonts w:hint="eastAsia" w:ascii="Times New Roman" w:hAnsi="Times New Roman" w:eastAsia="方正仿宋_GBK"/>
          <w:sz w:val="32"/>
          <w:szCs w:val="32"/>
        </w:rPr>
        <w:t>引进来</w:t>
      </w:r>
      <w:r>
        <w:rPr>
          <w:rFonts w:ascii="Times New Roman" w:hAnsi="Times New Roman" w:eastAsia="方正仿宋_GBK"/>
          <w:sz w:val="32"/>
          <w:szCs w:val="32"/>
        </w:rPr>
        <w:t>”</w:t>
      </w:r>
      <w:r>
        <w:rPr>
          <w:rFonts w:hint="eastAsia" w:ascii="Times New Roman" w:hAnsi="Times New Roman" w:eastAsia="方正仿宋_GBK"/>
          <w:sz w:val="32"/>
          <w:szCs w:val="32"/>
        </w:rPr>
        <w:t>，加快聚集高端创新要素，持续引进更多国际大健康先进技术和管理经验，积极吸引全球大健康知名企业区域总部、分支机构、研发中心入驻渝北，深度融入全球产业链价值链。支持大健康产业以龙头企业带动中小微企业抱团出海方式，推动技术、标准、服务一体化</w:t>
      </w:r>
      <w:r>
        <w:rPr>
          <w:rFonts w:ascii="Times New Roman" w:hAnsi="Times New Roman" w:eastAsia="方正仿宋_GBK"/>
          <w:sz w:val="32"/>
          <w:szCs w:val="32"/>
        </w:rPr>
        <w:t>“</w:t>
      </w:r>
      <w:r>
        <w:rPr>
          <w:rFonts w:hint="eastAsia" w:ascii="Times New Roman" w:hAnsi="Times New Roman" w:eastAsia="方正仿宋_GBK"/>
          <w:sz w:val="32"/>
          <w:szCs w:val="32"/>
        </w:rPr>
        <w:t>走出去</w:t>
      </w:r>
      <w:r>
        <w:rPr>
          <w:rFonts w:ascii="Times New Roman" w:hAnsi="Times New Roman" w:eastAsia="方正仿宋_GBK"/>
          <w:sz w:val="32"/>
          <w:szCs w:val="32"/>
        </w:rPr>
        <w:t>”</w:t>
      </w:r>
      <w:r>
        <w:rPr>
          <w:rFonts w:hint="eastAsia" w:ascii="Times New Roman" w:hAnsi="Times New Roman" w:eastAsia="方正仿宋_GBK"/>
          <w:sz w:val="32"/>
          <w:szCs w:val="32"/>
        </w:rPr>
        <w:t>，精准对接国际需求，全面加强质量标准管理，增强知识产权保护意识，做大医疗器械、中医保健等优势产品和服务出口规模，全面参与全球大健康产能合作。</w:t>
      </w:r>
    </w:p>
    <w:p>
      <w:pPr>
        <w:pStyle w:val="4"/>
        <w:spacing w:beforeLines="150" w:afterLines="150"/>
        <w:ind w:firstLine="0" w:firstLineChars="0"/>
        <w:jc w:val="center"/>
      </w:pPr>
      <w:bookmarkStart w:id="187" w:name="_Toc28432"/>
      <w:r>
        <w:rPr>
          <w:rFonts w:hint="eastAsia"/>
        </w:rPr>
        <w:t>第六章规划环评</w:t>
      </w:r>
      <w:bookmarkEnd w:id="187"/>
    </w:p>
    <w:p>
      <w:pPr>
        <w:spacing w:beforeLines="100" w:afterLines="100" w:line="560" w:lineRule="exact"/>
        <w:jc w:val="center"/>
        <w:outlineLvl w:val="1"/>
        <w:rPr>
          <w:rFonts w:ascii="Times New Roman" w:hAnsi="Times New Roman" w:eastAsia="方正楷体_GBK"/>
          <w:sz w:val="32"/>
          <w:szCs w:val="32"/>
        </w:rPr>
      </w:pPr>
      <w:bookmarkStart w:id="188" w:name="_Toc24844"/>
      <w:r>
        <w:rPr>
          <w:rFonts w:hint="eastAsia" w:ascii="Times New Roman" w:hAnsi="Times New Roman" w:eastAsia="方正楷体_GBK"/>
          <w:sz w:val="32"/>
          <w:szCs w:val="32"/>
        </w:rPr>
        <w:t>第一节规划实施环境影响分析</w:t>
      </w:r>
      <w:bookmarkEnd w:id="188"/>
    </w:p>
    <w:p>
      <w:pPr>
        <w:spacing w:line="560" w:lineRule="exact"/>
        <w:ind w:firstLine="640" w:firstLineChars="200"/>
        <w:rPr>
          <w:rFonts w:ascii="Times New Roman" w:hAnsi="Times New Roman" w:eastAsia="方正仿宋_GBK"/>
          <w:bCs/>
          <w:kern w:val="0"/>
          <w:sz w:val="32"/>
          <w:szCs w:val="32"/>
        </w:rPr>
      </w:pPr>
      <w:r>
        <w:rPr>
          <w:rFonts w:hint="eastAsia" w:ascii="Times New Roman" w:hAnsi="Times New Roman" w:eastAsia="方正仿宋_GBK"/>
          <w:bCs/>
          <w:kern w:val="0"/>
          <w:sz w:val="32"/>
          <w:szCs w:val="32"/>
        </w:rPr>
        <w:t>本规划作为指导</w:t>
      </w:r>
      <w:r>
        <w:rPr>
          <w:rFonts w:ascii="Times New Roman" w:hAnsi="Times New Roman" w:eastAsia="方正仿宋_GBK"/>
          <w:bCs/>
          <w:kern w:val="0"/>
          <w:sz w:val="32"/>
          <w:szCs w:val="32"/>
        </w:rPr>
        <w:t>“</w:t>
      </w:r>
      <w:r>
        <w:rPr>
          <w:rFonts w:hint="eastAsia" w:ascii="Times New Roman" w:hAnsi="Times New Roman" w:eastAsia="方正仿宋_GBK"/>
          <w:bCs/>
          <w:kern w:val="0"/>
          <w:sz w:val="32"/>
          <w:szCs w:val="32"/>
        </w:rPr>
        <w:t>十四五</w:t>
      </w:r>
      <w:r>
        <w:rPr>
          <w:rFonts w:ascii="Times New Roman" w:hAnsi="Times New Roman" w:eastAsia="方正仿宋_GBK"/>
          <w:bCs/>
          <w:kern w:val="0"/>
          <w:sz w:val="32"/>
          <w:szCs w:val="32"/>
        </w:rPr>
        <w:t>“</w:t>
      </w:r>
      <w:r>
        <w:rPr>
          <w:rFonts w:hint="eastAsia" w:ascii="Times New Roman" w:hAnsi="Times New Roman" w:eastAsia="方正仿宋_GBK"/>
          <w:bCs/>
          <w:kern w:val="0"/>
          <w:sz w:val="32"/>
          <w:szCs w:val="32"/>
        </w:rPr>
        <w:t>时期渝北区大健康产业发展的纲领性文件，涉及大健康产业空间布局、产业发展、项目建设等内容，实施本规划对社会环境、生态环境、大气环境、水环境和声环境等会造成一定的影响。社会环境影响主要体现在部分需征占地的项目在征地拆迁过程中存在一定社会稳定风险。生态环境影响主要体现在部分项目在建设和运营期间，可能对生态环境敏感区域和脆弱区产生一定影响。大气环境影响主要体现在项目建设和运营过程中可能带来的扬尘污染和恶臭影响。水环境影响主要体现在项目建设和运营过程中可能造成的地下水破坏、施工废水、生活污水和工业污水。声环境影响主要体现在项目建设和运营过程中可能带来的施工作业机械噪声和生产过程机械噪音。</w:t>
      </w:r>
    </w:p>
    <w:p>
      <w:pPr>
        <w:spacing w:beforeLines="100" w:afterLines="100" w:line="560" w:lineRule="exact"/>
        <w:jc w:val="center"/>
        <w:outlineLvl w:val="1"/>
        <w:rPr>
          <w:rFonts w:ascii="Times New Roman" w:hAnsi="Times New Roman" w:eastAsia="方正楷体_GBK"/>
          <w:sz w:val="32"/>
          <w:szCs w:val="32"/>
        </w:rPr>
      </w:pPr>
      <w:bookmarkStart w:id="189" w:name="_Toc2048"/>
      <w:r>
        <w:rPr>
          <w:rFonts w:hint="eastAsia" w:ascii="Times New Roman" w:hAnsi="Times New Roman" w:eastAsia="方正楷体_GBK"/>
          <w:sz w:val="32"/>
          <w:szCs w:val="32"/>
        </w:rPr>
        <w:t>第二节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规划实施环境保护措施</w:t>
      </w:r>
      <w:bookmarkEnd w:id="189"/>
    </w:p>
    <w:p>
      <w:pPr>
        <w:spacing w:line="560" w:lineRule="exact"/>
        <w:ind w:firstLine="640" w:firstLineChars="200"/>
        <w:rPr>
          <w:rFonts w:ascii="Times New Roman" w:hAnsi="Times New Roman" w:eastAsia="方正仿宋_GBK"/>
          <w:bCs/>
          <w:kern w:val="0"/>
          <w:sz w:val="32"/>
          <w:szCs w:val="32"/>
        </w:rPr>
      </w:pPr>
      <w:r>
        <w:rPr>
          <w:rFonts w:hint="eastAsia" w:ascii="Times New Roman" w:hAnsi="Times New Roman" w:eastAsia="方正仿宋_GBK"/>
          <w:bCs/>
          <w:kern w:val="0"/>
          <w:sz w:val="32"/>
          <w:szCs w:val="32"/>
        </w:rPr>
        <w:t>贯彻碳达峰、碳中和的工作要求，处理好项目建设与资源节约、环境保护之间的关系，将环境保护落实到规划项目设计和具体实施的各个环节。规划项目实施前期，实行最严格的生态环境保护制度，严格土地、环保淮入，结合项目所在地的特点适时开展</w:t>
      </w:r>
      <w:r>
        <w:rPr>
          <w:rFonts w:hint="eastAsia" w:ascii="Times New Roman" w:hAnsi="Times New Roman" w:eastAsia="方正仿宋_GBK"/>
          <w:bCs/>
          <w:kern w:val="0"/>
          <w:sz w:val="32"/>
          <w:szCs w:val="32"/>
          <w:lang w:eastAsia="zh-CN"/>
        </w:rPr>
        <w:t>水土保持</w:t>
      </w:r>
      <w:r>
        <w:rPr>
          <w:rFonts w:hint="eastAsia" w:ascii="Times New Roman" w:hAnsi="Times New Roman" w:eastAsia="方正仿宋_GBK"/>
          <w:bCs/>
          <w:kern w:val="0"/>
          <w:sz w:val="32"/>
          <w:szCs w:val="32"/>
        </w:rPr>
        <w:t>、环境影响评价等工作。规划项目实施中期，严格制定项目环境影响滅缓措施，加强高耗能、高排放建设项目生态环境源头防控，积极推广新技术、新材料、新能源的应用。规划项目实施后期，倡导绿色生产方式，全面推广</w:t>
      </w:r>
      <w:r>
        <w:rPr>
          <w:rFonts w:ascii="Times New Roman" w:hAnsi="Times New Roman" w:eastAsia="方正仿宋_GBK"/>
          <w:bCs/>
          <w:kern w:val="0"/>
          <w:sz w:val="32"/>
          <w:szCs w:val="32"/>
        </w:rPr>
        <w:t>“</w:t>
      </w:r>
      <w:r>
        <w:rPr>
          <w:rFonts w:hint="eastAsia" w:ascii="Times New Roman" w:hAnsi="Times New Roman" w:eastAsia="方正仿宋_GBK"/>
          <w:bCs/>
          <w:kern w:val="0"/>
          <w:sz w:val="32"/>
          <w:szCs w:val="32"/>
        </w:rPr>
        <w:t>生态</w:t>
      </w:r>
      <w:r>
        <w:rPr>
          <w:rFonts w:ascii="Times New Roman" w:hAnsi="Times New Roman" w:eastAsia="方正仿宋_GBK"/>
          <w:bCs/>
          <w:kern w:val="0"/>
          <w:sz w:val="32"/>
          <w:szCs w:val="32"/>
        </w:rPr>
        <w:t>+”“+</w:t>
      </w:r>
      <w:r>
        <w:rPr>
          <w:rFonts w:hint="eastAsia" w:ascii="Times New Roman" w:hAnsi="Times New Roman" w:eastAsia="方正仿宋_GBK"/>
          <w:bCs/>
          <w:kern w:val="0"/>
          <w:sz w:val="32"/>
          <w:szCs w:val="32"/>
        </w:rPr>
        <w:t>生态</w:t>
      </w:r>
      <w:r>
        <w:rPr>
          <w:rFonts w:ascii="Times New Roman" w:hAnsi="Times New Roman" w:eastAsia="方正仿宋_GBK"/>
          <w:bCs/>
          <w:kern w:val="0"/>
          <w:sz w:val="32"/>
          <w:szCs w:val="32"/>
        </w:rPr>
        <w:t>”</w:t>
      </w:r>
      <w:r>
        <w:rPr>
          <w:rFonts w:hint="eastAsia" w:ascii="Times New Roman" w:hAnsi="Times New Roman" w:eastAsia="方正仿宋_GBK"/>
          <w:bCs/>
          <w:kern w:val="0"/>
          <w:sz w:val="32"/>
          <w:szCs w:val="32"/>
        </w:rPr>
        <w:t>发展新模式，推动大健康产业绿色转型升级。</w:t>
      </w:r>
    </w:p>
    <w:p>
      <w:pPr>
        <w:spacing w:beforeLines="100" w:afterLines="100" w:line="560" w:lineRule="exact"/>
        <w:jc w:val="center"/>
        <w:outlineLvl w:val="1"/>
        <w:rPr>
          <w:rFonts w:ascii="Times New Roman" w:hAnsi="Times New Roman" w:eastAsia="方正楷体_GBK"/>
          <w:sz w:val="32"/>
          <w:szCs w:val="32"/>
        </w:rPr>
      </w:pPr>
      <w:bookmarkStart w:id="190" w:name="_Toc27487"/>
      <w:r>
        <w:rPr>
          <w:rFonts w:hint="eastAsia" w:ascii="Times New Roman" w:hAnsi="Times New Roman" w:eastAsia="方正楷体_GBK"/>
          <w:sz w:val="32"/>
          <w:szCs w:val="32"/>
        </w:rPr>
        <w:t>第三节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规划实施环境影响评价</w:t>
      </w:r>
      <w:bookmarkEnd w:id="190"/>
    </w:p>
    <w:p>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bCs/>
          <w:kern w:val="0"/>
          <w:sz w:val="32"/>
          <w:szCs w:val="32"/>
        </w:rPr>
        <w:t>本规划综合专虑了渝北区现有经济社会发展水平，人口与资源分布、地形与地貌特点和不同地区的生态环境特征，与渝北区国土等相关规划基本协调。规划实施能够有效提升森林覆盖率，提高居民生活环保意识，推动大健康产业绿色转型升级。规划项目实施特别是在工程项目的建设和运营过程中，可能会对空气、水和土壤等环境产生不良影响，可通过实施环境影响评价、全程环境监理、加强运营管理等保障措施，最大限度降低负面影响。落实各项预防和减轻不良环境影响的对策措施后，生态影响和环境污染能够得到有效控制，从环境保护角度分析，实施本规划总体可行。</w:t>
      </w:r>
    </w:p>
    <w:p>
      <w:pPr>
        <w:spacing w:beforeLines="150" w:afterLines="150" w:line="560" w:lineRule="exact"/>
        <w:jc w:val="center"/>
        <w:outlineLvl w:val="0"/>
        <w:rPr>
          <w:rFonts w:ascii="Times New Roman" w:hAnsi="Times New Roman" w:eastAsia="方正黑体_GBK"/>
          <w:sz w:val="32"/>
          <w:szCs w:val="32"/>
        </w:rPr>
      </w:pPr>
      <w:bookmarkStart w:id="191" w:name="_Toc3008"/>
      <w:bookmarkStart w:id="192" w:name="_Toc26294"/>
      <w:r>
        <w:rPr>
          <w:rFonts w:hint="eastAsia" w:ascii="Times New Roman" w:hAnsi="Times New Roman" w:eastAsia="方正黑体_GBK"/>
          <w:sz w:val="32"/>
          <w:szCs w:val="32"/>
        </w:rPr>
        <w:t>第七章保障</w:t>
      </w:r>
      <w:bookmarkEnd w:id="168"/>
      <w:bookmarkEnd w:id="169"/>
      <w:bookmarkEnd w:id="170"/>
      <w:bookmarkEnd w:id="171"/>
      <w:bookmarkEnd w:id="172"/>
      <w:bookmarkEnd w:id="173"/>
      <w:bookmarkEnd w:id="174"/>
      <w:bookmarkEnd w:id="175"/>
      <w:bookmarkEnd w:id="176"/>
      <w:r>
        <w:rPr>
          <w:rFonts w:hint="eastAsia" w:ascii="Times New Roman" w:hAnsi="Times New Roman" w:eastAsia="方正黑体_GBK"/>
          <w:sz w:val="32"/>
          <w:szCs w:val="32"/>
        </w:rPr>
        <w:t>措施</w:t>
      </w:r>
      <w:bookmarkEnd w:id="191"/>
      <w:bookmarkEnd w:id="192"/>
    </w:p>
    <w:p>
      <w:pPr>
        <w:spacing w:beforeLines="100" w:afterLines="100" w:line="560" w:lineRule="exact"/>
        <w:jc w:val="center"/>
        <w:outlineLvl w:val="1"/>
        <w:rPr>
          <w:rFonts w:ascii="Times New Roman" w:hAnsi="Times New Roman" w:eastAsia="方正楷体_GBK"/>
          <w:sz w:val="32"/>
          <w:szCs w:val="32"/>
        </w:rPr>
      </w:pPr>
      <w:bookmarkStart w:id="193" w:name="_Toc4498"/>
      <w:bookmarkStart w:id="194" w:name="_Toc15400"/>
      <w:bookmarkStart w:id="195" w:name="_Toc15199"/>
      <w:bookmarkStart w:id="196" w:name="_Toc16080"/>
      <w:bookmarkStart w:id="197" w:name="_Toc20458"/>
      <w:bookmarkStart w:id="198" w:name="_Toc26532"/>
      <w:bookmarkStart w:id="199" w:name="_Toc1591"/>
      <w:bookmarkStart w:id="200" w:name="_Toc18503"/>
      <w:bookmarkStart w:id="201" w:name="_Toc5498"/>
      <w:bookmarkStart w:id="202" w:name="_Toc6828"/>
      <w:bookmarkStart w:id="203" w:name="_Toc10596"/>
      <w:r>
        <w:rPr>
          <w:rFonts w:hint="eastAsia" w:ascii="Times New Roman" w:hAnsi="Times New Roman" w:eastAsia="方正楷体_GBK"/>
          <w:sz w:val="32"/>
          <w:szCs w:val="32"/>
        </w:rPr>
        <w:t>第一节加强组织领导</w:t>
      </w:r>
      <w:bookmarkEnd w:id="193"/>
      <w:bookmarkEnd w:id="194"/>
      <w:bookmarkEnd w:id="195"/>
      <w:bookmarkEnd w:id="196"/>
      <w:bookmarkEnd w:id="197"/>
      <w:bookmarkEnd w:id="198"/>
      <w:bookmarkEnd w:id="199"/>
      <w:bookmarkEnd w:id="200"/>
      <w:bookmarkEnd w:id="201"/>
      <w:bookmarkEnd w:id="202"/>
      <w:bookmarkEnd w:id="203"/>
    </w:p>
    <w:p>
      <w:pPr>
        <w:spacing w:line="580" w:lineRule="exact"/>
        <w:ind w:firstLine="640" w:firstLineChars="200"/>
        <w:rPr>
          <w:rFonts w:ascii="Times New Roman" w:hAnsi="Times New Roman"/>
        </w:rPr>
      </w:pPr>
      <w:r>
        <w:rPr>
          <w:rFonts w:hint="eastAsia" w:ascii="Times New Roman" w:hAnsi="Times New Roman" w:eastAsia="方正仿宋_GBK"/>
          <w:sz w:val="32"/>
          <w:szCs w:val="32"/>
        </w:rPr>
        <w:t>切实加强对大健康产业发展工作的指导，成立由区政府主要领导同志任组长，分管卫生健康的领导同志任副组长，区发展改革委、区卫生健康委、区经信委、区民政局、区文化旅游委、区体育事业发展中心、区农业农村委、区财政局、区人力社保局、区市场监管局等部门为成员的</w:t>
      </w:r>
      <w:r>
        <w:rPr>
          <w:rFonts w:ascii="Times New Roman" w:hAnsi="Times New Roman" w:eastAsia="方正仿宋_GBK"/>
          <w:sz w:val="32"/>
          <w:szCs w:val="32"/>
        </w:rPr>
        <w:t>“</w:t>
      </w:r>
      <w:r>
        <w:rPr>
          <w:rFonts w:hint="eastAsia" w:ascii="Times New Roman" w:hAnsi="Times New Roman" w:eastAsia="方正仿宋_GBK"/>
          <w:sz w:val="32"/>
          <w:szCs w:val="32"/>
        </w:rPr>
        <w:t>渝北区大健康产业发展领导小组</w:t>
      </w:r>
      <w:r>
        <w:rPr>
          <w:rFonts w:ascii="Times New Roman" w:hAnsi="Times New Roman" w:eastAsia="方正仿宋_GBK"/>
          <w:sz w:val="32"/>
          <w:szCs w:val="32"/>
        </w:rPr>
        <w:t>”</w:t>
      </w:r>
      <w:r>
        <w:rPr>
          <w:rFonts w:hint="eastAsia" w:ascii="Times New Roman" w:hAnsi="Times New Roman" w:eastAsia="方正仿宋_GBK"/>
          <w:sz w:val="32"/>
          <w:szCs w:val="32"/>
        </w:rPr>
        <w:t>，领导小组下设办公室在区卫健委，建立大健康产业联席制度，负责统筹重大政策研究和制定，协调解决大健康产业发展中的重大问题。</w:t>
      </w:r>
    </w:p>
    <w:p>
      <w:pPr>
        <w:spacing w:beforeLines="100" w:afterLines="100" w:line="560" w:lineRule="exact"/>
        <w:jc w:val="center"/>
        <w:outlineLvl w:val="1"/>
        <w:rPr>
          <w:rFonts w:ascii="Times New Roman" w:hAnsi="Times New Roman" w:eastAsia="方正楷体_GBK"/>
          <w:sz w:val="32"/>
          <w:szCs w:val="32"/>
        </w:rPr>
      </w:pPr>
      <w:bookmarkStart w:id="204" w:name="_Toc18993"/>
      <w:bookmarkStart w:id="205" w:name="_Toc13748"/>
      <w:bookmarkStart w:id="206" w:name="_Toc19178"/>
      <w:bookmarkStart w:id="207" w:name="_Toc15262"/>
      <w:bookmarkStart w:id="208" w:name="_Toc22453"/>
      <w:bookmarkStart w:id="209" w:name="_Toc18658"/>
      <w:bookmarkStart w:id="210" w:name="_Toc24457"/>
      <w:bookmarkStart w:id="211" w:name="_Toc32682"/>
      <w:bookmarkStart w:id="212" w:name="_Toc2903"/>
      <w:bookmarkStart w:id="213" w:name="_Toc14321"/>
      <w:bookmarkStart w:id="214" w:name="_Toc24711"/>
      <w:r>
        <w:rPr>
          <w:rFonts w:hint="eastAsia" w:ascii="Times New Roman" w:hAnsi="Times New Roman" w:eastAsia="方正楷体_GBK"/>
          <w:sz w:val="32"/>
          <w:szCs w:val="32"/>
        </w:rPr>
        <w:t>第二节强化要素</w:t>
      </w:r>
      <w:bookmarkEnd w:id="204"/>
      <w:r>
        <w:rPr>
          <w:rFonts w:hint="eastAsia" w:ascii="Times New Roman" w:hAnsi="Times New Roman" w:eastAsia="方正楷体_GBK"/>
          <w:sz w:val="32"/>
          <w:szCs w:val="32"/>
        </w:rPr>
        <w:t>保障</w:t>
      </w:r>
      <w:bookmarkEnd w:id="205"/>
      <w:bookmarkEnd w:id="206"/>
      <w:bookmarkEnd w:id="207"/>
      <w:bookmarkEnd w:id="208"/>
      <w:bookmarkEnd w:id="209"/>
      <w:bookmarkEnd w:id="210"/>
      <w:bookmarkEnd w:id="211"/>
      <w:bookmarkEnd w:id="212"/>
      <w:bookmarkEnd w:id="213"/>
      <w:bookmarkEnd w:id="214"/>
    </w:p>
    <w:p>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加大对大健康产业发展的投入，支持大健康产业园区基础设施和重大项目建设，鼓励企业开展技术创新和产品开发。设立渝北大健康产业发展基金，以</w:t>
      </w:r>
      <w:r>
        <w:rPr>
          <w:rFonts w:ascii="Times New Roman" w:hAnsi="Times New Roman" w:eastAsia="方正仿宋_GBK"/>
          <w:sz w:val="32"/>
          <w:szCs w:val="32"/>
        </w:rPr>
        <w:t>“</w:t>
      </w:r>
      <w:r>
        <w:rPr>
          <w:rFonts w:hint="eastAsia" w:ascii="Times New Roman" w:hAnsi="Times New Roman" w:eastAsia="方正仿宋_GBK"/>
          <w:sz w:val="32"/>
          <w:szCs w:val="32"/>
        </w:rPr>
        <w:t>专项资金</w:t>
      </w:r>
      <w:r>
        <w:rPr>
          <w:rFonts w:ascii="Times New Roman" w:hAnsi="Times New Roman" w:eastAsia="方正仿宋_GBK"/>
          <w:sz w:val="32"/>
          <w:szCs w:val="32"/>
        </w:rPr>
        <w:t>+</w:t>
      </w:r>
      <w:r>
        <w:rPr>
          <w:rFonts w:hint="eastAsia" w:ascii="Times New Roman" w:hAnsi="Times New Roman" w:eastAsia="方正仿宋_GBK"/>
          <w:sz w:val="32"/>
          <w:szCs w:val="32"/>
        </w:rPr>
        <w:t>基金</w:t>
      </w:r>
      <w:r>
        <w:rPr>
          <w:rFonts w:ascii="Times New Roman" w:hAnsi="Times New Roman" w:eastAsia="方正仿宋_GBK"/>
          <w:sz w:val="32"/>
          <w:szCs w:val="32"/>
        </w:rPr>
        <w:t>”</w:t>
      </w:r>
      <w:r>
        <w:rPr>
          <w:rFonts w:hint="eastAsia" w:ascii="Times New Roman" w:hAnsi="Times New Roman" w:eastAsia="方正仿宋_GBK"/>
          <w:sz w:val="32"/>
          <w:szCs w:val="32"/>
        </w:rPr>
        <w:t>这种</w:t>
      </w:r>
      <w:r>
        <w:rPr>
          <w:rFonts w:ascii="Times New Roman" w:hAnsi="Times New Roman" w:eastAsia="方正仿宋_GBK"/>
          <w:sz w:val="32"/>
          <w:szCs w:val="32"/>
        </w:rPr>
        <w:t>“</w:t>
      </w:r>
      <w:r>
        <w:rPr>
          <w:rFonts w:hint="eastAsia" w:ascii="Times New Roman" w:hAnsi="Times New Roman" w:eastAsia="方正仿宋_GBK"/>
          <w:sz w:val="32"/>
          <w:szCs w:val="32"/>
        </w:rPr>
        <w:t>组合拳</w:t>
      </w:r>
      <w:r>
        <w:rPr>
          <w:rFonts w:ascii="Times New Roman" w:hAnsi="Times New Roman" w:eastAsia="方正仿宋_GBK"/>
          <w:sz w:val="32"/>
          <w:szCs w:val="32"/>
        </w:rPr>
        <w:t>”</w:t>
      </w:r>
      <w:r>
        <w:rPr>
          <w:rFonts w:hint="eastAsia" w:ascii="Times New Roman" w:hAnsi="Times New Roman" w:eastAsia="方正仿宋_GBK"/>
          <w:sz w:val="32"/>
          <w:szCs w:val="32"/>
        </w:rPr>
        <w:t>形式，加大对大健康产业的引导和推动。创新企业融资方式，积极支持符合条件的大健康产业企业上市融资和发行债券。将渝北大健康产业项目纳入国土空间总体规划，拓展大健康产业发展空间，对重点领域、重点项目开通审批</w:t>
      </w:r>
      <w:r>
        <w:rPr>
          <w:rFonts w:ascii="Times New Roman" w:hAnsi="Times New Roman" w:eastAsia="方正仿宋_GBK"/>
          <w:sz w:val="32"/>
          <w:szCs w:val="32"/>
        </w:rPr>
        <w:t>“</w:t>
      </w:r>
      <w:r>
        <w:rPr>
          <w:rFonts w:hint="eastAsia" w:ascii="Times New Roman" w:hAnsi="Times New Roman" w:eastAsia="方正仿宋_GBK"/>
          <w:sz w:val="32"/>
          <w:szCs w:val="32"/>
        </w:rPr>
        <w:t>绿色通道</w:t>
      </w:r>
      <w:r>
        <w:rPr>
          <w:rFonts w:ascii="Times New Roman" w:hAnsi="Times New Roman" w:eastAsia="方正仿宋_GBK"/>
          <w:sz w:val="32"/>
          <w:szCs w:val="32"/>
        </w:rPr>
        <w:t>”</w:t>
      </w:r>
      <w:r>
        <w:rPr>
          <w:rFonts w:hint="eastAsia" w:ascii="Times New Roman" w:hAnsi="Times New Roman" w:eastAsia="方正仿宋_GBK"/>
          <w:sz w:val="32"/>
          <w:szCs w:val="32"/>
        </w:rPr>
        <w:t>。</w:t>
      </w:r>
    </w:p>
    <w:p>
      <w:pPr>
        <w:spacing w:beforeLines="100" w:afterLines="100" w:line="560" w:lineRule="exact"/>
        <w:jc w:val="center"/>
        <w:outlineLvl w:val="1"/>
        <w:rPr>
          <w:rFonts w:ascii="Times New Roman" w:hAnsi="Times New Roman" w:eastAsia="方正楷体_GBK"/>
          <w:sz w:val="32"/>
          <w:szCs w:val="32"/>
        </w:rPr>
      </w:pPr>
      <w:bookmarkStart w:id="215" w:name="_Toc5954"/>
      <w:bookmarkStart w:id="216" w:name="_Toc26661"/>
      <w:bookmarkStart w:id="217" w:name="_Toc14431"/>
      <w:bookmarkStart w:id="218" w:name="_Toc7305"/>
      <w:bookmarkStart w:id="219" w:name="_Toc27332"/>
      <w:bookmarkStart w:id="220" w:name="_Toc23629"/>
      <w:bookmarkStart w:id="221" w:name="_Toc2721"/>
      <w:bookmarkStart w:id="222" w:name="_Toc10937"/>
      <w:bookmarkStart w:id="223" w:name="_Toc18672"/>
      <w:bookmarkStart w:id="224" w:name="_Toc4257"/>
      <w:bookmarkStart w:id="225" w:name="_Toc26352"/>
      <w:r>
        <w:rPr>
          <w:rFonts w:hint="eastAsia" w:ascii="Times New Roman" w:hAnsi="Times New Roman" w:eastAsia="方正楷体_GBK"/>
          <w:sz w:val="32"/>
          <w:szCs w:val="32"/>
        </w:rPr>
        <w:t>第三节</w:t>
      </w:r>
      <w:r>
        <w:rPr>
          <w:rFonts w:ascii="Times New Roman" w:hAnsi="Times New Roman" w:eastAsia="方正楷体_GBK"/>
          <w:sz w:val="32"/>
          <w:szCs w:val="32"/>
        </w:rPr>
        <w:t xml:space="preserve">  </w:t>
      </w:r>
      <w:r>
        <w:rPr>
          <w:rFonts w:hint="eastAsia" w:ascii="Times New Roman" w:hAnsi="Times New Roman" w:eastAsia="方正楷体_GBK"/>
          <w:sz w:val="32"/>
          <w:szCs w:val="32"/>
        </w:rPr>
        <w:t>创新体制机制</w:t>
      </w:r>
      <w:bookmarkEnd w:id="215"/>
    </w:p>
    <w:p>
      <w:pPr>
        <w:spacing w:line="560" w:lineRule="exact"/>
        <w:ind w:firstLine="640" w:firstLineChars="200"/>
        <w:rPr>
          <w:rFonts w:ascii="Times New Roman" w:hAnsi="Times New Roman"/>
        </w:rPr>
      </w:pPr>
      <w:r>
        <w:rPr>
          <w:rFonts w:hint="eastAsia" w:ascii="Times New Roman" w:hAnsi="Times New Roman" w:eastAsia="方正仿宋_GBK"/>
          <w:sz w:val="32"/>
          <w:szCs w:val="32"/>
        </w:rPr>
        <w:t>加快大健康产业准入制度改革，深化公立医院综合改革、医疗保障制度改革、医药供应保障体系改革，完善疾病预防控制体系，健全重大疫情救治体系，更好满足人民群众日益增长的医疗卫生需求。鼓励社会资本通过独资、合资、参股、租赁等途径，采取政府与社会资本合作等方式，参与医疗服务、健康养老、健身体育设施建设和公立机构改革。加强试点示范建设，鼓励在大健康产业技术创新、业态创新、模式创新和体制机制创新等领域先行先试，探索总结好的发展经验做法，形成可复制可推广的制度成果。</w:t>
      </w:r>
    </w:p>
    <w:bookmarkEnd w:id="216"/>
    <w:bookmarkEnd w:id="217"/>
    <w:bookmarkEnd w:id="218"/>
    <w:bookmarkEnd w:id="219"/>
    <w:bookmarkEnd w:id="220"/>
    <w:bookmarkEnd w:id="221"/>
    <w:bookmarkEnd w:id="222"/>
    <w:bookmarkEnd w:id="223"/>
    <w:bookmarkEnd w:id="224"/>
    <w:bookmarkEnd w:id="225"/>
    <w:p>
      <w:pPr>
        <w:spacing w:beforeLines="100" w:afterLines="100" w:line="560" w:lineRule="exact"/>
        <w:jc w:val="center"/>
        <w:outlineLvl w:val="1"/>
        <w:rPr>
          <w:rFonts w:ascii="Times New Roman" w:hAnsi="Times New Roman" w:eastAsia="方正楷体_GBK"/>
          <w:sz w:val="32"/>
          <w:szCs w:val="32"/>
        </w:rPr>
      </w:pPr>
      <w:bookmarkStart w:id="226" w:name="_Toc30323"/>
      <w:bookmarkStart w:id="227" w:name="_Toc10715"/>
      <w:bookmarkStart w:id="228" w:name="_Toc21574"/>
      <w:bookmarkStart w:id="229" w:name="_Toc27390"/>
      <w:bookmarkStart w:id="230" w:name="_Toc21555"/>
      <w:bookmarkStart w:id="231" w:name="_Toc14908"/>
      <w:bookmarkStart w:id="232" w:name="_Toc2468"/>
      <w:bookmarkStart w:id="233" w:name="_Toc17032"/>
      <w:bookmarkStart w:id="234" w:name="_Toc3148"/>
      <w:bookmarkStart w:id="235" w:name="_Toc29755"/>
      <w:bookmarkStart w:id="236" w:name="_Toc15258"/>
      <w:r>
        <w:rPr>
          <w:rFonts w:hint="eastAsia" w:ascii="Times New Roman" w:hAnsi="Times New Roman" w:eastAsia="方正楷体_GBK"/>
          <w:sz w:val="32"/>
          <w:szCs w:val="32"/>
        </w:rPr>
        <w:t>第四节完善监测</w:t>
      </w:r>
      <w:bookmarkEnd w:id="226"/>
      <w:r>
        <w:rPr>
          <w:rFonts w:hint="eastAsia" w:ascii="Times New Roman" w:hAnsi="Times New Roman" w:eastAsia="方正楷体_GBK"/>
          <w:sz w:val="32"/>
          <w:szCs w:val="32"/>
        </w:rPr>
        <w:t>评估</w:t>
      </w:r>
      <w:bookmarkEnd w:id="227"/>
      <w:bookmarkEnd w:id="228"/>
      <w:bookmarkEnd w:id="229"/>
      <w:bookmarkEnd w:id="230"/>
      <w:bookmarkEnd w:id="231"/>
      <w:bookmarkEnd w:id="232"/>
      <w:bookmarkEnd w:id="233"/>
      <w:bookmarkEnd w:id="234"/>
      <w:bookmarkEnd w:id="235"/>
      <w:bookmarkEnd w:id="236"/>
    </w:p>
    <w:p>
      <w:pPr>
        <w:pStyle w:val="34"/>
        <w:spacing w:line="560" w:lineRule="exact"/>
        <w:ind w:firstLine="640" w:firstLineChars="200"/>
        <w:jc w:val="both"/>
        <w:rPr>
          <w:rFonts w:ascii="Times New Roman" w:eastAsia="方正仿宋_GBK" w:cs="Times New Roman"/>
          <w:color w:val="auto"/>
          <w:sz w:val="32"/>
          <w:szCs w:val="32"/>
        </w:rPr>
      </w:pPr>
      <w:r>
        <w:rPr>
          <w:rFonts w:hint="eastAsia" w:ascii="Times New Roman" w:eastAsia="方正仿宋_GBK" w:cs="Times New Roman"/>
          <w:color w:val="auto"/>
          <w:sz w:val="32"/>
          <w:szCs w:val="32"/>
        </w:rPr>
        <w:t>完善大健康产业统计分类标准，开展大健康产业核算工作。研究建立适应大健康产业新技术、新产品、新业态、新模式发展的包容有效审慎监管制度。加强行业自律，强化食品药品安全监管，保障人</w:t>
      </w:r>
      <w:r>
        <w:rPr>
          <w:rFonts w:hint="eastAsia" w:ascii="Times New Roman" w:eastAsia="方正仿宋_GBK" w:cs="Times New Roman"/>
          <w:color w:val="auto"/>
          <w:sz w:val="32"/>
          <w:szCs w:val="32"/>
          <w:lang w:val="en-US" w:eastAsia="zh-CN"/>
        </w:rPr>
        <w:t>民</w:t>
      </w:r>
      <w:r>
        <w:rPr>
          <w:rFonts w:hint="eastAsia" w:ascii="Times New Roman" w:eastAsia="方正仿宋_GBK" w:cs="Times New Roman"/>
          <w:color w:val="auto"/>
          <w:sz w:val="32"/>
          <w:szCs w:val="32"/>
        </w:rPr>
        <w:t>群众用药安全。完善信用公开机制，依托区公共信用信息平台，完善守信联合激励、失信联合惩戒制度，依法依规实施失信约束措施。建立大健康产业发展督导机制，适时定期开展规划督导和评估，动态调整规划指标、目标及重点任务。</w:t>
      </w:r>
      <w:r>
        <w:rPr>
          <w:rFonts w:ascii="Times New Roman" w:eastAsia="方正仿宋_GBK" w:cs="Times New Roman"/>
          <w:color w:val="auto"/>
          <w:sz w:val="32"/>
          <w:szCs w:val="32"/>
        </w:rPr>
        <w:t xml:space="preserve"> </w:t>
      </w:r>
    </w:p>
    <w:p>
      <w:pPr>
        <w:spacing w:beforeLines="100" w:afterLines="100" w:line="560" w:lineRule="exact"/>
        <w:jc w:val="center"/>
        <w:outlineLvl w:val="1"/>
        <w:rPr>
          <w:rFonts w:ascii="Times New Roman" w:hAnsi="Times New Roman" w:eastAsia="方正楷体_GBK"/>
          <w:sz w:val="32"/>
          <w:szCs w:val="32"/>
        </w:rPr>
      </w:pPr>
      <w:bookmarkStart w:id="237" w:name="_Toc6228"/>
      <w:bookmarkStart w:id="238" w:name="_Toc22053"/>
      <w:bookmarkStart w:id="239" w:name="_Toc30925"/>
      <w:r>
        <w:rPr>
          <w:rFonts w:hint="eastAsia" w:ascii="Times New Roman" w:hAnsi="Times New Roman" w:eastAsia="方正楷体_GBK"/>
          <w:sz w:val="32"/>
          <w:szCs w:val="32"/>
        </w:rPr>
        <w:t>第五节营造良好氛围</w:t>
      </w:r>
      <w:bookmarkEnd w:id="237"/>
      <w:bookmarkEnd w:id="238"/>
      <w:bookmarkEnd w:id="239"/>
    </w:p>
    <w:p>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深入开展健康科普进校园、进企业、进社区、进村庄、进家庭活动，加强政策宣讲和传染病防治知识、健康知识与技能的宣讲，提高群众自我健康管理能力，提升传染病防控意识。定期发布大健康产业相关信息，为企业提供行业新技术资讯及招商合作信息，搭建交流平台。对大健康产业发展进行实时跟踪，总结推广相关领域的好经验好做法。鼓励企业加强对员工的健康管理和投资，保持和促进员工健康，使打造</w:t>
      </w:r>
      <w:r>
        <w:rPr>
          <w:rFonts w:ascii="Times New Roman" w:hAnsi="Times New Roman" w:eastAsia="方正仿宋_GBK"/>
          <w:sz w:val="32"/>
          <w:szCs w:val="32"/>
        </w:rPr>
        <w:t>“</w:t>
      </w:r>
      <w:r>
        <w:rPr>
          <w:rFonts w:hint="eastAsia" w:ascii="Times New Roman" w:hAnsi="Times New Roman" w:eastAsia="方正仿宋_GBK"/>
          <w:sz w:val="32"/>
          <w:szCs w:val="32"/>
        </w:rPr>
        <w:t>健康渝北</w:t>
      </w:r>
      <w:r>
        <w:rPr>
          <w:rFonts w:ascii="Times New Roman" w:hAnsi="Times New Roman" w:eastAsia="方正仿宋_GBK"/>
          <w:sz w:val="32"/>
          <w:szCs w:val="32"/>
        </w:rPr>
        <w:t>”</w:t>
      </w:r>
      <w:r>
        <w:rPr>
          <w:rFonts w:hint="eastAsia" w:ascii="Times New Roman" w:hAnsi="Times New Roman" w:eastAsia="方正仿宋_GBK"/>
          <w:sz w:val="32"/>
          <w:szCs w:val="32"/>
        </w:rPr>
        <w:t>的活力在全区充分涌流。推进儿童友好型城市建设，支持引导社会力量参与儿童保护和服务工作。充分利用广播、电视、报纸、微信、微博等媒介，营造全社会关心支持并投入到健康产业发展的良好氛围。</w:t>
      </w:r>
    </w:p>
    <w:p>
      <w:pPr>
        <w:rPr>
          <w:rFonts w:ascii="Times New Roman" w:hAnsi="Times New Roman"/>
        </w:rPr>
      </w:pPr>
    </w:p>
    <w:sectPr>
      <w:footerReference r:id="rId8" w:type="default"/>
      <w:pgSz w:w="11906" w:h="16838"/>
      <w:pgMar w:top="2098" w:right="1474" w:bottom="1984" w:left="1587" w:header="851" w:footer="141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440" w:lineRule="exact"/>
      <w:jc w:val="center"/>
      <w:rPr>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sz w:val="21"/>
        <w:szCs w:val="32"/>
      </w:rPr>
    </w:pPr>
    <w:r>
      <w:rPr>
        <w:sz w:val="21"/>
        <w:szCs w:val="32"/>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sz w:val="21"/>
        <w:szCs w:val="32"/>
      </w:rPr>
    </w:pPr>
    <w:r>
      <w:rPr>
        <w:sz w:val="21"/>
        <w:szCs w:val="32"/>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sz w:val="21"/>
        <w:szCs w:val="32"/>
      </w:rPr>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8"/>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40</w:t>
                </w:r>
                <w:r>
                  <w:rPr>
                    <w:rFonts w:ascii="Times New Roman" w:hAnsi="Times New Roman"/>
                    <w:sz w:val="28"/>
                    <w:szCs w:val="28"/>
                  </w:rPr>
                  <w:fldChar w:fldCharType="end"/>
                </w:r>
                <w:r>
                  <w:rPr>
                    <w:rFonts w:ascii="Times New Roman" w:hAnsi="Times New Roman"/>
                    <w:sz w:val="28"/>
                    <w:szCs w:val="28"/>
                  </w:rPr>
                  <w:t xml:space="preserve"> —</w:t>
                </w:r>
              </w:p>
            </w:txbxContent>
          </v:textbox>
        </v:shape>
      </w:pict>
    </w:r>
    <w:r>
      <w:rPr>
        <w:sz w:val="21"/>
        <w:szCs w:val="32"/>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839725"/>
    <w:multiLevelType w:val="singleLevel"/>
    <w:tmpl w:val="8F839725"/>
    <w:lvl w:ilvl="0" w:tentative="0">
      <w:start w:val="1"/>
      <w:numFmt w:val="decimal"/>
      <w:pStyle w:val="36"/>
      <w:suff w:val="nothing"/>
      <w:lvlText w:val="（%1）"/>
      <w:lvlJc w:val="left"/>
      <w:pPr>
        <w:tabs>
          <w:tab w:val="left" w:pos="420"/>
        </w:tabs>
      </w:pPr>
      <w:rPr>
        <w:rFonts w:cs="Times New Roman"/>
      </w:rPr>
    </w:lvl>
  </w:abstractNum>
  <w:abstractNum w:abstractNumId="1">
    <w:nsid w:val="AA3F280B"/>
    <w:multiLevelType w:val="singleLevel"/>
    <w:tmpl w:val="AA3F280B"/>
    <w:lvl w:ilvl="0" w:tentative="0">
      <w:start w:val="1"/>
      <w:numFmt w:val="chineseCountingThousand"/>
      <w:pStyle w:val="38"/>
      <w:suff w:val="nothing"/>
      <w:lvlText w:val="（%1）"/>
      <w:lvlJc w:val="left"/>
      <w:pPr>
        <w:tabs>
          <w:tab w:val="left" w:pos="420"/>
        </w:tabs>
      </w:pPr>
      <w:rPr>
        <w:rFonts w:hint="eastAsia" w:cs="Times New Roman"/>
      </w:rPr>
    </w:lvl>
  </w:abstractNum>
  <w:abstractNum w:abstractNumId="2">
    <w:nsid w:val="3AEB37CD"/>
    <w:multiLevelType w:val="singleLevel"/>
    <w:tmpl w:val="3AEB37CD"/>
    <w:lvl w:ilvl="0" w:tentative="0">
      <w:start w:val="1"/>
      <w:numFmt w:val="chineseCountingThousand"/>
      <w:pStyle w:val="39"/>
      <w:suff w:val="nothing"/>
      <w:lvlText w:val="%1、"/>
      <w:lvlJc w:val="left"/>
      <w:pPr>
        <w:tabs>
          <w:tab w:val="left" w:pos="420"/>
        </w:tabs>
      </w:pPr>
      <w:rPr>
        <w:rFonts w:hint="eastAsia" w:cs="Times New Roman"/>
      </w:rPr>
    </w:lvl>
  </w:abstractNum>
  <w:abstractNum w:abstractNumId="3">
    <w:nsid w:val="3CD9A51C"/>
    <w:multiLevelType w:val="singleLevel"/>
    <w:tmpl w:val="3CD9A51C"/>
    <w:lvl w:ilvl="0" w:tentative="0">
      <w:start w:val="1"/>
      <w:numFmt w:val="decimal"/>
      <w:pStyle w:val="37"/>
      <w:suff w:val="nothing"/>
      <w:lvlText w:val="%1．"/>
      <w:lvlJc w:val="left"/>
      <w:pPr>
        <w:tabs>
          <w:tab w:val="left" w:pos="420"/>
        </w:tabs>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7458"/>
    <w:rsid w:val="00044EF2"/>
    <w:rsid w:val="00066EBC"/>
    <w:rsid w:val="00071937"/>
    <w:rsid w:val="00084A72"/>
    <w:rsid w:val="000A0F08"/>
    <w:rsid w:val="000B7643"/>
    <w:rsid w:val="000C3DA7"/>
    <w:rsid w:val="000C3FD3"/>
    <w:rsid w:val="000C4EBB"/>
    <w:rsid w:val="000C61C8"/>
    <w:rsid w:val="00104F98"/>
    <w:rsid w:val="00116B30"/>
    <w:rsid w:val="0011784F"/>
    <w:rsid w:val="00124B60"/>
    <w:rsid w:val="00137DBA"/>
    <w:rsid w:val="00156A4E"/>
    <w:rsid w:val="00166709"/>
    <w:rsid w:val="00172A27"/>
    <w:rsid w:val="00181763"/>
    <w:rsid w:val="001A4716"/>
    <w:rsid w:val="001A5AEA"/>
    <w:rsid w:val="001C0D77"/>
    <w:rsid w:val="001D4206"/>
    <w:rsid w:val="001E0BB0"/>
    <w:rsid w:val="001F5349"/>
    <w:rsid w:val="00220895"/>
    <w:rsid w:val="0024769C"/>
    <w:rsid w:val="00267083"/>
    <w:rsid w:val="002715BD"/>
    <w:rsid w:val="002A14CE"/>
    <w:rsid w:val="002C704A"/>
    <w:rsid w:val="002D2E94"/>
    <w:rsid w:val="002D6162"/>
    <w:rsid w:val="0030102D"/>
    <w:rsid w:val="003136DE"/>
    <w:rsid w:val="00313D37"/>
    <w:rsid w:val="003158E7"/>
    <w:rsid w:val="003577A2"/>
    <w:rsid w:val="00397B74"/>
    <w:rsid w:val="003A2160"/>
    <w:rsid w:val="003C0BC2"/>
    <w:rsid w:val="003D50AA"/>
    <w:rsid w:val="00401380"/>
    <w:rsid w:val="00406363"/>
    <w:rsid w:val="0042222B"/>
    <w:rsid w:val="004251A3"/>
    <w:rsid w:val="00427C2F"/>
    <w:rsid w:val="0046130E"/>
    <w:rsid w:val="004701BB"/>
    <w:rsid w:val="0049196E"/>
    <w:rsid w:val="004A6C19"/>
    <w:rsid w:val="004F114F"/>
    <w:rsid w:val="00501EE6"/>
    <w:rsid w:val="00504569"/>
    <w:rsid w:val="00526E01"/>
    <w:rsid w:val="005433C0"/>
    <w:rsid w:val="00550831"/>
    <w:rsid w:val="005560EA"/>
    <w:rsid w:val="00557430"/>
    <w:rsid w:val="00587083"/>
    <w:rsid w:val="0059007F"/>
    <w:rsid w:val="005D50FD"/>
    <w:rsid w:val="005E619F"/>
    <w:rsid w:val="005F35EC"/>
    <w:rsid w:val="005F65A3"/>
    <w:rsid w:val="005F693A"/>
    <w:rsid w:val="00603370"/>
    <w:rsid w:val="006252E7"/>
    <w:rsid w:val="00643584"/>
    <w:rsid w:val="006565E7"/>
    <w:rsid w:val="00657541"/>
    <w:rsid w:val="006B43B0"/>
    <w:rsid w:val="006C5B0F"/>
    <w:rsid w:val="007007DA"/>
    <w:rsid w:val="0071215A"/>
    <w:rsid w:val="007127AE"/>
    <w:rsid w:val="00713B1E"/>
    <w:rsid w:val="00727F17"/>
    <w:rsid w:val="0073180E"/>
    <w:rsid w:val="0073182E"/>
    <w:rsid w:val="00755DF0"/>
    <w:rsid w:val="0078143C"/>
    <w:rsid w:val="0078691C"/>
    <w:rsid w:val="007B7050"/>
    <w:rsid w:val="007E1301"/>
    <w:rsid w:val="008048F2"/>
    <w:rsid w:val="00836506"/>
    <w:rsid w:val="008432FE"/>
    <w:rsid w:val="008730C2"/>
    <w:rsid w:val="00882103"/>
    <w:rsid w:val="00884ACA"/>
    <w:rsid w:val="00894C01"/>
    <w:rsid w:val="00895F95"/>
    <w:rsid w:val="008A73C9"/>
    <w:rsid w:val="008B26F0"/>
    <w:rsid w:val="008B5E80"/>
    <w:rsid w:val="008C172D"/>
    <w:rsid w:val="00900FCB"/>
    <w:rsid w:val="00917C0A"/>
    <w:rsid w:val="00927E6A"/>
    <w:rsid w:val="009316C2"/>
    <w:rsid w:val="009440EA"/>
    <w:rsid w:val="00952B97"/>
    <w:rsid w:val="009B04DC"/>
    <w:rsid w:val="009B29A3"/>
    <w:rsid w:val="009C2026"/>
    <w:rsid w:val="009C7042"/>
    <w:rsid w:val="009E0098"/>
    <w:rsid w:val="009F092F"/>
    <w:rsid w:val="009F6652"/>
    <w:rsid w:val="00A05315"/>
    <w:rsid w:val="00A27643"/>
    <w:rsid w:val="00A36A7B"/>
    <w:rsid w:val="00A44A79"/>
    <w:rsid w:val="00A52BE8"/>
    <w:rsid w:val="00A531E8"/>
    <w:rsid w:val="00A67B6F"/>
    <w:rsid w:val="00A7455B"/>
    <w:rsid w:val="00A84D13"/>
    <w:rsid w:val="00A85D80"/>
    <w:rsid w:val="00AA46F9"/>
    <w:rsid w:val="00AC425C"/>
    <w:rsid w:val="00AE4E5E"/>
    <w:rsid w:val="00B028C6"/>
    <w:rsid w:val="00B32474"/>
    <w:rsid w:val="00B5443F"/>
    <w:rsid w:val="00B745DA"/>
    <w:rsid w:val="00B841C5"/>
    <w:rsid w:val="00BA1A55"/>
    <w:rsid w:val="00BC2088"/>
    <w:rsid w:val="00BC25EC"/>
    <w:rsid w:val="00BC698F"/>
    <w:rsid w:val="00BF3118"/>
    <w:rsid w:val="00C03603"/>
    <w:rsid w:val="00C0746E"/>
    <w:rsid w:val="00C139B3"/>
    <w:rsid w:val="00C26D97"/>
    <w:rsid w:val="00C3336B"/>
    <w:rsid w:val="00C35455"/>
    <w:rsid w:val="00C37794"/>
    <w:rsid w:val="00C45B3E"/>
    <w:rsid w:val="00C50E93"/>
    <w:rsid w:val="00C52349"/>
    <w:rsid w:val="00C575C1"/>
    <w:rsid w:val="00C612F1"/>
    <w:rsid w:val="00C621A8"/>
    <w:rsid w:val="00C65AC6"/>
    <w:rsid w:val="00C72C00"/>
    <w:rsid w:val="00C84172"/>
    <w:rsid w:val="00C93A4C"/>
    <w:rsid w:val="00C95B39"/>
    <w:rsid w:val="00C97385"/>
    <w:rsid w:val="00CB07E2"/>
    <w:rsid w:val="00CB0BA8"/>
    <w:rsid w:val="00CB7BFF"/>
    <w:rsid w:val="00CE15D1"/>
    <w:rsid w:val="00CE316A"/>
    <w:rsid w:val="00CF3752"/>
    <w:rsid w:val="00D67E03"/>
    <w:rsid w:val="00D816E8"/>
    <w:rsid w:val="00D84849"/>
    <w:rsid w:val="00DA3965"/>
    <w:rsid w:val="00DB6C60"/>
    <w:rsid w:val="00DC5E6F"/>
    <w:rsid w:val="00DC6EF8"/>
    <w:rsid w:val="00DD7EEA"/>
    <w:rsid w:val="00DF14BB"/>
    <w:rsid w:val="00E3564A"/>
    <w:rsid w:val="00E44676"/>
    <w:rsid w:val="00E52F76"/>
    <w:rsid w:val="00E92FCE"/>
    <w:rsid w:val="00EA4883"/>
    <w:rsid w:val="00EB7E60"/>
    <w:rsid w:val="00EF02D1"/>
    <w:rsid w:val="00EF0A19"/>
    <w:rsid w:val="00EF1981"/>
    <w:rsid w:val="00F036C9"/>
    <w:rsid w:val="00F05477"/>
    <w:rsid w:val="00F123EA"/>
    <w:rsid w:val="00F22F9D"/>
    <w:rsid w:val="00F36644"/>
    <w:rsid w:val="00F450F4"/>
    <w:rsid w:val="00F46566"/>
    <w:rsid w:val="00F54B35"/>
    <w:rsid w:val="00F57866"/>
    <w:rsid w:val="00F66791"/>
    <w:rsid w:val="00F71C01"/>
    <w:rsid w:val="00F860D3"/>
    <w:rsid w:val="00FA1C32"/>
    <w:rsid w:val="00FC6576"/>
    <w:rsid w:val="00FD7467"/>
    <w:rsid w:val="00FF7809"/>
    <w:rsid w:val="010054B1"/>
    <w:rsid w:val="01017036"/>
    <w:rsid w:val="0102506B"/>
    <w:rsid w:val="010259C4"/>
    <w:rsid w:val="010333FC"/>
    <w:rsid w:val="01047A02"/>
    <w:rsid w:val="01052825"/>
    <w:rsid w:val="01072BA1"/>
    <w:rsid w:val="0107620C"/>
    <w:rsid w:val="0108582A"/>
    <w:rsid w:val="0109449D"/>
    <w:rsid w:val="010973ED"/>
    <w:rsid w:val="010B09A1"/>
    <w:rsid w:val="010C6A2C"/>
    <w:rsid w:val="010C7E4E"/>
    <w:rsid w:val="010F1DA1"/>
    <w:rsid w:val="010F3B4F"/>
    <w:rsid w:val="0110356B"/>
    <w:rsid w:val="01103A33"/>
    <w:rsid w:val="0111709A"/>
    <w:rsid w:val="01176FE6"/>
    <w:rsid w:val="01180E49"/>
    <w:rsid w:val="01186F90"/>
    <w:rsid w:val="011912EF"/>
    <w:rsid w:val="01195C96"/>
    <w:rsid w:val="011A126B"/>
    <w:rsid w:val="011C3FF6"/>
    <w:rsid w:val="01205487"/>
    <w:rsid w:val="01211B57"/>
    <w:rsid w:val="012235F0"/>
    <w:rsid w:val="01227D26"/>
    <w:rsid w:val="01230129"/>
    <w:rsid w:val="01250D61"/>
    <w:rsid w:val="012535FE"/>
    <w:rsid w:val="012618A4"/>
    <w:rsid w:val="01287E30"/>
    <w:rsid w:val="012B109A"/>
    <w:rsid w:val="012B5B6E"/>
    <w:rsid w:val="012D7148"/>
    <w:rsid w:val="012E1CCB"/>
    <w:rsid w:val="01374413"/>
    <w:rsid w:val="01390BCC"/>
    <w:rsid w:val="013917D9"/>
    <w:rsid w:val="0139378E"/>
    <w:rsid w:val="013A5C26"/>
    <w:rsid w:val="013C33D2"/>
    <w:rsid w:val="013C5F5B"/>
    <w:rsid w:val="013D678A"/>
    <w:rsid w:val="013F4CB2"/>
    <w:rsid w:val="013F545E"/>
    <w:rsid w:val="014229D1"/>
    <w:rsid w:val="014244B0"/>
    <w:rsid w:val="014632E9"/>
    <w:rsid w:val="0147563B"/>
    <w:rsid w:val="01487061"/>
    <w:rsid w:val="014B6C99"/>
    <w:rsid w:val="014C4239"/>
    <w:rsid w:val="014D28C9"/>
    <w:rsid w:val="014D34D8"/>
    <w:rsid w:val="014E494A"/>
    <w:rsid w:val="01527547"/>
    <w:rsid w:val="01533949"/>
    <w:rsid w:val="015353FE"/>
    <w:rsid w:val="01543C57"/>
    <w:rsid w:val="015442D9"/>
    <w:rsid w:val="015447FC"/>
    <w:rsid w:val="01545274"/>
    <w:rsid w:val="01546A32"/>
    <w:rsid w:val="015C4ABA"/>
    <w:rsid w:val="015D2894"/>
    <w:rsid w:val="015E2D56"/>
    <w:rsid w:val="016054BD"/>
    <w:rsid w:val="0161513D"/>
    <w:rsid w:val="016210EA"/>
    <w:rsid w:val="016245C6"/>
    <w:rsid w:val="016259F6"/>
    <w:rsid w:val="016461DC"/>
    <w:rsid w:val="01674484"/>
    <w:rsid w:val="016B5282"/>
    <w:rsid w:val="016E275C"/>
    <w:rsid w:val="016E5323"/>
    <w:rsid w:val="0171461C"/>
    <w:rsid w:val="01714809"/>
    <w:rsid w:val="01722330"/>
    <w:rsid w:val="01727CE0"/>
    <w:rsid w:val="01737411"/>
    <w:rsid w:val="017442FA"/>
    <w:rsid w:val="0175731A"/>
    <w:rsid w:val="017772DB"/>
    <w:rsid w:val="01785B98"/>
    <w:rsid w:val="017A6EE3"/>
    <w:rsid w:val="017D6663"/>
    <w:rsid w:val="018208BC"/>
    <w:rsid w:val="01822573"/>
    <w:rsid w:val="01824C9B"/>
    <w:rsid w:val="018362EB"/>
    <w:rsid w:val="018A004A"/>
    <w:rsid w:val="018A17B2"/>
    <w:rsid w:val="018B6B07"/>
    <w:rsid w:val="018B6CFD"/>
    <w:rsid w:val="018C485D"/>
    <w:rsid w:val="018D4A0D"/>
    <w:rsid w:val="018F6A3E"/>
    <w:rsid w:val="0192357B"/>
    <w:rsid w:val="0193725D"/>
    <w:rsid w:val="01944054"/>
    <w:rsid w:val="019917EF"/>
    <w:rsid w:val="019971CA"/>
    <w:rsid w:val="019A7098"/>
    <w:rsid w:val="019A73E4"/>
    <w:rsid w:val="019B1B0A"/>
    <w:rsid w:val="01A022BA"/>
    <w:rsid w:val="01A22C15"/>
    <w:rsid w:val="01A249C3"/>
    <w:rsid w:val="01A6743E"/>
    <w:rsid w:val="01A67B05"/>
    <w:rsid w:val="01A70DB3"/>
    <w:rsid w:val="01A71FD9"/>
    <w:rsid w:val="01A7647D"/>
    <w:rsid w:val="01A80620"/>
    <w:rsid w:val="01A93FA3"/>
    <w:rsid w:val="01AA08F7"/>
    <w:rsid w:val="01AD40A9"/>
    <w:rsid w:val="01AD43F1"/>
    <w:rsid w:val="01B110AA"/>
    <w:rsid w:val="01B11FD1"/>
    <w:rsid w:val="01B175F1"/>
    <w:rsid w:val="01B27EF0"/>
    <w:rsid w:val="01B30046"/>
    <w:rsid w:val="01B31CC4"/>
    <w:rsid w:val="01B516A8"/>
    <w:rsid w:val="01B830C4"/>
    <w:rsid w:val="01B8386B"/>
    <w:rsid w:val="01B922F6"/>
    <w:rsid w:val="01C0357A"/>
    <w:rsid w:val="01C20BC1"/>
    <w:rsid w:val="01C462BC"/>
    <w:rsid w:val="01C82025"/>
    <w:rsid w:val="01C838A6"/>
    <w:rsid w:val="01CA5A5E"/>
    <w:rsid w:val="01CB3B7E"/>
    <w:rsid w:val="01CD74C3"/>
    <w:rsid w:val="01D1468A"/>
    <w:rsid w:val="01D17509"/>
    <w:rsid w:val="01DC282A"/>
    <w:rsid w:val="01E24335"/>
    <w:rsid w:val="01E274B5"/>
    <w:rsid w:val="01E4322D"/>
    <w:rsid w:val="01E572AE"/>
    <w:rsid w:val="01E57B4D"/>
    <w:rsid w:val="01E620DE"/>
    <w:rsid w:val="01E7687A"/>
    <w:rsid w:val="01EA5EE8"/>
    <w:rsid w:val="01EE07FE"/>
    <w:rsid w:val="01EE1C7B"/>
    <w:rsid w:val="01EF5182"/>
    <w:rsid w:val="01F151CC"/>
    <w:rsid w:val="01F3172F"/>
    <w:rsid w:val="01F34BC1"/>
    <w:rsid w:val="01F36FCC"/>
    <w:rsid w:val="01F37EDC"/>
    <w:rsid w:val="01F41B1C"/>
    <w:rsid w:val="01F54BD6"/>
    <w:rsid w:val="01F55EDE"/>
    <w:rsid w:val="01F56142"/>
    <w:rsid w:val="01F62079"/>
    <w:rsid w:val="01F64E88"/>
    <w:rsid w:val="01F843C1"/>
    <w:rsid w:val="01F9035B"/>
    <w:rsid w:val="01FB40D3"/>
    <w:rsid w:val="01FB4B43"/>
    <w:rsid w:val="01FC56DF"/>
    <w:rsid w:val="01FC6B49"/>
    <w:rsid w:val="01FD403A"/>
    <w:rsid w:val="01FF278C"/>
    <w:rsid w:val="02024F9C"/>
    <w:rsid w:val="020252E4"/>
    <w:rsid w:val="02030E9F"/>
    <w:rsid w:val="020411DA"/>
    <w:rsid w:val="02054F52"/>
    <w:rsid w:val="02056D00"/>
    <w:rsid w:val="0205709D"/>
    <w:rsid w:val="02060A9E"/>
    <w:rsid w:val="02062119"/>
    <w:rsid w:val="02095AA2"/>
    <w:rsid w:val="020A2568"/>
    <w:rsid w:val="020C014D"/>
    <w:rsid w:val="020D6B6A"/>
    <w:rsid w:val="020E734E"/>
    <w:rsid w:val="020F56F0"/>
    <w:rsid w:val="02103EB0"/>
    <w:rsid w:val="0213766F"/>
    <w:rsid w:val="02154F0C"/>
    <w:rsid w:val="02161DDD"/>
    <w:rsid w:val="02176BE4"/>
    <w:rsid w:val="02186A33"/>
    <w:rsid w:val="02193593"/>
    <w:rsid w:val="02194542"/>
    <w:rsid w:val="021A1002"/>
    <w:rsid w:val="021C33E3"/>
    <w:rsid w:val="021D04ED"/>
    <w:rsid w:val="021D60D4"/>
    <w:rsid w:val="021E39B9"/>
    <w:rsid w:val="021F6013"/>
    <w:rsid w:val="02217C65"/>
    <w:rsid w:val="02227E9E"/>
    <w:rsid w:val="022335E4"/>
    <w:rsid w:val="0224362A"/>
    <w:rsid w:val="02261C62"/>
    <w:rsid w:val="0227793F"/>
    <w:rsid w:val="02280CD6"/>
    <w:rsid w:val="022A2A18"/>
    <w:rsid w:val="022E26FA"/>
    <w:rsid w:val="022F02DE"/>
    <w:rsid w:val="023070CC"/>
    <w:rsid w:val="0235370D"/>
    <w:rsid w:val="02353A89"/>
    <w:rsid w:val="02370D96"/>
    <w:rsid w:val="02380F14"/>
    <w:rsid w:val="023B6180"/>
    <w:rsid w:val="023D2C77"/>
    <w:rsid w:val="023E716B"/>
    <w:rsid w:val="023F75DE"/>
    <w:rsid w:val="02407B0C"/>
    <w:rsid w:val="02417DB6"/>
    <w:rsid w:val="02427F54"/>
    <w:rsid w:val="02487B91"/>
    <w:rsid w:val="02491054"/>
    <w:rsid w:val="024A681D"/>
    <w:rsid w:val="024B010A"/>
    <w:rsid w:val="024C0322"/>
    <w:rsid w:val="024C358D"/>
    <w:rsid w:val="024D4355"/>
    <w:rsid w:val="02501EF7"/>
    <w:rsid w:val="0252125C"/>
    <w:rsid w:val="02523466"/>
    <w:rsid w:val="02523A75"/>
    <w:rsid w:val="02526415"/>
    <w:rsid w:val="025543FB"/>
    <w:rsid w:val="02561ED9"/>
    <w:rsid w:val="025762E3"/>
    <w:rsid w:val="025765CF"/>
    <w:rsid w:val="02580DE5"/>
    <w:rsid w:val="02581331"/>
    <w:rsid w:val="02584761"/>
    <w:rsid w:val="025B142F"/>
    <w:rsid w:val="025B2153"/>
    <w:rsid w:val="025C2060"/>
    <w:rsid w:val="025D25E3"/>
    <w:rsid w:val="025E4455"/>
    <w:rsid w:val="02601419"/>
    <w:rsid w:val="02602EE5"/>
    <w:rsid w:val="02620EEF"/>
    <w:rsid w:val="026433E8"/>
    <w:rsid w:val="02682952"/>
    <w:rsid w:val="02693149"/>
    <w:rsid w:val="02693D11"/>
    <w:rsid w:val="026B5E7A"/>
    <w:rsid w:val="026E7FAB"/>
    <w:rsid w:val="026F6E42"/>
    <w:rsid w:val="027075C3"/>
    <w:rsid w:val="027213C3"/>
    <w:rsid w:val="0273095B"/>
    <w:rsid w:val="02730EDC"/>
    <w:rsid w:val="02731E3C"/>
    <w:rsid w:val="02734D1B"/>
    <w:rsid w:val="027433E3"/>
    <w:rsid w:val="02747F6D"/>
    <w:rsid w:val="027820F7"/>
    <w:rsid w:val="02783976"/>
    <w:rsid w:val="02792EB8"/>
    <w:rsid w:val="027B7640"/>
    <w:rsid w:val="027D1382"/>
    <w:rsid w:val="027D447B"/>
    <w:rsid w:val="027E3037"/>
    <w:rsid w:val="027E3CC0"/>
    <w:rsid w:val="02800F8F"/>
    <w:rsid w:val="028107BF"/>
    <w:rsid w:val="0284056C"/>
    <w:rsid w:val="028776D9"/>
    <w:rsid w:val="028A3C7E"/>
    <w:rsid w:val="028A4CCA"/>
    <w:rsid w:val="028D5673"/>
    <w:rsid w:val="028D5BD9"/>
    <w:rsid w:val="028E13EB"/>
    <w:rsid w:val="028F2EFE"/>
    <w:rsid w:val="028F686C"/>
    <w:rsid w:val="029010B9"/>
    <w:rsid w:val="02907386"/>
    <w:rsid w:val="0292210F"/>
    <w:rsid w:val="02932CD7"/>
    <w:rsid w:val="029475E5"/>
    <w:rsid w:val="029646DF"/>
    <w:rsid w:val="02966BD5"/>
    <w:rsid w:val="02972B96"/>
    <w:rsid w:val="02982CEA"/>
    <w:rsid w:val="029B145A"/>
    <w:rsid w:val="029E10F8"/>
    <w:rsid w:val="029F0F02"/>
    <w:rsid w:val="029F53A6"/>
    <w:rsid w:val="029F5E16"/>
    <w:rsid w:val="02A05D63"/>
    <w:rsid w:val="02A1111E"/>
    <w:rsid w:val="02A227A1"/>
    <w:rsid w:val="02A24DAE"/>
    <w:rsid w:val="02A33615"/>
    <w:rsid w:val="02A539BD"/>
    <w:rsid w:val="02A5578B"/>
    <w:rsid w:val="02A56F43"/>
    <w:rsid w:val="02A65694"/>
    <w:rsid w:val="02A66735"/>
    <w:rsid w:val="02A824AD"/>
    <w:rsid w:val="02A8425B"/>
    <w:rsid w:val="02AE28FC"/>
    <w:rsid w:val="02AE4B60"/>
    <w:rsid w:val="02B41EA7"/>
    <w:rsid w:val="02B47744"/>
    <w:rsid w:val="02B57726"/>
    <w:rsid w:val="02B63B22"/>
    <w:rsid w:val="02B80EBB"/>
    <w:rsid w:val="02B81DC4"/>
    <w:rsid w:val="02B96C0A"/>
    <w:rsid w:val="02BA1262"/>
    <w:rsid w:val="02BA5D3C"/>
    <w:rsid w:val="02BC7F7D"/>
    <w:rsid w:val="02BD0FEE"/>
    <w:rsid w:val="02BD3C98"/>
    <w:rsid w:val="02BE59BA"/>
    <w:rsid w:val="02BE709F"/>
    <w:rsid w:val="02BF1E7A"/>
    <w:rsid w:val="02C1356F"/>
    <w:rsid w:val="02C25C51"/>
    <w:rsid w:val="02C310D1"/>
    <w:rsid w:val="02C31102"/>
    <w:rsid w:val="02C6692C"/>
    <w:rsid w:val="02C73A19"/>
    <w:rsid w:val="02CB15D8"/>
    <w:rsid w:val="02CC3F80"/>
    <w:rsid w:val="02D0479C"/>
    <w:rsid w:val="02D43E47"/>
    <w:rsid w:val="02D46FE7"/>
    <w:rsid w:val="02D80C9C"/>
    <w:rsid w:val="02DA59B8"/>
    <w:rsid w:val="02DD51C8"/>
    <w:rsid w:val="02DE2A91"/>
    <w:rsid w:val="02DE70E8"/>
    <w:rsid w:val="02E05B25"/>
    <w:rsid w:val="02E1305B"/>
    <w:rsid w:val="02E23074"/>
    <w:rsid w:val="02E72BC1"/>
    <w:rsid w:val="02E8480C"/>
    <w:rsid w:val="02EA0F9C"/>
    <w:rsid w:val="02ED698C"/>
    <w:rsid w:val="02F05C02"/>
    <w:rsid w:val="02F23728"/>
    <w:rsid w:val="02F25DA2"/>
    <w:rsid w:val="02F3008C"/>
    <w:rsid w:val="02F309C1"/>
    <w:rsid w:val="02F70D3E"/>
    <w:rsid w:val="02F71166"/>
    <w:rsid w:val="02F92D08"/>
    <w:rsid w:val="02F96864"/>
    <w:rsid w:val="02F9785D"/>
    <w:rsid w:val="02FC3ABF"/>
    <w:rsid w:val="02FE1EF1"/>
    <w:rsid w:val="03014A0A"/>
    <w:rsid w:val="03041238"/>
    <w:rsid w:val="03050F2D"/>
    <w:rsid w:val="03054FEF"/>
    <w:rsid w:val="03057F03"/>
    <w:rsid w:val="03060CEC"/>
    <w:rsid w:val="030A4208"/>
    <w:rsid w:val="030C20A7"/>
    <w:rsid w:val="030C4FF8"/>
    <w:rsid w:val="03102461"/>
    <w:rsid w:val="03103B53"/>
    <w:rsid w:val="0311049B"/>
    <w:rsid w:val="03120046"/>
    <w:rsid w:val="0314203A"/>
    <w:rsid w:val="03154376"/>
    <w:rsid w:val="03155CBA"/>
    <w:rsid w:val="03174F3D"/>
    <w:rsid w:val="031B3815"/>
    <w:rsid w:val="031B618D"/>
    <w:rsid w:val="031C5108"/>
    <w:rsid w:val="031E7E0B"/>
    <w:rsid w:val="031F4A40"/>
    <w:rsid w:val="03203E7E"/>
    <w:rsid w:val="03214D62"/>
    <w:rsid w:val="0322503C"/>
    <w:rsid w:val="03237790"/>
    <w:rsid w:val="032514D7"/>
    <w:rsid w:val="03252317"/>
    <w:rsid w:val="032761E5"/>
    <w:rsid w:val="03290E7B"/>
    <w:rsid w:val="032B4E4A"/>
    <w:rsid w:val="032C0CD7"/>
    <w:rsid w:val="032E3F5B"/>
    <w:rsid w:val="032F04D8"/>
    <w:rsid w:val="03313AD2"/>
    <w:rsid w:val="03317029"/>
    <w:rsid w:val="03325C53"/>
    <w:rsid w:val="03342152"/>
    <w:rsid w:val="033A5BF1"/>
    <w:rsid w:val="033B28FE"/>
    <w:rsid w:val="033D61CC"/>
    <w:rsid w:val="03406CB1"/>
    <w:rsid w:val="03415497"/>
    <w:rsid w:val="03431E46"/>
    <w:rsid w:val="03440238"/>
    <w:rsid w:val="03452979"/>
    <w:rsid w:val="034708CA"/>
    <w:rsid w:val="03486F4A"/>
    <w:rsid w:val="03497F4D"/>
    <w:rsid w:val="034A3564"/>
    <w:rsid w:val="034C12AB"/>
    <w:rsid w:val="034E0FD8"/>
    <w:rsid w:val="034F730A"/>
    <w:rsid w:val="03501C34"/>
    <w:rsid w:val="03505229"/>
    <w:rsid w:val="035065B0"/>
    <w:rsid w:val="03520058"/>
    <w:rsid w:val="03522D1A"/>
    <w:rsid w:val="03530B13"/>
    <w:rsid w:val="03533620"/>
    <w:rsid w:val="03547E8E"/>
    <w:rsid w:val="035B19BF"/>
    <w:rsid w:val="035B751F"/>
    <w:rsid w:val="035F173C"/>
    <w:rsid w:val="03607DE5"/>
    <w:rsid w:val="03621917"/>
    <w:rsid w:val="03653B88"/>
    <w:rsid w:val="03666927"/>
    <w:rsid w:val="03671668"/>
    <w:rsid w:val="03674443"/>
    <w:rsid w:val="03677B74"/>
    <w:rsid w:val="036D7252"/>
    <w:rsid w:val="036F1524"/>
    <w:rsid w:val="036F16D6"/>
    <w:rsid w:val="036F1AFC"/>
    <w:rsid w:val="036F1F14"/>
    <w:rsid w:val="037676B6"/>
    <w:rsid w:val="03767B15"/>
    <w:rsid w:val="03787854"/>
    <w:rsid w:val="037A4065"/>
    <w:rsid w:val="037B703B"/>
    <w:rsid w:val="037C05B3"/>
    <w:rsid w:val="037D56E7"/>
    <w:rsid w:val="037F4D75"/>
    <w:rsid w:val="037F6B13"/>
    <w:rsid w:val="038065A2"/>
    <w:rsid w:val="0380719D"/>
    <w:rsid w:val="03844219"/>
    <w:rsid w:val="03852920"/>
    <w:rsid w:val="03860962"/>
    <w:rsid w:val="03876275"/>
    <w:rsid w:val="038A0067"/>
    <w:rsid w:val="038A4419"/>
    <w:rsid w:val="038D34F2"/>
    <w:rsid w:val="038D38F1"/>
    <w:rsid w:val="03900DF5"/>
    <w:rsid w:val="03902BD8"/>
    <w:rsid w:val="0395724D"/>
    <w:rsid w:val="03964543"/>
    <w:rsid w:val="03967625"/>
    <w:rsid w:val="0397607D"/>
    <w:rsid w:val="03993BA4"/>
    <w:rsid w:val="039947BD"/>
    <w:rsid w:val="039A1B1E"/>
    <w:rsid w:val="039A56E0"/>
    <w:rsid w:val="039D60E4"/>
    <w:rsid w:val="039E23C5"/>
    <w:rsid w:val="039F3451"/>
    <w:rsid w:val="03A05F8F"/>
    <w:rsid w:val="03A23FC3"/>
    <w:rsid w:val="03A322E9"/>
    <w:rsid w:val="03A4646A"/>
    <w:rsid w:val="03A5317C"/>
    <w:rsid w:val="03A847DB"/>
    <w:rsid w:val="03A859A0"/>
    <w:rsid w:val="03AA5400"/>
    <w:rsid w:val="03AA7B5F"/>
    <w:rsid w:val="03AF0414"/>
    <w:rsid w:val="03AF1CF1"/>
    <w:rsid w:val="03B21AFD"/>
    <w:rsid w:val="03B34E35"/>
    <w:rsid w:val="03B35CEE"/>
    <w:rsid w:val="03B409DD"/>
    <w:rsid w:val="03B66504"/>
    <w:rsid w:val="03B716A5"/>
    <w:rsid w:val="03B804CE"/>
    <w:rsid w:val="03B85D98"/>
    <w:rsid w:val="03B914DF"/>
    <w:rsid w:val="03BB6F12"/>
    <w:rsid w:val="03BC79C1"/>
    <w:rsid w:val="03BE185C"/>
    <w:rsid w:val="03BE7D57"/>
    <w:rsid w:val="03C4279B"/>
    <w:rsid w:val="03C63561"/>
    <w:rsid w:val="03C8117E"/>
    <w:rsid w:val="03C926DA"/>
    <w:rsid w:val="03CA1FAF"/>
    <w:rsid w:val="03CA3E7D"/>
    <w:rsid w:val="03CB2226"/>
    <w:rsid w:val="03CC21CB"/>
    <w:rsid w:val="03D0305C"/>
    <w:rsid w:val="03D038AD"/>
    <w:rsid w:val="03D14552"/>
    <w:rsid w:val="03D33559"/>
    <w:rsid w:val="03D35307"/>
    <w:rsid w:val="03D408E6"/>
    <w:rsid w:val="03D409AE"/>
    <w:rsid w:val="03D752E1"/>
    <w:rsid w:val="03D82B38"/>
    <w:rsid w:val="03D90444"/>
    <w:rsid w:val="03D91D60"/>
    <w:rsid w:val="03DB29FA"/>
    <w:rsid w:val="03DB5F06"/>
    <w:rsid w:val="03DC4A2A"/>
    <w:rsid w:val="03DD0280"/>
    <w:rsid w:val="03DE2A62"/>
    <w:rsid w:val="03DF3D5F"/>
    <w:rsid w:val="03E05C76"/>
    <w:rsid w:val="03E21806"/>
    <w:rsid w:val="03E24368"/>
    <w:rsid w:val="03E43061"/>
    <w:rsid w:val="03E758CC"/>
    <w:rsid w:val="03E766DA"/>
    <w:rsid w:val="03E872DD"/>
    <w:rsid w:val="03E950A8"/>
    <w:rsid w:val="03F04677"/>
    <w:rsid w:val="03F30F71"/>
    <w:rsid w:val="03F41975"/>
    <w:rsid w:val="03F57E82"/>
    <w:rsid w:val="03F73F3D"/>
    <w:rsid w:val="03F914F7"/>
    <w:rsid w:val="03F94EEA"/>
    <w:rsid w:val="03FD1613"/>
    <w:rsid w:val="03FD28EB"/>
    <w:rsid w:val="03FE3ADA"/>
    <w:rsid w:val="040000C7"/>
    <w:rsid w:val="04017862"/>
    <w:rsid w:val="04097BF6"/>
    <w:rsid w:val="040A54C1"/>
    <w:rsid w:val="040C25C7"/>
    <w:rsid w:val="040F225C"/>
    <w:rsid w:val="041459A8"/>
    <w:rsid w:val="04150DD7"/>
    <w:rsid w:val="04156C11"/>
    <w:rsid w:val="04191764"/>
    <w:rsid w:val="041A2F36"/>
    <w:rsid w:val="041A402A"/>
    <w:rsid w:val="041B6CAE"/>
    <w:rsid w:val="041D6E28"/>
    <w:rsid w:val="041F679F"/>
    <w:rsid w:val="04204008"/>
    <w:rsid w:val="04206CD3"/>
    <w:rsid w:val="04212517"/>
    <w:rsid w:val="0421646A"/>
    <w:rsid w:val="04221DEB"/>
    <w:rsid w:val="04230BEA"/>
    <w:rsid w:val="0426376B"/>
    <w:rsid w:val="04264E00"/>
    <w:rsid w:val="042A2DFF"/>
    <w:rsid w:val="042B5412"/>
    <w:rsid w:val="042C3856"/>
    <w:rsid w:val="042C48C9"/>
    <w:rsid w:val="042F096F"/>
    <w:rsid w:val="0430275A"/>
    <w:rsid w:val="04306152"/>
    <w:rsid w:val="04330785"/>
    <w:rsid w:val="04340A1B"/>
    <w:rsid w:val="043438A9"/>
    <w:rsid w:val="043438CC"/>
    <w:rsid w:val="04344469"/>
    <w:rsid w:val="0434508B"/>
    <w:rsid w:val="04361108"/>
    <w:rsid w:val="043923C0"/>
    <w:rsid w:val="043A7B00"/>
    <w:rsid w:val="043B4C5B"/>
    <w:rsid w:val="043D6C25"/>
    <w:rsid w:val="043F42A6"/>
    <w:rsid w:val="04414F91"/>
    <w:rsid w:val="0442248D"/>
    <w:rsid w:val="04431CAA"/>
    <w:rsid w:val="04433398"/>
    <w:rsid w:val="044625E2"/>
    <w:rsid w:val="04464FF2"/>
    <w:rsid w:val="04480CF3"/>
    <w:rsid w:val="04491179"/>
    <w:rsid w:val="044977DA"/>
    <w:rsid w:val="044C2EE7"/>
    <w:rsid w:val="044E2BE0"/>
    <w:rsid w:val="044E7768"/>
    <w:rsid w:val="045004D0"/>
    <w:rsid w:val="04504404"/>
    <w:rsid w:val="04512604"/>
    <w:rsid w:val="045126D0"/>
    <w:rsid w:val="04532073"/>
    <w:rsid w:val="04545D1C"/>
    <w:rsid w:val="04563D8D"/>
    <w:rsid w:val="045B1862"/>
    <w:rsid w:val="045D2BDB"/>
    <w:rsid w:val="045D75D1"/>
    <w:rsid w:val="045E4AE4"/>
    <w:rsid w:val="045F083A"/>
    <w:rsid w:val="045F4E3D"/>
    <w:rsid w:val="04622C64"/>
    <w:rsid w:val="046332FF"/>
    <w:rsid w:val="0464020A"/>
    <w:rsid w:val="046441B2"/>
    <w:rsid w:val="0466617C"/>
    <w:rsid w:val="04671EF4"/>
    <w:rsid w:val="04680602"/>
    <w:rsid w:val="046964E2"/>
    <w:rsid w:val="046B2AE8"/>
    <w:rsid w:val="046B2D99"/>
    <w:rsid w:val="046D2DDE"/>
    <w:rsid w:val="046D45AE"/>
    <w:rsid w:val="046E5030"/>
    <w:rsid w:val="04722C47"/>
    <w:rsid w:val="04752000"/>
    <w:rsid w:val="04762137"/>
    <w:rsid w:val="04781A0B"/>
    <w:rsid w:val="047908F6"/>
    <w:rsid w:val="047C599F"/>
    <w:rsid w:val="047D1CE0"/>
    <w:rsid w:val="04810F94"/>
    <w:rsid w:val="0481504D"/>
    <w:rsid w:val="04816AF0"/>
    <w:rsid w:val="0486237A"/>
    <w:rsid w:val="04871B7F"/>
    <w:rsid w:val="04893C18"/>
    <w:rsid w:val="048A0CA2"/>
    <w:rsid w:val="048B5791"/>
    <w:rsid w:val="048C4A35"/>
    <w:rsid w:val="048D1EEB"/>
    <w:rsid w:val="048E0686"/>
    <w:rsid w:val="048E56D2"/>
    <w:rsid w:val="048F7C19"/>
    <w:rsid w:val="049036FA"/>
    <w:rsid w:val="04922A76"/>
    <w:rsid w:val="04923740"/>
    <w:rsid w:val="04927DB6"/>
    <w:rsid w:val="04946B7A"/>
    <w:rsid w:val="04951BCE"/>
    <w:rsid w:val="04975DEF"/>
    <w:rsid w:val="049B4D37"/>
    <w:rsid w:val="049D0D52"/>
    <w:rsid w:val="049D17B9"/>
    <w:rsid w:val="049E2348"/>
    <w:rsid w:val="049F3159"/>
    <w:rsid w:val="04A14E88"/>
    <w:rsid w:val="04A171B4"/>
    <w:rsid w:val="04A22F94"/>
    <w:rsid w:val="04A368F5"/>
    <w:rsid w:val="04A942BA"/>
    <w:rsid w:val="04A97CAF"/>
    <w:rsid w:val="04AA214F"/>
    <w:rsid w:val="04AB1B35"/>
    <w:rsid w:val="04AB2EB3"/>
    <w:rsid w:val="04AB3B8E"/>
    <w:rsid w:val="04AB4EE2"/>
    <w:rsid w:val="04AB51D7"/>
    <w:rsid w:val="04AC56FE"/>
    <w:rsid w:val="04B05649"/>
    <w:rsid w:val="04B4774B"/>
    <w:rsid w:val="04B55C40"/>
    <w:rsid w:val="04B67E8E"/>
    <w:rsid w:val="04B70785"/>
    <w:rsid w:val="04B818F0"/>
    <w:rsid w:val="04B873B3"/>
    <w:rsid w:val="04BA7CFC"/>
    <w:rsid w:val="04BB2CD9"/>
    <w:rsid w:val="04BB70AD"/>
    <w:rsid w:val="04BD07FF"/>
    <w:rsid w:val="04BD1D44"/>
    <w:rsid w:val="04BE6649"/>
    <w:rsid w:val="04C16534"/>
    <w:rsid w:val="04C55E95"/>
    <w:rsid w:val="04C704B1"/>
    <w:rsid w:val="04C9400E"/>
    <w:rsid w:val="04CE5C8D"/>
    <w:rsid w:val="04CF792A"/>
    <w:rsid w:val="04D035F5"/>
    <w:rsid w:val="04D058BB"/>
    <w:rsid w:val="04D076FA"/>
    <w:rsid w:val="04D31337"/>
    <w:rsid w:val="04D37771"/>
    <w:rsid w:val="04D41628"/>
    <w:rsid w:val="04D43A9C"/>
    <w:rsid w:val="04D44579"/>
    <w:rsid w:val="04D44FF0"/>
    <w:rsid w:val="04D6788F"/>
    <w:rsid w:val="04D72BD5"/>
    <w:rsid w:val="04DC65C8"/>
    <w:rsid w:val="04DE3008"/>
    <w:rsid w:val="04E470A0"/>
    <w:rsid w:val="04E77D9E"/>
    <w:rsid w:val="04E85114"/>
    <w:rsid w:val="04E8529A"/>
    <w:rsid w:val="04E866B0"/>
    <w:rsid w:val="04EA450E"/>
    <w:rsid w:val="04EA7816"/>
    <w:rsid w:val="04EE05D8"/>
    <w:rsid w:val="04EE7F1F"/>
    <w:rsid w:val="04F05A5B"/>
    <w:rsid w:val="04F05C6E"/>
    <w:rsid w:val="04F203BD"/>
    <w:rsid w:val="04F274B6"/>
    <w:rsid w:val="04F33A42"/>
    <w:rsid w:val="04F74EDF"/>
    <w:rsid w:val="04FA2D68"/>
    <w:rsid w:val="04FC43EA"/>
    <w:rsid w:val="04FF0915"/>
    <w:rsid w:val="050137EB"/>
    <w:rsid w:val="05056CA6"/>
    <w:rsid w:val="0506071E"/>
    <w:rsid w:val="050667D0"/>
    <w:rsid w:val="0507246D"/>
    <w:rsid w:val="0507658C"/>
    <w:rsid w:val="05094D59"/>
    <w:rsid w:val="05096AC6"/>
    <w:rsid w:val="050A5F18"/>
    <w:rsid w:val="050B3482"/>
    <w:rsid w:val="050B6DC2"/>
    <w:rsid w:val="050B77C1"/>
    <w:rsid w:val="050D4846"/>
    <w:rsid w:val="050D4D8E"/>
    <w:rsid w:val="050F6B7D"/>
    <w:rsid w:val="05104339"/>
    <w:rsid w:val="051173FF"/>
    <w:rsid w:val="05125168"/>
    <w:rsid w:val="051362C3"/>
    <w:rsid w:val="0514410C"/>
    <w:rsid w:val="051470DA"/>
    <w:rsid w:val="051756C8"/>
    <w:rsid w:val="05194956"/>
    <w:rsid w:val="051A4549"/>
    <w:rsid w:val="051A51B8"/>
    <w:rsid w:val="051B5D7F"/>
    <w:rsid w:val="051C101F"/>
    <w:rsid w:val="052220FF"/>
    <w:rsid w:val="05264CA2"/>
    <w:rsid w:val="0527332C"/>
    <w:rsid w:val="05282DB8"/>
    <w:rsid w:val="052B4977"/>
    <w:rsid w:val="05300319"/>
    <w:rsid w:val="053034D8"/>
    <w:rsid w:val="0534533C"/>
    <w:rsid w:val="053B4649"/>
    <w:rsid w:val="053E7D59"/>
    <w:rsid w:val="053F57A7"/>
    <w:rsid w:val="053F63B0"/>
    <w:rsid w:val="05422AAD"/>
    <w:rsid w:val="05446301"/>
    <w:rsid w:val="0546170A"/>
    <w:rsid w:val="054707B8"/>
    <w:rsid w:val="0549053E"/>
    <w:rsid w:val="054A7852"/>
    <w:rsid w:val="054D733B"/>
    <w:rsid w:val="054E2074"/>
    <w:rsid w:val="054E7EF0"/>
    <w:rsid w:val="055028B5"/>
    <w:rsid w:val="05513308"/>
    <w:rsid w:val="055271D9"/>
    <w:rsid w:val="055369DF"/>
    <w:rsid w:val="05546F3E"/>
    <w:rsid w:val="05552A83"/>
    <w:rsid w:val="0555353D"/>
    <w:rsid w:val="05562A5F"/>
    <w:rsid w:val="055979C6"/>
    <w:rsid w:val="055A55AC"/>
    <w:rsid w:val="055B79C7"/>
    <w:rsid w:val="055C757F"/>
    <w:rsid w:val="0561288C"/>
    <w:rsid w:val="056443F6"/>
    <w:rsid w:val="05677431"/>
    <w:rsid w:val="05681A7F"/>
    <w:rsid w:val="05684B6A"/>
    <w:rsid w:val="056C6807"/>
    <w:rsid w:val="056E3FEF"/>
    <w:rsid w:val="056F2E0E"/>
    <w:rsid w:val="056F4F41"/>
    <w:rsid w:val="05700EB3"/>
    <w:rsid w:val="05713676"/>
    <w:rsid w:val="05725595"/>
    <w:rsid w:val="05751646"/>
    <w:rsid w:val="05796CA6"/>
    <w:rsid w:val="057D6441"/>
    <w:rsid w:val="057E537F"/>
    <w:rsid w:val="0580117B"/>
    <w:rsid w:val="058014BF"/>
    <w:rsid w:val="05803E17"/>
    <w:rsid w:val="0580639A"/>
    <w:rsid w:val="05836EA6"/>
    <w:rsid w:val="05841F5A"/>
    <w:rsid w:val="05851450"/>
    <w:rsid w:val="05877DF4"/>
    <w:rsid w:val="05885C15"/>
    <w:rsid w:val="058A2669"/>
    <w:rsid w:val="058A7C48"/>
    <w:rsid w:val="058B0E2B"/>
    <w:rsid w:val="058E77E5"/>
    <w:rsid w:val="058F5417"/>
    <w:rsid w:val="05904088"/>
    <w:rsid w:val="05913E57"/>
    <w:rsid w:val="059239BB"/>
    <w:rsid w:val="05923C38"/>
    <w:rsid w:val="0593078A"/>
    <w:rsid w:val="05955B53"/>
    <w:rsid w:val="059649A4"/>
    <w:rsid w:val="05972365"/>
    <w:rsid w:val="05980F10"/>
    <w:rsid w:val="05982829"/>
    <w:rsid w:val="05984EBD"/>
    <w:rsid w:val="05992B69"/>
    <w:rsid w:val="059C4E69"/>
    <w:rsid w:val="059C7409"/>
    <w:rsid w:val="059D31F8"/>
    <w:rsid w:val="059D3CF2"/>
    <w:rsid w:val="059F0DDA"/>
    <w:rsid w:val="059F307D"/>
    <w:rsid w:val="05A05FF7"/>
    <w:rsid w:val="05A26E82"/>
    <w:rsid w:val="05A31106"/>
    <w:rsid w:val="05A4301F"/>
    <w:rsid w:val="05A54AC4"/>
    <w:rsid w:val="05A601F0"/>
    <w:rsid w:val="05A707E6"/>
    <w:rsid w:val="05A74064"/>
    <w:rsid w:val="05A8077A"/>
    <w:rsid w:val="05A827C4"/>
    <w:rsid w:val="05A93B23"/>
    <w:rsid w:val="05AA0260"/>
    <w:rsid w:val="05AA02EA"/>
    <w:rsid w:val="05AA446B"/>
    <w:rsid w:val="05AC1DB1"/>
    <w:rsid w:val="05AC4062"/>
    <w:rsid w:val="05AC6730"/>
    <w:rsid w:val="05B35815"/>
    <w:rsid w:val="05B35851"/>
    <w:rsid w:val="05B41209"/>
    <w:rsid w:val="05B42F17"/>
    <w:rsid w:val="05B47B4B"/>
    <w:rsid w:val="05B546A8"/>
    <w:rsid w:val="05B565BB"/>
    <w:rsid w:val="05B64985"/>
    <w:rsid w:val="05B71A12"/>
    <w:rsid w:val="05BB4CC2"/>
    <w:rsid w:val="05BB57FC"/>
    <w:rsid w:val="05BE0B55"/>
    <w:rsid w:val="05C3315A"/>
    <w:rsid w:val="05C335F1"/>
    <w:rsid w:val="05C47766"/>
    <w:rsid w:val="05C644A5"/>
    <w:rsid w:val="05C6691E"/>
    <w:rsid w:val="05C70E9C"/>
    <w:rsid w:val="05C72C4A"/>
    <w:rsid w:val="05C90B33"/>
    <w:rsid w:val="05CC47E2"/>
    <w:rsid w:val="05CD67A6"/>
    <w:rsid w:val="05CF3C40"/>
    <w:rsid w:val="05D025E0"/>
    <w:rsid w:val="05D17E6D"/>
    <w:rsid w:val="05D645DA"/>
    <w:rsid w:val="05D877FC"/>
    <w:rsid w:val="05D9297D"/>
    <w:rsid w:val="05DE2824"/>
    <w:rsid w:val="05E11046"/>
    <w:rsid w:val="05E150DB"/>
    <w:rsid w:val="05E440E0"/>
    <w:rsid w:val="05E66B7C"/>
    <w:rsid w:val="05E72C68"/>
    <w:rsid w:val="05E90441"/>
    <w:rsid w:val="05E9272C"/>
    <w:rsid w:val="05E96613"/>
    <w:rsid w:val="05EA06E6"/>
    <w:rsid w:val="05EC445F"/>
    <w:rsid w:val="05EE57DE"/>
    <w:rsid w:val="05EF05E2"/>
    <w:rsid w:val="05F13F60"/>
    <w:rsid w:val="05F14198"/>
    <w:rsid w:val="05F15DFC"/>
    <w:rsid w:val="05F23A3F"/>
    <w:rsid w:val="05F31C91"/>
    <w:rsid w:val="05F44027"/>
    <w:rsid w:val="05F454AE"/>
    <w:rsid w:val="05F61781"/>
    <w:rsid w:val="05F62FEA"/>
    <w:rsid w:val="05F64483"/>
    <w:rsid w:val="05F81055"/>
    <w:rsid w:val="05F86465"/>
    <w:rsid w:val="05F87889"/>
    <w:rsid w:val="05FB4172"/>
    <w:rsid w:val="05FD2B10"/>
    <w:rsid w:val="05FD666C"/>
    <w:rsid w:val="05FF6479"/>
    <w:rsid w:val="06012D5A"/>
    <w:rsid w:val="060330FC"/>
    <w:rsid w:val="06036A1F"/>
    <w:rsid w:val="06076845"/>
    <w:rsid w:val="06085010"/>
    <w:rsid w:val="060A1C7F"/>
    <w:rsid w:val="060A23A7"/>
    <w:rsid w:val="060C596E"/>
    <w:rsid w:val="060E6ACB"/>
    <w:rsid w:val="060F2843"/>
    <w:rsid w:val="060F4F3C"/>
    <w:rsid w:val="06141C07"/>
    <w:rsid w:val="06173B6C"/>
    <w:rsid w:val="061807EB"/>
    <w:rsid w:val="06180920"/>
    <w:rsid w:val="061819A5"/>
    <w:rsid w:val="061C229F"/>
    <w:rsid w:val="061C2AC3"/>
    <w:rsid w:val="061E3C37"/>
    <w:rsid w:val="061E4834"/>
    <w:rsid w:val="061E4F56"/>
    <w:rsid w:val="061E65E2"/>
    <w:rsid w:val="061F1F8F"/>
    <w:rsid w:val="06204669"/>
    <w:rsid w:val="062056E2"/>
    <w:rsid w:val="0621221E"/>
    <w:rsid w:val="062340A0"/>
    <w:rsid w:val="06242FAF"/>
    <w:rsid w:val="0625511F"/>
    <w:rsid w:val="06261732"/>
    <w:rsid w:val="06293905"/>
    <w:rsid w:val="062B732E"/>
    <w:rsid w:val="062C463D"/>
    <w:rsid w:val="062F5A9E"/>
    <w:rsid w:val="06310B6D"/>
    <w:rsid w:val="06317764"/>
    <w:rsid w:val="063229FF"/>
    <w:rsid w:val="06322BC8"/>
    <w:rsid w:val="06345E06"/>
    <w:rsid w:val="06351EDF"/>
    <w:rsid w:val="06360A39"/>
    <w:rsid w:val="06373A0B"/>
    <w:rsid w:val="06377B8F"/>
    <w:rsid w:val="063858F6"/>
    <w:rsid w:val="063876A4"/>
    <w:rsid w:val="06391E6D"/>
    <w:rsid w:val="063A1480"/>
    <w:rsid w:val="063E032C"/>
    <w:rsid w:val="063E6DF3"/>
    <w:rsid w:val="06462D0D"/>
    <w:rsid w:val="064918B1"/>
    <w:rsid w:val="064A5629"/>
    <w:rsid w:val="064A6439"/>
    <w:rsid w:val="064C314F"/>
    <w:rsid w:val="064D5EE3"/>
    <w:rsid w:val="065136ED"/>
    <w:rsid w:val="06520CB6"/>
    <w:rsid w:val="06522E18"/>
    <w:rsid w:val="065564A8"/>
    <w:rsid w:val="0658370D"/>
    <w:rsid w:val="0659376F"/>
    <w:rsid w:val="06596FAD"/>
    <w:rsid w:val="065A3ABE"/>
    <w:rsid w:val="065C4A29"/>
    <w:rsid w:val="065D3D22"/>
    <w:rsid w:val="065F0C25"/>
    <w:rsid w:val="065F3A5D"/>
    <w:rsid w:val="06601C85"/>
    <w:rsid w:val="0660543E"/>
    <w:rsid w:val="066471AC"/>
    <w:rsid w:val="06691F53"/>
    <w:rsid w:val="06696CD1"/>
    <w:rsid w:val="066C1A43"/>
    <w:rsid w:val="066F73CB"/>
    <w:rsid w:val="06704E59"/>
    <w:rsid w:val="06706666"/>
    <w:rsid w:val="06713E37"/>
    <w:rsid w:val="06714E43"/>
    <w:rsid w:val="0672224C"/>
    <w:rsid w:val="0673485C"/>
    <w:rsid w:val="0673692E"/>
    <w:rsid w:val="06744454"/>
    <w:rsid w:val="06750ED9"/>
    <w:rsid w:val="06795B51"/>
    <w:rsid w:val="06795D30"/>
    <w:rsid w:val="067A7BB3"/>
    <w:rsid w:val="067C40FB"/>
    <w:rsid w:val="0683056B"/>
    <w:rsid w:val="06863364"/>
    <w:rsid w:val="068876B1"/>
    <w:rsid w:val="06897420"/>
    <w:rsid w:val="068A24F3"/>
    <w:rsid w:val="068B5465"/>
    <w:rsid w:val="068B6578"/>
    <w:rsid w:val="068C3E93"/>
    <w:rsid w:val="0690518D"/>
    <w:rsid w:val="06905680"/>
    <w:rsid w:val="06916290"/>
    <w:rsid w:val="069276D5"/>
    <w:rsid w:val="06945B6B"/>
    <w:rsid w:val="06984A31"/>
    <w:rsid w:val="06985DBA"/>
    <w:rsid w:val="069A65B0"/>
    <w:rsid w:val="069D4BC4"/>
    <w:rsid w:val="06A411DD"/>
    <w:rsid w:val="06A50AB1"/>
    <w:rsid w:val="06A5681A"/>
    <w:rsid w:val="06A836B6"/>
    <w:rsid w:val="06AB35A6"/>
    <w:rsid w:val="06AC01D5"/>
    <w:rsid w:val="06AD11A2"/>
    <w:rsid w:val="06AE5BB8"/>
    <w:rsid w:val="06AF3884"/>
    <w:rsid w:val="06AF54C8"/>
    <w:rsid w:val="06B03D54"/>
    <w:rsid w:val="06B209FE"/>
    <w:rsid w:val="06B31420"/>
    <w:rsid w:val="06B377A5"/>
    <w:rsid w:val="06B807E5"/>
    <w:rsid w:val="06BA1548"/>
    <w:rsid w:val="06BE1C74"/>
    <w:rsid w:val="06C02FD9"/>
    <w:rsid w:val="06C21663"/>
    <w:rsid w:val="06C51294"/>
    <w:rsid w:val="06C636CA"/>
    <w:rsid w:val="06C720B9"/>
    <w:rsid w:val="06C92F16"/>
    <w:rsid w:val="06C955F9"/>
    <w:rsid w:val="06CC071E"/>
    <w:rsid w:val="06CD467F"/>
    <w:rsid w:val="06CE521D"/>
    <w:rsid w:val="06D050C9"/>
    <w:rsid w:val="06D12DAD"/>
    <w:rsid w:val="06D3333F"/>
    <w:rsid w:val="06D44FB6"/>
    <w:rsid w:val="06D4560C"/>
    <w:rsid w:val="06D54E2E"/>
    <w:rsid w:val="06D74973"/>
    <w:rsid w:val="06D750FB"/>
    <w:rsid w:val="06D754E4"/>
    <w:rsid w:val="06D870D9"/>
    <w:rsid w:val="06D91BB5"/>
    <w:rsid w:val="06DA3F86"/>
    <w:rsid w:val="06DD2933"/>
    <w:rsid w:val="06DD649D"/>
    <w:rsid w:val="06DE69EC"/>
    <w:rsid w:val="06E06BD3"/>
    <w:rsid w:val="06E11AE9"/>
    <w:rsid w:val="06E361CF"/>
    <w:rsid w:val="06E57F62"/>
    <w:rsid w:val="06E7254B"/>
    <w:rsid w:val="06E8731C"/>
    <w:rsid w:val="06EB6E0C"/>
    <w:rsid w:val="06F07F7E"/>
    <w:rsid w:val="06F139E5"/>
    <w:rsid w:val="06F766FB"/>
    <w:rsid w:val="06F8266B"/>
    <w:rsid w:val="06FB40F9"/>
    <w:rsid w:val="06FC1FDF"/>
    <w:rsid w:val="06FF1537"/>
    <w:rsid w:val="06FF757D"/>
    <w:rsid w:val="07014018"/>
    <w:rsid w:val="070346BA"/>
    <w:rsid w:val="07041C7C"/>
    <w:rsid w:val="070457D8"/>
    <w:rsid w:val="070729D6"/>
    <w:rsid w:val="0708176C"/>
    <w:rsid w:val="07084998"/>
    <w:rsid w:val="0709167C"/>
    <w:rsid w:val="070964AD"/>
    <w:rsid w:val="070A22B0"/>
    <w:rsid w:val="070C00FF"/>
    <w:rsid w:val="070C1155"/>
    <w:rsid w:val="070D0001"/>
    <w:rsid w:val="07102E4B"/>
    <w:rsid w:val="07103ABD"/>
    <w:rsid w:val="0710446E"/>
    <w:rsid w:val="07120F1B"/>
    <w:rsid w:val="07121D10"/>
    <w:rsid w:val="071579E5"/>
    <w:rsid w:val="07180484"/>
    <w:rsid w:val="07181AEB"/>
    <w:rsid w:val="0718524F"/>
    <w:rsid w:val="07192471"/>
    <w:rsid w:val="071E6693"/>
    <w:rsid w:val="07204D7E"/>
    <w:rsid w:val="07216752"/>
    <w:rsid w:val="07216F54"/>
    <w:rsid w:val="07222102"/>
    <w:rsid w:val="072360E7"/>
    <w:rsid w:val="07237857"/>
    <w:rsid w:val="07261D4E"/>
    <w:rsid w:val="072B6B68"/>
    <w:rsid w:val="072C114A"/>
    <w:rsid w:val="072D49E0"/>
    <w:rsid w:val="072E4D7A"/>
    <w:rsid w:val="072F1E86"/>
    <w:rsid w:val="073065CD"/>
    <w:rsid w:val="07316B83"/>
    <w:rsid w:val="07325D61"/>
    <w:rsid w:val="0733440E"/>
    <w:rsid w:val="0734544A"/>
    <w:rsid w:val="07376E8B"/>
    <w:rsid w:val="07393119"/>
    <w:rsid w:val="073A2D1E"/>
    <w:rsid w:val="073B296F"/>
    <w:rsid w:val="073C1C1F"/>
    <w:rsid w:val="073D0CEA"/>
    <w:rsid w:val="073D766F"/>
    <w:rsid w:val="073E2A85"/>
    <w:rsid w:val="07412571"/>
    <w:rsid w:val="07414C7E"/>
    <w:rsid w:val="07427692"/>
    <w:rsid w:val="074309F6"/>
    <w:rsid w:val="07434552"/>
    <w:rsid w:val="074370D8"/>
    <w:rsid w:val="074402CA"/>
    <w:rsid w:val="07442078"/>
    <w:rsid w:val="07445DDB"/>
    <w:rsid w:val="07451714"/>
    <w:rsid w:val="0749065C"/>
    <w:rsid w:val="074D65AB"/>
    <w:rsid w:val="07524642"/>
    <w:rsid w:val="07525FF7"/>
    <w:rsid w:val="07536869"/>
    <w:rsid w:val="075524D7"/>
    <w:rsid w:val="075A0B8D"/>
    <w:rsid w:val="075A7BE2"/>
    <w:rsid w:val="075B0263"/>
    <w:rsid w:val="075B70A4"/>
    <w:rsid w:val="075E2B1D"/>
    <w:rsid w:val="075E313A"/>
    <w:rsid w:val="07606BC6"/>
    <w:rsid w:val="0761076D"/>
    <w:rsid w:val="07612C2A"/>
    <w:rsid w:val="07614D76"/>
    <w:rsid w:val="07641C85"/>
    <w:rsid w:val="076A54FC"/>
    <w:rsid w:val="076D3D5F"/>
    <w:rsid w:val="076F17EB"/>
    <w:rsid w:val="076F2701"/>
    <w:rsid w:val="07710867"/>
    <w:rsid w:val="07717D40"/>
    <w:rsid w:val="07721F17"/>
    <w:rsid w:val="07734FBA"/>
    <w:rsid w:val="077548C2"/>
    <w:rsid w:val="07763AD4"/>
    <w:rsid w:val="07796E19"/>
    <w:rsid w:val="077A5898"/>
    <w:rsid w:val="077A77A6"/>
    <w:rsid w:val="077B2790"/>
    <w:rsid w:val="077B71E1"/>
    <w:rsid w:val="077C5B20"/>
    <w:rsid w:val="077D5561"/>
    <w:rsid w:val="077F69AD"/>
    <w:rsid w:val="0780537C"/>
    <w:rsid w:val="0781195E"/>
    <w:rsid w:val="0781507A"/>
    <w:rsid w:val="07820970"/>
    <w:rsid w:val="07854283"/>
    <w:rsid w:val="07861C50"/>
    <w:rsid w:val="07883445"/>
    <w:rsid w:val="07885DAE"/>
    <w:rsid w:val="078A1740"/>
    <w:rsid w:val="078A34D1"/>
    <w:rsid w:val="078D1C71"/>
    <w:rsid w:val="078D64C0"/>
    <w:rsid w:val="078E1545"/>
    <w:rsid w:val="078F56D0"/>
    <w:rsid w:val="0790350F"/>
    <w:rsid w:val="079220DA"/>
    <w:rsid w:val="07950B26"/>
    <w:rsid w:val="079744B6"/>
    <w:rsid w:val="07990616"/>
    <w:rsid w:val="07996868"/>
    <w:rsid w:val="079A236C"/>
    <w:rsid w:val="079A650E"/>
    <w:rsid w:val="079B0BCB"/>
    <w:rsid w:val="079E2ABE"/>
    <w:rsid w:val="079E3E7E"/>
    <w:rsid w:val="079F66AC"/>
    <w:rsid w:val="07A03EBE"/>
    <w:rsid w:val="07A1446C"/>
    <w:rsid w:val="07A14AE3"/>
    <w:rsid w:val="07A357EA"/>
    <w:rsid w:val="07A52CCC"/>
    <w:rsid w:val="07A70431"/>
    <w:rsid w:val="07A91318"/>
    <w:rsid w:val="07AF4243"/>
    <w:rsid w:val="07B07653"/>
    <w:rsid w:val="07B22CF4"/>
    <w:rsid w:val="07B36664"/>
    <w:rsid w:val="07B43475"/>
    <w:rsid w:val="07B510AA"/>
    <w:rsid w:val="07B62B6C"/>
    <w:rsid w:val="07B7388F"/>
    <w:rsid w:val="07B74DA9"/>
    <w:rsid w:val="07B76B96"/>
    <w:rsid w:val="07B96BD6"/>
    <w:rsid w:val="07BA063D"/>
    <w:rsid w:val="07BC60B3"/>
    <w:rsid w:val="07BF02DE"/>
    <w:rsid w:val="07BF505C"/>
    <w:rsid w:val="07C04F14"/>
    <w:rsid w:val="07C073B9"/>
    <w:rsid w:val="07C1191B"/>
    <w:rsid w:val="07C1712C"/>
    <w:rsid w:val="07C24B9C"/>
    <w:rsid w:val="07C3290D"/>
    <w:rsid w:val="07C36212"/>
    <w:rsid w:val="07C80C2E"/>
    <w:rsid w:val="07C84A57"/>
    <w:rsid w:val="07CA073A"/>
    <w:rsid w:val="07CD62D1"/>
    <w:rsid w:val="07D06283"/>
    <w:rsid w:val="07D47304"/>
    <w:rsid w:val="07D54217"/>
    <w:rsid w:val="07D9608D"/>
    <w:rsid w:val="07D96C64"/>
    <w:rsid w:val="07DA477B"/>
    <w:rsid w:val="07DC4731"/>
    <w:rsid w:val="07DC54E3"/>
    <w:rsid w:val="07DD170B"/>
    <w:rsid w:val="07DE28C7"/>
    <w:rsid w:val="07E00A0F"/>
    <w:rsid w:val="07E02256"/>
    <w:rsid w:val="07E105E0"/>
    <w:rsid w:val="07E10D4C"/>
    <w:rsid w:val="07E15B19"/>
    <w:rsid w:val="07E27BBE"/>
    <w:rsid w:val="07E3542E"/>
    <w:rsid w:val="07E66251"/>
    <w:rsid w:val="07E771C9"/>
    <w:rsid w:val="07E81B75"/>
    <w:rsid w:val="07E95EB0"/>
    <w:rsid w:val="07EB0260"/>
    <w:rsid w:val="07EB0DC3"/>
    <w:rsid w:val="07EC7513"/>
    <w:rsid w:val="07F135C5"/>
    <w:rsid w:val="07F26C4A"/>
    <w:rsid w:val="07F32381"/>
    <w:rsid w:val="07F34CF0"/>
    <w:rsid w:val="07F6310B"/>
    <w:rsid w:val="07F708AC"/>
    <w:rsid w:val="07F72F39"/>
    <w:rsid w:val="07F97553"/>
    <w:rsid w:val="07FA0B0E"/>
    <w:rsid w:val="07FA7B5D"/>
    <w:rsid w:val="07FE73BD"/>
    <w:rsid w:val="07FF6FA3"/>
    <w:rsid w:val="080127B2"/>
    <w:rsid w:val="080261BB"/>
    <w:rsid w:val="08037C70"/>
    <w:rsid w:val="08053D53"/>
    <w:rsid w:val="08060D33"/>
    <w:rsid w:val="08064B2B"/>
    <w:rsid w:val="0807441F"/>
    <w:rsid w:val="08077B9F"/>
    <w:rsid w:val="080A5070"/>
    <w:rsid w:val="080B2B96"/>
    <w:rsid w:val="080C0DE8"/>
    <w:rsid w:val="080C56EA"/>
    <w:rsid w:val="080D144A"/>
    <w:rsid w:val="080E548B"/>
    <w:rsid w:val="080F4463"/>
    <w:rsid w:val="080F777F"/>
    <w:rsid w:val="081105FF"/>
    <w:rsid w:val="08112D51"/>
    <w:rsid w:val="08124673"/>
    <w:rsid w:val="081612A9"/>
    <w:rsid w:val="08182A30"/>
    <w:rsid w:val="081A26C4"/>
    <w:rsid w:val="081D70A7"/>
    <w:rsid w:val="081E4FEB"/>
    <w:rsid w:val="08227649"/>
    <w:rsid w:val="08231624"/>
    <w:rsid w:val="08231EB2"/>
    <w:rsid w:val="082425D6"/>
    <w:rsid w:val="0825590C"/>
    <w:rsid w:val="08270772"/>
    <w:rsid w:val="0828199A"/>
    <w:rsid w:val="082872BA"/>
    <w:rsid w:val="082A16FB"/>
    <w:rsid w:val="082A7779"/>
    <w:rsid w:val="082A7EC9"/>
    <w:rsid w:val="082E438D"/>
    <w:rsid w:val="082F4776"/>
    <w:rsid w:val="082F48B9"/>
    <w:rsid w:val="08346591"/>
    <w:rsid w:val="08364B6A"/>
    <w:rsid w:val="08370188"/>
    <w:rsid w:val="08390BFB"/>
    <w:rsid w:val="083A3690"/>
    <w:rsid w:val="083B440E"/>
    <w:rsid w:val="083D3697"/>
    <w:rsid w:val="083E18AF"/>
    <w:rsid w:val="083E7116"/>
    <w:rsid w:val="0840571B"/>
    <w:rsid w:val="0840632C"/>
    <w:rsid w:val="08443735"/>
    <w:rsid w:val="0845230C"/>
    <w:rsid w:val="084565E1"/>
    <w:rsid w:val="08470072"/>
    <w:rsid w:val="08472FCA"/>
    <w:rsid w:val="084804B1"/>
    <w:rsid w:val="08497DE3"/>
    <w:rsid w:val="084A00B8"/>
    <w:rsid w:val="084A342D"/>
    <w:rsid w:val="084C156C"/>
    <w:rsid w:val="084C46E9"/>
    <w:rsid w:val="084D010A"/>
    <w:rsid w:val="08505DA0"/>
    <w:rsid w:val="0851246A"/>
    <w:rsid w:val="08520446"/>
    <w:rsid w:val="08522A54"/>
    <w:rsid w:val="0853340B"/>
    <w:rsid w:val="08547F7B"/>
    <w:rsid w:val="08575FBF"/>
    <w:rsid w:val="085B3B1D"/>
    <w:rsid w:val="085B4CE2"/>
    <w:rsid w:val="085B5A11"/>
    <w:rsid w:val="085C6DD2"/>
    <w:rsid w:val="085C7CE2"/>
    <w:rsid w:val="085D1ACD"/>
    <w:rsid w:val="085F00DA"/>
    <w:rsid w:val="085F5DFB"/>
    <w:rsid w:val="085F71D6"/>
    <w:rsid w:val="08650A3D"/>
    <w:rsid w:val="086532EA"/>
    <w:rsid w:val="08655DE2"/>
    <w:rsid w:val="0865654B"/>
    <w:rsid w:val="08687FE8"/>
    <w:rsid w:val="086900CB"/>
    <w:rsid w:val="0869386A"/>
    <w:rsid w:val="086C1887"/>
    <w:rsid w:val="086D7A63"/>
    <w:rsid w:val="086E1AA3"/>
    <w:rsid w:val="086E6A4B"/>
    <w:rsid w:val="0870581B"/>
    <w:rsid w:val="087150EF"/>
    <w:rsid w:val="08737546"/>
    <w:rsid w:val="08765681"/>
    <w:rsid w:val="08772499"/>
    <w:rsid w:val="08773DF3"/>
    <w:rsid w:val="08783C2B"/>
    <w:rsid w:val="08791E7B"/>
    <w:rsid w:val="087921F6"/>
    <w:rsid w:val="08797541"/>
    <w:rsid w:val="087B4828"/>
    <w:rsid w:val="087D5842"/>
    <w:rsid w:val="087F5A5E"/>
    <w:rsid w:val="08832476"/>
    <w:rsid w:val="08833B84"/>
    <w:rsid w:val="088969F0"/>
    <w:rsid w:val="088A31F9"/>
    <w:rsid w:val="088B10B9"/>
    <w:rsid w:val="088C0863"/>
    <w:rsid w:val="088C3CD7"/>
    <w:rsid w:val="088E16E6"/>
    <w:rsid w:val="088E690F"/>
    <w:rsid w:val="088E7A4F"/>
    <w:rsid w:val="088F2CB2"/>
    <w:rsid w:val="08931509"/>
    <w:rsid w:val="089400FD"/>
    <w:rsid w:val="08972C27"/>
    <w:rsid w:val="08986864"/>
    <w:rsid w:val="08990F7E"/>
    <w:rsid w:val="08991A82"/>
    <w:rsid w:val="089C0609"/>
    <w:rsid w:val="08A35023"/>
    <w:rsid w:val="08A37366"/>
    <w:rsid w:val="08A425F6"/>
    <w:rsid w:val="08A54D99"/>
    <w:rsid w:val="08A63C82"/>
    <w:rsid w:val="08A73B5E"/>
    <w:rsid w:val="08A92ADB"/>
    <w:rsid w:val="08A94302"/>
    <w:rsid w:val="08AC6575"/>
    <w:rsid w:val="08AC72E4"/>
    <w:rsid w:val="08AD3BB1"/>
    <w:rsid w:val="08AE4E9A"/>
    <w:rsid w:val="08AF4B2D"/>
    <w:rsid w:val="08B03E69"/>
    <w:rsid w:val="08B1198F"/>
    <w:rsid w:val="08B31F85"/>
    <w:rsid w:val="08B3678E"/>
    <w:rsid w:val="08B46444"/>
    <w:rsid w:val="08B7232D"/>
    <w:rsid w:val="08BA4CE8"/>
    <w:rsid w:val="08BA662E"/>
    <w:rsid w:val="08BB2F24"/>
    <w:rsid w:val="08BD1CD8"/>
    <w:rsid w:val="08BE059C"/>
    <w:rsid w:val="08BE300B"/>
    <w:rsid w:val="08BE40BF"/>
    <w:rsid w:val="08C2197D"/>
    <w:rsid w:val="08C24B94"/>
    <w:rsid w:val="08C416C3"/>
    <w:rsid w:val="08C679F7"/>
    <w:rsid w:val="08C707FA"/>
    <w:rsid w:val="08CA4489"/>
    <w:rsid w:val="08CB33B5"/>
    <w:rsid w:val="08CE033D"/>
    <w:rsid w:val="08CF1CC7"/>
    <w:rsid w:val="08D11BE6"/>
    <w:rsid w:val="08D13FA3"/>
    <w:rsid w:val="08D76EEC"/>
    <w:rsid w:val="08D778BF"/>
    <w:rsid w:val="08D91537"/>
    <w:rsid w:val="08D91EE3"/>
    <w:rsid w:val="08DA68C6"/>
    <w:rsid w:val="08DA7138"/>
    <w:rsid w:val="08DB2FD9"/>
    <w:rsid w:val="08DB6A0C"/>
    <w:rsid w:val="08DE4AF0"/>
    <w:rsid w:val="08E16016"/>
    <w:rsid w:val="08E25FED"/>
    <w:rsid w:val="08E3701E"/>
    <w:rsid w:val="08E47D5B"/>
    <w:rsid w:val="08E61AB2"/>
    <w:rsid w:val="08E82990"/>
    <w:rsid w:val="08E875C3"/>
    <w:rsid w:val="08E9737B"/>
    <w:rsid w:val="08EA2CA9"/>
    <w:rsid w:val="08EB4957"/>
    <w:rsid w:val="08EB5DE9"/>
    <w:rsid w:val="08EE0AEF"/>
    <w:rsid w:val="08EF45CD"/>
    <w:rsid w:val="08F10063"/>
    <w:rsid w:val="08F2121F"/>
    <w:rsid w:val="08F32E65"/>
    <w:rsid w:val="08F53BF0"/>
    <w:rsid w:val="08F66C16"/>
    <w:rsid w:val="08F70F2D"/>
    <w:rsid w:val="08F9241C"/>
    <w:rsid w:val="08FA1588"/>
    <w:rsid w:val="08FA74A4"/>
    <w:rsid w:val="08FB5DFE"/>
    <w:rsid w:val="08FB7765"/>
    <w:rsid w:val="08FC7984"/>
    <w:rsid w:val="08FD6983"/>
    <w:rsid w:val="08FE68C2"/>
    <w:rsid w:val="08FF361B"/>
    <w:rsid w:val="09013E6B"/>
    <w:rsid w:val="09023F99"/>
    <w:rsid w:val="0903560B"/>
    <w:rsid w:val="09047E5D"/>
    <w:rsid w:val="09055D70"/>
    <w:rsid w:val="09070B27"/>
    <w:rsid w:val="09076A2F"/>
    <w:rsid w:val="09077801"/>
    <w:rsid w:val="090A4E45"/>
    <w:rsid w:val="090A6D6F"/>
    <w:rsid w:val="090D14A6"/>
    <w:rsid w:val="090E293E"/>
    <w:rsid w:val="090E76FB"/>
    <w:rsid w:val="09110F69"/>
    <w:rsid w:val="09156060"/>
    <w:rsid w:val="09180209"/>
    <w:rsid w:val="0918562B"/>
    <w:rsid w:val="091952AF"/>
    <w:rsid w:val="091959FC"/>
    <w:rsid w:val="091A0FDA"/>
    <w:rsid w:val="091B505B"/>
    <w:rsid w:val="091D0B31"/>
    <w:rsid w:val="0921467D"/>
    <w:rsid w:val="09226382"/>
    <w:rsid w:val="092474FF"/>
    <w:rsid w:val="092541D0"/>
    <w:rsid w:val="09260309"/>
    <w:rsid w:val="092D32B6"/>
    <w:rsid w:val="092E73EC"/>
    <w:rsid w:val="092F2680"/>
    <w:rsid w:val="09306D58"/>
    <w:rsid w:val="09313F0B"/>
    <w:rsid w:val="0933275D"/>
    <w:rsid w:val="09340AE4"/>
    <w:rsid w:val="0935436E"/>
    <w:rsid w:val="09362081"/>
    <w:rsid w:val="0936219D"/>
    <w:rsid w:val="0936569E"/>
    <w:rsid w:val="093E2CD1"/>
    <w:rsid w:val="093E6C28"/>
    <w:rsid w:val="093F0CD8"/>
    <w:rsid w:val="09417DA1"/>
    <w:rsid w:val="09442803"/>
    <w:rsid w:val="0949140C"/>
    <w:rsid w:val="094B159E"/>
    <w:rsid w:val="094B7E85"/>
    <w:rsid w:val="094C15EE"/>
    <w:rsid w:val="094C3EE0"/>
    <w:rsid w:val="094E00B0"/>
    <w:rsid w:val="094E0646"/>
    <w:rsid w:val="094E71DE"/>
    <w:rsid w:val="09516036"/>
    <w:rsid w:val="09524770"/>
    <w:rsid w:val="095347F5"/>
    <w:rsid w:val="0955031E"/>
    <w:rsid w:val="09557FD7"/>
    <w:rsid w:val="09565715"/>
    <w:rsid w:val="09572537"/>
    <w:rsid w:val="09594694"/>
    <w:rsid w:val="095B3686"/>
    <w:rsid w:val="095D58D4"/>
    <w:rsid w:val="095E38C5"/>
    <w:rsid w:val="09612984"/>
    <w:rsid w:val="09617640"/>
    <w:rsid w:val="09664528"/>
    <w:rsid w:val="09665E7F"/>
    <w:rsid w:val="09672E0E"/>
    <w:rsid w:val="0967773A"/>
    <w:rsid w:val="096A7987"/>
    <w:rsid w:val="096C44E2"/>
    <w:rsid w:val="096C4CA5"/>
    <w:rsid w:val="096D3B08"/>
    <w:rsid w:val="096D6AB7"/>
    <w:rsid w:val="096E7FD4"/>
    <w:rsid w:val="097005F1"/>
    <w:rsid w:val="097035F9"/>
    <w:rsid w:val="0972111F"/>
    <w:rsid w:val="09722B5A"/>
    <w:rsid w:val="09732408"/>
    <w:rsid w:val="0976458B"/>
    <w:rsid w:val="09775A30"/>
    <w:rsid w:val="097A6DFE"/>
    <w:rsid w:val="097A7C1B"/>
    <w:rsid w:val="097A7FD3"/>
    <w:rsid w:val="097B4CD9"/>
    <w:rsid w:val="097C62A0"/>
    <w:rsid w:val="09824E8C"/>
    <w:rsid w:val="098272BD"/>
    <w:rsid w:val="0983157E"/>
    <w:rsid w:val="098476B4"/>
    <w:rsid w:val="09865A44"/>
    <w:rsid w:val="09866319"/>
    <w:rsid w:val="09896468"/>
    <w:rsid w:val="098973DD"/>
    <w:rsid w:val="098A41A7"/>
    <w:rsid w:val="098C1E7B"/>
    <w:rsid w:val="098C46A4"/>
    <w:rsid w:val="098F2B7D"/>
    <w:rsid w:val="098F7F23"/>
    <w:rsid w:val="0993374F"/>
    <w:rsid w:val="09951F97"/>
    <w:rsid w:val="0995547E"/>
    <w:rsid w:val="09990A2B"/>
    <w:rsid w:val="099975D3"/>
    <w:rsid w:val="099B2985"/>
    <w:rsid w:val="099E7929"/>
    <w:rsid w:val="099F09A6"/>
    <w:rsid w:val="09A5557A"/>
    <w:rsid w:val="09A70B6A"/>
    <w:rsid w:val="09A90BB1"/>
    <w:rsid w:val="09AC7E9B"/>
    <w:rsid w:val="09AF2607"/>
    <w:rsid w:val="09B21B62"/>
    <w:rsid w:val="09B30716"/>
    <w:rsid w:val="09B40273"/>
    <w:rsid w:val="09B47DDA"/>
    <w:rsid w:val="09B506FF"/>
    <w:rsid w:val="09B6774A"/>
    <w:rsid w:val="09B73ADC"/>
    <w:rsid w:val="09B81FF8"/>
    <w:rsid w:val="09B84F30"/>
    <w:rsid w:val="09B85D86"/>
    <w:rsid w:val="09B96C1F"/>
    <w:rsid w:val="09BD027C"/>
    <w:rsid w:val="09BE568E"/>
    <w:rsid w:val="09BE6112"/>
    <w:rsid w:val="09BF2734"/>
    <w:rsid w:val="09C2530F"/>
    <w:rsid w:val="09CB5F5B"/>
    <w:rsid w:val="09CC2B3D"/>
    <w:rsid w:val="09CC739F"/>
    <w:rsid w:val="09CD3E38"/>
    <w:rsid w:val="09D128B4"/>
    <w:rsid w:val="09D2458D"/>
    <w:rsid w:val="09D31382"/>
    <w:rsid w:val="09D646BB"/>
    <w:rsid w:val="09D65136"/>
    <w:rsid w:val="09D7064F"/>
    <w:rsid w:val="09D82BC8"/>
    <w:rsid w:val="09D9119E"/>
    <w:rsid w:val="09DB22A0"/>
    <w:rsid w:val="09DB2911"/>
    <w:rsid w:val="09DB36D2"/>
    <w:rsid w:val="09DC3158"/>
    <w:rsid w:val="09DF42DA"/>
    <w:rsid w:val="09E032CA"/>
    <w:rsid w:val="09E162A4"/>
    <w:rsid w:val="09E2071F"/>
    <w:rsid w:val="09E354CF"/>
    <w:rsid w:val="09E40DE8"/>
    <w:rsid w:val="09E90C0D"/>
    <w:rsid w:val="09E941AC"/>
    <w:rsid w:val="09EA6F07"/>
    <w:rsid w:val="09EB544B"/>
    <w:rsid w:val="09EF2F10"/>
    <w:rsid w:val="09F00295"/>
    <w:rsid w:val="09F2225F"/>
    <w:rsid w:val="09F358B2"/>
    <w:rsid w:val="09F5436B"/>
    <w:rsid w:val="09F57E97"/>
    <w:rsid w:val="09F77876"/>
    <w:rsid w:val="09F77D2B"/>
    <w:rsid w:val="09FB3151"/>
    <w:rsid w:val="09FB486B"/>
    <w:rsid w:val="09FB786F"/>
    <w:rsid w:val="09FD4BF6"/>
    <w:rsid w:val="09FD6B29"/>
    <w:rsid w:val="09FE743C"/>
    <w:rsid w:val="0A0029E3"/>
    <w:rsid w:val="0A005C1C"/>
    <w:rsid w:val="0A01454D"/>
    <w:rsid w:val="0A050B51"/>
    <w:rsid w:val="0A071B2F"/>
    <w:rsid w:val="0A0A620C"/>
    <w:rsid w:val="0A0A75A9"/>
    <w:rsid w:val="0A0D33CE"/>
    <w:rsid w:val="0A0E4D2C"/>
    <w:rsid w:val="0A0E6F7F"/>
    <w:rsid w:val="0A103479"/>
    <w:rsid w:val="0A1103B4"/>
    <w:rsid w:val="0A111F5C"/>
    <w:rsid w:val="0A1246B0"/>
    <w:rsid w:val="0A143D73"/>
    <w:rsid w:val="0A167968"/>
    <w:rsid w:val="0A1951AA"/>
    <w:rsid w:val="0A1B17B6"/>
    <w:rsid w:val="0A1B49AB"/>
    <w:rsid w:val="0A1C4910"/>
    <w:rsid w:val="0A1F3627"/>
    <w:rsid w:val="0A1F3E23"/>
    <w:rsid w:val="0A23066B"/>
    <w:rsid w:val="0A232268"/>
    <w:rsid w:val="0A2368BD"/>
    <w:rsid w:val="0A250CDE"/>
    <w:rsid w:val="0A282593"/>
    <w:rsid w:val="0A2A0D16"/>
    <w:rsid w:val="0A2A45B8"/>
    <w:rsid w:val="0A2B483E"/>
    <w:rsid w:val="0A2B7B25"/>
    <w:rsid w:val="0A2C5AD7"/>
    <w:rsid w:val="0A2D5046"/>
    <w:rsid w:val="0A2E773B"/>
    <w:rsid w:val="0A340F7E"/>
    <w:rsid w:val="0A343827"/>
    <w:rsid w:val="0A362A3C"/>
    <w:rsid w:val="0A375573"/>
    <w:rsid w:val="0A385C8D"/>
    <w:rsid w:val="0A3924DA"/>
    <w:rsid w:val="0A424F95"/>
    <w:rsid w:val="0A434869"/>
    <w:rsid w:val="0A464F8E"/>
    <w:rsid w:val="0A4703CB"/>
    <w:rsid w:val="0A472676"/>
    <w:rsid w:val="0A476B5B"/>
    <w:rsid w:val="0A4B2FEE"/>
    <w:rsid w:val="0A4C1970"/>
    <w:rsid w:val="0A505B3B"/>
    <w:rsid w:val="0A54315F"/>
    <w:rsid w:val="0A556227"/>
    <w:rsid w:val="0A560A40"/>
    <w:rsid w:val="0A576613"/>
    <w:rsid w:val="0A580F85"/>
    <w:rsid w:val="0A5966D9"/>
    <w:rsid w:val="0A5A6D44"/>
    <w:rsid w:val="0A5C4921"/>
    <w:rsid w:val="0A5D56A8"/>
    <w:rsid w:val="0A5F3EA0"/>
    <w:rsid w:val="0A600566"/>
    <w:rsid w:val="0A606107"/>
    <w:rsid w:val="0A606D25"/>
    <w:rsid w:val="0A621193"/>
    <w:rsid w:val="0A642D2D"/>
    <w:rsid w:val="0A64315D"/>
    <w:rsid w:val="0A64699E"/>
    <w:rsid w:val="0A6767AA"/>
    <w:rsid w:val="0A6842D0"/>
    <w:rsid w:val="0A687285"/>
    <w:rsid w:val="0A6A466C"/>
    <w:rsid w:val="0A6A629A"/>
    <w:rsid w:val="0A6C7851"/>
    <w:rsid w:val="0A6E5D8A"/>
    <w:rsid w:val="0A6F6F4A"/>
    <w:rsid w:val="0A701077"/>
    <w:rsid w:val="0A71442B"/>
    <w:rsid w:val="0A72228B"/>
    <w:rsid w:val="0A723BC8"/>
    <w:rsid w:val="0A752A0A"/>
    <w:rsid w:val="0A760EDC"/>
    <w:rsid w:val="0A76377D"/>
    <w:rsid w:val="0A7709F1"/>
    <w:rsid w:val="0A7846B6"/>
    <w:rsid w:val="0A790855"/>
    <w:rsid w:val="0A796D24"/>
    <w:rsid w:val="0A7C7E78"/>
    <w:rsid w:val="0A7E563B"/>
    <w:rsid w:val="0A833E08"/>
    <w:rsid w:val="0A8401E3"/>
    <w:rsid w:val="0A8437B4"/>
    <w:rsid w:val="0A877122"/>
    <w:rsid w:val="0A8C7429"/>
    <w:rsid w:val="0A8D3FAD"/>
    <w:rsid w:val="0A8F3F52"/>
    <w:rsid w:val="0A902B7D"/>
    <w:rsid w:val="0A905DA4"/>
    <w:rsid w:val="0A911A78"/>
    <w:rsid w:val="0A925A40"/>
    <w:rsid w:val="0A934880"/>
    <w:rsid w:val="0A9727A1"/>
    <w:rsid w:val="0A972A84"/>
    <w:rsid w:val="0A977A89"/>
    <w:rsid w:val="0A986578"/>
    <w:rsid w:val="0A99406A"/>
    <w:rsid w:val="0A9E6050"/>
    <w:rsid w:val="0A9F0102"/>
    <w:rsid w:val="0AA012C2"/>
    <w:rsid w:val="0AA01CBB"/>
    <w:rsid w:val="0AA0427D"/>
    <w:rsid w:val="0AA2027E"/>
    <w:rsid w:val="0AA21399"/>
    <w:rsid w:val="0AA53F0F"/>
    <w:rsid w:val="0AA810C8"/>
    <w:rsid w:val="0AA90B70"/>
    <w:rsid w:val="0AAB1205"/>
    <w:rsid w:val="0AB13AAC"/>
    <w:rsid w:val="0AB15680"/>
    <w:rsid w:val="0AB15C77"/>
    <w:rsid w:val="0AB22267"/>
    <w:rsid w:val="0AB3379D"/>
    <w:rsid w:val="0AB6169A"/>
    <w:rsid w:val="0AB738A2"/>
    <w:rsid w:val="0AB80DB3"/>
    <w:rsid w:val="0ABA5E94"/>
    <w:rsid w:val="0ABB078A"/>
    <w:rsid w:val="0ABB232C"/>
    <w:rsid w:val="0ABC46F8"/>
    <w:rsid w:val="0ABD6F8D"/>
    <w:rsid w:val="0ABE1612"/>
    <w:rsid w:val="0ABF010D"/>
    <w:rsid w:val="0AC26E92"/>
    <w:rsid w:val="0AC411F8"/>
    <w:rsid w:val="0AC54C5F"/>
    <w:rsid w:val="0ACC2AB1"/>
    <w:rsid w:val="0ACC65F0"/>
    <w:rsid w:val="0ACE46AE"/>
    <w:rsid w:val="0ACE622B"/>
    <w:rsid w:val="0AD100C7"/>
    <w:rsid w:val="0AD273EA"/>
    <w:rsid w:val="0AD47971"/>
    <w:rsid w:val="0AD56513"/>
    <w:rsid w:val="0AD662D2"/>
    <w:rsid w:val="0AD71740"/>
    <w:rsid w:val="0AD90F35"/>
    <w:rsid w:val="0ADA0F0C"/>
    <w:rsid w:val="0ADB73AC"/>
    <w:rsid w:val="0ADC4F44"/>
    <w:rsid w:val="0ADD081A"/>
    <w:rsid w:val="0ADE6C24"/>
    <w:rsid w:val="0ADF4AC3"/>
    <w:rsid w:val="0ADF6036"/>
    <w:rsid w:val="0ADF6885"/>
    <w:rsid w:val="0AE02ACD"/>
    <w:rsid w:val="0AE05E8E"/>
    <w:rsid w:val="0AE5047F"/>
    <w:rsid w:val="0AE903EE"/>
    <w:rsid w:val="0AEC4AF1"/>
    <w:rsid w:val="0AED1599"/>
    <w:rsid w:val="0AEF0A53"/>
    <w:rsid w:val="0AF13180"/>
    <w:rsid w:val="0AF2049B"/>
    <w:rsid w:val="0AF273D4"/>
    <w:rsid w:val="0AF32607"/>
    <w:rsid w:val="0AF53FFD"/>
    <w:rsid w:val="0AF62E09"/>
    <w:rsid w:val="0AF97B52"/>
    <w:rsid w:val="0AFA13CC"/>
    <w:rsid w:val="0AFB18C3"/>
    <w:rsid w:val="0AFC15E8"/>
    <w:rsid w:val="0AFF6A03"/>
    <w:rsid w:val="0B003922"/>
    <w:rsid w:val="0B00474D"/>
    <w:rsid w:val="0B012AFA"/>
    <w:rsid w:val="0B01338A"/>
    <w:rsid w:val="0B013A26"/>
    <w:rsid w:val="0B016BFE"/>
    <w:rsid w:val="0B044F2E"/>
    <w:rsid w:val="0B05717B"/>
    <w:rsid w:val="0B087F19"/>
    <w:rsid w:val="0B0B35D9"/>
    <w:rsid w:val="0B0E5AA2"/>
    <w:rsid w:val="0B114967"/>
    <w:rsid w:val="0B13136A"/>
    <w:rsid w:val="0B13248D"/>
    <w:rsid w:val="0B175B8B"/>
    <w:rsid w:val="0B186AF0"/>
    <w:rsid w:val="0B1971CE"/>
    <w:rsid w:val="0B1A3CE7"/>
    <w:rsid w:val="0B1A5FD7"/>
    <w:rsid w:val="0B1B12BE"/>
    <w:rsid w:val="0B1B1342"/>
    <w:rsid w:val="0B1D155E"/>
    <w:rsid w:val="0B1D3D50"/>
    <w:rsid w:val="0B1E015D"/>
    <w:rsid w:val="0B206CC0"/>
    <w:rsid w:val="0B21073E"/>
    <w:rsid w:val="0B210D11"/>
    <w:rsid w:val="0B214CC3"/>
    <w:rsid w:val="0B215A46"/>
    <w:rsid w:val="0B257C61"/>
    <w:rsid w:val="0B273E7A"/>
    <w:rsid w:val="0B280151"/>
    <w:rsid w:val="0B2A4141"/>
    <w:rsid w:val="0B30317E"/>
    <w:rsid w:val="0B304EA6"/>
    <w:rsid w:val="0B325009"/>
    <w:rsid w:val="0B34767A"/>
    <w:rsid w:val="0B3728E0"/>
    <w:rsid w:val="0B393706"/>
    <w:rsid w:val="0B3C19E4"/>
    <w:rsid w:val="0B3F05CC"/>
    <w:rsid w:val="0B4053C9"/>
    <w:rsid w:val="0B4633EF"/>
    <w:rsid w:val="0B470389"/>
    <w:rsid w:val="0B4751B0"/>
    <w:rsid w:val="0B4B7E79"/>
    <w:rsid w:val="0B4C55CD"/>
    <w:rsid w:val="0B4F44D8"/>
    <w:rsid w:val="0B531380"/>
    <w:rsid w:val="0B5807E8"/>
    <w:rsid w:val="0B5D2DB5"/>
    <w:rsid w:val="0B5E0FB1"/>
    <w:rsid w:val="0B5E2640"/>
    <w:rsid w:val="0B5F56D3"/>
    <w:rsid w:val="0B6011C7"/>
    <w:rsid w:val="0B603A40"/>
    <w:rsid w:val="0B6121F2"/>
    <w:rsid w:val="0B617633"/>
    <w:rsid w:val="0B622577"/>
    <w:rsid w:val="0B6308C6"/>
    <w:rsid w:val="0B65639A"/>
    <w:rsid w:val="0B657590"/>
    <w:rsid w:val="0B6B22C9"/>
    <w:rsid w:val="0B6B3593"/>
    <w:rsid w:val="0B6C48D1"/>
    <w:rsid w:val="0B6C7DF0"/>
    <w:rsid w:val="0B6F6F12"/>
    <w:rsid w:val="0B70244F"/>
    <w:rsid w:val="0B741D94"/>
    <w:rsid w:val="0B772A1C"/>
    <w:rsid w:val="0B78041B"/>
    <w:rsid w:val="0B78550B"/>
    <w:rsid w:val="0B78595E"/>
    <w:rsid w:val="0B7A2E72"/>
    <w:rsid w:val="0B7C308E"/>
    <w:rsid w:val="0B7D1FFD"/>
    <w:rsid w:val="0B7F025A"/>
    <w:rsid w:val="0B7F2FB4"/>
    <w:rsid w:val="0B806EA8"/>
    <w:rsid w:val="0B822506"/>
    <w:rsid w:val="0B854974"/>
    <w:rsid w:val="0B860455"/>
    <w:rsid w:val="0B862F1D"/>
    <w:rsid w:val="0B865355"/>
    <w:rsid w:val="0B871BDE"/>
    <w:rsid w:val="0B896BF3"/>
    <w:rsid w:val="0B8B755A"/>
    <w:rsid w:val="0B8C1499"/>
    <w:rsid w:val="0B8D6ED9"/>
    <w:rsid w:val="0B8D7719"/>
    <w:rsid w:val="0B8D7B73"/>
    <w:rsid w:val="0B8E24D4"/>
    <w:rsid w:val="0B8F0AAB"/>
    <w:rsid w:val="0B907420"/>
    <w:rsid w:val="0B9335CE"/>
    <w:rsid w:val="0B9347FC"/>
    <w:rsid w:val="0B96236D"/>
    <w:rsid w:val="0B995FD9"/>
    <w:rsid w:val="0B9B697F"/>
    <w:rsid w:val="0B9B7791"/>
    <w:rsid w:val="0B9C5694"/>
    <w:rsid w:val="0B9C75A5"/>
    <w:rsid w:val="0B9D4781"/>
    <w:rsid w:val="0B9E0004"/>
    <w:rsid w:val="0BA00A93"/>
    <w:rsid w:val="0BA17A99"/>
    <w:rsid w:val="0BA55685"/>
    <w:rsid w:val="0BA61553"/>
    <w:rsid w:val="0BA92DF2"/>
    <w:rsid w:val="0BAA5135"/>
    <w:rsid w:val="0BAB4DBC"/>
    <w:rsid w:val="0BAE5B30"/>
    <w:rsid w:val="0BAE5C31"/>
    <w:rsid w:val="0BB03233"/>
    <w:rsid w:val="0BB228AB"/>
    <w:rsid w:val="0BB2348C"/>
    <w:rsid w:val="0BB51257"/>
    <w:rsid w:val="0BB61935"/>
    <w:rsid w:val="0BB757E6"/>
    <w:rsid w:val="0BB824CA"/>
    <w:rsid w:val="0BB91088"/>
    <w:rsid w:val="0BB93035"/>
    <w:rsid w:val="0BBB2B5E"/>
    <w:rsid w:val="0BBD4456"/>
    <w:rsid w:val="0BC02443"/>
    <w:rsid w:val="0BC0653A"/>
    <w:rsid w:val="0BC175AB"/>
    <w:rsid w:val="0BC35948"/>
    <w:rsid w:val="0BC638A2"/>
    <w:rsid w:val="0BC92BD3"/>
    <w:rsid w:val="0BCA20FF"/>
    <w:rsid w:val="0BCC0DDC"/>
    <w:rsid w:val="0BCC6E26"/>
    <w:rsid w:val="0BCE5CD8"/>
    <w:rsid w:val="0BCF0814"/>
    <w:rsid w:val="0BCF2858"/>
    <w:rsid w:val="0BCF496E"/>
    <w:rsid w:val="0BD26B6B"/>
    <w:rsid w:val="0BD31C1D"/>
    <w:rsid w:val="0BD361A9"/>
    <w:rsid w:val="0BD440B4"/>
    <w:rsid w:val="0BD50388"/>
    <w:rsid w:val="0BD51ED8"/>
    <w:rsid w:val="0BDB503C"/>
    <w:rsid w:val="0BDC232F"/>
    <w:rsid w:val="0BDC5556"/>
    <w:rsid w:val="0BDE6F3F"/>
    <w:rsid w:val="0BE00275"/>
    <w:rsid w:val="0BE43060"/>
    <w:rsid w:val="0BE52C6A"/>
    <w:rsid w:val="0BE73414"/>
    <w:rsid w:val="0BE8391A"/>
    <w:rsid w:val="0BE92418"/>
    <w:rsid w:val="0BEA5304"/>
    <w:rsid w:val="0BEA79F6"/>
    <w:rsid w:val="0BED255E"/>
    <w:rsid w:val="0BED2EC0"/>
    <w:rsid w:val="0BED5BDC"/>
    <w:rsid w:val="0BEE6EB5"/>
    <w:rsid w:val="0BEF6438"/>
    <w:rsid w:val="0BF04E7B"/>
    <w:rsid w:val="0BF05890"/>
    <w:rsid w:val="0BF1668D"/>
    <w:rsid w:val="0BF422BF"/>
    <w:rsid w:val="0BF54935"/>
    <w:rsid w:val="0BF6079C"/>
    <w:rsid w:val="0BF66EAA"/>
    <w:rsid w:val="0BF824D5"/>
    <w:rsid w:val="0BFA364D"/>
    <w:rsid w:val="0BFA7216"/>
    <w:rsid w:val="0C017596"/>
    <w:rsid w:val="0C0229D3"/>
    <w:rsid w:val="0C04122D"/>
    <w:rsid w:val="0C044481"/>
    <w:rsid w:val="0C060244"/>
    <w:rsid w:val="0C0A11AE"/>
    <w:rsid w:val="0C0B7609"/>
    <w:rsid w:val="0C0D1C11"/>
    <w:rsid w:val="0C0E7959"/>
    <w:rsid w:val="0C0F0DB4"/>
    <w:rsid w:val="0C0F70F9"/>
    <w:rsid w:val="0C105DFF"/>
    <w:rsid w:val="0C106F2F"/>
    <w:rsid w:val="0C115D53"/>
    <w:rsid w:val="0C116E8B"/>
    <w:rsid w:val="0C12166D"/>
    <w:rsid w:val="0C126FEB"/>
    <w:rsid w:val="0C1666D9"/>
    <w:rsid w:val="0C181EDC"/>
    <w:rsid w:val="0C1826F1"/>
    <w:rsid w:val="0C191D25"/>
    <w:rsid w:val="0C193AD3"/>
    <w:rsid w:val="0C1A36B9"/>
    <w:rsid w:val="0C1B181D"/>
    <w:rsid w:val="0C1D25FB"/>
    <w:rsid w:val="0C1E0FC4"/>
    <w:rsid w:val="0C1E32CC"/>
    <w:rsid w:val="0C224EBD"/>
    <w:rsid w:val="0C242FBD"/>
    <w:rsid w:val="0C276975"/>
    <w:rsid w:val="0C286D47"/>
    <w:rsid w:val="0C2B1A59"/>
    <w:rsid w:val="0C2B3807"/>
    <w:rsid w:val="0C2B73A5"/>
    <w:rsid w:val="0C2C7CAB"/>
    <w:rsid w:val="0C2E1D7A"/>
    <w:rsid w:val="0C2E62CE"/>
    <w:rsid w:val="0C32410C"/>
    <w:rsid w:val="0C366875"/>
    <w:rsid w:val="0C3925AE"/>
    <w:rsid w:val="0C3A5B55"/>
    <w:rsid w:val="0C3E16B9"/>
    <w:rsid w:val="0C3E46FA"/>
    <w:rsid w:val="0C3E7ADD"/>
    <w:rsid w:val="0C3F0FEE"/>
    <w:rsid w:val="0C41127C"/>
    <w:rsid w:val="0C425A86"/>
    <w:rsid w:val="0C48260B"/>
    <w:rsid w:val="0C4A6FAA"/>
    <w:rsid w:val="0C4F1BEB"/>
    <w:rsid w:val="0C500375"/>
    <w:rsid w:val="0C501AA8"/>
    <w:rsid w:val="0C5206B4"/>
    <w:rsid w:val="0C555E8A"/>
    <w:rsid w:val="0C577C55"/>
    <w:rsid w:val="0C590374"/>
    <w:rsid w:val="0C594818"/>
    <w:rsid w:val="0C5B233E"/>
    <w:rsid w:val="0C5B2F05"/>
    <w:rsid w:val="0C5C1C12"/>
    <w:rsid w:val="0C5C3EB7"/>
    <w:rsid w:val="0C5C77BA"/>
    <w:rsid w:val="0C5E2382"/>
    <w:rsid w:val="0C5E5AF7"/>
    <w:rsid w:val="0C5E6E78"/>
    <w:rsid w:val="0C665093"/>
    <w:rsid w:val="0C690DC9"/>
    <w:rsid w:val="0C691960"/>
    <w:rsid w:val="0C6A1C37"/>
    <w:rsid w:val="0C6A3224"/>
    <w:rsid w:val="0C6A54EB"/>
    <w:rsid w:val="0C6C00A7"/>
    <w:rsid w:val="0C6D2071"/>
    <w:rsid w:val="0C6D3E1F"/>
    <w:rsid w:val="0C70456D"/>
    <w:rsid w:val="0C71390F"/>
    <w:rsid w:val="0C7260F5"/>
    <w:rsid w:val="0C7314D8"/>
    <w:rsid w:val="0C743400"/>
    <w:rsid w:val="0C7728DB"/>
    <w:rsid w:val="0C776E3E"/>
    <w:rsid w:val="0C787665"/>
    <w:rsid w:val="0C787A70"/>
    <w:rsid w:val="0C7B0EF4"/>
    <w:rsid w:val="0C7C5114"/>
    <w:rsid w:val="0C7D0506"/>
    <w:rsid w:val="0C7D3EA2"/>
    <w:rsid w:val="0C7E52BD"/>
    <w:rsid w:val="0C7F3652"/>
    <w:rsid w:val="0C811B9C"/>
    <w:rsid w:val="0C846E1B"/>
    <w:rsid w:val="0C873000"/>
    <w:rsid w:val="0C876FF9"/>
    <w:rsid w:val="0C8A31C6"/>
    <w:rsid w:val="0C8D1CA6"/>
    <w:rsid w:val="0C8D74C1"/>
    <w:rsid w:val="0C8F10A5"/>
    <w:rsid w:val="0C910620"/>
    <w:rsid w:val="0C9117EA"/>
    <w:rsid w:val="0C917BB7"/>
    <w:rsid w:val="0C9369DC"/>
    <w:rsid w:val="0C9371F0"/>
    <w:rsid w:val="0C962D59"/>
    <w:rsid w:val="0C9D49BF"/>
    <w:rsid w:val="0C9E5A34"/>
    <w:rsid w:val="0CA30C78"/>
    <w:rsid w:val="0CA52C8B"/>
    <w:rsid w:val="0CA57A5D"/>
    <w:rsid w:val="0CA710DF"/>
    <w:rsid w:val="0CA737D5"/>
    <w:rsid w:val="0CA80503"/>
    <w:rsid w:val="0CA816FA"/>
    <w:rsid w:val="0CA8724A"/>
    <w:rsid w:val="0CAC5D53"/>
    <w:rsid w:val="0CAC6BCD"/>
    <w:rsid w:val="0CAD5B06"/>
    <w:rsid w:val="0CAE09E5"/>
    <w:rsid w:val="0CAE5F3A"/>
    <w:rsid w:val="0CAF1074"/>
    <w:rsid w:val="0CB34A99"/>
    <w:rsid w:val="0CB60AC2"/>
    <w:rsid w:val="0CB64DC4"/>
    <w:rsid w:val="0CB67311"/>
    <w:rsid w:val="0CB7037B"/>
    <w:rsid w:val="0CB952B6"/>
    <w:rsid w:val="0CB97065"/>
    <w:rsid w:val="0CBB0685"/>
    <w:rsid w:val="0CBE28CD"/>
    <w:rsid w:val="0CBF1C48"/>
    <w:rsid w:val="0CBF37E3"/>
    <w:rsid w:val="0CC13997"/>
    <w:rsid w:val="0CC20021"/>
    <w:rsid w:val="0CC37CDB"/>
    <w:rsid w:val="0CC44FF9"/>
    <w:rsid w:val="0CC46EBB"/>
    <w:rsid w:val="0CC57C7C"/>
    <w:rsid w:val="0CC67FE9"/>
    <w:rsid w:val="0CC72465"/>
    <w:rsid w:val="0CC818DC"/>
    <w:rsid w:val="0CC9374C"/>
    <w:rsid w:val="0CCB23F6"/>
    <w:rsid w:val="0CCE544A"/>
    <w:rsid w:val="0CD064A3"/>
    <w:rsid w:val="0CD22280"/>
    <w:rsid w:val="0CD4464E"/>
    <w:rsid w:val="0CD45A24"/>
    <w:rsid w:val="0CD45C4C"/>
    <w:rsid w:val="0CD520F0"/>
    <w:rsid w:val="0CD67C16"/>
    <w:rsid w:val="0CD8398F"/>
    <w:rsid w:val="0CD85F6B"/>
    <w:rsid w:val="0CD97412"/>
    <w:rsid w:val="0CDA0137"/>
    <w:rsid w:val="0CDA0C38"/>
    <w:rsid w:val="0CDB2382"/>
    <w:rsid w:val="0CDB5E32"/>
    <w:rsid w:val="0CDB73CD"/>
    <w:rsid w:val="0CDC292E"/>
    <w:rsid w:val="0CE257F2"/>
    <w:rsid w:val="0CE340E1"/>
    <w:rsid w:val="0CE511C1"/>
    <w:rsid w:val="0CE73BD2"/>
    <w:rsid w:val="0CE75980"/>
    <w:rsid w:val="0CEA687F"/>
    <w:rsid w:val="0CEB51ED"/>
    <w:rsid w:val="0CEE4F60"/>
    <w:rsid w:val="0CF022DB"/>
    <w:rsid w:val="0CF05809"/>
    <w:rsid w:val="0CF06F2A"/>
    <w:rsid w:val="0CF21326"/>
    <w:rsid w:val="0CF21DBF"/>
    <w:rsid w:val="0CF50C4D"/>
    <w:rsid w:val="0CF54541"/>
    <w:rsid w:val="0CF633D5"/>
    <w:rsid w:val="0CF708D9"/>
    <w:rsid w:val="0CFA172B"/>
    <w:rsid w:val="0CFB4367"/>
    <w:rsid w:val="0CFB58CF"/>
    <w:rsid w:val="0CFE0C55"/>
    <w:rsid w:val="0CFE24F6"/>
    <w:rsid w:val="0CFE723B"/>
    <w:rsid w:val="0D0239D8"/>
    <w:rsid w:val="0D026C5D"/>
    <w:rsid w:val="0D0368BF"/>
    <w:rsid w:val="0D05068B"/>
    <w:rsid w:val="0D0650E9"/>
    <w:rsid w:val="0D06773A"/>
    <w:rsid w:val="0D0C188A"/>
    <w:rsid w:val="0D0C553A"/>
    <w:rsid w:val="0D0C6DFD"/>
    <w:rsid w:val="0D10137A"/>
    <w:rsid w:val="0D1200D9"/>
    <w:rsid w:val="0D157A2A"/>
    <w:rsid w:val="0D18257F"/>
    <w:rsid w:val="0D186D5A"/>
    <w:rsid w:val="0D1A56D2"/>
    <w:rsid w:val="0D1A7FC0"/>
    <w:rsid w:val="0D1D7C2F"/>
    <w:rsid w:val="0D210DA0"/>
    <w:rsid w:val="0D224C0A"/>
    <w:rsid w:val="0D2253A8"/>
    <w:rsid w:val="0D2309AC"/>
    <w:rsid w:val="0D251C32"/>
    <w:rsid w:val="0D262134"/>
    <w:rsid w:val="0D284630"/>
    <w:rsid w:val="0D295F98"/>
    <w:rsid w:val="0D2B4805"/>
    <w:rsid w:val="0D2B576E"/>
    <w:rsid w:val="0D2C2AA9"/>
    <w:rsid w:val="0D2D63C6"/>
    <w:rsid w:val="0D2E3876"/>
    <w:rsid w:val="0D330BC5"/>
    <w:rsid w:val="0D332B68"/>
    <w:rsid w:val="0D336E17"/>
    <w:rsid w:val="0D344CF9"/>
    <w:rsid w:val="0D3718FD"/>
    <w:rsid w:val="0D3A1833"/>
    <w:rsid w:val="0D3A1B05"/>
    <w:rsid w:val="0D3B29B0"/>
    <w:rsid w:val="0D3C0238"/>
    <w:rsid w:val="0D3E1ED1"/>
    <w:rsid w:val="0D3E3AC5"/>
    <w:rsid w:val="0D3F756A"/>
    <w:rsid w:val="0D411D80"/>
    <w:rsid w:val="0D415271"/>
    <w:rsid w:val="0D444B80"/>
    <w:rsid w:val="0D466E60"/>
    <w:rsid w:val="0D4704E3"/>
    <w:rsid w:val="0D47525E"/>
    <w:rsid w:val="0D4C1C87"/>
    <w:rsid w:val="0D4C7822"/>
    <w:rsid w:val="0D4D4FB0"/>
    <w:rsid w:val="0D4E3C51"/>
    <w:rsid w:val="0D510D65"/>
    <w:rsid w:val="0D5163CE"/>
    <w:rsid w:val="0D5164C8"/>
    <w:rsid w:val="0D525CA0"/>
    <w:rsid w:val="0D554FDF"/>
    <w:rsid w:val="0D561548"/>
    <w:rsid w:val="0D563CC5"/>
    <w:rsid w:val="0D5648B3"/>
    <w:rsid w:val="0D566642"/>
    <w:rsid w:val="0D593853"/>
    <w:rsid w:val="0D596B52"/>
    <w:rsid w:val="0D5A13E9"/>
    <w:rsid w:val="0D5C636E"/>
    <w:rsid w:val="0D5F19BA"/>
    <w:rsid w:val="0D5F5646"/>
    <w:rsid w:val="0D6259E4"/>
    <w:rsid w:val="0D64359B"/>
    <w:rsid w:val="0D6813C1"/>
    <w:rsid w:val="0D6B3656"/>
    <w:rsid w:val="0D6C6840"/>
    <w:rsid w:val="0D6D1FFB"/>
    <w:rsid w:val="0D6D3F9C"/>
    <w:rsid w:val="0D6D7700"/>
    <w:rsid w:val="0D6E60A1"/>
    <w:rsid w:val="0D726266"/>
    <w:rsid w:val="0D73406D"/>
    <w:rsid w:val="0D74431D"/>
    <w:rsid w:val="0D74617E"/>
    <w:rsid w:val="0D77004C"/>
    <w:rsid w:val="0D7840A1"/>
    <w:rsid w:val="0D7A1B31"/>
    <w:rsid w:val="0D7D0092"/>
    <w:rsid w:val="0D7D0098"/>
    <w:rsid w:val="0D803E7F"/>
    <w:rsid w:val="0D8256A8"/>
    <w:rsid w:val="0D847D18"/>
    <w:rsid w:val="0D854EF5"/>
    <w:rsid w:val="0D861A83"/>
    <w:rsid w:val="0D867179"/>
    <w:rsid w:val="0D867FF5"/>
    <w:rsid w:val="0D8810B2"/>
    <w:rsid w:val="0D895869"/>
    <w:rsid w:val="0D8D3717"/>
    <w:rsid w:val="0D920DA3"/>
    <w:rsid w:val="0D933D59"/>
    <w:rsid w:val="0D961154"/>
    <w:rsid w:val="0D9672BC"/>
    <w:rsid w:val="0D9772DF"/>
    <w:rsid w:val="0D981F7C"/>
    <w:rsid w:val="0D996A04"/>
    <w:rsid w:val="0D9A37A5"/>
    <w:rsid w:val="0D9A779B"/>
    <w:rsid w:val="0D9A7A70"/>
    <w:rsid w:val="0D9B57FA"/>
    <w:rsid w:val="0D9B6B40"/>
    <w:rsid w:val="0D9C134D"/>
    <w:rsid w:val="0D9D049F"/>
    <w:rsid w:val="0D9D7620"/>
    <w:rsid w:val="0D9F7367"/>
    <w:rsid w:val="0DA536B4"/>
    <w:rsid w:val="0DA5726D"/>
    <w:rsid w:val="0DA65335"/>
    <w:rsid w:val="0DA6583B"/>
    <w:rsid w:val="0DA66A2E"/>
    <w:rsid w:val="0DAC2726"/>
    <w:rsid w:val="0DAC7BD7"/>
    <w:rsid w:val="0DAE563B"/>
    <w:rsid w:val="0DAF60F0"/>
    <w:rsid w:val="0DB302C3"/>
    <w:rsid w:val="0DB332F0"/>
    <w:rsid w:val="0DB42D0D"/>
    <w:rsid w:val="0DB5151F"/>
    <w:rsid w:val="0DB54FB6"/>
    <w:rsid w:val="0DB56173"/>
    <w:rsid w:val="0DB645B8"/>
    <w:rsid w:val="0DB70A2D"/>
    <w:rsid w:val="0DB717F6"/>
    <w:rsid w:val="0DB81F32"/>
    <w:rsid w:val="0DB83E0A"/>
    <w:rsid w:val="0DB83FF8"/>
    <w:rsid w:val="0DB8630D"/>
    <w:rsid w:val="0DB95AE2"/>
    <w:rsid w:val="0DBC0BBA"/>
    <w:rsid w:val="0DBD240B"/>
    <w:rsid w:val="0DBF64CD"/>
    <w:rsid w:val="0DC25855"/>
    <w:rsid w:val="0DC32DE4"/>
    <w:rsid w:val="0DC34A04"/>
    <w:rsid w:val="0DC376EB"/>
    <w:rsid w:val="0DC62B89"/>
    <w:rsid w:val="0DC670A7"/>
    <w:rsid w:val="0DC770C0"/>
    <w:rsid w:val="0DC83C85"/>
    <w:rsid w:val="0DC84A88"/>
    <w:rsid w:val="0DCE48CA"/>
    <w:rsid w:val="0DCF0DAF"/>
    <w:rsid w:val="0DCF1998"/>
    <w:rsid w:val="0DD96388"/>
    <w:rsid w:val="0DD97F01"/>
    <w:rsid w:val="0DDC125D"/>
    <w:rsid w:val="0DDE09BF"/>
    <w:rsid w:val="0DDF1831"/>
    <w:rsid w:val="0DE3350A"/>
    <w:rsid w:val="0DEB369B"/>
    <w:rsid w:val="0DED5C30"/>
    <w:rsid w:val="0DED7C3F"/>
    <w:rsid w:val="0DEE1DDC"/>
    <w:rsid w:val="0DF20A80"/>
    <w:rsid w:val="0DF26CBC"/>
    <w:rsid w:val="0DF36EAC"/>
    <w:rsid w:val="0DF42C93"/>
    <w:rsid w:val="0DF43D70"/>
    <w:rsid w:val="0DF46AC0"/>
    <w:rsid w:val="0DF47098"/>
    <w:rsid w:val="0DF66A4D"/>
    <w:rsid w:val="0DF77E44"/>
    <w:rsid w:val="0DFE6B63"/>
    <w:rsid w:val="0DFF7493"/>
    <w:rsid w:val="0E024C33"/>
    <w:rsid w:val="0E06277D"/>
    <w:rsid w:val="0E06452B"/>
    <w:rsid w:val="0E083CDC"/>
    <w:rsid w:val="0E093960"/>
    <w:rsid w:val="0E097B78"/>
    <w:rsid w:val="0E0A0211"/>
    <w:rsid w:val="0E0A4A63"/>
    <w:rsid w:val="0E0B667A"/>
    <w:rsid w:val="0E0E6760"/>
    <w:rsid w:val="0E0F3B32"/>
    <w:rsid w:val="0E1027D7"/>
    <w:rsid w:val="0E105FA5"/>
    <w:rsid w:val="0E122ED0"/>
    <w:rsid w:val="0E124C7E"/>
    <w:rsid w:val="0E1313F5"/>
    <w:rsid w:val="0E152B69"/>
    <w:rsid w:val="0E15651D"/>
    <w:rsid w:val="0E173A7C"/>
    <w:rsid w:val="0E1774F5"/>
    <w:rsid w:val="0E1913C8"/>
    <w:rsid w:val="0E1927FB"/>
    <w:rsid w:val="0E1B3E2C"/>
    <w:rsid w:val="0E1C7D77"/>
    <w:rsid w:val="0E1E3197"/>
    <w:rsid w:val="0E1E545E"/>
    <w:rsid w:val="0E1F0378"/>
    <w:rsid w:val="0E1F1149"/>
    <w:rsid w:val="0E203C36"/>
    <w:rsid w:val="0E230C39"/>
    <w:rsid w:val="0E257A79"/>
    <w:rsid w:val="0E27382D"/>
    <w:rsid w:val="0E276FD6"/>
    <w:rsid w:val="0E2856A3"/>
    <w:rsid w:val="0E291728"/>
    <w:rsid w:val="0E2B198A"/>
    <w:rsid w:val="0E2B355C"/>
    <w:rsid w:val="0E2B488A"/>
    <w:rsid w:val="0E2C3FFF"/>
    <w:rsid w:val="0E2C5D5E"/>
    <w:rsid w:val="0E2F75DE"/>
    <w:rsid w:val="0E3015A8"/>
    <w:rsid w:val="0E302217"/>
    <w:rsid w:val="0E31711E"/>
    <w:rsid w:val="0E332F1B"/>
    <w:rsid w:val="0E35096D"/>
    <w:rsid w:val="0E3608C2"/>
    <w:rsid w:val="0E364F17"/>
    <w:rsid w:val="0E367409"/>
    <w:rsid w:val="0E370B89"/>
    <w:rsid w:val="0E3B7473"/>
    <w:rsid w:val="0E3C619F"/>
    <w:rsid w:val="0E3D3454"/>
    <w:rsid w:val="0E3E3E08"/>
    <w:rsid w:val="0E3F5554"/>
    <w:rsid w:val="0E403BD6"/>
    <w:rsid w:val="0E462B7A"/>
    <w:rsid w:val="0E4C71EF"/>
    <w:rsid w:val="0E4E5C06"/>
    <w:rsid w:val="0E4E70E7"/>
    <w:rsid w:val="0E4F15CD"/>
    <w:rsid w:val="0E4F64B8"/>
    <w:rsid w:val="0E52151F"/>
    <w:rsid w:val="0E5619F5"/>
    <w:rsid w:val="0E567F2C"/>
    <w:rsid w:val="0E572266"/>
    <w:rsid w:val="0E5772B6"/>
    <w:rsid w:val="0E583092"/>
    <w:rsid w:val="0E5C31CA"/>
    <w:rsid w:val="0E5E1866"/>
    <w:rsid w:val="0E5E4AF1"/>
    <w:rsid w:val="0E5E60E6"/>
    <w:rsid w:val="0E5F087F"/>
    <w:rsid w:val="0E60019B"/>
    <w:rsid w:val="0E622A76"/>
    <w:rsid w:val="0E662B95"/>
    <w:rsid w:val="0E680A9C"/>
    <w:rsid w:val="0E6A0046"/>
    <w:rsid w:val="0E6C7FBE"/>
    <w:rsid w:val="0E714EFA"/>
    <w:rsid w:val="0E716CF5"/>
    <w:rsid w:val="0E724697"/>
    <w:rsid w:val="0E7847D3"/>
    <w:rsid w:val="0E7A7DF3"/>
    <w:rsid w:val="0E7F292D"/>
    <w:rsid w:val="0E7F5397"/>
    <w:rsid w:val="0E8046B2"/>
    <w:rsid w:val="0E8211A4"/>
    <w:rsid w:val="0E846BF1"/>
    <w:rsid w:val="0E8727BF"/>
    <w:rsid w:val="0E8813E4"/>
    <w:rsid w:val="0E8B6456"/>
    <w:rsid w:val="0E8C22C4"/>
    <w:rsid w:val="0E8C4591"/>
    <w:rsid w:val="0E8E375D"/>
    <w:rsid w:val="0E904117"/>
    <w:rsid w:val="0E94086D"/>
    <w:rsid w:val="0E947A8F"/>
    <w:rsid w:val="0E955DA9"/>
    <w:rsid w:val="0E974081"/>
    <w:rsid w:val="0E98527A"/>
    <w:rsid w:val="0E9A2DEB"/>
    <w:rsid w:val="0E9B1118"/>
    <w:rsid w:val="0E9C7695"/>
    <w:rsid w:val="0E9E4677"/>
    <w:rsid w:val="0E9F6301"/>
    <w:rsid w:val="0EA029D6"/>
    <w:rsid w:val="0EA15F5A"/>
    <w:rsid w:val="0EA1781A"/>
    <w:rsid w:val="0EA931D8"/>
    <w:rsid w:val="0EAC50D3"/>
    <w:rsid w:val="0EAD7BAC"/>
    <w:rsid w:val="0EAE1324"/>
    <w:rsid w:val="0EAE3DAF"/>
    <w:rsid w:val="0EB21FBD"/>
    <w:rsid w:val="0EB26ED9"/>
    <w:rsid w:val="0EB344A6"/>
    <w:rsid w:val="0EB83543"/>
    <w:rsid w:val="0EBA5773"/>
    <w:rsid w:val="0EBB3568"/>
    <w:rsid w:val="0EBC2BF7"/>
    <w:rsid w:val="0EBC733F"/>
    <w:rsid w:val="0EBD6D0A"/>
    <w:rsid w:val="0EBF57A0"/>
    <w:rsid w:val="0EC02790"/>
    <w:rsid w:val="0EC331A9"/>
    <w:rsid w:val="0EC454A2"/>
    <w:rsid w:val="0EC53A94"/>
    <w:rsid w:val="0EC56195"/>
    <w:rsid w:val="0EC7251B"/>
    <w:rsid w:val="0EC91D36"/>
    <w:rsid w:val="0ECA5559"/>
    <w:rsid w:val="0ECD3A40"/>
    <w:rsid w:val="0ECF491D"/>
    <w:rsid w:val="0ECF70B6"/>
    <w:rsid w:val="0ED0372F"/>
    <w:rsid w:val="0ED46121"/>
    <w:rsid w:val="0ED543E0"/>
    <w:rsid w:val="0ED55AF8"/>
    <w:rsid w:val="0ED57527"/>
    <w:rsid w:val="0ED65CAC"/>
    <w:rsid w:val="0ED84380"/>
    <w:rsid w:val="0ED9299C"/>
    <w:rsid w:val="0ED97E8E"/>
    <w:rsid w:val="0EDA21E5"/>
    <w:rsid w:val="0EDD35C4"/>
    <w:rsid w:val="0EDD7CB6"/>
    <w:rsid w:val="0EDE3016"/>
    <w:rsid w:val="0EDF1330"/>
    <w:rsid w:val="0EE216EF"/>
    <w:rsid w:val="0EE24651"/>
    <w:rsid w:val="0EE26086"/>
    <w:rsid w:val="0EE4486D"/>
    <w:rsid w:val="0EE54141"/>
    <w:rsid w:val="0EE65973"/>
    <w:rsid w:val="0EE73D74"/>
    <w:rsid w:val="0EE946E8"/>
    <w:rsid w:val="0EE9693C"/>
    <w:rsid w:val="0EE97662"/>
    <w:rsid w:val="0EEA79A9"/>
    <w:rsid w:val="0EEB0D78"/>
    <w:rsid w:val="0EEB6F5A"/>
    <w:rsid w:val="0EED7E55"/>
    <w:rsid w:val="0EEF3211"/>
    <w:rsid w:val="0EF0198F"/>
    <w:rsid w:val="0EF13403"/>
    <w:rsid w:val="0EF15A6A"/>
    <w:rsid w:val="0EF21D1F"/>
    <w:rsid w:val="0EF34AB0"/>
    <w:rsid w:val="0EF425D6"/>
    <w:rsid w:val="0EF645A0"/>
    <w:rsid w:val="0EF706F7"/>
    <w:rsid w:val="0EF9227F"/>
    <w:rsid w:val="0EFA0434"/>
    <w:rsid w:val="0EFB25BD"/>
    <w:rsid w:val="0EFC3FDC"/>
    <w:rsid w:val="0EFC54DA"/>
    <w:rsid w:val="0EFD35A7"/>
    <w:rsid w:val="0EFE7B10"/>
    <w:rsid w:val="0EFF4270"/>
    <w:rsid w:val="0F026DD6"/>
    <w:rsid w:val="0F030E74"/>
    <w:rsid w:val="0F0422DA"/>
    <w:rsid w:val="0F073048"/>
    <w:rsid w:val="0F075FAE"/>
    <w:rsid w:val="0F094E5B"/>
    <w:rsid w:val="0F0B296F"/>
    <w:rsid w:val="0F0B6EDA"/>
    <w:rsid w:val="0F0E232D"/>
    <w:rsid w:val="0F102F99"/>
    <w:rsid w:val="0F103108"/>
    <w:rsid w:val="0F113188"/>
    <w:rsid w:val="0F12458B"/>
    <w:rsid w:val="0F134918"/>
    <w:rsid w:val="0F135E44"/>
    <w:rsid w:val="0F151C72"/>
    <w:rsid w:val="0F163803"/>
    <w:rsid w:val="0F16589B"/>
    <w:rsid w:val="0F170ACD"/>
    <w:rsid w:val="0F1B38F4"/>
    <w:rsid w:val="0F1F2BA2"/>
    <w:rsid w:val="0F1F5491"/>
    <w:rsid w:val="0F1F596D"/>
    <w:rsid w:val="0F222EF3"/>
    <w:rsid w:val="0F223126"/>
    <w:rsid w:val="0F227D2C"/>
    <w:rsid w:val="0F241901"/>
    <w:rsid w:val="0F28704D"/>
    <w:rsid w:val="0F2A0D3E"/>
    <w:rsid w:val="0F2C3FFD"/>
    <w:rsid w:val="0F2D063F"/>
    <w:rsid w:val="0F2E522D"/>
    <w:rsid w:val="0F32423B"/>
    <w:rsid w:val="0F331AAF"/>
    <w:rsid w:val="0F3733E0"/>
    <w:rsid w:val="0F3909D0"/>
    <w:rsid w:val="0F3A0DDE"/>
    <w:rsid w:val="0F3A766D"/>
    <w:rsid w:val="0F3D1414"/>
    <w:rsid w:val="0F403EBA"/>
    <w:rsid w:val="0F40581B"/>
    <w:rsid w:val="0F414396"/>
    <w:rsid w:val="0F42305D"/>
    <w:rsid w:val="0F447908"/>
    <w:rsid w:val="0F455CF3"/>
    <w:rsid w:val="0F457389"/>
    <w:rsid w:val="0F4830BB"/>
    <w:rsid w:val="0F4946D0"/>
    <w:rsid w:val="0F4B1804"/>
    <w:rsid w:val="0F4B669A"/>
    <w:rsid w:val="0F502004"/>
    <w:rsid w:val="0F5117D6"/>
    <w:rsid w:val="0F522C7F"/>
    <w:rsid w:val="0F570A3A"/>
    <w:rsid w:val="0F580420"/>
    <w:rsid w:val="0F582CEF"/>
    <w:rsid w:val="0F5921B8"/>
    <w:rsid w:val="0F5A442E"/>
    <w:rsid w:val="0F5D7A74"/>
    <w:rsid w:val="0F5F0397"/>
    <w:rsid w:val="0F5F5EE5"/>
    <w:rsid w:val="0F607BE9"/>
    <w:rsid w:val="0F613905"/>
    <w:rsid w:val="0F6167D0"/>
    <w:rsid w:val="0F621C35"/>
    <w:rsid w:val="0F672DA8"/>
    <w:rsid w:val="0F697E0F"/>
    <w:rsid w:val="0F6B0154"/>
    <w:rsid w:val="0F6D4D62"/>
    <w:rsid w:val="0F774031"/>
    <w:rsid w:val="0F794EAB"/>
    <w:rsid w:val="0F7952B9"/>
    <w:rsid w:val="0F7A0A70"/>
    <w:rsid w:val="0F7B1827"/>
    <w:rsid w:val="0F7B2AE9"/>
    <w:rsid w:val="0F7B5191"/>
    <w:rsid w:val="0F7F3298"/>
    <w:rsid w:val="0F7F6343"/>
    <w:rsid w:val="0F7F6764"/>
    <w:rsid w:val="0F800E24"/>
    <w:rsid w:val="0F801FDD"/>
    <w:rsid w:val="0F81607C"/>
    <w:rsid w:val="0F824086"/>
    <w:rsid w:val="0F835DDA"/>
    <w:rsid w:val="0F861BA0"/>
    <w:rsid w:val="0F871623"/>
    <w:rsid w:val="0F8751F8"/>
    <w:rsid w:val="0F8805C1"/>
    <w:rsid w:val="0F8846D6"/>
    <w:rsid w:val="0F89566B"/>
    <w:rsid w:val="0F9067A2"/>
    <w:rsid w:val="0F917E25"/>
    <w:rsid w:val="0F954B94"/>
    <w:rsid w:val="0F9653D5"/>
    <w:rsid w:val="0F965A6B"/>
    <w:rsid w:val="0F973BAA"/>
    <w:rsid w:val="0F994FA6"/>
    <w:rsid w:val="0F9D5032"/>
    <w:rsid w:val="0FA16479"/>
    <w:rsid w:val="0FA2719F"/>
    <w:rsid w:val="0FA271C8"/>
    <w:rsid w:val="0FA46BFE"/>
    <w:rsid w:val="0FA54ED7"/>
    <w:rsid w:val="0FA678F2"/>
    <w:rsid w:val="0FA7267C"/>
    <w:rsid w:val="0FA8346B"/>
    <w:rsid w:val="0FA949D3"/>
    <w:rsid w:val="0FAA513E"/>
    <w:rsid w:val="0FAB167A"/>
    <w:rsid w:val="0FAC4C5F"/>
    <w:rsid w:val="0FAE6C29"/>
    <w:rsid w:val="0FB65B00"/>
    <w:rsid w:val="0FB71F81"/>
    <w:rsid w:val="0FB74DAD"/>
    <w:rsid w:val="0FB807EE"/>
    <w:rsid w:val="0FB834D8"/>
    <w:rsid w:val="0FBA4E15"/>
    <w:rsid w:val="0FBC3F6C"/>
    <w:rsid w:val="0FBD2DEC"/>
    <w:rsid w:val="0FBD50BE"/>
    <w:rsid w:val="0FBD5857"/>
    <w:rsid w:val="0FBE6581"/>
    <w:rsid w:val="0FC127B0"/>
    <w:rsid w:val="0FC226D4"/>
    <w:rsid w:val="0FC24482"/>
    <w:rsid w:val="0FC249DA"/>
    <w:rsid w:val="0FC267B2"/>
    <w:rsid w:val="0FC3285B"/>
    <w:rsid w:val="0FC37B89"/>
    <w:rsid w:val="0FC46FEB"/>
    <w:rsid w:val="0FC501C0"/>
    <w:rsid w:val="0FC64DB4"/>
    <w:rsid w:val="0FC729A2"/>
    <w:rsid w:val="0FC87CEA"/>
    <w:rsid w:val="0FC93A62"/>
    <w:rsid w:val="0FC965B1"/>
    <w:rsid w:val="0FCA0C3D"/>
    <w:rsid w:val="0FCA2209"/>
    <w:rsid w:val="0FCB7097"/>
    <w:rsid w:val="0FCD253B"/>
    <w:rsid w:val="0FCD5301"/>
    <w:rsid w:val="0FD27A48"/>
    <w:rsid w:val="0FD30563"/>
    <w:rsid w:val="0FD72A66"/>
    <w:rsid w:val="0FD80E39"/>
    <w:rsid w:val="0FDA49F9"/>
    <w:rsid w:val="0FDC5544"/>
    <w:rsid w:val="0FDD13A3"/>
    <w:rsid w:val="0FDD306A"/>
    <w:rsid w:val="0FDF05C5"/>
    <w:rsid w:val="0FE206C2"/>
    <w:rsid w:val="0FE3304C"/>
    <w:rsid w:val="0FE443F8"/>
    <w:rsid w:val="0FE452E3"/>
    <w:rsid w:val="0FE60171"/>
    <w:rsid w:val="0FE604DA"/>
    <w:rsid w:val="0FE62975"/>
    <w:rsid w:val="0FE932DA"/>
    <w:rsid w:val="0FE95E55"/>
    <w:rsid w:val="0FEA2D6F"/>
    <w:rsid w:val="0FEB5FCA"/>
    <w:rsid w:val="0FEE2FE9"/>
    <w:rsid w:val="0FEE4806"/>
    <w:rsid w:val="0FEF0224"/>
    <w:rsid w:val="0FF314C7"/>
    <w:rsid w:val="0FF565C4"/>
    <w:rsid w:val="0FF73E2C"/>
    <w:rsid w:val="0FFB6325"/>
    <w:rsid w:val="0FFD7F90"/>
    <w:rsid w:val="10064085"/>
    <w:rsid w:val="10093754"/>
    <w:rsid w:val="100948BF"/>
    <w:rsid w:val="100A2E16"/>
    <w:rsid w:val="100D459F"/>
    <w:rsid w:val="100E1647"/>
    <w:rsid w:val="100E6915"/>
    <w:rsid w:val="100E76C7"/>
    <w:rsid w:val="101300EF"/>
    <w:rsid w:val="10153782"/>
    <w:rsid w:val="10161F5A"/>
    <w:rsid w:val="101676F2"/>
    <w:rsid w:val="101822F4"/>
    <w:rsid w:val="101A4D02"/>
    <w:rsid w:val="101B0BEB"/>
    <w:rsid w:val="101C3B92"/>
    <w:rsid w:val="101D187C"/>
    <w:rsid w:val="101D2863"/>
    <w:rsid w:val="101E5B5C"/>
    <w:rsid w:val="101F390D"/>
    <w:rsid w:val="102313C5"/>
    <w:rsid w:val="10240C99"/>
    <w:rsid w:val="10303AE2"/>
    <w:rsid w:val="103300B2"/>
    <w:rsid w:val="10337639"/>
    <w:rsid w:val="103A02AA"/>
    <w:rsid w:val="103A255E"/>
    <w:rsid w:val="103B0E9D"/>
    <w:rsid w:val="103B390A"/>
    <w:rsid w:val="103B40EB"/>
    <w:rsid w:val="103E5A9F"/>
    <w:rsid w:val="103E7256"/>
    <w:rsid w:val="103F460B"/>
    <w:rsid w:val="10457F7A"/>
    <w:rsid w:val="10463305"/>
    <w:rsid w:val="10482BD9"/>
    <w:rsid w:val="10484426"/>
    <w:rsid w:val="104A271A"/>
    <w:rsid w:val="104F2C35"/>
    <w:rsid w:val="104F51B3"/>
    <w:rsid w:val="10517122"/>
    <w:rsid w:val="10545269"/>
    <w:rsid w:val="10545882"/>
    <w:rsid w:val="10560ADB"/>
    <w:rsid w:val="1057028D"/>
    <w:rsid w:val="10577B44"/>
    <w:rsid w:val="10582A67"/>
    <w:rsid w:val="10594DE6"/>
    <w:rsid w:val="105C7EBA"/>
    <w:rsid w:val="105D6B08"/>
    <w:rsid w:val="105E3B66"/>
    <w:rsid w:val="105F4CC3"/>
    <w:rsid w:val="10620DA8"/>
    <w:rsid w:val="10626503"/>
    <w:rsid w:val="106309FB"/>
    <w:rsid w:val="10644E1A"/>
    <w:rsid w:val="10684AB4"/>
    <w:rsid w:val="106B010C"/>
    <w:rsid w:val="106D0892"/>
    <w:rsid w:val="106F05B1"/>
    <w:rsid w:val="106F536E"/>
    <w:rsid w:val="106F63B8"/>
    <w:rsid w:val="107174C5"/>
    <w:rsid w:val="10726269"/>
    <w:rsid w:val="107262F1"/>
    <w:rsid w:val="10783DAB"/>
    <w:rsid w:val="10786BB8"/>
    <w:rsid w:val="10787257"/>
    <w:rsid w:val="107A3464"/>
    <w:rsid w:val="107B4D5D"/>
    <w:rsid w:val="107D2C24"/>
    <w:rsid w:val="107D6D8A"/>
    <w:rsid w:val="107E25DA"/>
    <w:rsid w:val="107F0023"/>
    <w:rsid w:val="1081433D"/>
    <w:rsid w:val="1081648E"/>
    <w:rsid w:val="108234B7"/>
    <w:rsid w:val="10824CA9"/>
    <w:rsid w:val="10826665"/>
    <w:rsid w:val="108425FD"/>
    <w:rsid w:val="10852D6F"/>
    <w:rsid w:val="10857989"/>
    <w:rsid w:val="10861825"/>
    <w:rsid w:val="108654B0"/>
    <w:rsid w:val="10871046"/>
    <w:rsid w:val="10886E93"/>
    <w:rsid w:val="108A33D2"/>
    <w:rsid w:val="108D683E"/>
    <w:rsid w:val="108E41BF"/>
    <w:rsid w:val="108E6AC1"/>
    <w:rsid w:val="108F1C48"/>
    <w:rsid w:val="109255A3"/>
    <w:rsid w:val="10925B46"/>
    <w:rsid w:val="10933460"/>
    <w:rsid w:val="10935CBF"/>
    <w:rsid w:val="10991687"/>
    <w:rsid w:val="109A0F5B"/>
    <w:rsid w:val="109C0025"/>
    <w:rsid w:val="10A07643"/>
    <w:rsid w:val="10A1410C"/>
    <w:rsid w:val="10A163DB"/>
    <w:rsid w:val="10A224AE"/>
    <w:rsid w:val="10A342B4"/>
    <w:rsid w:val="10A40630"/>
    <w:rsid w:val="10A42251"/>
    <w:rsid w:val="10A67900"/>
    <w:rsid w:val="10A72CED"/>
    <w:rsid w:val="10A83678"/>
    <w:rsid w:val="10A9010C"/>
    <w:rsid w:val="10AB6FBD"/>
    <w:rsid w:val="10AE10F9"/>
    <w:rsid w:val="10AE35A2"/>
    <w:rsid w:val="10B115EC"/>
    <w:rsid w:val="10B65035"/>
    <w:rsid w:val="10B93AD7"/>
    <w:rsid w:val="10B94A6A"/>
    <w:rsid w:val="10BA4818"/>
    <w:rsid w:val="10C079B1"/>
    <w:rsid w:val="10C11AB9"/>
    <w:rsid w:val="10C304B2"/>
    <w:rsid w:val="10C629A3"/>
    <w:rsid w:val="10C65D2A"/>
    <w:rsid w:val="10C72C66"/>
    <w:rsid w:val="10C81F6C"/>
    <w:rsid w:val="10C85AC8"/>
    <w:rsid w:val="10C86DE7"/>
    <w:rsid w:val="10CC0C98"/>
    <w:rsid w:val="10CC1C0F"/>
    <w:rsid w:val="10CD2B5C"/>
    <w:rsid w:val="10CE0224"/>
    <w:rsid w:val="10CF04C5"/>
    <w:rsid w:val="10CF7C19"/>
    <w:rsid w:val="10D119D9"/>
    <w:rsid w:val="10D20967"/>
    <w:rsid w:val="10D35A6D"/>
    <w:rsid w:val="10D44FF1"/>
    <w:rsid w:val="10D47A20"/>
    <w:rsid w:val="10D81CD5"/>
    <w:rsid w:val="10D9395E"/>
    <w:rsid w:val="10DA4DD1"/>
    <w:rsid w:val="10DC0945"/>
    <w:rsid w:val="10DD4DDE"/>
    <w:rsid w:val="10DF43D1"/>
    <w:rsid w:val="10E00FCA"/>
    <w:rsid w:val="10E16B8A"/>
    <w:rsid w:val="10E61355"/>
    <w:rsid w:val="10E943BC"/>
    <w:rsid w:val="10E95FC6"/>
    <w:rsid w:val="10EC7A09"/>
    <w:rsid w:val="10EE5D59"/>
    <w:rsid w:val="10EE7B86"/>
    <w:rsid w:val="10F33325"/>
    <w:rsid w:val="10F36FE9"/>
    <w:rsid w:val="10F46B1F"/>
    <w:rsid w:val="10F5571A"/>
    <w:rsid w:val="10F709BD"/>
    <w:rsid w:val="10F8268D"/>
    <w:rsid w:val="10F9128C"/>
    <w:rsid w:val="10F93ED3"/>
    <w:rsid w:val="10FA3C22"/>
    <w:rsid w:val="10FA6B59"/>
    <w:rsid w:val="10FB78DA"/>
    <w:rsid w:val="10FC7C60"/>
    <w:rsid w:val="10FC7F49"/>
    <w:rsid w:val="10FE0626"/>
    <w:rsid w:val="10FF2E66"/>
    <w:rsid w:val="11057ADA"/>
    <w:rsid w:val="11067136"/>
    <w:rsid w:val="1107074A"/>
    <w:rsid w:val="110A439F"/>
    <w:rsid w:val="110D1D31"/>
    <w:rsid w:val="110E4368"/>
    <w:rsid w:val="111100BA"/>
    <w:rsid w:val="1112676A"/>
    <w:rsid w:val="111640CE"/>
    <w:rsid w:val="1118351C"/>
    <w:rsid w:val="11183DB7"/>
    <w:rsid w:val="111851A6"/>
    <w:rsid w:val="11186A50"/>
    <w:rsid w:val="111B209C"/>
    <w:rsid w:val="111E61AC"/>
    <w:rsid w:val="111F2357"/>
    <w:rsid w:val="1124023D"/>
    <w:rsid w:val="11252C5C"/>
    <w:rsid w:val="11272786"/>
    <w:rsid w:val="11272AE7"/>
    <w:rsid w:val="1129437F"/>
    <w:rsid w:val="112A699D"/>
    <w:rsid w:val="112C6057"/>
    <w:rsid w:val="112D3B1F"/>
    <w:rsid w:val="112E7E2F"/>
    <w:rsid w:val="113728F2"/>
    <w:rsid w:val="11381D9C"/>
    <w:rsid w:val="11382C4E"/>
    <w:rsid w:val="11387304"/>
    <w:rsid w:val="113D71DD"/>
    <w:rsid w:val="113D7CF1"/>
    <w:rsid w:val="113F2607"/>
    <w:rsid w:val="113F56F9"/>
    <w:rsid w:val="11407B71"/>
    <w:rsid w:val="11410CD9"/>
    <w:rsid w:val="11422875"/>
    <w:rsid w:val="1142587A"/>
    <w:rsid w:val="114477BE"/>
    <w:rsid w:val="11447845"/>
    <w:rsid w:val="114609DA"/>
    <w:rsid w:val="11461602"/>
    <w:rsid w:val="11471A02"/>
    <w:rsid w:val="11475F02"/>
    <w:rsid w:val="114845C4"/>
    <w:rsid w:val="1149150A"/>
    <w:rsid w:val="114A7C8F"/>
    <w:rsid w:val="114B1AD1"/>
    <w:rsid w:val="114C1E94"/>
    <w:rsid w:val="114E48C2"/>
    <w:rsid w:val="114F765C"/>
    <w:rsid w:val="11513D10"/>
    <w:rsid w:val="11527308"/>
    <w:rsid w:val="11552C03"/>
    <w:rsid w:val="11552EA0"/>
    <w:rsid w:val="115569FC"/>
    <w:rsid w:val="11585FBF"/>
    <w:rsid w:val="115C1511"/>
    <w:rsid w:val="115D1D21"/>
    <w:rsid w:val="115E01DA"/>
    <w:rsid w:val="115E61A2"/>
    <w:rsid w:val="116022D2"/>
    <w:rsid w:val="11634531"/>
    <w:rsid w:val="116367E2"/>
    <w:rsid w:val="11644B12"/>
    <w:rsid w:val="11647E57"/>
    <w:rsid w:val="116522F5"/>
    <w:rsid w:val="11665A0D"/>
    <w:rsid w:val="11671593"/>
    <w:rsid w:val="11681A8F"/>
    <w:rsid w:val="116A0CA7"/>
    <w:rsid w:val="116B2ACA"/>
    <w:rsid w:val="116B356A"/>
    <w:rsid w:val="116C7298"/>
    <w:rsid w:val="116D430F"/>
    <w:rsid w:val="116E0DBE"/>
    <w:rsid w:val="116E3056"/>
    <w:rsid w:val="11734559"/>
    <w:rsid w:val="11745568"/>
    <w:rsid w:val="11750D76"/>
    <w:rsid w:val="11764F45"/>
    <w:rsid w:val="117711D9"/>
    <w:rsid w:val="11771DCB"/>
    <w:rsid w:val="1178038E"/>
    <w:rsid w:val="11781604"/>
    <w:rsid w:val="117B0D8C"/>
    <w:rsid w:val="117B4F64"/>
    <w:rsid w:val="117C384A"/>
    <w:rsid w:val="117C56BC"/>
    <w:rsid w:val="117D68B3"/>
    <w:rsid w:val="118045F5"/>
    <w:rsid w:val="11807AFE"/>
    <w:rsid w:val="11812EC8"/>
    <w:rsid w:val="11821FDF"/>
    <w:rsid w:val="11830D49"/>
    <w:rsid w:val="118358EA"/>
    <w:rsid w:val="11845E93"/>
    <w:rsid w:val="11847C41"/>
    <w:rsid w:val="1187374C"/>
    <w:rsid w:val="11886A81"/>
    <w:rsid w:val="11887BBF"/>
    <w:rsid w:val="11890668"/>
    <w:rsid w:val="118A0615"/>
    <w:rsid w:val="118B5473"/>
    <w:rsid w:val="118C0859"/>
    <w:rsid w:val="118E4DBC"/>
    <w:rsid w:val="118E6D12"/>
    <w:rsid w:val="11903C3A"/>
    <w:rsid w:val="11911B1A"/>
    <w:rsid w:val="119210A9"/>
    <w:rsid w:val="1197208D"/>
    <w:rsid w:val="11980D24"/>
    <w:rsid w:val="11993375"/>
    <w:rsid w:val="119944AC"/>
    <w:rsid w:val="119C33CD"/>
    <w:rsid w:val="119E0850"/>
    <w:rsid w:val="119F2CCD"/>
    <w:rsid w:val="119F400A"/>
    <w:rsid w:val="119F7A10"/>
    <w:rsid w:val="11A10D14"/>
    <w:rsid w:val="11A17EF6"/>
    <w:rsid w:val="11A23FE3"/>
    <w:rsid w:val="11A30A8A"/>
    <w:rsid w:val="11A31540"/>
    <w:rsid w:val="11A32E73"/>
    <w:rsid w:val="11A36112"/>
    <w:rsid w:val="11A52F95"/>
    <w:rsid w:val="11A650A5"/>
    <w:rsid w:val="11A8575B"/>
    <w:rsid w:val="11A857CE"/>
    <w:rsid w:val="11A86C06"/>
    <w:rsid w:val="11A97C75"/>
    <w:rsid w:val="11B04B83"/>
    <w:rsid w:val="11B11419"/>
    <w:rsid w:val="11B17E3E"/>
    <w:rsid w:val="11B315E4"/>
    <w:rsid w:val="11B54E1C"/>
    <w:rsid w:val="11B642A2"/>
    <w:rsid w:val="11B76268"/>
    <w:rsid w:val="11B87506"/>
    <w:rsid w:val="11BA0D82"/>
    <w:rsid w:val="11BC5BF6"/>
    <w:rsid w:val="11C07911"/>
    <w:rsid w:val="11C4717C"/>
    <w:rsid w:val="11C52008"/>
    <w:rsid w:val="11C77FD0"/>
    <w:rsid w:val="11C90560"/>
    <w:rsid w:val="11C97D4A"/>
    <w:rsid w:val="11CA536E"/>
    <w:rsid w:val="11CD1665"/>
    <w:rsid w:val="11CF3E83"/>
    <w:rsid w:val="11D01B26"/>
    <w:rsid w:val="11D170FC"/>
    <w:rsid w:val="11D24E14"/>
    <w:rsid w:val="11D32976"/>
    <w:rsid w:val="11D33CF2"/>
    <w:rsid w:val="11D35398"/>
    <w:rsid w:val="11D465B5"/>
    <w:rsid w:val="11DD0447"/>
    <w:rsid w:val="11DD164B"/>
    <w:rsid w:val="11E22BBA"/>
    <w:rsid w:val="11E24841"/>
    <w:rsid w:val="11E35C1F"/>
    <w:rsid w:val="11E43C6E"/>
    <w:rsid w:val="11E50672"/>
    <w:rsid w:val="11E61A04"/>
    <w:rsid w:val="11EC7AFF"/>
    <w:rsid w:val="11ED2270"/>
    <w:rsid w:val="11ED4FEA"/>
    <w:rsid w:val="11EF18D7"/>
    <w:rsid w:val="11F03528"/>
    <w:rsid w:val="11F052D6"/>
    <w:rsid w:val="11F230D5"/>
    <w:rsid w:val="11F619AC"/>
    <w:rsid w:val="11F7260B"/>
    <w:rsid w:val="11F745D6"/>
    <w:rsid w:val="11F74D9B"/>
    <w:rsid w:val="11F9592C"/>
    <w:rsid w:val="11F97D68"/>
    <w:rsid w:val="11FA018C"/>
    <w:rsid w:val="11FD4D4E"/>
    <w:rsid w:val="11FD6A71"/>
    <w:rsid w:val="11FE4077"/>
    <w:rsid w:val="11FE7ED2"/>
    <w:rsid w:val="11FF28AA"/>
    <w:rsid w:val="11FF6992"/>
    <w:rsid w:val="120536B8"/>
    <w:rsid w:val="12063AD8"/>
    <w:rsid w:val="1206729C"/>
    <w:rsid w:val="12094F6A"/>
    <w:rsid w:val="120B2110"/>
    <w:rsid w:val="120D0CBE"/>
    <w:rsid w:val="120D40DA"/>
    <w:rsid w:val="12106092"/>
    <w:rsid w:val="1211524D"/>
    <w:rsid w:val="12131FA1"/>
    <w:rsid w:val="12135469"/>
    <w:rsid w:val="12142A72"/>
    <w:rsid w:val="12166F78"/>
    <w:rsid w:val="121810FF"/>
    <w:rsid w:val="121B4859"/>
    <w:rsid w:val="121C24C3"/>
    <w:rsid w:val="121C739A"/>
    <w:rsid w:val="121F3E0E"/>
    <w:rsid w:val="121F5859"/>
    <w:rsid w:val="12203F2D"/>
    <w:rsid w:val="12210306"/>
    <w:rsid w:val="122338FE"/>
    <w:rsid w:val="12252C35"/>
    <w:rsid w:val="122642DA"/>
    <w:rsid w:val="12266F4A"/>
    <w:rsid w:val="12275017"/>
    <w:rsid w:val="122819FE"/>
    <w:rsid w:val="12286768"/>
    <w:rsid w:val="122A0630"/>
    <w:rsid w:val="122A6398"/>
    <w:rsid w:val="122D1A5D"/>
    <w:rsid w:val="122E4551"/>
    <w:rsid w:val="122E730D"/>
    <w:rsid w:val="12354955"/>
    <w:rsid w:val="1235718D"/>
    <w:rsid w:val="12386C7D"/>
    <w:rsid w:val="12394ECF"/>
    <w:rsid w:val="123D179F"/>
    <w:rsid w:val="123D4B8C"/>
    <w:rsid w:val="123E7B12"/>
    <w:rsid w:val="12410178"/>
    <w:rsid w:val="12421BDF"/>
    <w:rsid w:val="124261DA"/>
    <w:rsid w:val="12427068"/>
    <w:rsid w:val="12443874"/>
    <w:rsid w:val="12467C52"/>
    <w:rsid w:val="124928C6"/>
    <w:rsid w:val="124B2486"/>
    <w:rsid w:val="124D31D4"/>
    <w:rsid w:val="124D44D7"/>
    <w:rsid w:val="12510713"/>
    <w:rsid w:val="12512F40"/>
    <w:rsid w:val="12551DC1"/>
    <w:rsid w:val="12560640"/>
    <w:rsid w:val="12571433"/>
    <w:rsid w:val="12574C56"/>
    <w:rsid w:val="12582580"/>
    <w:rsid w:val="12582E31"/>
    <w:rsid w:val="12595B9C"/>
    <w:rsid w:val="125A718D"/>
    <w:rsid w:val="125C467C"/>
    <w:rsid w:val="125C5B42"/>
    <w:rsid w:val="125C6A0F"/>
    <w:rsid w:val="125C6E10"/>
    <w:rsid w:val="125F6C9F"/>
    <w:rsid w:val="12604DCB"/>
    <w:rsid w:val="126218D5"/>
    <w:rsid w:val="1262249C"/>
    <w:rsid w:val="126226CD"/>
    <w:rsid w:val="12631AF2"/>
    <w:rsid w:val="12641821"/>
    <w:rsid w:val="12643FDD"/>
    <w:rsid w:val="12651EDC"/>
    <w:rsid w:val="126D02FE"/>
    <w:rsid w:val="126D0BFA"/>
    <w:rsid w:val="126D2DCB"/>
    <w:rsid w:val="126E58D4"/>
    <w:rsid w:val="126F3738"/>
    <w:rsid w:val="127105A6"/>
    <w:rsid w:val="12723F3D"/>
    <w:rsid w:val="1272625F"/>
    <w:rsid w:val="127308B2"/>
    <w:rsid w:val="127741D8"/>
    <w:rsid w:val="127949FF"/>
    <w:rsid w:val="127C0519"/>
    <w:rsid w:val="127C4F4F"/>
    <w:rsid w:val="127E28E2"/>
    <w:rsid w:val="128044C3"/>
    <w:rsid w:val="12811442"/>
    <w:rsid w:val="12816876"/>
    <w:rsid w:val="12817AFC"/>
    <w:rsid w:val="12821132"/>
    <w:rsid w:val="128213F9"/>
    <w:rsid w:val="12846FA8"/>
    <w:rsid w:val="12894D1C"/>
    <w:rsid w:val="128A74D9"/>
    <w:rsid w:val="128B2859"/>
    <w:rsid w:val="128F2D41"/>
    <w:rsid w:val="128F716E"/>
    <w:rsid w:val="1291325B"/>
    <w:rsid w:val="129355EB"/>
    <w:rsid w:val="12940D55"/>
    <w:rsid w:val="129504E0"/>
    <w:rsid w:val="129579DE"/>
    <w:rsid w:val="12970EA6"/>
    <w:rsid w:val="129761BE"/>
    <w:rsid w:val="12993BC0"/>
    <w:rsid w:val="129A169D"/>
    <w:rsid w:val="129C37B5"/>
    <w:rsid w:val="129D4E2D"/>
    <w:rsid w:val="129E2F84"/>
    <w:rsid w:val="129E67AA"/>
    <w:rsid w:val="129F24F0"/>
    <w:rsid w:val="12A01D37"/>
    <w:rsid w:val="12A04F4F"/>
    <w:rsid w:val="12A4144D"/>
    <w:rsid w:val="12A44231"/>
    <w:rsid w:val="12A734E0"/>
    <w:rsid w:val="12A90C11"/>
    <w:rsid w:val="12AA1C9C"/>
    <w:rsid w:val="12AA74BF"/>
    <w:rsid w:val="12AB0B17"/>
    <w:rsid w:val="12AC6877"/>
    <w:rsid w:val="12AD31C8"/>
    <w:rsid w:val="12AE7D92"/>
    <w:rsid w:val="12B10F0A"/>
    <w:rsid w:val="12B43505"/>
    <w:rsid w:val="12B72298"/>
    <w:rsid w:val="12BA1F6B"/>
    <w:rsid w:val="12BA214D"/>
    <w:rsid w:val="12BE0979"/>
    <w:rsid w:val="12BE7D87"/>
    <w:rsid w:val="12C06913"/>
    <w:rsid w:val="12C16C73"/>
    <w:rsid w:val="12C503C6"/>
    <w:rsid w:val="12C72A5C"/>
    <w:rsid w:val="12CA38B9"/>
    <w:rsid w:val="12CB228E"/>
    <w:rsid w:val="12CC6E96"/>
    <w:rsid w:val="12CD210F"/>
    <w:rsid w:val="12CF588B"/>
    <w:rsid w:val="12D207DA"/>
    <w:rsid w:val="12D47874"/>
    <w:rsid w:val="12D6271E"/>
    <w:rsid w:val="12D75D66"/>
    <w:rsid w:val="12DB6C4B"/>
    <w:rsid w:val="12DC4BEE"/>
    <w:rsid w:val="12DD7BEE"/>
    <w:rsid w:val="12E44683"/>
    <w:rsid w:val="12E53872"/>
    <w:rsid w:val="12E751EC"/>
    <w:rsid w:val="12E77DE3"/>
    <w:rsid w:val="12E81AF4"/>
    <w:rsid w:val="12E82754"/>
    <w:rsid w:val="12E9691A"/>
    <w:rsid w:val="12EB1F51"/>
    <w:rsid w:val="12EB43E1"/>
    <w:rsid w:val="12EC734B"/>
    <w:rsid w:val="12ED1816"/>
    <w:rsid w:val="12F14C58"/>
    <w:rsid w:val="12F232D0"/>
    <w:rsid w:val="12F31A47"/>
    <w:rsid w:val="12F3609A"/>
    <w:rsid w:val="12F40876"/>
    <w:rsid w:val="12F67DE4"/>
    <w:rsid w:val="12F80BC2"/>
    <w:rsid w:val="12F92CAF"/>
    <w:rsid w:val="12FB487A"/>
    <w:rsid w:val="12FD173D"/>
    <w:rsid w:val="12FD414F"/>
    <w:rsid w:val="12FD76B7"/>
    <w:rsid w:val="12FE7E28"/>
    <w:rsid w:val="130059ED"/>
    <w:rsid w:val="13023513"/>
    <w:rsid w:val="13027117"/>
    <w:rsid w:val="13027E5C"/>
    <w:rsid w:val="1305364A"/>
    <w:rsid w:val="13061FC0"/>
    <w:rsid w:val="130667B8"/>
    <w:rsid w:val="130767F2"/>
    <w:rsid w:val="13077C5A"/>
    <w:rsid w:val="13086650"/>
    <w:rsid w:val="13091B78"/>
    <w:rsid w:val="130B79B2"/>
    <w:rsid w:val="130D34BD"/>
    <w:rsid w:val="13106584"/>
    <w:rsid w:val="131164CB"/>
    <w:rsid w:val="13120BC4"/>
    <w:rsid w:val="13123A7C"/>
    <w:rsid w:val="13125F6E"/>
    <w:rsid w:val="13135FF9"/>
    <w:rsid w:val="13151B6D"/>
    <w:rsid w:val="13156077"/>
    <w:rsid w:val="1317253B"/>
    <w:rsid w:val="13185655"/>
    <w:rsid w:val="13196AAF"/>
    <w:rsid w:val="131A459C"/>
    <w:rsid w:val="131B45D5"/>
    <w:rsid w:val="131B479B"/>
    <w:rsid w:val="131B5CDE"/>
    <w:rsid w:val="131C1449"/>
    <w:rsid w:val="131C205A"/>
    <w:rsid w:val="131D034D"/>
    <w:rsid w:val="131E5E73"/>
    <w:rsid w:val="1321223D"/>
    <w:rsid w:val="132311E5"/>
    <w:rsid w:val="13293070"/>
    <w:rsid w:val="132A084F"/>
    <w:rsid w:val="132A6E78"/>
    <w:rsid w:val="132B511E"/>
    <w:rsid w:val="132C1344"/>
    <w:rsid w:val="132D1357"/>
    <w:rsid w:val="133001AF"/>
    <w:rsid w:val="13302D6F"/>
    <w:rsid w:val="133053DB"/>
    <w:rsid w:val="13325CDE"/>
    <w:rsid w:val="13326FF9"/>
    <w:rsid w:val="133470A0"/>
    <w:rsid w:val="13370CE3"/>
    <w:rsid w:val="13390EFF"/>
    <w:rsid w:val="133B7256"/>
    <w:rsid w:val="133C08AF"/>
    <w:rsid w:val="133C4235"/>
    <w:rsid w:val="133D69E1"/>
    <w:rsid w:val="133E2072"/>
    <w:rsid w:val="133F2A5A"/>
    <w:rsid w:val="134256A3"/>
    <w:rsid w:val="13441D7E"/>
    <w:rsid w:val="13451652"/>
    <w:rsid w:val="134622CC"/>
    <w:rsid w:val="13470E1F"/>
    <w:rsid w:val="13471654"/>
    <w:rsid w:val="13472951"/>
    <w:rsid w:val="13474B12"/>
    <w:rsid w:val="134B71F7"/>
    <w:rsid w:val="134C29E0"/>
    <w:rsid w:val="134D28F1"/>
    <w:rsid w:val="134E0BBB"/>
    <w:rsid w:val="134E6080"/>
    <w:rsid w:val="135207C1"/>
    <w:rsid w:val="1353762A"/>
    <w:rsid w:val="135B3356"/>
    <w:rsid w:val="135D5A5B"/>
    <w:rsid w:val="135E2522"/>
    <w:rsid w:val="135E2714"/>
    <w:rsid w:val="135F4BD7"/>
    <w:rsid w:val="136040C0"/>
    <w:rsid w:val="13631E7E"/>
    <w:rsid w:val="13635BD3"/>
    <w:rsid w:val="13650E91"/>
    <w:rsid w:val="136917E4"/>
    <w:rsid w:val="136D3B3E"/>
    <w:rsid w:val="136E0BA9"/>
    <w:rsid w:val="136F2042"/>
    <w:rsid w:val="136F3CAA"/>
    <w:rsid w:val="136F4921"/>
    <w:rsid w:val="137141F5"/>
    <w:rsid w:val="13722DF2"/>
    <w:rsid w:val="13737F6D"/>
    <w:rsid w:val="13746B25"/>
    <w:rsid w:val="13754CA5"/>
    <w:rsid w:val="137633C1"/>
    <w:rsid w:val="13787FB5"/>
    <w:rsid w:val="13793C42"/>
    <w:rsid w:val="137F2FB5"/>
    <w:rsid w:val="13811B7D"/>
    <w:rsid w:val="13813DBE"/>
    <w:rsid w:val="138228A6"/>
    <w:rsid w:val="13837D7A"/>
    <w:rsid w:val="138574A2"/>
    <w:rsid w:val="13863A8F"/>
    <w:rsid w:val="138725B5"/>
    <w:rsid w:val="13880A02"/>
    <w:rsid w:val="138D4300"/>
    <w:rsid w:val="138E1CBF"/>
    <w:rsid w:val="138E280D"/>
    <w:rsid w:val="138E7FED"/>
    <w:rsid w:val="13923F34"/>
    <w:rsid w:val="13945BC6"/>
    <w:rsid w:val="139525D9"/>
    <w:rsid w:val="13954317"/>
    <w:rsid w:val="13954FCC"/>
    <w:rsid w:val="1396594E"/>
    <w:rsid w:val="13974A01"/>
    <w:rsid w:val="13981A93"/>
    <w:rsid w:val="139A70CA"/>
    <w:rsid w:val="139D3726"/>
    <w:rsid w:val="139D454C"/>
    <w:rsid w:val="139D4A9C"/>
    <w:rsid w:val="139D53AD"/>
    <w:rsid w:val="139E4438"/>
    <w:rsid w:val="139E591E"/>
    <w:rsid w:val="139F501B"/>
    <w:rsid w:val="13A2236C"/>
    <w:rsid w:val="13A25DCC"/>
    <w:rsid w:val="13A60ECC"/>
    <w:rsid w:val="13A703ED"/>
    <w:rsid w:val="13A8117E"/>
    <w:rsid w:val="13A9605D"/>
    <w:rsid w:val="13AA5959"/>
    <w:rsid w:val="13AA66C2"/>
    <w:rsid w:val="13AB79D7"/>
    <w:rsid w:val="13AC4821"/>
    <w:rsid w:val="13AF5966"/>
    <w:rsid w:val="13B14098"/>
    <w:rsid w:val="13B262B4"/>
    <w:rsid w:val="13B42182"/>
    <w:rsid w:val="13B97F56"/>
    <w:rsid w:val="13BC207D"/>
    <w:rsid w:val="13BD568C"/>
    <w:rsid w:val="13BE0860"/>
    <w:rsid w:val="13BF6400"/>
    <w:rsid w:val="13BF7EB6"/>
    <w:rsid w:val="13C052B4"/>
    <w:rsid w:val="13C219EE"/>
    <w:rsid w:val="13C2241B"/>
    <w:rsid w:val="13C65D07"/>
    <w:rsid w:val="13C7475D"/>
    <w:rsid w:val="13C75B9A"/>
    <w:rsid w:val="13CB7505"/>
    <w:rsid w:val="13CE3E60"/>
    <w:rsid w:val="13CF716E"/>
    <w:rsid w:val="13D1417B"/>
    <w:rsid w:val="13D41B96"/>
    <w:rsid w:val="13D42FA1"/>
    <w:rsid w:val="13D529D6"/>
    <w:rsid w:val="13D75EA4"/>
    <w:rsid w:val="13D84274"/>
    <w:rsid w:val="13D97E14"/>
    <w:rsid w:val="13DC58D7"/>
    <w:rsid w:val="13DE551E"/>
    <w:rsid w:val="13DF16D2"/>
    <w:rsid w:val="13E0137B"/>
    <w:rsid w:val="13E13FC1"/>
    <w:rsid w:val="13E16B2F"/>
    <w:rsid w:val="13E24EF9"/>
    <w:rsid w:val="13E255C8"/>
    <w:rsid w:val="13E26EA1"/>
    <w:rsid w:val="13E7187E"/>
    <w:rsid w:val="13EB7869"/>
    <w:rsid w:val="13EC3D06"/>
    <w:rsid w:val="13EC522D"/>
    <w:rsid w:val="13ED0C32"/>
    <w:rsid w:val="13ED1B89"/>
    <w:rsid w:val="13F0325F"/>
    <w:rsid w:val="13F115FB"/>
    <w:rsid w:val="13F301C1"/>
    <w:rsid w:val="13F35552"/>
    <w:rsid w:val="13F508A5"/>
    <w:rsid w:val="13F54630"/>
    <w:rsid w:val="13F77820"/>
    <w:rsid w:val="13F82B68"/>
    <w:rsid w:val="13F84B6A"/>
    <w:rsid w:val="13F84D28"/>
    <w:rsid w:val="13F854F0"/>
    <w:rsid w:val="13FA0A2C"/>
    <w:rsid w:val="13FA211F"/>
    <w:rsid w:val="13FB4153"/>
    <w:rsid w:val="13FB71ED"/>
    <w:rsid w:val="13FC1DEF"/>
    <w:rsid w:val="13FF58B2"/>
    <w:rsid w:val="14011A1D"/>
    <w:rsid w:val="14017D8F"/>
    <w:rsid w:val="14022798"/>
    <w:rsid w:val="14056DE8"/>
    <w:rsid w:val="1406320B"/>
    <w:rsid w:val="14073F0E"/>
    <w:rsid w:val="140A00EA"/>
    <w:rsid w:val="140B3BF9"/>
    <w:rsid w:val="140B57C3"/>
    <w:rsid w:val="140D25B3"/>
    <w:rsid w:val="140E298B"/>
    <w:rsid w:val="14131AD2"/>
    <w:rsid w:val="14163872"/>
    <w:rsid w:val="14164D9C"/>
    <w:rsid w:val="141B6202"/>
    <w:rsid w:val="141C3D24"/>
    <w:rsid w:val="141F2FEA"/>
    <w:rsid w:val="1423055C"/>
    <w:rsid w:val="142676D5"/>
    <w:rsid w:val="14284306"/>
    <w:rsid w:val="142B5EB4"/>
    <w:rsid w:val="142C636E"/>
    <w:rsid w:val="142D2812"/>
    <w:rsid w:val="142D2F4A"/>
    <w:rsid w:val="14305E5E"/>
    <w:rsid w:val="14327E28"/>
    <w:rsid w:val="143516C6"/>
    <w:rsid w:val="14351E54"/>
    <w:rsid w:val="1436109B"/>
    <w:rsid w:val="1437265B"/>
    <w:rsid w:val="14397409"/>
    <w:rsid w:val="143B7048"/>
    <w:rsid w:val="143C0CA7"/>
    <w:rsid w:val="143D283A"/>
    <w:rsid w:val="143D2F70"/>
    <w:rsid w:val="143E36EA"/>
    <w:rsid w:val="143F2545"/>
    <w:rsid w:val="14444463"/>
    <w:rsid w:val="144813FA"/>
    <w:rsid w:val="14487582"/>
    <w:rsid w:val="14493AF8"/>
    <w:rsid w:val="144E09C0"/>
    <w:rsid w:val="1456291D"/>
    <w:rsid w:val="14566E07"/>
    <w:rsid w:val="14577942"/>
    <w:rsid w:val="14586838"/>
    <w:rsid w:val="145A2050"/>
    <w:rsid w:val="145A69C2"/>
    <w:rsid w:val="145B46B0"/>
    <w:rsid w:val="145B5F7A"/>
    <w:rsid w:val="145D676F"/>
    <w:rsid w:val="145F3153"/>
    <w:rsid w:val="14601E0D"/>
    <w:rsid w:val="14620477"/>
    <w:rsid w:val="14627FE2"/>
    <w:rsid w:val="14634486"/>
    <w:rsid w:val="146A5814"/>
    <w:rsid w:val="146A708C"/>
    <w:rsid w:val="146C5347"/>
    <w:rsid w:val="1470410E"/>
    <w:rsid w:val="14710F87"/>
    <w:rsid w:val="14717AC5"/>
    <w:rsid w:val="147538E4"/>
    <w:rsid w:val="147541B9"/>
    <w:rsid w:val="14795A57"/>
    <w:rsid w:val="14797E50"/>
    <w:rsid w:val="147B124C"/>
    <w:rsid w:val="147C10A3"/>
    <w:rsid w:val="147C76B5"/>
    <w:rsid w:val="147D1E40"/>
    <w:rsid w:val="147F6DE6"/>
    <w:rsid w:val="148121E5"/>
    <w:rsid w:val="14825D2A"/>
    <w:rsid w:val="14861DD4"/>
    <w:rsid w:val="148A4238"/>
    <w:rsid w:val="148E2779"/>
    <w:rsid w:val="148E66C1"/>
    <w:rsid w:val="148F03AC"/>
    <w:rsid w:val="14947102"/>
    <w:rsid w:val="14956FBB"/>
    <w:rsid w:val="14977876"/>
    <w:rsid w:val="14987914"/>
    <w:rsid w:val="14997E54"/>
    <w:rsid w:val="149C7998"/>
    <w:rsid w:val="149F58D1"/>
    <w:rsid w:val="14A2161D"/>
    <w:rsid w:val="14A30D26"/>
    <w:rsid w:val="14A502C5"/>
    <w:rsid w:val="14A52C21"/>
    <w:rsid w:val="14A603DA"/>
    <w:rsid w:val="14A6780D"/>
    <w:rsid w:val="14AB3737"/>
    <w:rsid w:val="14AC63C4"/>
    <w:rsid w:val="14AE025C"/>
    <w:rsid w:val="14AE1D55"/>
    <w:rsid w:val="14AE24DF"/>
    <w:rsid w:val="14AF7C32"/>
    <w:rsid w:val="14B14B8E"/>
    <w:rsid w:val="14B249FC"/>
    <w:rsid w:val="14B27723"/>
    <w:rsid w:val="14B5339C"/>
    <w:rsid w:val="14B66332"/>
    <w:rsid w:val="14B735DC"/>
    <w:rsid w:val="14B75F88"/>
    <w:rsid w:val="14B87261"/>
    <w:rsid w:val="14BB52CB"/>
    <w:rsid w:val="14BD16CF"/>
    <w:rsid w:val="14BF0AFA"/>
    <w:rsid w:val="14C05A9E"/>
    <w:rsid w:val="14C110E9"/>
    <w:rsid w:val="14C111AC"/>
    <w:rsid w:val="14C21C7A"/>
    <w:rsid w:val="14C22B74"/>
    <w:rsid w:val="14C323CB"/>
    <w:rsid w:val="14C548A3"/>
    <w:rsid w:val="14C802E0"/>
    <w:rsid w:val="14CA1963"/>
    <w:rsid w:val="14CA67CC"/>
    <w:rsid w:val="14CB6603"/>
    <w:rsid w:val="14CC7703"/>
    <w:rsid w:val="14CE6455"/>
    <w:rsid w:val="14CF2F07"/>
    <w:rsid w:val="14D21B18"/>
    <w:rsid w:val="14D56A06"/>
    <w:rsid w:val="14D57868"/>
    <w:rsid w:val="14D62EA9"/>
    <w:rsid w:val="14D77600"/>
    <w:rsid w:val="14D81484"/>
    <w:rsid w:val="14D82603"/>
    <w:rsid w:val="14D8479C"/>
    <w:rsid w:val="14D9457A"/>
    <w:rsid w:val="14D964F6"/>
    <w:rsid w:val="14DB46F3"/>
    <w:rsid w:val="14DE7053"/>
    <w:rsid w:val="14E135FC"/>
    <w:rsid w:val="14E359E7"/>
    <w:rsid w:val="14E629C1"/>
    <w:rsid w:val="14E74FFB"/>
    <w:rsid w:val="14E96DFD"/>
    <w:rsid w:val="14E97259"/>
    <w:rsid w:val="14EE2592"/>
    <w:rsid w:val="14F22B05"/>
    <w:rsid w:val="14F34F91"/>
    <w:rsid w:val="14F450DE"/>
    <w:rsid w:val="14F64DE1"/>
    <w:rsid w:val="14F74130"/>
    <w:rsid w:val="14F92508"/>
    <w:rsid w:val="14FA4B3D"/>
    <w:rsid w:val="14FA5C2D"/>
    <w:rsid w:val="14FF4E49"/>
    <w:rsid w:val="14FF4FB4"/>
    <w:rsid w:val="15007E27"/>
    <w:rsid w:val="15007F26"/>
    <w:rsid w:val="15023C9F"/>
    <w:rsid w:val="15060EE5"/>
    <w:rsid w:val="15063378"/>
    <w:rsid w:val="1508411C"/>
    <w:rsid w:val="1509105F"/>
    <w:rsid w:val="150A6D75"/>
    <w:rsid w:val="150B483A"/>
    <w:rsid w:val="150B4A7A"/>
    <w:rsid w:val="150C0917"/>
    <w:rsid w:val="150C68CB"/>
    <w:rsid w:val="150D10EA"/>
    <w:rsid w:val="150D619F"/>
    <w:rsid w:val="150E0CBD"/>
    <w:rsid w:val="150E2ED8"/>
    <w:rsid w:val="150F1F18"/>
    <w:rsid w:val="150F43CC"/>
    <w:rsid w:val="150F5C0A"/>
    <w:rsid w:val="15107A3E"/>
    <w:rsid w:val="15113EE2"/>
    <w:rsid w:val="15130A8E"/>
    <w:rsid w:val="151439D2"/>
    <w:rsid w:val="151465E3"/>
    <w:rsid w:val="15170DCC"/>
    <w:rsid w:val="15172517"/>
    <w:rsid w:val="151760FE"/>
    <w:rsid w:val="15176B69"/>
    <w:rsid w:val="15180FF8"/>
    <w:rsid w:val="15181157"/>
    <w:rsid w:val="15183282"/>
    <w:rsid w:val="1518731A"/>
    <w:rsid w:val="151A4520"/>
    <w:rsid w:val="151B2341"/>
    <w:rsid w:val="151C3BF6"/>
    <w:rsid w:val="151E08B3"/>
    <w:rsid w:val="151E65FF"/>
    <w:rsid w:val="151F2A94"/>
    <w:rsid w:val="15203A83"/>
    <w:rsid w:val="15240077"/>
    <w:rsid w:val="15260957"/>
    <w:rsid w:val="15294121"/>
    <w:rsid w:val="152A543F"/>
    <w:rsid w:val="152A7892"/>
    <w:rsid w:val="152B631B"/>
    <w:rsid w:val="152C5511"/>
    <w:rsid w:val="152C5B94"/>
    <w:rsid w:val="152D01ED"/>
    <w:rsid w:val="152D2AE2"/>
    <w:rsid w:val="152F6E68"/>
    <w:rsid w:val="15311123"/>
    <w:rsid w:val="15311E8E"/>
    <w:rsid w:val="1532133D"/>
    <w:rsid w:val="15322368"/>
    <w:rsid w:val="153331C7"/>
    <w:rsid w:val="1534620C"/>
    <w:rsid w:val="153504FD"/>
    <w:rsid w:val="153909FE"/>
    <w:rsid w:val="15395DB7"/>
    <w:rsid w:val="1539732E"/>
    <w:rsid w:val="153A7B71"/>
    <w:rsid w:val="153B1BF2"/>
    <w:rsid w:val="153B1E6F"/>
    <w:rsid w:val="153B2D0D"/>
    <w:rsid w:val="153F44CC"/>
    <w:rsid w:val="153F76A6"/>
    <w:rsid w:val="15400306"/>
    <w:rsid w:val="15412AFB"/>
    <w:rsid w:val="15412E1D"/>
    <w:rsid w:val="1546250B"/>
    <w:rsid w:val="154A3769"/>
    <w:rsid w:val="154A3E35"/>
    <w:rsid w:val="154C316C"/>
    <w:rsid w:val="154D582C"/>
    <w:rsid w:val="154E46A5"/>
    <w:rsid w:val="154E4EB0"/>
    <w:rsid w:val="154F0566"/>
    <w:rsid w:val="155050F9"/>
    <w:rsid w:val="15510913"/>
    <w:rsid w:val="15520056"/>
    <w:rsid w:val="1555441B"/>
    <w:rsid w:val="15581B10"/>
    <w:rsid w:val="1559533D"/>
    <w:rsid w:val="155F247D"/>
    <w:rsid w:val="15604521"/>
    <w:rsid w:val="15615492"/>
    <w:rsid w:val="15623100"/>
    <w:rsid w:val="156314BA"/>
    <w:rsid w:val="15642ED4"/>
    <w:rsid w:val="1565365F"/>
    <w:rsid w:val="156541E8"/>
    <w:rsid w:val="15656BF5"/>
    <w:rsid w:val="156573B8"/>
    <w:rsid w:val="156A35F2"/>
    <w:rsid w:val="156B7AA2"/>
    <w:rsid w:val="156C55BC"/>
    <w:rsid w:val="156F5698"/>
    <w:rsid w:val="156F78B3"/>
    <w:rsid w:val="157306F8"/>
    <w:rsid w:val="1573463E"/>
    <w:rsid w:val="1573694A"/>
    <w:rsid w:val="15740EAA"/>
    <w:rsid w:val="15744470"/>
    <w:rsid w:val="15747FCD"/>
    <w:rsid w:val="157606CB"/>
    <w:rsid w:val="15761F97"/>
    <w:rsid w:val="157666B0"/>
    <w:rsid w:val="1577713B"/>
    <w:rsid w:val="157E0E4B"/>
    <w:rsid w:val="157F3404"/>
    <w:rsid w:val="15800BCC"/>
    <w:rsid w:val="15813B84"/>
    <w:rsid w:val="158220E3"/>
    <w:rsid w:val="15825949"/>
    <w:rsid w:val="1583681A"/>
    <w:rsid w:val="15842905"/>
    <w:rsid w:val="1584296E"/>
    <w:rsid w:val="1584593B"/>
    <w:rsid w:val="1586050E"/>
    <w:rsid w:val="15861CA5"/>
    <w:rsid w:val="15864FDB"/>
    <w:rsid w:val="158728AB"/>
    <w:rsid w:val="15872E5F"/>
    <w:rsid w:val="15875F52"/>
    <w:rsid w:val="15876CA4"/>
    <w:rsid w:val="158B1288"/>
    <w:rsid w:val="158C06BC"/>
    <w:rsid w:val="158C2965"/>
    <w:rsid w:val="158F4EB1"/>
    <w:rsid w:val="15905680"/>
    <w:rsid w:val="15905B15"/>
    <w:rsid w:val="15913B9A"/>
    <w:rsid w:val="1594066F"/>
    <w:rsid w:val="15946C89"/>
    <w:rsid w:val="15983ED4"/>
    <w:rsid w:val="15996245"/>
    <w:rsid w:val="15997A33"/>
    <w:rsid w:val="159F63AB"/>
    <w:rsid w:val="15A12793"/>
    <w:rsid w:val="15A24B3A"/>
    <w:rsid w:val="15A26DAD"/>
    <w:rsid w:val="15A34CFB"/>
    <w:rsid w:val="15A708DE"/>
    <w:rsid w:val="15A70C81"/>
    <w:rsid w:val="15A87015"/>
    <w:rsid w:val="15AA0BDA"/>
    <w:rsid w:val="15AA15A0"/>
    <w:rsid w:val="15AA165C"/>
    <w:rsid w:val="15AA53A0"/>
    <w:rsid w:val="15AA7E92"/>
    <w:rsid w:val="15AB7E28"/>
    <w:rsid w:val="15AC7766"/>
    <w:rsid w:val="15AF3374"/>
    <w:rsid w:val="15B05DF2"/>
    <w:rsid w:val="15B35858"/>
    <w:rsid w:val="15B50D11"/>
    <w:rsid w:val="15B52CC6"/>
    <w:rsid w:val="15B61CF7"/>
    <w:rsid w:val="15BA596A"/>
    <w:rsid w:val="15BA7E14"/>
    <w:rsid w:val="15BE01EE"/>
    <w:rsid w:val="15BE594A"/>
    <w:rsid w:val="15C27ECE"/>
    <w:rsid w:val="15C34139"/>
    <w:rsid w:val="15C81AB6"/>
    <w:rsid w:val="15C9656A"/>
    <w:rsid w:val="15CA16DA"/>
    <w:rsid w:val="15CA5E3E"/>
    <w:rsid w:val="15CB20D3"/>
    <w:rsid w:val="15CC3BF0"/>
    <w:rsid w:val="15CC7E09"/>
    <w:rsid w:val="15CE592F"/>
    <w:rsid w:val="15D0497B"/>
    <w:rsid w:val="15D3446A"/>
    <w:rsid w:val="15D378DE"/>
    <w:rsid w:val="15D37FD1"/>
    <w:rsid w:val="15D47CFF"/>
    <w:rsid w:val="15D525D4"/>
    <w:rsid w:val="15D76992"/>
    <w:rsid w:val="15D9410A"/>
    <w:rsid w:val="15DB52B6"/>
    <w:rsid w:val="15E13658"/>
    <w:rsid w:val="15E42EF3"/>
    <w:rsid w:val="15E4576B"/>
    <w:rsid w:val="15E52BCE"/>
    <w:rsid w:val="15E57B5D"/>
    <w:rsid w:val="15E909BB"/>
    <w:rsid w:val="15EA3A64"/>
    <w:rsid w:val="15EC2825"/>
    <w:rsid w:val="15EC4C77"/>
    <w:rsid w:val="15EE78AD"/>
    <w:rsid w:val="15F33402"/>
    <w:rsid w:val="15F56103"/>
    <w:rsid w:val="15F77057"/>
    <w:rsid w:val="15F86377"/>
    <w:rsid w:val="15FA2F8E"/>
    <w:rsid w:val="15FA5E55"/>
    <w:rsid w:val="15FA6724"/>
    <w:rsid w:val="15FD6214"/>
    <w:rsid w:val="15FE3AFF"/>
    <w:rsid w:val="15FF1848"/>
    <w:rsid w:val="15FF7C57"/>
    <w:rsid w:val="1600287A"/>
    <w:rsid w:val="1602693A"/>
    <w:rsid w:val="160454F8"/>
    <w:rsid w:val="1606156C"/>
    <w:rsid w:val="16083012"/>
    <w:rsid w:val="160B0931"/>
    <w:rsid w:val="160B6B83"/>
    <w:rsid w:val="16102902"/>
    <w:rsid w:val="16104199"/>
    <w:rsid w:val="16115B52"/>
    <w:rsid w:val="16184DFC"/>
    <w:rsid w:val="16190027"/>
    <w:rsid w:val="161B052B"/>
    <w:rsid w:val="161B2690"/>
    <w:rsid w:val="161B48EC"/>
    <w:rsid w:val="1620210D"/>
    <w:rsid w:val="16206F3F"/>
    <w:rsid w:val="16212799"/>
    <w:rsid w:val="16287735"/>
    <w:rsid w:val="162B1DC7"/>
    <w:rsid w:val="162D58B9"/>
    <w:rsid w:val="162E483F"/>
    <w:rsid w:val="16300425"/>
    <w:rsid w:val="16314110"/>
    <w:rsid w:val="16320469"/>
    <w:rsid w:val="16321A45"/>
    <w:rsid w:val="16345689"/>
    <w:rsid w:val="16345D80"/>
    <w:rsid w:val="16353287"/>
    <w:rsid w:val="163753AF"/>
    <w:rsid w:val="163A32E0"/>
    <w:rsid w:val="163D124B"/>
    <w:rsid w:val="163D785A"/>
    <w:rsid w:val="163F04E1"/>
    <w:rsid w:val="1642163B"/>
    <w:rsid w:val="16437357"/>
    <w:rsid w:val="16442BB6"/>
    <w:rsid w:val="16445BF1"/>
    <w:rsid w:val="1646689F"/>
    <w:rsid w:val="164A3C49"/>
    <w:rsid w:val="164B25D4"/>
    <w:rsid w:val="164C6C50"/>
    <w:rsid w:val="164F2100"/>
    <w:rsid w:val="16524915"/>
    <w:rsid w:val="16536747"/>
    <w:rsid w:val="16545628"/>
    <w:rsid w:val="16573B76"/>
    <w:rsid w:val="16582B45"/>
    <w:rsid w:val="165C73DE"/>
    <w:rsid w:val="165E3513"/>
    <w:rsid w:val="165F041A"/>
    <w:rsid w:val="166149F5"/>
    <w:rsid w:val="166365AB"/>
    <w:rsid w:val="16645A4F"/>
    <w:rsid w:val="16650B2B"/>
    <w:rsid w:val="16680954"/>
    <w:rsid w:val="166A3D5A"/>
    <w:rsid w:val="166C2E00"/>
    <w:rsid w:val="166D7152"/>
    <w:rsid w:val="166E6893"/>
    <w:rsid w:val="1670167A"/>
    <w:rsid w:val="16702E8A"/>
    <w:rsid w:val="16703B93"/>
    <w:rsid w:val="167069E6"/>
    <w:rsid w:val="167209B0"/>
    <w:rsid w:val="16726243"/>
    <w:rsid w:val="16747706"/>
    <w:rsid w:val="167572A4"/>
    <w:rsid w:val="16767010"/>
    <w:rsid w:val="167802D5"/>
    <w:rsid w:val="1678091D"/>
    <w:rsid w:val="16785535"/>
    <w:rsid w:val="167940DD"/>
    <w:rsid w:val="16796E8D"/>
    <w:rsid w:val="167A2690"/>
    <w:rsid w:val="167A5D69"/>
    <w:rsid w:val="167B098E"/>
    <w:rsid w:val="167C7581"/>
    <w:rsid w:val="167E0D4B"/>
    <w:rsid w:val="16817D5E"/>
    <w:rsid w:val="16845676"/>
    <w:rsid w:val="168A7B8F"/>
    <w:rsid w:val="168B1A72"/>
    <w:rsid w:val="168B6305"/>
    <w:rsid w:val="168C3511"/>
    <w:rsid w:val="168D0CC5"/>
    <w:rsid w:val="168D699B"/>
    <w:rsid w:val="168F0E5B"/>
    <w:rsid w:val="168F3DFC"/>
    <w:rsid w:val="16921052"/>
    <w:rsid w:val="16926272"/>
    <w:rsid w:val="16974D12"/>
    <w:rsid w:val="1697502F"/>
    <w:rsid w:val="16991BA5"/>
    <w:rsid w:val="1699316F"/>
    <w:rsid w:val="16994212"/>
    <w:rsid w:val="169A2A2F"/>
    <w:rsid w:val="169A6C42"/>
    <w:rsid w:val="169C0119"/>
    <w:rsid w:val="169E1BBB"/>
    <w:rsid w:val="16A4694B"/>
    <w:rsid w:val="16A64EFA"/>
    <w:rsid w:val="16A653A5"/>
    <w:rsid w:val="16A86180"/>
    <w:rsid w:val="16A97CF9"/>
    <w:rsid w:val="16AA639C"/>
    <w:rsid w:val="16AB1154"/>
    <w:rsid w:val="16AE25FA"/>
    <w:rsid w:val="16AF2AD9"/>
    <w:rsid w:val="16B10FBA"/>
    <w:rsid w:val="16B25250"/>
    <w:rsid w:val="16B37324"/>
    <w:rsid w:val="16B5089D"/>
    <w:rsid w:val="16B54D41"/>
    <w:rsid w:val="16B56154"/>
    <w:rsid w:val="16B70062"/>
    <w:rsid w:val="16B72CA3"/>
    <w:rsid w:val="16B777EA"/>
    <w:rsid w:val="16BA3715"/>
    <w:rsid w:val="16BB0A05"/>
    <w:rsid w:val="16BD70D2"/>
    <w:rsid w:val="16BE02A6"/>
    <w:rsid w:val="16BE1E2F"/>
    <w:rsid w:val="16BE3ED8"/>
    <w:rsid w:val="16C15493"/>
    <w:rsid w:val="16C3443D"/>
    <w:rsid w:val="16C505E7"/>
    <w:rsid w:val="16C531D6"/>
    <w:rsid w:val="16C56618"/>
    <w:rsid w:val="16C63504"/>
    <w:rsid w:val="16C65668"/>
    <w:rsid w:val="16CB0810"/>
    <w:rsid w:val="16CB28D7"/>
    <w:rsid w:val="16CC1169"/>
    <w:rsid w:val="16CF1585"/>
    <w:rsid w:val="16D00333"/>
    <w:rsid w:val="16D13179"/>
    <w:rsid w:val="16DB754F"/>
    <w:rsid w:val="16DC7EA9"/>
    <w:rsid w:val="16DE1BA1"/>
    <w:rsid w:val="16DE254A"/>
    <w:rsid w:val="16E01DBD"/>
    <w:rsid w:val="16E11DD8"/>
    <w:rsid w:val="16E12093"/>
    <w:rsid w:val="16E24586"/>
    <w:rsid w:val="16E573D4"/>
    <w:rsid w:val="16E62C96"/>
    <w:rsid w:val="16E635C1"/>
    <w:rsid w:val="16E8446F"/>
    <w:rsid w:val="16EA49EA"/>
    <w:rsid w:val="16EA77AA"/>
    <w:rsid w:val="16EB2179"/>
    <w:rsid w:val="16EB6888"/>
    <w:rsid w:val="16EC3CD6"/>
    <w:rsid w:val="16EF401D"/>
    <w:rsid w:val="16F04D4A"/>
    <w:rsid w:val="16F33548"/>
    <w:rsid w:val="16F35793"/>
    <w:rsid w:val="16F45869"/>
    <w:rsid w:val="16F47896"/>
    <w:rsid w:val="16F52F59"/>
    <w:rsid w:val="16F77107"/>
    <w:rsid w:val="16F93BCD"/>
    <w:rsid w:val="16FA76E9"/>
    <w:rsid w:val="16FB330B"/>
    <w:rsid w:val="16FB6C60"/>
    <w:rsid w:val="16FC296F"/>
    <w:rsid w:val="16FE5D33"/>
    <w:rsid w:val="170213AC"/>
    <w:rsid w:val="1703088C"/>
    <w:rsid w:val="17035AAC"/>
    <w:rsid w:val="1707654C"/>
    <w:rsid w:val="170A3300"/>
    <w:rsid w:val="170B30A1"/>
    <w:rsid w:val="170C299F"/>
    <w:rsid w:val="170D1A15"/>
    <w:rsid w:val="17103D25"/>
    <w:rsid w:val="1715758D"/>
    <w:rsid w:val="17173305"/>
    <w:rsid w:val="17191AAC"/>
    <w:rsid w:val="17192DB8"/>
    <w:rsid w:val="171F178D"/>
    <w:rsid w:val="171F3527"/>
    <w:rsid w:val="17212E5D"/>
    <w:rsid w:val="172178E9"/>
    <w:rsid w:val="17255DA8"/>
    <w:rsid w:val="172750A9"/>
    <w:rsid w:val="17275D33"/>
    <w:rsid w:val="172C5003"/>
    <w:rsid w:val="172D2DFA"/>
    <w:rsid w:val="172D37C7"/>
    <w:rsid w:val="172E4CA1"/>
    <w:rsid w:val="172F2238"/>
    <w:rsid w:val="172F2F8C"/>
    <w:rsid w:val="172F7548"/>
    <w:rsid w:val="17357653"/>
    <w:rsid w:val="1736143B"/>
    <w:rsid w:val="17383060"/>
    <w:rsid w:val="173A1679"/>
    <w:rsid w:val="173D3CAA"/>
    <w:rsid w:val="17442ACC"/>
    <w:rsid w:val="17442FEE"/>
    <w:rsid w:val="1747591A"/>
    <w:rsid w:val="17480ECF"/>
    <w:rsid w:val="17485BB5"/>
    <w:rsid w:val="174A36DB"/>
    <w:rsid w:val="174B6950"/>
    <w:rsid w:val="174C1B86"/>
    <w:rsid w:val="174C7453"/>
    <w:rsid w:val="174E3CA3"/>
    <w:rsid w:val="174F1BF6"/>
    <w:rsid w:val="17500E86"/>
    <w:rsid w:val="1752258F"/>
    <w:rsid w:val="175312BC"/>
    <w:rsid w:val="17542D70"/>
    <w:rsid w:val="17552527"/>
    <w:rsid w:val="17570AD5"/>
    <w:rsid w:val="175766B7"/>
    <w:rsid w:val="17577847"/>
    <w:rsid w:val="17592F39"/>
    <w:rsid w:val="175A7255"/>
    <w:rsid w:val="175B54BA"/>
    <w:rsid w:val="175B5D03"/>
    <w:rsid w:val="175E3A31"/>
    <w:rsid w:val="176037B9"/>
    <w:rsid w:val="176127D3"/>
    <w:rsid w:val="176357A4"/>
    <w:rsid w:val="1764287E"/>
    <w:rsid w:val="17646F1F"/>
    <w:rsid w:val="176848E2"/>
    <w:rsid w:val="176C0797"/>
    <w:rsid w:val="17717723"/>
    <w:rsid w:val="17721DE1"/>
    <w:rsid w:val="1773362A"/>
    <w:rsid w:val="177449F6"/>
    <w:rsid w:val="177465C0"/>
    <w:rsid w:val="17781EC4"/>
    <w:rsid w:val="17792C54"/>
    <w:rsid w:val="177B3894"/>
    <w:rsid w:val="177C43B0"/>
    <w:rsid w:val="177D3E2E"/>
    <w:rsid w:val="177E59EA"/>
    <w:rsid w:val="177E5C68"/>
    <w:rsid w:val="177F08CB"/>
    <w:rsid w:val="178169D1"/>
    <w:rsid w:val="178567E9"/>
    <w:rsid w:val="1787093F"/>
    <w:rsid w:val="178745B3"/>
    <w:rsid w:val="178C39FC"/>
    <w:rsid w:val="178C52D8"/>
    <w:rsid w:val="178C777C"/>
    <w:rsid w:val="178D1819"/>
    <w:rsid w:val="178D18B5"/>
    <w:rsid w:val="178E4834"/>
    <w:rsid w:val="178F06F0"/>
    <w:rsid w:val="17900A1E"/>
    <w:rsid w:val="17921BFD"/>
    <w:rsid w:val="17941767"/>
    <w:rsid w:val="17944956"/>
    <w:rsid w:val="17946D6D"/>
    <w:rsid w:val="17950537"/>
    <w:rsid w:val="179606CE"/>
    <w:rsid w:val="179910C4"/>
    <w:rsid w:val="17994ADE"/>
    <w:rsid w:val="179B191F"/>
    <w:rsid w:val="179D67B1"/>
    <w:rsid w:val="17A05B93"/>
    <w:rsid w:val="17A361BF"/>
    <w:rsid w:val="17A4103D"/>
    <w:rsid w:val="17A717D6"/>
    <w:rsid w:val="17A874B3"/>
    <w:rsid w:val="17AA23CB"/>
    <w:rsid w:val="17AC6144"/>
    <w:rsid w:val="17AC7C61"/>
    <w:rsid w:val="17AF79E2"/>
    <w:rsid w:val="17B62573"/>
    <w:rsid w:val="17B648CC"/>
    <w:rsid w:val="17B675C0"/>
    <w:rsid w:val="17B7022D"/>
    <w:rsid w:val="17B707C3"/>
    <w:rsid w:val="17B96810"/>
    <w:rsid w:val="17BB1EE3"/>
    <w:rsid w:val="17BB4B37"/>
    <w:rsid w:val="17BD4A12"/>
    <w:rsid w:val="17BF5E77"/>
    <w:rsid w:val="17C25A72"/>
    <w:rsid w:val="17C27CD0"/>
    <w:rsid w:val="17C36FE9"/>
    <w:rsid w:val="17C44EAB"/>
    <w:rsid w:val="17C53133"/>
    <w:rsid w:val="17C55ADD"/>
    <w:rsid w:val="17C704A8"/>
    <w:rsid w:val="17C70888"/>
    <w:rsid w:val="17C92852"/>
    <w:rsid w:val="17C9610F"/>
    <w:rsid w:val="17CA73A1"/>
    <w:rsid w:val="17CB10BA"/>
    <w:rsid w:val="17CB41FB"/>
    <w:rsid w:val="17CD4754"/>
    <w:rsid w:val="17CE60BA"/>
    <w:rsid w:val="17CF598E"/>
    <w:rsid w:val="17D3500B"/>
    <w:rsid w:val="17D631C0"/>
    <w:rsid w:val="17D66D1D"/>
    <w:rsid w:val="17D80E36"/>
    <w:rsid w:val="17D84FAB"/>
    <w:rsid w:val="17DA5380"/>
    <w:rsid w:val="17DB2585"/>
    <w:rsid w:val="17DD3B90"/>
    <w:rsid w:val="17DD7A07"/>
    <w:rsid w:val="17E1266A"/>
    <w:rsid w:val="17E23913"/>
    <w:rsid w:val="17E308A0"/>
    <w:rsid w:val="17E360E1"/>
    <w:rsid w:val="17E3710F"/>
    <w:rsid w:val="17E40EAA"/>
    <w:rsid w:val="17E626EA"/>
    <w:rsid w:val="17E81F0A"/>
    <w:rsid w:val="17E86A50"/>
    <w:rsid w:val="17EA592D"/>
    <w:rsid w:val="17EB4F7D"/>
    <w:rsid w:val="17ED154C"/>
    <w:rsid w:val="17EE0C46"/>
    <w:rsid w:val="17EF7DDE"/>
    <w:rsid w:val="17F22EBB"/>
    <w:rsid w:val="17F335E9"/>
    <w:rsid w:val="17F33647"/>
    <w:rsid w:val="17F46C6B"/>
    <w:rsid w:val="17F50C53"/>
    <w:rsid w:val="17F6363C"/>
    <w:rsid w:val="17F644C0"/>
    <w:rsid w:val="17F92A0B"/>
    <w:rsid w:val="17F9386D"/>
    <w:rsid w:val="17F96B7D"/>
    <w:rsid w:val="17FA28F8"/>
    <w:rsid w:val="17FA3127"/>
    <w:rsid w:val="17FA6749"/>
    <w:rsid w:val="17FA6A01"/>
    <w:rsid w:val="17FB10CC"/>
    <w:rsid w:val="17FD074D"/>
    <w:rsid w:val="17FF123F"/>
    <w:rsid w:val="18001FEB"/>
    <w:rsid w:val="180046FD"/>
    <w:rsid w:val="18011EF0"/>
    <w:rsid w:val="18035BB9"/>
    <w:rsid w:val="18052B71"/>
    <w:rsid w:val="18052C6E"/>
    <w:rsid w:val="180653BD"/>
    <w:rsid w:val="1807337A"/>
    <w:rsid w:val="180824D6"/>
    <w:rsid w:val="18086C45"/>
    <w:rsid w:val="180A59E0"/>
    <w:rsid w:val="180A7EED"/>
    <w:rsid w:val="180C6BE2"/>
    <w:rsid w:val="180D67B3"/>
    <w:rsid w:val="180D7253"/>
    <w:rsid w:val="181409AA"/>
    <w:rsid w:val="181759AB"/>
    <w:rsid w:val="1817681C"/>
    <w:rsid w:val="18192CDF"/>
    <w:rsid w:val="18197993"/>
    <w:rsid w:val="181B64F9"/>
    <w:rsid w:val="181B6AA1"/>
    <w:rsid w:val="181C5B8D"/>
    <w:rsid w:val="181D222F"/>
    <w:rsid w:val="181D494B"/>
    <w:rsid w:val="181E78A7"/>
    <w:rsid w:val="181E7A65"/>
    <w:rsid w:val="182052B6"/>
    <w:rsid w:val="1821268E"/>
    <w:rsid w:val="18240F29"/>
    <w:rsid w:val="18243F2C"/>
    <w:rsid w:val="18244710"/>
    <w:rsid w:val="18253FD7"/>
    <w:rsid w:val="1827105B"/>
    <w:rsid w:val="182A4917"/>
    <w:rsid w:val="182E2830"/>
    <w:rsid w:val="182E2F0A"/>
    <w:rsid w:val="182E4DAB"/>
    <w:rsid w:val="183049FA"/>
    <w:rsid w:val="18315924"/>
    <w:rsid w:val="18322AB6"/>
    <w:rsid w:val="18330EB6"/>
    <w:rsid w:val="183364AB"/>
    <w:rsid w:val="1835425E"/>
    <w:rsid w:val="1835433E"/>
    <w:rsid w:val="18367B3D"/>
    <w:rsid w:val="18372864"/>
    <w:rsid w:val="1837514B"/>
    <w:rsid w:val="183B0BA7"/>
    <w:rsid w:val="18447977"/>
    <w:rsid w:val="184510C9"/>
    <w:rsid w:val="18463EA2"/>
    <w:rsid w:val="18474F08"/>
    <w:rsid w:val="184B0948"/>
    <w:rsid w:val="184B3EE7"/>
    <w:rsid w:val="184D3FAD"/>
    <w:rsid w:val="184E0FA9"/>
    <w:rsid w:val="184F09B7"/>
    <w:rsid w:val="184F2B1A"/>
    <w:rsid w:val="184F4FDE"/>
    <w:rsid w:val="18510A99"/>
    <w:rsid w:val="18513490"/>
    <w:rsid w:val="18573560"/>
    <w:rsid w:val="185A5CB0"/>
    <w:rsid w:val="185F254B"/>
    <w:rsid w:val="18610CDC"/>
    <w:rsid w:val="186124D5"/>
    <w:rsid w:val="18626802"/>
    <w:rsid w:val="18663729"/>
    <w:rsid w:val="18671148"/>
    <w:rsid w:val="186E4BD5"/>
    <w:rsid w:val="186E5F67"/>
    <w:rsid w:val="186E64A9"/>
    <w:rsid w:val="186F750A"/>
    <w:rsid w:val="18701E2B"/>
    <w:rsid w:val="1872095F"/>
    <w:rsid w:val="187251E2"/>
    <w:rsid w:val="18730B33"/>
    <w:rsid w:val="1873465E"/>
    <w:rsid w:val="187526EA"/>
    <w:rsid w:val="18755098"/>
    <w:rsid w:val="1875682E"/>
    <w:rsid w:val="187650E5"/>
    <w:rsid w:val="18786026"/>
    <w:rsid w:val="1879309D"/>
    <w:rsid w:val="18795873"/>
    <w:rsid w:val="187A112C"/>
    <w:rsid w:val="187A201C"/>
    <w:rsid w:val="187B369F"/>
    <w:rsid w:val="187C3D68"/>
    <w:rsid w:val="187E2872"/>
    <w:rsid w:val="18814417"/>
    <w:rsid w:val="18874047"/>
    <w:rsid w:val="18884316"/>
    <w:rsid w:val="188911D5"/>
    <w:rsid w:val="18893D8F"/>
    <w:rsid w:val="188C0D89"/>
    <w:rsid w:val="188D5442"/>
    <w:rsid w:val="18913B39"/>
    <w:rsid w:val="18933AE4"/>
    <w:rsid w:val="1893790A"/>
    <w:rsid w:val="189473E0"/>
    <w:rsid w:val="18966DD0"/>
    <w:rsid w:val="18982224"/>
    <w:rsid w:val="18983EF6"/>
    <w:rsid w:val="189A0770"/>
    <w:rsid w:val="189B398E"/>
    <w:rsid w:val="18A4081B"/>
    <w:rsid w:val="18A40BC9"/>
    <w:rsid w:val="18A62116"/>
    <w:rsid w:val="18A739F7"/>
    <w:rsid w:val="18A86948"/>
    <w:rsid w:val="18AB01A9"/>
    <w:rsid w:val="18AB0376"/>
    <w:rsid w:val="18AC0BEA"/>
    <w:rsid w:val="18B03A11"/>
    <w:rsid w:val="18B0672B"/>
    <w:rsid w:val="18B16258"/>
    <w:rsid w:val="18B175D9"/>
    <w:rsid w:val="18B31CB8"/>
    <w:rsid w:val="18B43035"/>
    <w:rsid w:val="18B43EE8"/>
    <w:rsid w:val="18B7058A"/>
    <w:rsid w:val="18B719A3"/>
    <w:rsid w:val="18B74DA0"/>
    <w:rsid w:val="18B76B4E"/>
    <w:rsid w:val="18B8256C"/>
    <w:rsid w:val="18B87867"/>
    <w:rsid w:val="18BA03EC"/>
    <w:rsid w:val="18BB76E5"/>
    <w:rsid w:val="18BD0772"/>
    <w:rsid w:val="18BD189E"/>
    <w:rsid w:val="18BD2EF5"/>
    <w:rsid w:val="18BD4772"/>
    <w:rsid w:val="18BF31DE"/>
    <w:rsid w:val="18BF6762"/>
    <w:rsid w:val="18C04C22"/>
    <w:rsid w:val="18C34EBF"/>
    <w:rsid w:val="18C37D78"/>
    <w:rsid w:val="18C5190A"/>
    <w:rsid w:val="18CA258C"/>
    <w:rsid w:val="18CC51E2"/>
    <w:rsid w:val="18CC6C2E"/>
    <w:rsid w:val="18CE340C"/>
    <w:rsid w:val="18CE4453"/>
    <w:rsid w:val="18CE55B5"/>
    <w:rsid w:val="18D00ABF"/>
    <w:rsid w:val="18D13A01"/>
    <w:rsid w:val="18D17878"/>
    <w:rsid w:val="18D20894"/>
    <w:rsid w:val="18D55D68"/>
    <w:rsid w:val="18D6503E"/>
    <w:rsid w:val="18D77028"/>
    <w:rsid w:val="18D82CA7"/>
    <w:rsid w:val="18D84A9B"/>
    <w:rsid w:val="18D85424"/>
    <w:rsid w:val="18D927C0"/>
    <w:rsid w:val="18DB292E"/>
    <w:rsid w:val="18DD40DB"/>
    <w:rsid w:val="18DF121F"/>
    <w:rsid w:val="18DF29D2"/>
    <w:rsid w:val="18E018B7"/>
    <w:rsid w:val="18E027FF"/>
    <w:rsid w:val="18E02D34"/>
    <w:rsid w:val="18E0634C"/>
    <w:rsid w:val="18E216F1"/>
    <w:rsid w:val="18E44536"/>
    <w:rsid w:val="18E76C55"/>
    <w:rsid w:val="18EA5D8E"/>
    <w:rsid w:val="18EB2C9C"/>
    <w:rsid w:val="18F02E1A"/>
    <w:rsid w:val="18F14456"/>
    <w:rsid w:val="18F3683E"/>
    <w:rsid w:val="18FB0E4F"/>
    <w:rsid w:val="18FB2010"/>
    <w:rsid w:val="18FC464E"/>
    <w:rsid w:val="18FD42C3"/>
    <w:rsid w:val="18FF484C"/>
    <w:rsid w:val="1900086A"/>
    <w:rsid w:val="19007760"/>
    <w:rsid w:val="1901791E"/>
    <w:rsid w:val="19022AEC"/>
    <w:rsid w:val="19046467"/>
    <w:rsid w:val="19054750"/>
    <w:rsid w:val="19063631"/>
    <w:rsid w:val="190720BB"/>
    <w:rsid w:val="19081073"/>
    <w:rsid w:val="190B0C48"/>
    <w:rsid w:val="190B4B30"/>
    <w:rsid w:val="190C5A6A"/>
    <w:rsid w:val="190D49C0"/>
    <w:rsid w:val="190D4C5C"/>
    <w:rsid w:val="190E4763"/>
    <w:rsid w:val="190E5E58"/>
    <w:rsid w:val="190F6D28"/>
    <w:rsid w:val="19175BA5"/>
    <w:rsid w:val="19180A6E"/>
    <w:rsid w:val="19185113"/>
    <w:rsid w:val="19193365"/>
    <w:rsid w:val="191B676A"/>
    <w:rsid w:val="191F6E7F"/>
    <w:rsid w:val="1921264F"/>
    <w:rsid w:val="19222F95"/>
    <w:rsid w:val="19242F2A"/>
    <w:rsid w:val="192603F8"/>
    <w:rsid w:val="19266207"/>
    <w:rsid w:val="1927477D"/>
    <w:rsid w:val="19276B0C"/>
    <w:rsid w:val="192902E2"/>
    <w:rsid w:val="192A418C"/>
    <w:rsid w:val="192A4BEF"/>
    <w:rsid w:val="192C4738"/>
    <w:rsid w:val="192D05C4"/>
    <w:rsid w:val="192D4E83"/>
    <w:rsid w:val="192D6E10"/>
    <w:rsid w:val="192F2B88"/>
    <w:rsid w:val="192F3E2C"/>
    <w:rsid w:val="192F470B"/>
    <w:rsid w:val="19322678"/>
    <w:rsid w:val="193261D5"/>
    <w:rsid w:val="19333FC2"/>
    <w:rsid w:val="19336E0B"/>
    <w:rsid w:val="19341F4D"/>
    <w:rsid w:val="1934293B"/>
    <w:rsid w:val="19353812"/>
    <w:rsid w:val="19362169"/>
    <w:rsid w:val="19370631"/>
    <w:rsid w:val="19380384"/>
    <w:rsid w:val="19380AEF"/>
    <w:rsid w:val="19384A30"/>
    <w:rsid w:val="193B53E3"/>
    <w:rsid w:val="193E4421"/>
    <w:rsid w:val="193E4B68"/>
    <w:rsid w:val="194109D6"/>
    <w:rsid w:val="19416333"/>
    <w:rsid w:val="194505FE"/>
    <w:rsid w:val="194523AC"/>
    <w:rsid w:val="194527E8"/>
    <w:rsid w:val="19480450"/>
    <w:rsid w:val="19487815"/>
    <w:rsid w:val="19487AEF"/>
    <w:rsid w:val="19493879"/>
    <w:rsid w:val="194A1770"/>
    <w:rsid w:val="194A79C2"/>
    <w:rsid w:val="194D1929"/>
    <w:rsid w:val="194F1A94"/>
    <w:rsid w:val="1954439D"/>
    <w:rsid w:val="19547AC6"/>
    <w:rsid w:val="19557428"/>
    <w:rsid w:val="195643E3"/>
    <w:rsid w:val="195645B9"/>
    <w:rsid w:val="19575821"/>
    <w:rsid w:val="195801EF"/>
    <w:rsid w:val="19581DA3"/>
    <w:rsid w:val="195B397D"/>
    <w:rsid w:val="195C516F"/>
    <w:rsid w:val="19650DB5"/>
    <w:rsid w:val="19657D11"/>
    <w:rsid w:val="1969317E"/>
    <w:rsid w:val="196A3BC0"/>
    <w:rsid w:val="196B2ACF"/>
    <w:rsid w:val="196D3038"/>
    <w:rsid w:val="196E690A"/>
    <w:rsid w:val="196F7429"/>
    <w:rsid w:val="19703D5C"/>
    <w:rsid w:val="197133BD"/>
    <w:rsid w:val="19736CEC"/>
    <w:rsid w:val="1974088D"/>
    <w:rsid w:val="1975562F"/>
    <w:rsid w:val="19772061"/>
    <w:rsid w:val="19773445"/>
    <w:rsid w:val="197A60E3"/>
    <w:rsid w:val="197A7C55"/>
    <w:rsid w:val="197C1D85"/>
    <w:rsid w:val="197D242A"/>
    <w:rsid w:val="197D7D98"/>
    <w:rsid w:val="197F387C"/>
    <w:rsid w:val="198247FE"/>
    <w:rsid w:val="19877543"/>
    <w:rsid w:val="198B565E"/>
    <w:rsid w:val="198D1882"/>
    <w:rsid w:val="198D346F"/>
    <w:rsid w:val="198D4DEE"/>
    <w:rsid w:val="198F0B31"/>
    <w:rsid w:val="198F7ACB"/>
    <w:rsid w:val="19911B20"/>
    <w:rsid w:val="19911C77"/>
    <w:rsid w:val="19924EC5"/>
    <w:rsid w:val="1992686E"/>
    <w:rsid w:val="1994453D"/>
    <w:rsid w:val="19952103"/>
    <w:rsid w:val="19956AB9"/>
    <w:rsid w:val="19971A0E"/>
    <w:rsid w:val="1998688C"/>
    <w:rsid w:val="19993099"/>
    <w:rsid w:val="199A3E11"/>
    <w:rsid w:val="199B2100"/>
    <w:rsid w:val="199D3D83"/>
    <w:rsid w:val="199F2AB9"/>
    <w:rsid w:val="19A05944"/>
    <w:rsid w:val="19A34826"/>
    <w:rsid w:val="19A5190B"/>
    <w:rsid w:val="19AC158E"/>
    <w:rsid w:val="19AD7F26"/>
    <w:rsid w:val="19AE3B8E"/>
    <w:rsid w:val="19AF061D"/>
    <w:rsid w:val="19B627A6"/>
    <w:rsid w:val="19BA4012"/>
    <w:rsid w:val="19BA4FDC"/>
    <w:rsid w:val="19BB0554"/>
    <w:rsid w:val="19BE3F0C"/>
    <w:rsid w:val="19BF02DA"/>
    <w:rsid w:val="19C14168"/>
    <w:rsid w:val="19C352BB"/>
    <w:rsid w:val="19C435F6"/>
    <w:rsid w:val="19C65EC9"/>
    <w:rsid w:val="19C75FC9"/>
    <w:rsid w:val="19C77D67"/>
    <w:rsid w:val="19C84D8B"/>
    <w:rsid w:val="19C90CDD"/>
    <w:rsid w:val="19CA0B03"/>
    <w:rsid w:val="19CA4538"/>
    <w:rsid w:val="19CC595A"/>
    <w:rsid w:val="19CE56CA"/>
    <w:rsid w:val="19CF215F"/>
    <w:rsid w:val="19D053F9"/>
    <w:rsid w:val="19D34DE9"/>
    <w:rsid w:val="19D80733"/>
    <w:rsid w:val="19D941B3"/>
    <w:rsid w:val="19DA12E9"/>
    <w:rsid w:val="19DB2E57"/>
    <w:rsid w:val="19DC3958"/>
    <w:rsid w:val="19DC4392"/>
    <w:rsid w:val="19DC5859"/>
    <w:rsid w:val="19DF0609"/>
    <w:rsid w:val="19DF5D13"/>
    <w:rsid w:val="19E025F7"/>
    <w:rsid w:val="19E35B99"/>
    <w:rsid w:val="19E4615D"/>
    <w:rsid w:val="19E54F1E"/>
    <w:rsid w:val="19E62286"/>
    <w:rsid w:val="19E641DE"/>
    <w:rsid w:val="19E65BEC"/>
    <w:rsid w:val="19E745A3"/>
    <w:rsid w:val="19EC417A"/>
    <w:rsid w:val="19EC512E"/>
    <w:rsid w:val="19EE31BB"/>
    <w:rsid w:val="19EF7A28"/>
    <w:rsid w:val="19F07421"/>
    <w:rsid w:val="19F25F57"/>
    <w:rsid w:val="19F33BB6"/>
    <w:rsid w:val="19F60811"/>
    <w:rsid w:val="19F80269"/>
    <w:rsid w:val="19F8741E"/>
    <w:rsid w:val="19FA0F3A"/>
    <w:rsid w:val="19FE1C27"/>
    <w:rsid w:val="19FF46C1"/>
    <w:rsid w:val="1A02029D"/>
    <w:rsid w:val="1A03062B"/>
    <w:rsid w:val="1A056ECB"/>
    <w:rsid w:val="1A09162B"/>
    <w:rsid w:val="1A0927C6"/>
    <w:rsid w:val="1A0A25AC"/>
    <w:rsid w:val="1A0A53A3"/>
    <w:rsid w:val="1A0B2F6F"/>
    <w:rsid w:val="1A0B6EBC"/>
    <w:rsid w:val="1A0D512E"/>
    <w:rsid w:val="1A0F746A"/>
    <w:rsid w:val="1A112960"/>
    <w:rsid w:val="1A1324AA"/>
    <w:rsid w:val="1A136006"/>
    <w:rsid w:val="1A1718A2"/>
    <w:rsid w:val="1A1928E0"/>
    <w:rsid w:val="1A19553A"/>
    <w:rsid w:val="1A1B135F"/>
    <w:rsid w:val="1A1B5486"/>
    <w:rsid w:val="1A1C5864"/>
    <w:rsid w:val="1A1F0E4F"/>
    <w:rsid w:val="1A1F4C86"/>
    <w:rsid w:val="1A1F4CBB"/>
    <w:rsid w:val="1A1F7BCF"/>
    <w:rsid w:val="1A21353B"/>
    <w:rsid w:val="1A227317"/>
    <w:rsid w:val="1A250FD1"/>
    <w:rsid w:val="1A280BE9"/>
    <w:rsid w:val="1A2901CD"/>
    <w:rsid w:val="1A2975D8"/>
    <w:rsid w:val="1A2C356C"/>
    <w:rsid w:val="1A2C68C9"/>
    <w:rsid w:val="1A3044B5"/>
    <w:rsid w:val="1A4028A5"/>
    <w:rsid w:val="1A40444E"/>
    <w:rsid w:val="1A417E63"/>
    <w:rsid w:val="1A443B8E"/>
    <w:rsid w:val="1A444DF6"/>
    <w:rsid w:val="1A453E21"/>
    <w:rsid w:val="1A46462D"/>
    <w:rsid w:val="1A472154"/>
    <w:rsid w:val="1A475CB0"/>
    <w:rsid w:val="1A486824"/>
    <w:rsid w:val="1A4A453E"/>
    <w:rsid w:val="1A530FEA"/>
    <w:rsid w:val="1A536EF3"/>
    <w:rsid w:val="1A5533AC"/>
    <w:rsid w:val="1A593A0A"/>
    <w:rsid w:val="1A5E15ED"/>
    <w:rsid w:val="1A6076D9"/>
    <w:rsid w:val="1A6160CF"/>
    <w:rsid w:val="1A622652"/>
    <w:rsid w:val="1A64289D"/>
    <w:rsid w:val="1A657CDE"/>
    <w:rsid w:val="1A670100"/>
    <w:rsid w:val="1A692746"/>
    <w:rsid w:val="1A693E78"/>
    <w:rsid w:val="1A694809"/>
    <w:rsid w:val="1A6C3226"/>
    <w:rsid w:val="1A6C5716"/>
    <w:rsid w:val="1A6E320A"/>
    <w:rsid w:val="1A6F41CA"/>
    <w:rsid w:val="1A71729F"/>
    <w:rsid w:val="1A720260"/>
    <w:rsid w:val="1A721184"/>
    <w:rsid w:val="1A7363C3"/>
    <w:rsid w:val="1A743B1E"/>
    <w:rsid w:val="1A762C95"/>
    <w:rsid w:val="1A7768CC"/>
    <w:rsid w:val="1A783298"/>
    <w:rsid w:val="1A79780A"/>
    <w:rsid w:val="1A7A19E0"/>
    <w:rsid w:val="1A7B11BA"/>
    <w:rsid w:val="1A7B22C2"/>
    <w:rsid w:val="1A7D6ACA"/>
    <w:rsid w:val="1A7E38FA"/>
    <w:rsid w:val="1A84428E"/>
    <w:rsid w:val="1A8455A6"/>
    <w:rsid w:val="1A89013D"/>
    <w:rsid w:val="1A8C1708"/>
    <w:rsid w:val="1A8C400A"/>
    <w:rsid w:val="1A8E055A"/>
    <w:rsid w:val="1A8E11CC"/>
    <w:rsid w:val="1A9356B3"/>
    <w:rsid w:val="1A94250B"/>
    <w:rsid w:val="1A946137"/>
    <w:rsid w:val="1A953B6F"/>
    <w:rsid w:val="1A954C6D"/>
    <w:rsid w:val="1A9609E5"/>
    <w:rsid w:val="1A963C54"/>
    <w:rsid w:val="1A9873A8"/>
    <w:rsid w:val="1A9A7301"/>
    <w:rsid w:val="1A9F3D3E"/>
    <w:rsid w:val="1A9F789A"/>
    <w:rsid w:val="1AA11864"/>
    <w:rsid w:val="1AA20FDF"/>
    <w:rsid w:val="1AA44972"/>
    <w:rsid w:val="1AA77F36"/>
    <w:rsid w:val="1AAE03E5"/>
    <w:rsid w:val="1AAE61FB"/>
    <w:rsid w:val="1AB02A4D"/>
    <w:rsid w:val="1AB07CF9"/>
    <w:rsid w:val="1AB52426"/>
    <w:rsid w:val="1AB63AB1"/>
    <w:rsid w:val="1AB6784D"/>
    <w:rsid w:val="1AC16C06"/>
    <w:rsid w:val="1AC612CA"/>
    <w:rsid w:val="1AC83E37"/>
    <w:rsid w:val="1AC83F56"/>
    <w:rsid w:val="1AC95653"/>
    <w:rsid w:val="1AC96E2F"/>
    <w:rsid w:val="1ACB2430"/>
    <w:rsid w:val="1ACC4407"/>
    <w:rsid w:val="1ACD08AB"/>
    <w:rsid w:val="1ACE3E6A"/>
    <w:rsid w:val="1AD10DB0"/>
    <w:rsid w:val="1AD27C6B"/>
    <w:rsid w:val="1AD348DA"/>
    <w:rsid w:val="1AD37EE6"/>
    <w:rsid w:val="1ADF05DE"/>
    <w:rsid w:val="1AE23C2A"/>
    <w:rsid w:val="1AE3740D"/>
    <w:rsid w:val="1AE45BF4"/>
    <w:rsid w:val="1AE52952"/>
    <w:rsid w:val="1AEB3312"/>
    <w:rsid w:val="1AEB641D"/>
    <w:rsid w:val="1AEC6857"/>
    <w:rsid w:val="1AED130B"/>
    <w:rsid w:val="1AED281E"/>
    <w:rsid w:val="1AED58FE"/>
    <w:rsid w:val="1AEE31D3"/>
    <w:rsid w:val="1AEE45F2"/>
    <w:rsid w:val="1AEE6BF8"/>
    <w:rsid w:val="1AEF6A73"/>
    <w:rsid w:val="1AF05193"/>
    <w:rsid w:val="1AF33866"/>
    <w:rsid w:val="1AF76FAA"/>
    <w:rsid w:val="1AF90329"/>
    <w:rsid w:val="1AFB3A52"/>
    <w:rsid w:val="1AFB61E5"/>
    <w:rsid w:val="1AFD2812"/>
    <w:rsid w:val="1B010554"/>
    <w:rsid w:val="1B024557"/>
    <w:rsid w:val="1B031066"/>
    <w:rsid w:val="1B03472D"/>
    <w:rsid w:val="1B035B65"/>
    <w:rsid w:val="1B043BA1"/>
    <w:rsid w:val="1B051A0E"/>
    <w:rsid w:val="1B071910"/>
    <w:rsid w:val="1B075B7F"/>
    <w:rsid w:val="1B0818E3"/>
    <w:rsid w:val="1B09565B"/>
    <w:rsid w:val="1B0D70EF"/>
    <w:rsid w:val="1B0E0749"/>
    <w:rsid w:val="1B0E67CD"/>
    <w:rsid w:val="1B11581A"/>
    <w:rsid w:val="1B121BFC"/>
    <w:rsid w:val="1B123B63"/>
    <w:rsid w:val="1B124510"/>
    <w:rsid w:val="1B154657"/>
    <w:rsid w:val="1B1C5547"/>
    <w:rsid w:val="1B1D1B3E"/>
    <w:rsid w:val="1B1D7B9C"/>
    <w:rsid w:val="1B22727C"/>
    <w:rsid w:val="1B2279DB"/>
    <w:rsid w:val="1B23078B"/>
    <w:rsid w:val="1B27422C"/>
    <w:rsid w:val="1B276A36"/>
    <w:rsid w:val="1B2D3F9A"/>
    <w:rsid w:val="1B31483F"/>
    <w:rsid w:val="1B3220D0"/>
    <w:rsid w:val="1B345FC7"/>
    <w:rsid w:val="1B363274"/>
    <w:rsid w:val="1B377E9B"/>
    <w:rsid w:val="1B387201"/>
    <w:rsid w:val="1B3903E4"/>
    <w:rsid w:val="1B390CC2"/>
    <w:rsid w:val="1B396E09"/>
    <w:rsid w:val="1B3A5814"/>
    <w:rsid w:val="1B3B1FBE"/>
    <w:rsid w:val="1B3C69DA"/>
    <w:rsid w:val="1B3D7186"/>
    <w:rsid w:val="1B3F06F2"/>
    <w:rsid w:val="1B420B27"/>
    <w:rsid w:val="1B450527"/>
    <w:rsid w:val="1B462E5F"/>
    <w:rsid w:val="1B4F12C0"/>
    <w:rsid w:val="1B51328D"/>
    <w:rsid w:val="1B542835"/>
    <w:rsid w:val="1B544394"/>
    <w:rsid w:val="1B551646"/>
    <w:rsid w:val="1B55380B"/>
    <w:rsid w:val="1B5648B0"/>
    <w:rsid w:val="1B5A25DE"/>
    <w:rsid w:val="1B5B0521"/>
    <w:rsid w:val="1B5C578B"/>
    <w:rsid w:val="1B5D094A"/>
    <w:rsid w:val="1B6045EE"/>
    <w:rsid w:val="1B613DB7"/>
    <w:rsid w:val="1B623091"/>
    <w:rsid w:val="1B632E35"/>
    <w:rsid w:val="1B642331"/>
    <w:rsid w:val="1B647D23"/>
    <w:rsid w:val="1B65266B"/>
    <w:rsid w:val="1B6602FF"/>
    <w:rsid w:val="1B661B6B"/>
    <w:rsid w:val="1B6805D3"/>
    <w:rsid w:val="1B697EA8"/>
    <w:rsid w:val="1B6A154A"/>
    <w:rsid w:val="1B6E3F5B"/>
    <w:rsid w:val="1B6F5BF2"/>
    <w:rsid w:val="1B713AC7"/>
    <w:rsid w:val="1B725A4F"/>
    <w:rsid w:val="1B730F76"/>
    <w:rsid w:val="1B7565AE"/>
    <w:rsid w:val="1B770817"/>
    <w:rsid w:val="1B7D6024"/>
    <w:rsid w:val="1B8229A5"/>
    <w:rsid w:val="1B836942"/>
    <w:rsid w:val="1B8426AF"/>
    <w:rsid w:val="1B847E07"/>
    <w:rsid w:val="1B854CE1"/>
    <w:rsid w:val="1B872C24"/>
    <w:rsid w:val="1B8847D2"/>
    <w:rsid w:val="1B896143"/>
    <w:rsid w:val="1B8A6FE5"/>
    <w:rsid w:val="1B8F3DB2"/>
    <w:rsid w:val="1B91252F"/>
    <w:rsid w:val="1B9211AC"/>
    <w:rsid w:val="1B9539A9"/>
    <w:rsid w:val="1B962056"/>
    <w:rsid w:val="1B990964"/>
    <w:rsid w:val="1B9A62B3"/>
    <w:rsid w:val="1B9B6C74"/>
    <w:rsid w:val="1B9C3D8D"/>
    <w:rsid w:val="1B9E085D"/>
    <w:rsid w:val="1B9E3FF5"/>
    <w:rsid w:val="1BA01B1B"/>
    <w:rsid w:val="1BA3785E"/>
    <w:rsid w:val="1BA57832"/>
    <w:rsid w:val="1BA63FFB"/>
    <w:rsid w:val="1BA702E1"/>
    <w:rsid w:val="1BA80A33"/>
    <w:rsid w:val="1BAA5281"/>
    <w:rsid w:val="1BAB226E"/>
    <w:rsid w:val="1BAC1E0B"/>
    <w:rsid w:val="1BAC62D2"/>
    <w:rsid w:val="1BAD6218"/>
    <w:rsid w:val="1BAD6952"/>
    <w:rsid w:val="1BAE5A03"/>
    <w:rsid w:val="1BAF42B4"/>
    <w:rsid w:val="1BB145FC"/>
    <w:rsid w:val="1BB235FD"/>
    <w:rsid w:val="1BB316B5"/>
    <w:rsid w:val="1BB41FB4"/>
    <w:rsid w:val="1BB45658"/>
    <w:rsid w:val="1BB53BE4"/>
    <w:rsid w:val="1BB623AB"/>
    <w:rsid w:val="1BB755B5"/>
    <w:rsid w:val="1BB76E65"/>
    <w:rsid w:val="1BBB0082"/>
    <w:rsid w:val="1BBC447B"/>
    <w:rsid w:val="1BBD2426"/>
    <w:rsid w:val="1BBE1777"/>
    <w:rsid w:val="1BBE1FA1"/>
    <w:rsid w:val="1BBE5459"/>
    <w:rsid w:val="1BC11A92"/>
    <w:rsid w:val="1BC22C76"/>
    <w:rsid w:val="1BC23E62"/>
    <w:rsid w:val="1BC31C51"/>
    <w:rsid w:val="1BC31CAE"/>
    <w:rsid w:val="1BC7391D"/>
    <w:rsid w:val="1BCA4DEA"/>
    <w:rsid w:val="1BCA6CA8"/>
    <w:rsid w:val="1BCC2910"/>
    <w:rsid w:val="1BCD4AB4"/>
    <w:rsid w:val="1BCE0FA1"/>
    <w:rsid w:val="1BCE2B53"/>
    <w:rsid w:val="1BCE7B72"/>
    <w:rsid w:val="1BCF41AF"/>
    <w:rsid w:val="1BD01539"/>
    <w:rsid w:val="1BD14C6C"/>
    <w:rsid w:val="1BD23C9F"/>
    <w:rsid w:val="1BD277EF"/>
    <w:rsid w:val="1BD32D48"/>
    <w:rsid w:val="1BD53A35"/>
    <w:rsid w:val="1BD5480A"/>
    <w:rsid w:val="1BD67742"/>
    <w:rsid w:val="1BD762A7"/>
    <w:rsid w:val="1BD81872"/>
    <w:rsid w:val="1BDA66EA"/>
    <w:rsid w:val="1BDB3F60"/>
    <w:rsid w:val="1BDB6FF7"/>
    <w:rsid w:val="1BDE0896"/>
    <w:rsid w:val="1BDE20B4"/>
    <w:rsid w:val="1BDF3DA1"/>
    <w:rsid w:val="1BE11035"/>
    <w:rsid w:val="1BE22134"/>
    <w:rsid w:val="1BE504CE"/>
    <w:rsid w:val="1BE5119F"/>
    <w:rsid w:val="1BE6005C"/>
    <w:rsid w:val="1BE91099"/>
    <w:rsid w:val="1BEB41DC"/>
    <w:rsid w:val="1BEC29E8"/>
    <w:rsid w:val="1BEC73E3"/>
    <w:rsid w:val="1BEE01D8"/>
    <w:rsid w:val="1BEE60B1"/>
    <w:rsid w:val="1BEF2218"/>
    <w:rsid w:val="1BF029FB"/>
    <w:rsid w:val="1BF041EF"/>
    <w:rsid w:val="1BF11ECC"/>
    <w:rsid w:val="1BF148D9"/>
    <w:rsid w:val="1BF15681"/>
    <w:rsid w:val="1BF454D5"/>
    <w:rsid w:val="1BF5473F"/>
    <w:rsid w:val="1BF61B98"/>
    <w:rsid w:val="1BF66A31"/>
    <w:rsid w:val="1BF670A8"/>
    <w:rsid w:val="1BF672FD"/>
    <w:rsid w:val="1BF6748A"/>
    <w:rsid w:val="1BFC734A"/>
    <w:rsid w:val="1BFD5F12"/>
    <w:rsid w:val="1C0237C1"/>
    <w:rsid w:val="1C04399D"/>
    <w:rsid w:val="1C057BD0"/>
    <w:rsid w:val="1C06768E"/>
    <w:rsid w:val="1C0B60B4"/>
    <w:rsid w:val="1C0C5403"/>
    <w:rsid w:val="1C0E15A4"/>
    <w:rsid w:val="1C1104C4"/>
    <w:rsid w:val="1C116575"/>
    <w:rsid w:val="1C152713"/>
    <w:rsid w:val="1C166281"/>
    <w:rsid w:val="1C17475E"/>
    <w:rsid w:val="1C191B52"/>
    <w:rsid w:val="1C1B73F4"/>
    <w:rsid w:val="1C1C3EEF"/>
    <w:rsid w:val="1C1D13BE"/>
    <w:rsid w:val="1C1D3C8D"/>
    <w:rsid w:val="1C1E1240"/>
    <w:rsid w:val="1C200EAE"/>
    <w:rsid w:val="1C222137"/>
    <w:rsid w:val="1C223039"/>
    <w:rsid w:val="1C2359F0"/>
    <w:rsid w:val="1C241C35"/>
    <w:rsid w:val="1C255AED"/>
    <w:rsid w:val="1C261929"/>
    <w:rsid w:val="1C276947"/>
    <w:rsid w:val="1C291E7D"/>
    <w:rsid w:val="1C2B403A"/>
    <w:rsid w:val="1C314E69"/>
    <w:rsid w:val="1C330BE1"/>
    <w:rsid w:val="1C337F89"/>
    <w:rsid w:val="1C396454"/>
    <w:rsid w:val="1C3B0EBF"/>
    <w:rsid w:val="1C3E30E2"/>
    <w:rsid w:val="1C424981"/>
    <w:rsid w:val="1C4277D6"/>
    <w:rsid w:val="1C430262"/>
    <w:rsid w:val="1C471315"/>
    <w:rsid w:val="1C4A1A87"/>
    <w:rsid w:val="1C4A7CD9"/>
    <w:rsid w:val="1C4C498C"/>
    <w:rsid w:val="1C4E0D53"/>
    <w:rsid w:val="1C4F5BFA"/>
    <w:rsid w:val="1C4F7B54"/>
    <w:rsid w:val="1C50297B"/>
    <w:rsid w:val="1C5040D2"/>
    <w:rsid w:val="1C515719"/>
    <w:rsid w:val="1C51630A"/>
    <w:rsid w:val="1C5227A3"/>
    <w:rsid w:val="1C5446B4"/>
    <w:rsid w:val="1C552A59"/>
    <w:rsid w:val="1C5701AD"/>
    <w:rsid w:val="1C576BEF"/>
    <w:rsid w:val="1C5B180B"/>
    <w:rsid w:val="1C5B622F"/>
    <w:rsid w:val="1C5C4ACE"/>
    <w:rsid w:val="1C5D16DB"/>
    <w:rsid w:val="1C5D2573"/>
    <w:rsid w:val="1C5F5D64"/>
    <w:rsid w:val="1C6158A7"/>
    <w:rsid w:val="1C617001"/>
    <w:rsid w:val="1C620284"/>
    <w:rsid w:val="1C632B49"/>
    <w:rsid w:val="1C644FBC"/>
    <w:rsid w:val="1C6607CF"/>
    <w:rsid w:val="1C662D65"/>
    <w:rsid w:val="1C665814"/>
    <w:rsid w:val="1C6851FC"/>
    <w:rsid w:val="1C6A06DF"/>
    <w:rsid w:val="1C6A65BC"/>
    <w:rsid w:val="1C6C42C1"/>
    <w:rsid w:val="1C6D3390"/>
    <w:rsid w:val="1C6E59DA"/>
    <w:rsid w:val="1C6E7E6B"/>
    <w:rsid w:val="1C6F168E"/>
    <w:rsid w:val="1C6F2FF1"/>
    <w:rsid w:val="1C755004"/>
    <w:rsid w:val="1C760ACE"/>
    <w:rsid w:val="1C76221D"/>
    <w:rsid w:val="1C762F73"/>
    <w:rsid w:val="1C764565"/>
    <w:rsid w:val="1C766D20"/>
    <w:rsid w:val="1C7A05BE"/>
    <w:rsid w:val="1C7A4574"/>
    <w:rsid w:val="1C7A5BA8"/>
    <w:rsid w:val="1C7B7E93"/>
    <w:rsid w:val="1C7D6C93"/>
    <w:rsid w:val="1C7D7BE4"/>
    <w:rsid w:val="1C7F1778"/>
    <w:rsid w:val="1C7F3F52"/>
    <w:rsid w:val="1C8147CC"/>
    <w:rsid w:val="1C815933"/>
    <w:rsid w:val="1C821221"/>
    <w:rsid w:val="1C830CE3"/>
    <w:rsid w:val="1C8548C7"/>
    <w:rsid w:val="1C856F63"/>
    <w:rsid w:val="1C86295C"/>
    <w:rsid w:val="1C8C02F2"/>
    <w:rsid w:val="1C8C5816"/>
    <w:rsid w:val="1C8E406A"/>
    <w:rsid w:val="1C8E720A"/>
    <w:rsid w:val="1C8E7F33"/>
    <w:rsid w:val="1C903253"/>
    <w:rsid w:val="1C915908"/>
    <w:rsid w:val="1C931680"/>
    <w:rsid w:val="1C934F86"/>
    <w:rsid w:val="1C9422A8"/>
    <w:rsid w:val="1C9432A0"/>
    <w:rsid w:val="1C960807"/>
    <w:rsid w:val="1C961170"/>
    <w:rsid w:val="1C971547"/>
    <w:rsid w:val="1C980A44"/>
    <w:rsid w:val="1C980AF8"/>
    <w:rsid w:val="1C981A4A"/>
    <w:rsid w:val="1C983A7B"/>
    <w:rsid w:val="1C994B06"/>
    <w:rsid w:val="1C9B1E02"/>
    <w:rsid w:val="1C9B3CD4"/>
    <w:rsid w:val="1C9D605B"/>
    <w:rsid w:val="1C9E061A"/>
    <w:rsid w:val="1C9F1DD3"/>
    <w:rsid w:val="1CA015FF"/>
    <w:rsid w:val="1CA040DD"/>
    <w:rsid w:val="1CA20606"/>
    <w:rsid w:val="1CA21EE3"/>
    <w:rsid w:val="1CA266AD"/>
    <w:rsid w:val="1CA32232"/>
    <w:rsid w:val="1CA40F73"/>
    <w:rsid w:val="1CA4388D"/>
    <w:rsid w:val="1CA46F78"/>
    <w:rsid w:val="1CA53161"/>
    <w:rsid w:val="1CA552D0"/>
    <w:rsid w:val="1CA601EF"/>
    <w:rsid w:val="1CA61DE4"/>
    <w:rsid w:val="1CA82362"/>
    <w:rsid w:val="1CA93A2E"/>
    <w:rsid w:val="1CAA29E1"/>
    <w:rsid w:val="1CAA37CC"/>
    <w:rsid w:val="1CAA6C4E"/>
    <w:rsid w:val="1CAC2742"/>
    <w:rsid w:val="1CAC629E"/>
    <w:rsid w:val="1CAD0942"/>
    <w:rsid w:val="1CB02E57"/>
    <w:rsid w:val="1CB11417"/>
    <w:rsid w:val="1CB23044"/>
    <w:rsid w:val="1CB2561E"/>
    <w:rsid w:val="1CB44D6D"/>
    <w:rsid w:val="1CB7316D"/>
    <w:rsid w:val="1CB747B2"/>
    <w:rsid w:val="1CB82E95"/>
    <w:rsid w:val="1CB83308"/>
    <w:rsid w:val="1CBA34C0"/>
    <w:rsid w:val="1CBC49D1"/>
    <w:rsid w:val="1CBD0C37"/>
    <w:rsid w:val="1CBD4397"/>
    <w:rsid w:val="1CBD6059"/>
    <w:rsid w:val="1CBE2F46"/>
    <w:rsid w:val="1CC21CBE"/>
    <w:rsid w:val="1CC63DA7"/>
    <w:rsid w:val="1CC73139"/>
    <w:rsid w:val="1CC7757C"/>
    <w:rsid w:val="1CCE5632"/>
    <w:rsid w:val="1CCF562F"/>
    <w:rsid w:val="1CD22153"/>
    <w:rsid w:val="1CD302A2"/>
    <w:rsid w:val="1CD31A7D"/>
    <w:rsid w:val="1CD3387B"/>
    <w:rsid w:val="1CD72DD4"/>
    <w:rsid w:val="1CD81D13"/>
    <w:rsid w:val="1CDA5827"/>
    <w:rsid w:val="1CDC3146"/>
    <w:rsid w:val="1CDE763F"/>
    <w:rsid w:val="1CE27F12"/>
    <w:rsid w:val="1CE34B79"/>
    <w:rsid w:val="1CE657FD"/>
    <w:rsid w:val="1CE868EA"/>
    <w:rsid w:val="1CE91BB7"/>
    <w:rsid w:val="1CEA0B69"/>
    <w:rsid w:val="1CEB1CB2"/>
    <w:rsid w:val="1CEB1E62"/>
    <w:rsid w:val="1CED0A1E"/>
    <w:rsid w:val="1CED7419"/>
    <w:rsid w:val="1CF41807"/>
    <w:rsid w:val="1CF4774D"/>
    <w:rsid w:val="1CF613DB"/>
    <w:rsid w:val="1CF63B92"/>
    <w:rsid w:val="1CF814E3"/>
    <w:rsid w:val="1CFB25AB"/>
    <w:rsid w:val="1CFC7225"/>
    <w:rsid w:val="1CFD4D4B"/>
    <w:rsid w:val="1CFD4F52"/>
    <w:rsid w:val="1CFE14DF"/>
    <w:rsid w:val="1CFF06CE"/>
    <w:rsid w:val="1D0218B1"/>
    <w:rsid w:val="1D0460DA"/>
    <w:rsid w:val="1D057ED5"/>
    <w:rsid w:val="1D064C4F"/>
    <w:rsid w:val="1D077978"/>
    <w:rsid w:val="1D0810B8"/>
    <w:rsid w:val="1D0A2D86"/>
    <w:rsid w:val="1D0B2E39"/>
    <w:rsid w:val="1D0F5E4A"/>
    <w:rsid w:val="1D104E7F"/>
    <w:rsid w:val="1D105D08"/>
    <w:rsid w:val="1D1117FE"/>
    <w:rsid w:val="1D1236ED"/>
    <w:rsid w:val="1D14184D"/>
    <w:rsid w:val="1D1F26E5"/>
    <w:rsid w:val="1D1F2F14"/>
    <w:rsid w:val="1D212AD8"/>
    <w:rsid w:val="1D216C8C"/>
    <w:rsid w:val="1D230A11"/>
    <w:rsid w:val="1D2574B3"/>
    <w:rsid w:val="1D293D92"/>
    <w:rsid w:val="1D2F408B"/>
    <w:rsid w:val="1D2F68B4"/>
    <w:rsid w:val="1D3110E6"/>
    <w:rsid w:val="1D326598"/>
    <w:rsid w:val="1D353673"/>
    <w:rsid w:val="1D3824CA"/>
    <w:rsid w:val="1D383FD6"/>
    <w:rsid w:val="1D39006B"/>
    <w:rsid w:val="1D392227"/>
    <w:rsid w:val="1D395DAE"/>
    <w:rsid w:val="1D3A66EC"/>
    <w:rsid w:val="1D3E4F88"/>
    <w:rsid w:val="1D3E5593"/>
    <w:rsid w:val="1D413C0C"/>
    <w:rsid w:val="1D417BE7"/>
    <w:rsid w:val="1D424626"/>
    <w:rsid w:val="1D4851B5"/>
    <w:rsid w:val="1D4A6401"/>
    <w:rsid w:val="1D4A726A"/>
    <w:rsid w:val="1D4B3D09"/>
    <w:rsid w:val="1D4E1300"/>
    <w:rsid w:val="1D500F27"/>
    <w:rsid w:val="1D520975"/>
    <w:rsid w:val="1D526DDA"/>
    <w:rsid w:val="1D527F59"/>
    <w:rsid w:val="1D5405C8"/>
    <w:rsid w:val="1D547EC9"/>
    <w:rsid w:val="1D555730"/>
    <w:rsid w:val="1D556AFC"/>
    <w:rsid w:val="1D570F48"/>
    <w:rsid w:val="1D57210B"/>
    <w:rsid w:val="1D5A1CEA"/>
    <w:rsid w:val="1D5A239C"/>
    <w:rsid w:val="1D5B4907"/>
    <w:rsid w:val="1D5B6A36"/>
    <w:rsid w:val="1D5C5F16"/>
    <w:rsid w:val="1D5D57EA"/>
    <w:rsid w:val="1D5F4E3E"/>
    <w:rsid w:val="1D6104F8"/>
    <w:rsid w:val="1D612C4A"/>
    <w:rsid w:val="1D64120E"/>
    <w:rsid w:val="1D693DE6"/>
    <w:rsid w:val="1D6A720E"/>
    <w:rsid w:val="1D6B13E9"/>
    <w:rsid w:val="1D6C0C6F"/>
    <w:rsid w:val="1D6D53E6"/>
    <w:rsid w:val="1D6D75BC"/>
    <w:rsid w:val="1D6F13D5"/>
    <w:rsid w:val="1D701A98"/>
    <w:rsid w:val="1D70376F"/>
    <w:rsid w:val="1D713B7B"/>
    <w:rsid w:val="1D73135C"/>
    <w:rsid w:val="1D73440F"/>
    <w:rsid w:val="1D743EEE"/>
    <w:rsid w:val="1D7814FC"/>
    <w:rsid w:val="1D785592"/>
    <w:rsid w:val="1D785AF9"/>
    <w:rsid w:val="1D792E51"/>
    <w:rsid w:val="1D7A1764"/>
    <w:rsid w:val="1D7B180C"/>
    <w:rsid w:val="1D7B4144"/>
    <w:rsid w:val="1D7C0366"/>
    <w:rsid w:val="1D7C2913"/>
    <w:rsid w:val="1D7D2EEB"/>
    <w:rsid w:val="1D7E3559"/>
    <w:rsid w:val="1D7E6D6E"/>
    <w:rsid w:val="1D81496C"/>
    <w:rsid w:val="1D8267B5"/>
    <w:rsid w:val="1D8316F5"/>
    <w:rsid w:val="1D84721B"/>
    <w:rsid w:val="1D8611E5"/>
    <w:rsid w:val="1D864D41"/>
    <w:rsid w:val="1D875BE7"/>
    <w:rsid w:val="1D881CDA"/>
    <w:rsid w:val="1D8905A4"/>
    <w:rsid w:val="1D8A3199"/>
    <w:rsid w:val="1D8B3C84"/>
    <w:rsid w:val="1D8B4690"/>
    <w:rsid w:val="1D8D6BE8"/>
    <w:rsid w:val="1D8E7E9B"/>
    <w:rsid w:val="1D8F06AB"/>
    <w:rsid w:val="1D9044FA"/>
    <w:rsid w:val="1D911AEE"/>
    <w:rsid w:val="1D925113"/>
    <w:rsid w:val="1D9411D4"/>
    <w:rsid w:val="1D9557C1"/>
    <w:rsid w:val="1D9624F3"/>
    <w:rsid w:val="1D9717D8"/>
    <w:rsid w:val="1D983A66"/>
    <w:rsid w:val="1D9943C7"/>
    <w:rsid w:val="1D9B4896"/>
    <w:rsid w:val="1D9E265E"/>
    <w:rsid w:val="1DA25CB9"/>
    <w:rsid w:val="1DA61E75"/>
    <w:rsid w:val="1DAD51B5"/>
    <w:rsid w:val="1DB03B7C"/>
    <w:rsid w:val="1DB16276"/>
    <w:rsid w:val="1DB4365C"/>
    <w:rsid w:val="1DB53BC8"/>
    <w:rsid w:val="1DB677A9"/>
    <w:rsid w:val="1DB71E0A"/>
    <w:rsid w:val="1DB752A9"/>
    <w:rsid w:val="1DB869A7"/>
    <w:rsid w:val="1DB93368"/>
    <w:rsid w:val="1DBB1F05"/>
    <w:rsid w:val="1DBC6262"/>
    <w:rsid w:val="1DBD48DC"/>
    <w:rsid w:val="1DBE7A88"/>
    <w:rsid w:val="1DBF1EE1"/>
    <w:rsid w:val="1DC07B02"/>
    <w:rsid w:val="1DC1703B"/>
    <w:rsid w:val="1DC22163"/>
    <w:rsid w:val="1DC30BAA"/>
    <w:rsid w:val="1DC615E1"/>
    <w:rsid w:val="1DC6338F"/>
    <w:rsid w:val="1DC65356"/>
    <w:rsid w:val="1DC74EDE"/>
    <w:rsid w:val="1DC823A5"/>
    <w:rsid w:val="1DCA3FC4"/>
    <w:rsid w:val="1DCD1921"/>
    <w:rsid w:val="1DCD3D86"/>
    <w:rsid w:val="1DCD471E"/>
    <w:rsid w:val="1DCE72C7"/>
    <w:rsid w:val="1DD106B2"/>
    <w:rsid w:val="1DD15DAF"/>
    <w:rsid w:val="1DD65CC8"/>
    <w:rsid w:val="1DD71A40"/>
    <w:rsid w:val="1DD7559C"/>
    <w:rsid w:val="1DD77469"/>
    <w:rsid w:val="1DD8244B"/>
    <w:rsid w:val="1DD85B6F"/>
    <w:rsid w:val="1DDD6C05"/>
    <w:rsid w:val="1DDE4B7D"/>
    <w:rsid w:val="1DE45713"/>
    <w:rsid w:val="1DE5480D"/>
    <w:rsid w:val="1DE57979"/>
    <w:rsid w:val="1DE62DD0"/>
    <w:rsid w:val="1DE859FC"/>
    <w:rsid w:val="1DEA481C"/>
    <w:rsid w:val="1DEB1048"/>
    <w:rsid w:val="1DED7B30"/>
    <w:rsid w:val="1DEF370A"/>
    <w:rsid w:val="1DF24184"/>
    <w:rsid w:val="1DF61EC7"/>
    <w:rsid w:val="1DF779ED"/>
    <w:rsid w:val="1DFB572F"/>
    <w:rsid w:val="1DFC71F6"/>
    <w:rsid w:val="1DFD7CCD"/>
    <w:rsid w:val="1DFE5A65"/>
    <w:rsid w:val="1DFE6179"/>
    <w:rsid w:val="1DFE7B6F"/>
    <w:rsid w:val="1E035361"/>
    <w:rsid w:val="1E067F5D"/>
    <w:rsid w:val="1E07566D"/>
    <w:rsid w:val="1E0830A1"/>
    <w:rsid w:val="1E0A18EE"/>
    <w:rsid w:val="1E0A7720"/>
    <w:rsid w:val="1E0F4D36"/>
    <w:rsid w:val="1E10505D"/>
    <w:rsid w:val="1E106A50"/>
    <w:rsid w:val="1E1118FC"/>
    <w:rsid w:val="1E1340DC"/>
    <w:rsid w:val="1E14234D"/>
    <w:rsid w:val="1E155EEC"/>
    <w:rsid w:val="1E177D0B"/>
    <w:rsid w:val="1E1B266F"/>
    <w:rsid w:val="1E1B53C7"/>
    <w:rsid w:val="1E1B5C50"/>
    <w:rsid w:val="1E1C367C"/>
    <w:rsid w:val="1E1F2FC8"/>
    <w:rsid w:val="1E200CF1"/>
    <w:rsid w:val="1E2055BC"/>
    <w:rsid w:val="1E222417"/>
    <w:rsid w:val="1E2244BE"/>
    <w:rsid w:val="1E24377E"/>
    <w:rsid w:val="1E2527AC"/>
    <w:rsid w:val="1E262080"/>
    <w:rsid w:val="1E2879AE"/>
    <w:rsid w:val="1E2C70A7"/>
    <w:rsid w:val="1E2D47E9"/>
    <w:rsid w:val="1E2E1EEA"/>
    <w:rsid w:val="1E3021F7"/>
    <w:rsid w:val="1E3039C2"/>
    <w:rsid w:val="1E310FE3"/>
    <w:rsid w:val="1E3178CA"/>
    <w:rsid w:val="1E3223DD"/>
    <w:rsid w:val="1E336AC8"/>
    <w:rsid w:val="1E361265"/>
    <w:rsid w:val="1E373A32"/>
    <w:rsid w:val="1E391183"/>
    <w:rsid w:val="1E395CF3"/>
    <w:rsid w:val="1E3B63BC"/>
    <w:rsid w:val="1E3E53E6"/>
    <w:rsid w:val="1E3F4E76"/>
    <w:rsid w:val="1E4419F7"/>
    <w:rsid w:val="1E452482"/>
    <w:rsid w:val="1E456EFD"/>
    <w:rsid w:val="1E461F6E"/>
    <w:rsid w:val="1E464A75"/>
    <w:rsid w:val="1E46530F"/>
    <w:rsid w:val="1E4669BC"/>
    <w:rsid w:val="1E480E53"/>
    <w:rsid w:val="1E4A7E1A"/>
    <w:rsid w:val="1E4E44C9"/>
    <w:rsid w:val="1E52131F"/>
    <w:rsid w:val="1E522E75"/>
    <w:rsid w:val="1E554576"/>
    <w:rsid w:val="1E5660C5"/>
    <w:rsid w:val="1E584F06"/>
    <w:rsid w:val="1E5D3522"/>
    <w:rsid w:val="1E6127D8"/>
    <w:rsid w:val="1E626C93"/>
    <w:rsid w:val="1E636E30"/>
    <w:rsid w:val="1E645C3A"/>
    <w:rsid w:val="1E66453A"/>
    <w:rsid w:val="1E6C3F37"/>
    <w:rsid w:val="1E6E1F45"/>
    <w:rsid w:val="1E6E7065"/>
    <w:rsid w:val="1E6F2B3D"/>
    <w:rsid w:val="1E7143A6"/>
    <w:rsid w:val="1E7159F1"/>
    <w:rsid w:val="1E722DFA"/>
    <w:rsid w:val="1E722E9A"/>
    <w:rsid w:val="1E7352C5"/>
    <w:rsid w:val="1E742EE3"/>
    <w:rsid w:val="1E763007"/>
    <w:rsid w:val="1E764DB5"/>
    <w:rsid w:val="1E780B2E"/>
    <w:rsid w:val="1E781278"/>
    <w:rsid w:val="1E7B2CEC"/>
    <w:rsid w:val="1E7B40DF"/>
    <w:rsid w:val="1E7B6FE2"/>
    <w:rsid w:val="1E7E17E5"/>
    <w:rsid w:val="1E812FB0"/>
    <w:rsid w:val="1E85324A"/>
    <w:rsid w:val="1E857E04"/>
    <w:rsid w:val="1E8657C4"/>
    <w:rsid w:val="1E8660E1"/>
    <w:rsid w:val="1E882969"/>
    <w:rsid w:val="1E884AB4"/>
    <w:rsid w:val="1E8867EC"/>
    <w:rsid w:val="1E892D3B"/>
    <w:rsid w:val="1E8B3B38"/>
    <w:rsid w:val="1E8C225D"/>
    <w:rsid w:val="1E8D3BB3"/>
    <w:rsid w:val="1E8D597A"/>
    <w:rsid w:val="1E8E128B"/>
    <w:rsid w:val="1E8E366C"/>
    <w:rsid w:val="1E8E65A3"/>
    <w:rsid w:val="1E8F0A4E"/>
    <w:rsid w:val="1E8F5E77"/>
    <w:rsid w:val="1E9153E3"/>
    <w:rsid w:val="1E9201D2"/>
    <w:rsid w:val="1E943980"/>
    <w:rsid w:val="1E9542F1"/>
    <w:rsid w:val="1E957096"/>
    <w:rsid w:val="1E9773D0"/>
    <w:rsid w:val="1E99351F"/>
    <w:rsid w:val="1E9A4F48"/>
    <w:rsid w:val="1EA25BAA"/>
    <w:rsid w:val="1EA47B74"/>
    <w:rsid w:val="1EA50A24"/>
    <w:rsid w:val="1EA86622"/>
    <w:rsid w:val="1EAB303F"/>
    <w:rsid w:val="1EAD1199"/>
    <w:rsid w:val="1EAE770F"/>
    <w:rsid w:val="1EB15791"/>
    <w:rsid w:val="1EB4426B"/>
    <w:rsid w:val="1EB62796"/>
    <w:rsid w:val="1EB63404"/>
    <w:rsid w:val="1EB77666"/>
    <w:rsid w:val="1EB8530A"/>
    <w:rsid w:val="1EBA0903"/>
    <w:rsid w:val="1EBB5C3F"/>
    <w:rsid w:val="1EBC2747"/>
    <w:rsid w:val="1EBF050A"/>
    <w:rsid w:val="1EC04283"/>
    <w:rsid w:val="1EC05D44"/>
    <w:rsid w:val="1EC117C1"/>
    <w:rsid w:val="1EC3049D"/>
    <w:rsid w:val="1EC3546D"/>
    <w:rsid w:val="1EC35ACB"/>
    <w:rsid w:val="1EC3783A"/>
    <w:rsid w:val="1EC61BEC"/>
    <w:rsid w:val="1ECA7EC3"/>
    <w:rsid w:val="1ECE1176"/>
    <w:rsid w:val="1ECE3141"/>
    <w:rsid w:val="1ED13A0A"/>
    <w:rsid w:val="1ED32718"/>
    <w:rsid w:val="1ED34926"/>
    <w:rsid w:val="1ED55F80"/>
    <w:rsid w:val="1EDB41A3"/>
    <w:rsid w:val="1EDB4CD3"/>
    <w:rsid w:val="1EE12DE6"/>
    <w:rsid w:val="1EE53CE9"/>
    <w:rsid w:val="1EE61F3B"/>
    <w:rsid w:val="1EE639AA"/>
    <w:rsid w:val="1EE77A61"/>
    <w:rsid w:val="1EE82D6D"/>
    <w:rsid w:val="1EE87557"/>
    <w:rsid w:val="1EEA1E4D"/>
    <w:rsid w:val="1EEB6A69"/>
    <w:rsid w:val="1EEC5078"/>
    <w:rsid w:val="1EED151B"/>
    <w:rsid w:val="1EEF33B0"/>
    <w:rsid w:val="1EEF6C12"/>
    <w:rsid w:val="1EF03031"/>
    <w:rsid w:val="1EF51982"/>
    <w:rsid w:val="1EF83ECD"/>
    <w:rsid w:val="1EF87C53"/>
    <w:rsid w:val="1EFA59E6"/>
    <w:rsid w:val="1EFA7794"/>
    <w:rsid w:val="1EFD6C78"/>
    <w:rsid w:val="1EFE297F"/>
    <w:rsid w:val="1F030B39"/>
    <w:rsid w:val="1F046865"/>
    <w:rsid w:val="1F05142D"/>
    <w:rsid w:val="1F06438B"/>
    <w:rsid w:val="1F070188"/>
    <w:rsid w:val="1F0B2CBA"/>
    <w:rsid w:val="1F0B522D"/>
    <w:rsid w:val="1F0C19F1"/>
    <w:rsid w:val="1F0D1D2C"/>
    <w:rsid w:val="1F0E3F25"/>
    <w:rsid w:val="1F0F7DEE"/>
    <w:rsid w:val="1F103E53"/>
    <w:rsid w:val="1F105BB3"/>
    <w:rsid w:val="1F122D30"/>
    <w:rsid w:val="1F127148"/>
    <w:rsid w:val="1F130670"/>
    <w:rsid w:val="1F1341CC"/>
    <w:rsid w:val="1F143089"/>
    <w:rsid w:val="1F1620F4"/>
    <w:rsid w:val="1F182311"/>
    <w:rsid w:val="1F1A3993"/>
    <w:rsid w:val="1F1A437C"/>
    <w:rsid w:val="1F1C3BAF"/>
    <w:rsid w:val="1F1D0564"/>
    <w:rsid w:val="1F1D3483"/>
    <w:rsid w:val="1F1E1A37"/>
    <w:rsid w:val="1F1E4DBC"/>
    <w:rsid w:val="1F227960"/>
    <w:rsid w:val="1F2369CF"/>
    <w:rsid w:val="1F253153"/>
    <w:rsid w:val="1F255FE4"/>
    <w:rsid w:val="1F293414"/>
    <w:rsid w:val="1F2C2F8E"/>
    <w:rsid w:val="1F2E38E2"/>
    <w:rsid w:val="1F301C3C"/>
    <w:rsid w:val="1F302223"/>
    <w:rsid w:val="1F330899"/>
    <w:rsid w:val="1F3507CD"/>
    <w:rsid w:val="1F355043"/>
    <w:rsid w:val="1F374545"/>
    <w:rsid w:val="1F3A0528"/>
    <w:rsid w:val="1F3A5DE3"/>
    <w:rsid w:val="1F3C1B5B"/>
    <w:rsid w:val="1F3D1C1A"/>
    <w:rsid w:val="1F3F720A"/>
    <w:rsid w:val="1F410460"/>
    <w:rsid w:val="1F417B52"/>
    <w:rsid w:val="1F447B95"/>
    <w:rsid w:val="1F471081"/>
    <w:rsid w:val="1F4720E1"/>
    <w:rsid w:val="1F475CD4"/>
    <w:rsid w:val="1F486752"/>
    <w:rsid w:val="1F4A4521"/>
    <w:rsid w:val="1F4F1BB6"/>
    <w:rsid w:val="1F4F58AA"/>
    <w:rsid w:val="1F547CF7"/>
    <w:rsid w:val="1F57110B"/>
    <w:rsid w:val="1F575A96"/>
    <w:rsid w:val="1F5942DD"/>
    <w:rsid w:val="1F5944FA"/>
    <w:rsid w:val="1F5E2C8D"/>
    <w:rsid w:val="1F5F3A9B"/>
    <w:rsid w:val="1F6101D9"/>
    <w:rsid w:val="1F611857"/>
    <w:rsid w:val="1F614038"/>
    <w:rsid w:val="1F6201BB"/>
    <w:rsid w:val="1F6317DE"/>
    <w:rsid w:val="1F63342C"/>
    <w:rsid w:val="1F635224"/>
    <w:rsid w:val="1F6410B2"/>
    <w:rsid w:val="1F6412D9"/>
    <w:rsid w:val="1F65724C"/>
    <w:rsid w:val="1F6818C1"/>
    <w:rsid w:val="1F685D18"/>
    <w:rsid w:val="1F694FCD"/>
    <w:rsid w:val="1F6A0943"/>
    <w:rsid w:val="1F6B2B2C"/>
    <w:rsid w:val="1F6E1F30"/>
    <w:rsid w:val="1F70115A"/>
    <w:rsid w:val="1F7237CF"/>
    <w:rsid w:val="1F737619"/>
    <w:rsid w:val="1F74045D"/>
    <w:rsid w:val="1F7556DC"/>
    <w:rsid w:val="1F7615CC"/>
    <w:rsid w:val="1F7C63FB"/>
    <w:rsid w:val="1F7D03CB"/>
    <w:rsid w:val="1F804210"/>
    <w:rsid w:val="1F830B1D"/>
    <w:rsid w:val="1F86601E"/>
    <w:rsid w:val="1F873172"/>
    <w:rsid w:val="1F8814D3"/>
    <w:rsid w:val="1F8836AC"/>
    <w:rsid w:val="1F885540"/>
    <w:rsid w:val="1F8A0F9B"/>
    <w:rsid w:val="1F8B6AC6"/>
    <w:rsid w:val="1F8F4381"/>
    <w:rsid w:val="1F8F64A2"/>
    <w:rsid w:val="1F905490"/>
    <w:rsid w:val="1F922E19"/>
    <w:rsid w:val="1F9279CD"/>
    <w:rsid w:val="1F947BE9"/>
    <w:rsid w:val="1F95276C"/>
    <w:rsid w:val="1F955386"/>
    <w:rsid w:val="1F980D5B"/>
    <w:rsid w:val="1F987836"/>
    <w:rsid w:val="1F9A0F77"/>
    <w:rsid w:val="1F9B6A3D"/>
    <w:rsid w:val="1F9D09D5"/>
    <w:rsid w:val="1F9D6167"/>
    <w:rsid w:val="1F9E45C4"/>
    <w:rsid w:val="1FA015D5"/>
    <w:rsid w:val="1FA32A73"/>
    <w:rsid w:val="1FA33CE5"/>
    <w:rsid w:val="1FA53BA4"/>
    <w:rsid w:val="1FA6101E"/>
    <w:rsid w:val="1FA63478"/>
    <w:rsid w:val="1FA72037"/>
    <w:rsid w:val="1FA83694"/>
    <w:rsid w:val="1FAC00C4"/>
    <w:rsid w:val="1FAF5AD6"/>
    <w:rsid w:val="1FB45B95"/>
    <w:rsid w:val="1FB66D02"/>
    <w:rsid w:val="1FBC47EF"/>
    <w:rsid w:val="1FBD6EF8"/>
    <w:rsid w:val="1FBF4B41"/>
    <w:rsid w:val="1FBF6607"/>
    <w:rsid w:val="1FC06E2C"/>
    <w:rsid w:val="1FC41B50"/>
    <w:rsid w:val="1FC81641"/>
    <w:rsid w:val="1FCA360B"/>
    <w:rsid w:val="1FCD0133"/>
    <w:rsid w:val="1FD3121E"/>
    <w:rsid w:val="1FD44925"/>
    <w:rsid w:val="1FD92A47"/>
    <w:rsid w:val="1FDB15EE"/>
    <w:rsid w:val="1FDE2F04"/>
    <w:rsid w:val="1FDE70B6"/>
    <w:rsid w:val="1FE0013C"/>
    <w:rsid w:val="1FE30229"/>
    <w:rsid w:val="1FE50445"/>
    <w:rsid w:val="1FE52800"/>
    <w:rsid w:val="1FE54D00"/>
    <w:rsid w:val="1FE738D0"/>
    <w:rsid w:val="1FE81122"/>
    <w:rsid w:val="1FEB1A76"/>
    <w:rsid w:val="1FEE0A7F"/>
    <w:rsid w:val="1FF030C5"/>
    <w:rsid w:val="1FF405E0"/>
    <w:rsid w:val="1FF62414"/>
    <w:rsid w:val="1FF77BF3"/>
    <w:rsid w:val="1FF86501"/>
    <w:rsid w:val="1FFA0C3E"/>
    <w:rsid w:val="1FFA7BD1"/>
    <w:rsid w:val="1FFB5DE6"/>
    <w:rsid w:val="1FFC5490"/>
    <w:rsid w:val="1FFE32B4"/>
    <w:rsid w:val="200026BF"/>
    <w:rsid w:val="20012814"/>
    <w:rsid w:val="200148E1"/>
    <w:rsid w:val="2002163A"/>
    <w:rsid w:val="2003164C"/>
    <w:rsid w:val="2005397B"/>
    <w:rsid w:val="20061F8D"/>
    <w:rsid w:val="200657BC"/>
    <w:rsid w:val="200C59D1"/>
    <w:rsid w:val="200F2DCC"/>
    <w:rsid w:val="200F54C2"/>
    <w:rsid w:val="200F5658"/>
    <w:rsid w:val="200F56D3"/>
    <w:rsid w:val="200F7315"/>
    <w:rsid w:val="20104D96"/>
    <w:rsid w:val="2011394F"/>
    <w:rsid w:val="20124FB2"/>
    <w:rsid w:val="20126D60"/>
    <w:rsid w:val="20160B47"/>
    <w:rsid w:val="2016181B"/>
    <w:rsid w:val="20167C92"/>
    <w:rsid w:val="2017609F"/>
    <w:rsid w:val="2019036B"/>
    <w:rsid w:val="20192B24"/>
    <w:rsid w:val="20197675"/>
    <w:rsid w:val="201C198C"/>
    <w:rsid w:val="201F4A2E"/>
    <w:rsid w:val="2020322B"/>
    <w:rsid w:val="202570AA"/>
    <w:rsid w:val="20270A5D"/>
    <w:rsid w:val="20270B9D"/>
    <w:rsid w:val="202801D4"/>
    <w:rsid w:val="202A5E57"/>
    <w:rsid w:val="202C1DF2"/>
    <w:rsid w:val="202D0CFF"/>
    <w:rsid w:val="202D7FAF"/>
    <w:rsid w:val="20315438"/>
    <w:rsid w:val="2035556E"/>
    <w:rsid w:val="203647FC"/>
    <w:rsid w:val="20373576"/>
    <w:rsid w:val="20374754"/>
    <w:rsid w:val="203905FD"/>
    <w:rsid w:val="203B1866"/>
    <w:rsid w:val="203B57F9"/>
    <w:rsid w:val="203E3185"/>
    <w:rsid w:val="203E7B55"/>
    <w:rsid w:val="204027C3"/>
    <w:rsid w:val="204058A2"/>
    <w:rsid w:val="2042647A"/>
    <w:rsid w:val="204333BD"/>
    <w:rsid w:val="20452616"/>
    <w:rsid w:val="20484530"/>
    <w:rsid w:val="20492742"/>
    <w:rsid w:val="20495889"/>
    <w:rsid w:val="204A3BF2"/>
    <w:rsid w:val="204D5FEA"/>
    <w:rsid w:val="204E5147"/>
    <w:rsid w:val="204F0FBA"/>
    <w:rsid w:val="20512D78"/>
    <w:rsid w:val="20564E9E"/>
    <w:rsid w:val="20567D57"/>
    <w:rsid w:val="205F20FF"/>
    <w:rsid w:val="206109AC"/>
    <w:rsid w:val="206215A1"/>
    <w:rsid w:val="20627DA5"/>
    <w:rsid w:val="20657A8F"/>
    <w:rsid w:val="20666976"/>
    <w:rsid w:val="206B7A7D"/>
    <w:rsid w:val="206C1CE3"/>
    <w:rsid w:val="206E61A7"/>
    <w:rsid w:val="206E720A"/>
    <w:rsid w:val="20700113"/>
    <w:rsid w:val="20702469"/>
    <w:rsid w:val="20704D80"/>
    <w:rsid w:val="20712CC9"/>
    <w:rsid w:val="207174F1"/>
    <w:rsid w:val="2072358F"/>
    <w:rsid w:val="20736FE3"/>
    <w:rsid w:val="207516AF"/>
    <w:rsid w:val="20774697"/>
    <w:rsid w:val="207812B9"/>
    <w:rsid w:val="20792AE0"/>
    <w:rsid w:val="207A721F"/>
    <w:rsid w:val="207C4370"/>
    <w:rsid w:val="207C6A50"/>
    <w:rsid w:val="207C7516"/>
    <w:rsid w:val="207D067D"/>
    <w:rsid w:val="207F2647"/>
    <w:rsid w:val="20806D49"/>
    <w:rsid w:val="208256BF"/>
    <w:rsid w:val="2082692A"/>
    <w:rsid w:val="20835119"/>
    <w:rsid w:val="208547B8"/>
    <w:rsid w:val="20863CB7"/>
    <w:rsid w:val="20873CF6"/>
    <w:rsid w:val="20895274"/>
    <w:rsid w:val="208A2D9A"/>
    <w:rsid w:val="208D2536"/>
    <w:rsid w:val="208E4638"/>
    <w:rsid w:val="208F0C83"/>
    <w:rsid w:val="209057E0"/>
    <w:rsid w:val="20925F9D"/>
    <w:rsid w:val="20941C45"/>
    <w:rsid w:val="20941D65"/>
    <w:rsid w:val="20971013"/>
    <w:rsid w:val="209726FA"/>
    <w:rsid w:val="20975A74"/>
    <w:rsid w:val="2099017F"/>
    <w:rsid w:val="209F716B"/>
    <w:rsid w:val="20A02C47"/>
    <w:rsid w:val="20A040F4"/>
    <w:rsid w:val="20AA7367"/>
    <w:rsid w:val="20AB7B07"/>
    <w:rsid w:val="20B27A67"/>
    <w:rsid w:val="20B550FF"/>
    <w:rsid w:val="20B774D3"/>
    <w:rsid w:val="20B9476F"/>
    <w:rsid w:val="20BC1CF3"/>
    <w:rsid w:val="20BC5D7D"/>
    <w:rsid w:val="20BD027A"/>
    <w:rsid w:val="20BD5733"/>
    <w:rsid w:val="20BF4EED"/>
    <w:rsid w:val="20C0558E"/>
    <w:rsid w:val="20C37785"/>
    <w:rsid w:val="20C45B19"/>
    <w:rsid w:val="20C60D2A"/>
    <w:rsid w:val="20C766CB"/>
    <w:rsid w:val="20C82074"/>
    <w:rsid w:val="20C93CD6"/>
    <w:rsid w:val="20CC3E2F"/>
    <w:rsid w:val="20CC5492"/>
    <w:rsid w:val="20CD1665"/>
    <w:rsid w:val="20D06B8F"/>
    <w:rsid w:val="20D23C94"/>
    <w:rsid w:val="20D30601"/>
    <w:rsid w:val="20D67D8D"/>
    <w:rsid w:val="20D82506"/>
    <w:rsid w:val="20D92450"/>
    <w:rsid w:val="20D96F5C"/>
    <w:rsid w:val="20DA106C"/>
    <w:rsid w:val="20DA3CB9"/>
    <w:rsid w:val="20DD791D"/>
    <w:rsid w:val="20DE5D0B"/>
    <w:rsid w:val="20DF2472"/>
    <w:rsid w:val="20E101B7"/>
    <w:rsid w:val="20E23327"/>
    <w:rsid w:val="20E410EC"/>
    <w:rsid w:val="20E67C90"/>
    <w:rsid w:val="20E70C93"/>
    <w:rsid w:val="20E74984"/>
    <w:rsid w:val="20EA2AA0"/>
    <w:rsid w:val="20EA7F2F"/>
    <w:rsid w:val="20EF0539"/>
    <w:rsid w:val="20EF1C88"/>
    <w:rsid w:val="20F41D21"/>
    <w:rsid w:val="20F46465"/>
    <w:rsid w:val="20F64714"/>
    <w:rsid w:val="20F8098E"/>
    <w:rsid w:val="20F80B90"/>
    <w:rsid w:val="20F83A66"/>
    <w:rsid w:val="20F87D04"/>
    <w:rsid w:val="20FA347A"/>
    <w:rsid w:val="20FA7F20"/>
    <w:rsid w:val="20FB5A46"/>
    <w:rsid w:val="20FE204F"/>
    <w:rsid w:val="20FE2799"/>
    <w:rsid w:val="20FE4E4D"/>
    <w:rsid w:val="20FF4D79"/>
    <w:rsid w:val="2102023D"/>
    <w:rsid w:val="2103031D"/>
    <w:rsid w:val="21030602"/>
    <w:rsid w:val="2104150A"/>
    <w:rsid w:val="210473F1"/>
    <w:rsid w:val="21050673"/>
    <w:rsid w:val="210510A3"/>
    <w:rsid w:val="2106311C"/>
    <w:rsid w:val="210B0892"/>
    <w:rsid w:val="210C37AF"/>
    <w:rsid w:val="210E1228"/>
    <w:rsid w:val="21106456"/>
    <w:rsid w:val="2112674D"/>
    <w:rsid w:val="21132D32"/>
    <w:rsid w:val="21132D8F"/>
    <w:rsid w:val="21150129"/>
    <w:rsid w:val="21170E44"/>
    <w:rsid w:val="211803A6"/>
    <w:rsid w:val="21194FF8"/>
    <w:rsid w:val="211A411E"/>
    <w:rsid w:val="211C1160"/>
    <w:rsid w:val="211C7021"/>
    <w:rsid w:val="211D1FAF"/>
    <w:rsid w:val="211F34E2"/>
    <w:rsid w:val="211F65E2"/>
    <w:rsid w:val="21201FC5"/>
    <w:rsid w:val="212136FE"/>
    <w:rsid w:val="2122673F"/>
    <w:rsid w:val="21273D1C"/>
    <w:rsid w:val="2127683B"/>
    <w:rsid w:val="212B57DD"/>
    <w:rsid w:val="212E7874"/>
    <w:rsid w:val="212F301A"/>
    <w:rsid w:val="213069E9"/>
    <w:rsid w:val="21327154"/>
    <w:rsid w:val="21340467"/>
    <w:rsid w:val="21351A65"/>
    <w:rsid w:val="21366F3F"/>
    <w:rsid w:val="213903B1"/>
    <w:rsid w:val="214536D1"/>
    <w:rsid w:val="214759AF"/>
    <w:rsid w:val="214A6539"/>
    <w:rsid w:val="214B2529"/>
    <w:rsid w:val="215411D2"/>
    <w:rsid w:val="2154271C"/>
    <w:rsid w:val="21543629"/>
    <w:rsid w:val="21553A98"/>
    <w:rsid w:val="215808A3"/>
    <w:rsid w:val="215A0B98"/>
    <w:rsid w:val="215A3399"/>
    <w:rsid w:val="215B0293"/>
    <w:rsid w:val="215B0355"/>
    <w:rsid w:val="215B3BA2"/>
    <w:rsid w:val="215C100D"/>
    <w:rsid w:val="215C3CE1"/>
    <w:rsid w:val="215F4227"/>
    <w:rsid w:val="215F79AC"/>
    <w:rsid w:val="216000A4"/>
    <w:rsid w:val="21601766"/>
    <w:rsid w:val="21606872"/>
    <w:rsid w:val="21613AFB"/>
    <w:rsid w:val="21660C89"/>
    <w:rsid w:val="21690C01"/>
    <w:rsid w:val="216973F1"/>
    <w:rsid w:val="216A274F"/>
    <w:rsid w:val="216B4179"/>
    <w:rsid w:val="216D6909"/>
    <w:rsid w:val="216D6944"/>
    <w:rsid w:val="216E0565"/>
    <w:rsid w:val="216E7FC6"/>
    <w:rsid w:val="2170681D"/>
    <w:rsid w:val="217148F2"/>
    <w:rsid w:val="21745716"/>
    <w:rsid w:val="21792FBB"/>
    <w:rsid w:val="21793AA1"/>
    <w:rsid w:val="217A6BFA"/>
    <w:rsid w:val="217C26E3"/>
    <w:rsid w:val="217D1C3F"/>
    <w:rsid w:val="217E28FF"/>
    <w:rsid w:val="21807142"/>
    <w:rsid w:val="21840CCA"/>
    <w:rsid w:val="218929E2"/>
    <w:rsid w:val="218B42A3"/>
    <w:rsid w:val="218C6202"/>
    <w:rsid w:val="218C669E"/>
    <w:rsid w:val="218D6803"/>
    <w:rsid w:val="218F66B7"/>
    <w:rsid w:val="21916C9F"/>
    <w:rsid w:val="21917E35"/>
    <w:rsid w:val="21920BAD"/>
    <w:rsid w:val="219537A4"/>
    <w:rsid w:val="21967141"/>
    <w:rsid w:val="21977533"/>
    <w:rsid w:val="2198334F"/>
    <w:rsid w:val="21985763"/>
    <w:rsid w:val="21994707"/>
    <w:rsid w:val="219E1CF0"/>
    <w:rsid w:val="21A12149"/>
    <w:rsid w:val="21A148AE"/>
    <w:rsid w:val="21A2584E"/>
    <w:rsid w:val="21A4169A"/>
    <w:rsid w:val="21A62A33"/>
    <w:rsid w:val="21A727B2"/>
    <w:rsid w:val="21A734D8"/>
    <w:rsid w:val="21A84DAE"/>
    <w:rsid w:val="21AC7312"/>
    <w:rsid w:val="21AF5C05"/>
    <w:rsid w:val="21B0005C"/>
    <w:rsid w:val="21B042B9"/>
    <w:rsid w:val="21B105CB"/>
    <w:rsid w:val="21B33CA0"/>
    <w:rsid w:val="21B5033B"/>
    <w:rsid w:val="21B52099"/>
    <w:rsid w:val="21B9578A"/>
    <w:rsid w:val="21BA0F88"/>
    <w:rsid w:val="21BD3C93"/>
    <w:rsid w:val="21C13AD1"/>
    <w:rsid w:val="21C30312"/>
    <w:rsid w:val="21C617B4"/>
    <w:rsid w:val="21C65DF4"/>
    <w:rsid w:val="21C831E6"/>
    <w:rsid w:val="21C9258A"/>
    <w:rsid w:val="21C978F2"/>
    <w:rsid w:val="21CF1302"/>
    <w:rsid w:val="21CF7E05"/>
    <w:rsid w:val="21D06036"/>
    <w:rsid w:val="21D079F3"/>
    <w:rsid w:val="21D249F9"/>
    <w:rsid w:val="21D544E9"/>
    <w:rsid w:val="21D616F6"/>
    <w:rsid w:val="21D73F90"/>
    <w:rsid w:val="21D82790"/>
    <w:rsid w:val="21DC238D"/>
    <w:rsid w:val="21DE4B6C"/>
    <w:rsid w:val="21DF55D4"/>
    <w:rsid w:val="21E02E60"/>
    <w:rsid w:val="21E24A43"/>
    <w:rsid w:val="21E65063"/>
    <w:rsid w:val="21EA5DD3"/>
    <w:rsid w:val="21EE0156"/>
    <w:rsid w:val="21EF2B34"/>
    <w:rsid w:val="21EF62F4"/>
    <w:rsid w:val="21EF6968"/>
    <w:rsid w:val="21EF718A"/>
    <w:rsid w:val="21F02433"/>
    <w:rsid w:val="21F030D1"/>
    <w:rsid w:val="21F165F2"/>
    <w:rsid w:val="21F229A5"/>
    <w:rsid w:val="21F244AA"/>
    <w:rsid w:val="21F2642E"/>
    <w:rsid w:val="21F37F51"/>
    <w:rsid w:val="21F42152"/>
    <w:rsid w:val="21F547F9"/>
    <w:rsid w:val="21FB5EC8"/>
    <w:rsid w:val="21FB64B7"/>
    <w:rsid w:val="21FD3532"/>
    <w:rsid w:val="21FD4A1F"/>
    <w:rsid w:val="21FE1CC5"/>
    <w:rsid w:val="21FF290B"/>
    <w:rsid w:val="220062D9"/>
    <w:rsid w:val="22010709"/>
    <w:rsid w:val="220152DE"/>
    <w:rsid w:val="22022206"/>
    <w:rsid w:val="220817B7"/>
    <w:rsid w:val="2208783E"/>
    <w:rsid w:val="22095C34"/>
    <w:rsid w:val="220A1E07"/>
    <w:rsid w:val="220B3A77"/>
    <w:rsid w:val="220B7F0B"/>
    <w:rsid w:val="220D028A"/>
    <w:rsid w:val="220D5A31"/>
    <w:rsid w:val="220D77BC"/>
    <w:rsid w:val="221079D5"/>
    <w:rsid w:val="22111D41"/>
    <w:rsid w:val="22125F18"/>
    <w:rsid w:val="221417DE"/>
    <w:rsid w:val="2214618B"/>
    <w:rsid w:val="22151C22"/>
    <w:rsid w:val="221707B5"/>
    <w:rsid w:val="2219070E"/>
    <w:rsid w:val="221B69B3"/>
    <w:rsid w:val="221D509D"/>
    <w:rsid w:val="2222654C"/>
    <w:rsid w:val="22230F73"/>
    <w:rsid w:val="22247B56"/>
    <w:rsid w:val="22265BA4"/>
    <w:rsid w:val="222D726A"/>
    <w:rsid w:val="222F1E4B"/>
    <w:rsid w:val="222F3BF9"/>
    <w:rsid w:val="223022CC"/>
    <w:rsid w:val="2230642A"/>
    <w:rsid w:val="2230663A"/>
    <w:rsid w:val="22310636"/>
    <w:rsid w:val="22342FBD"/>
    <w:rsid w:val="22366C1A"/>
    <w:rsid w:val="22372545"/>
    <w:rsid w:val="22375FBA"/>
    <w:rsid w:val="223A5898"/>
    <w:rsid w:val="223B3D71"/>
    <w:rsid w:val="223E42AA"/>
    <w:rsid w:val="224156DA"/>
    <w:rsid w:val="22421B7E"/>
    <w:rsid w:val="22433A8D"/>
    <w:rsid w:val="22451DA9"/>
    <w:rsid w:val="224634B8"/>
    <w:rsid w:val="22464B10"/>
    <w:rsid w:val="22472A5B"/>
    <w:rsid w:val="22486287"/>
    <w:rsid w:val="22487580"/>
    <w:rsid w:val="224A7664"/>
    <w:rsid w:val="224B2081"/>
    <w:rsid w:val="224C7143"/>
    <w:rsid w:val="224E0A48"/>
    <w:rsid w:val="22514315"/>
    <w:rsid w:val="225444D2"/>
    <w:rsid w:val="22557757"/>
    <w:rsid w:val="225622DF"/>
    <w:rsid w:val="22573150"/>
    <w:rsid w:val="22584807"/>
    <w:rsid w:val="22597878"/>
    <w:rsid w:val="225C4DBD"/>
    <w:rsid w:val="225C5729"/>
    <w:rsid w:val="225E63B0"/>
    <w:rsid w:val="22612C3B"/>
    <w:rsid w:val="226157D8"/>
    <w:rsid w:val="22623FCE"/>
    <w:rsid w:val="226358ED"/>
    <w:rsid w:val="22650966"/>
    <w:rsid w:val="226526FC"/>
    <w:rsid w:val="22661D7D"/>
    <w:rsid w:val="22663F06"/>
    <w:rsid w:val="226714DC"/>
    <w:rsid w:val="22677320"/>
    <w:rsid w:val="226A23B9"/>
    <w:rsid w:val="226A6ACF"/>
    <w:rsid w:val="226B16AD"/>
    <w:rsid w:val="226D64CF"/>
    <w:rsid w:val="226D71A3"/>
    <w:rsid w:val="226E0CFF"/>
    <w:rsid w:val="22713363"/>
    <w:rsid w:val="22717D6E"/>
    <w:rsid w:val="22730EAA"/>
    <w:rsid w:val="22755F8F"/>
    <w:rsid w:val="22783FA7"/>
    <w:rsid w:val="227A7B47"/>
    <w:rsid w:val="227B0BEC"/>
    <w:rsid w:val="227C400A"/>
    <w:rsid w:val="227D6B1B"/>
    <w:rsid w:val="227E5D48"/>
    <w:rsid w:val="227E77D5"/>
    <w:rsid w:val="22824B5F"/>
    <w:rsid w:val="22874FE1"/>
    <w:rsid w:val="2287766F"/>
    <w:rsid w:val="228947F5"/>
    <w:rsid w:val="228B56A1"/>
    <w:rsid w:val="228D0697"/>
    <w:rsid w:val="228D26CE"/>
    <w:rsid w:val="228D2A57"/>
    <w:rsid w:val="228D3447"/>
    <w:rsid w:val="228E746D"/>
    <w:rsid w:val="228F7E74"/>
    <w:rsid w:val="22902725"/>
    <w:rsid w:val="22947F00"/>
    <w:rsid w:val="22965A26"/>
    <w:rsid w:val="2297354C"/>
    <w:rsid w:val="22977CC2"/>
    <w:rsid w:val="22982F7D"/>
    <w:rsid w:val="229B41C6"/>
    <w:rsid w:val="229C22F4"/>
    <w:rsid w:val="22A12D63"/>
    <w:rsid w:val="22A23864"/>
    <w:rsid w:val="22A31EF1"/>
    <w:rsid w:val="22A46395"/>
    <w:rsid w:val="22A52C24"/>
    <w:rsid w:val="22A70A24"/>
    <w:rsid w:val="22A7378F"/>
    <w:rsid w:val="22A82230"/>
    <w:rsid w:val="22A82A78"/>
    <w:rsid w:val="22A840B7"/>
    <w:rsid w:val="22AA392E"/>
    <w:rsid w:val="22AD6831"/>
    <w:rsid w:val="22AF03E6"/>
    <w:rsid w:val="22BA05C0"/>
    <w:rsid w:val="22BA23BA"/>
    <w:rsid w:val="22BB4DC1"/>
    <w:rsid w:val="22BC6B52"/>
    <w:rsid w:val="22BD6935"/>
    <w:rsid w:val="22BD7457"/>
    <w:rsid w:val="22C04851"/>
    <w:rsid w:val="22C10155"/>
    <w:rsid w:val="22C226BC"/>
    <w:rsid w:val="22C56C0B"/>
    <w:rsid w:val="22C73E32"/>
    <w:rsid w:val="22CC58EC"/>
    <w:rsid w:val="22CC769A"/>
    <w:rsid w:val="22D00453"/>
    <w:rsid w:val="22D05E9D"/>
    <w:rsid w:val="22D12F02"/>
    <w:rsid w:val="22D25514"/>
    <w:rsid w:val="22D343BB"/>
    <w:rsid w:val="22D50B4C"/>
    <w:rsid w:val="22D67847"/>
    <w:rsid w:val="22D748F7"/>
    <w:rsid w:val="22D91490"/>
    <w:rsid w:val="22DB02FF"/>
    <w:rsid w:val="22DB2ABC"/>
    <w:rsid w:val="22DB3CE8"/>
    <w:rsid w:val="22DB45F9"/>
    <w:rsid w:val="22DC4DA8"/>
    <w:rsid w:val="22DC5E53"/>
    <w:rsid w:val="22E264A8"/>
    <w:rsid w:val="22E411DE"/>
    <w:rsid w:val="22E42C35"/>
    <w:rsid w:val="22E449E3"/>
    <w:rsid w:val="22E6191A"/>
    <w:rsid w:val="22E86645"/>
    <w:rsid w:val="22EA5D72"/>
    <w:rsid w:val="22EB5799"/>
    <w:rsid w:val="22EC1AEA"/>
    <w:rsid w:val="22EC7F4F"/>
    <w:rsid w:val="22EF5F5B"/>
    <w:rsid w:val="22EF7E6B"/>
    <w:rsid w:val="22F015DA"/>
    <w:rsid w:val="22F017E0"/>
    <w:rsid w:val="22F15501"/>
    <w:rsid w:val="22F27E53"/>
    <w:rsid w:val="22F45438"/>
    <w:rsid w:val="22F62969"/>
    <w:rsid w:val="22F77E40"/>
    <w:rsid w:val="22F844F9"/>
    <w:rsid w:val="22FA5B40"/>
    <w:rsid w:val="22FB3ADB"/>
    <w:rsid w:val="22FB4C93"/>
    <w:rsid w:val="22FD7853"/>
    <w:rsid w:val="22FE1E0B"/>
    <w:rsid w:val="22FE48C7"/>
    <w:rsid w:val="22FF1E77"/>
    <w:rsid w:val="23021A68"/>
    <w:rsid w:val="23026CB1"/>
    <w:rsid w:val="23050C4B"/>
    <w:rsid w:val="23070764"/>
    <w:rsid w:val="230814CC"/>
    <w:rsid w:val="230855FE"/>
    <w:rsid w:val="2309302A"/>
    <w:rsid w:val="23093563"/>
    <w:rsid w:val="230961F8"/>
    <w:rsid w:val="230E0986"/>
    <w:rsid w:val="23103A2A"/>
    <w:rsid w:val="2311444A"/>
    <w:rsid w:val="23133D9E"/>
    <w:rsid w:val="231730E0"/>
    <w:rsid w:val="231B23CF"/>
    <w:rsid w:val="231B5F2B"/>
    <w:rsid w:val="231C4D42"/>
    <w:rsid w:val="231C6C2A"/>
    <w:rsid w:val="231D6147"/>
    <w:rsid w:val="232069DA"/>
    <w:rsid w:val="23254730"/>
    <w:rsid w:val="23265A96"/>
    <w:rsid w:val="23294FC2"/>
    <w:rsid w:val="23295AE4"/>
    <w:rsid w:val="232D4526"/>
    <w:rsid w:val="232E1A7F"/>
    <w:rsid w:val="233139A1"/>
    <w:rsid w:val="233174FD"/>
    <w:rsid w:val="233409C8"/>
    <w:rsid w:val="23385A3D"/>
    <w:rsid w:val="233A5195"/>
    <w:rsid w:val="233C2248"/>
    <w:rsid w:val="233C49CC"/>
    <w:rsid w:val="233D0598"/>
    <w:rsid w:val="233D5EA2"/>
    <w:rsid w:val="233E17D0"/>
    <w:rsid w:val="234060D8"/>
    <w:rsid w:val="23412360"/>
    <w:rsid w:val="23421DC8"/>
    <w:rsid w:val="234269BD"/>
    <w:rsid w:val="23433BCE"/>
    <w:rsid w:val="23443EC0"/>
    <w:rsid w:val="23447230"/>
    <w:rsid w:val="234A13E8"/>
    <w:rsid w:val="234C07DB"/>
    <w:rsid w:val="234C5D3A"/>
    <w:rsid w:val="234C62BE"/>
    <w:rsid w:val="234F39F0"/>
    <w:rsid w:val="235161EF"/>
    <w:rsid w:val="23536FF6"/>
    <w:rsid w:val="23547F3A"/>
    <w:rsid w:val="23554E6B"/>
    <w:rsid w:val="23555796"/>
    <w:rsid w:val="23592822"/>
    <w:rsid w:val="235A2709"/>
    <w:rsid w:val="235A4203"/>
    <w:rsid w:val="235F6A56"/>
    <w:rsid w:val="23607748"/>
    <w:rsid w:val="23620A3D"/>
    <w:rsid w:val="23621DAC"/>
    <w:rsid w:val="236445B4"/>
    <w:rsid w:val="23654DFC"/>
    <w:rsid w:val="23661BDC"/>
    <w:rsid w:val="23664FA8"/>
    <w:rsid w:val="23694EE9"/>
    <w:rsid w:val="236B269C"/>
    <w:rsid w:val="236C2B80"/>
    <w:rsid w:val="236C6787"/>
    <w:rsid w:val="236D3673"/>
    <w:rsid w:val="2370390E"/>
    <w:rsid w:val="237063FE"/>
    <w:rsid w:val="23710F74"/>
    <w:rsid w:val="2376105D"/>
    <w:rsid w:val="2379550B"/>
    <w:rsid w:val="237A64ED"/>
    <w:rsid w:val="237A70F6"/>
    <w:rsid w:val="237B3D46"/>
    <w:rsid w:val="237C1243"/>
    <w:rsid w:val="237D0A05"/>
    <w:rsid w:val="237D0E15"/>
    <w:rsid w:val="237E2DED"/>
    <w:rsid w:val="237E42DC"/>
    <w:rsid w:val="237F1DC5"/>
    <w:rsid w:val="237F64BA"/>
    <w:rsid w:val="238020B4"/>
    <w:rsid w:val="23841D3D"/>
    <w:rsid w:val="2384603E"/>
    <w:rsid w:val="238470DD"/>
    <w:rsid w:val="2385549C"/>
    <w:rsid w:val="23887A65"/>
    <w:rsid w:val="23897339"/>
    <w:rsid w:val="238B1303"/>
    <w:rsid w:val="238B7DE8"/>
    <w:rsid w:val="238C2377"/>
    <w:rsid w:val="238C5063"/>
    <w:rsid w:val="238F73F7"/>
    <w:rsid w:val="239168D7"/>
    <w:rsid w:val="23922691"/>
    <w:rsid w:val="23931F66"/>
    <w:rsid w:val="23963EAE"/>
    <w:rsid w:val="23996818"/>
    <w:rsid w:val="23997AFA"/>
    <w:rsid w:val="239A1546"/>
    <w:rsid w:val="239B79F9"/>
    <w:rsid w:val="239E75D2"/>
    <w:rsid w:val="239F2B8A"/>
    <w:rsid w:val="239F60CD"/>
    <w:rsid w:val="23A00469"/>
    <w:rsid w:val="23A2454D"/>
    <w:rsid w:val="23A45F21"/>
    <w:rsid w:val="23A75A11"/>
    <w:rsid w:val="23A9126D"/>
    <w:rsid w:val="23A91789"/>
    <w:rsid w:val="23AA5481"/>
    <w:rsid w:val="23AB119F"/>
    <w:rsid w:val="23AB72AF"/>
    <w:rsid w:val="23AB7343"/>
    <w:rsid w:val="23B026F0"/>
    <w:rsid w:val="23B334D0"/>
    <w:rsid w:val="23B3558D"/>
    <w:rsid w:val="23B60CEB"/>
    <w:rsid w:val="23B66F21"/>
    <w:rsid w:val="23B95E70"/>
    <w:rsid w:val="23BA3996"/>
    <w:rsid w:val="23BC07FE"/>
    <w:rsid w:val="23BF4168"/>
    <w:rsid w:val="23C24FE2"/>
    <w:rsid w:val="23C6058D"/>
    <w:rsid w:val="23CB16FF"/>
    <w:rsid w:val="23CB7951"/>
    <w:rsid w:val="23CE3515"/>
    <w:rsid w:val="23CF40DE"/>
    <w:rsid w:val="23D02AC2"/>
    <w:rsid w:val="23D108B8"/>
    <w:rsid w:val="23D245B1"/>
    <w:rsid w:val="23D272D1"/>
    <w:rsid w:val="23D31737"/>
    <w:rsid w:val="23D36806"/>
    <w:rsid w:val="23D56199"/>
    <w:rsid w:val="23D74548"/>
    <w:rsid w:val="23D82858"/>
    <w:rsid w:val="23D866D1"/>
    <w:rsid w:val="23D94FDB"/>
    <w:rsid w:val="23DB0E8C"/>
    <w:rsid w:val="23DD0723"/>
    <w:rsid w:val="23DF6C55"/>
    <w:rsid w:val="23E06177"/>
    <w:rsid w:val="23E12CD1"/>
    <w:rsid w:val="23E15B15"/>
    <w:rsid w:val="23E346F2"/>
    <w:rsid w:val="23E46C65"/>
    <w:rsid w:val="23E50142"/>
    <w:rsid w:val="23E629DD"/>
    <w:rsid w:val="23E76A73"/>
    <w:rsid w:val="23E97DD8"/>
    <w:rsid w:val="23EE2902"/>
    <w:rsid w:val="23EE3CBB"/>
    <w:rsid w:val="23EF3DF8"/>
    <w:rsid w:val="23F00A26"/>
    <w:rsid w:val="23F16CE5"/>
    <w:rsid w:val="23F21347"/>
    <w:rsid w:val="23F32A04"/>
    <w:rsid w:val="23F4494C"/>
    <w:rsid w:val="23F70746"/>
    <w:rsid w:val="23F717AE"/>
    <w:rsid w:val="23F767DA"/>
    <w:rsid w:val="23F76998"/>
    <w:rsid w:val="23F84012"/>
    <w:rsid w:val="23FA52D6"/>
    <w:rsid w:val="23FC5FC6"/>
    <w:rsid w:val="23FD25D0"/>
    <w:rsid w:val="23FF6E3B"/>
    <w:rsid w:val="24000E30"/>
    <w:rsid w:val="24011C40"/>
    <w:rsid w:val="2402214F"/>
    <w:rsid w:val="24046348"/>
    <w:rsid w:val="24050B25"/>
    <w:rsid w:val="24055E58"/>
    <w:rsid w:val="24080302"/>
    <w:rsid w:val="240A6BB1"/>
    <w:rsid w:val="240D4A99"/>
    <w:rsid w:val="240F6739"/>
    <w:rsid w:val="2410552F"/>
    <w:rsid w:val="2412141D"/>
    <w:rsid w:val="2412193C"/>
    <w:rsid w:val="241237D2"/>
    <w:rsid w:val="24125030"/>
    <w:rsid w:val="24132D65"/>
    <w:rsid w:val="2413505F"/>
    <w:rsid w:val="24135545"/>
    <w:rsid w:val="241564E1"/>
    <w:rsid w:val="2417065D"/>
    <w:rsid w:val="241740CE"/>
    <w:rsid w:val="2419690F"/>
    <w:rsid w:val="24197780"/>
    <w:rsid w:val="241B180E"/>
    <w:rsid w:val="241B72CC"/>
    <w:rsid w:val="241D13BE"/>
    <w:rsid w:val="241D69ED"/>
    <w:rsid w:val="241E3F25"/>
    <w:rsid w:val="241F7012"/>
    <w:rsid w:val="24207150"/>
    <w:rsid w:val="24213978"/>
    <w:rsid w:val="24217641"/>
    <w:rsid w:val="24244487"/>
    <w:rsid w:val="24253506"/>
    <w:rsid w:val="24261836"/>
    <w:rsid w:val="242634A3"/>
    <w:rsid w:val="24264B88"/>
    <w:rsid w:val="242A0B1C"/>
    <w:rsid w:val="242A3359"/>
    <w:rsid w:val="242A4D0F"/>
    <w:rsid w:val="242D7247"/>
    <w:rsid w:val="242E1C8E"/>
    <w:rsid w:val="2432130F"/>
    <w:rsid w:val="24334D2E"/>
    <w:rsid w:val="24351E94"/>
    <w:rsid w:val="24355492"/>
    <w:rsid w:val="24360B63"/>
    <w:rsid w:val="2438167D"/>
    <w:rsid w:val="244129F3"/>
    <w:rsid w:val="24422949"/>
    <w:rsid w:val="24426449"/>
    <w:rsid w:val="244302E1"/>
    <w:rsid w:val="24433FC0"/>
    <w:rsid w:val="24434176"/>
    <w:rsid w:val="24442D63"/>
    <w:rsid w:val="2446522A"/>
    <w:rsid w:val="24474C29"/>
    <w:rsid w:val="244841C7"/>
    <w:rsid w:val="244A2F6C"/>
    <w:rsid w:val="244A5AFA"/>
    <w:rsid w:val="244C6C91"/>
    <w:rsid w:val="244D4ECD"/>
    <w:rsid w:val="244D65B8"/>
    <w:rsid w:val="244E4381"/>
    <w:rsid w:val="244F6B4E"/>
    <w:rsid w:val="24507E57"/>
    <w:rsid w:val="24511632"/>
    <w:rsid w:val="24523BCF"/>
    <w:rsid w:val="24561911"/>
    <w:rsid w:val="24571576"/>
    <w:rsid w:val="245B2C2A"/>
    <w:rsid w:val="245C4E24"/>
    <w:rsid w:val="245E02F4"/>
    <w:rsid w:val="246062EC"/>
    <w:rsid w:val="246102B6"/>
    <w:rsid w:val="24613E12"/>
    <w:rsid w:val="24623579"/>
    <w:rsid w:val="24624E82"/>
    <w:rsid w:val="24626612"/>
    <w:rsid w:val="2466036F"/>
    <w:rsid w:val="24663D02"/>
    <w:rsid w:val="24673DB3"/>
    <w:rsid w:val="2467553C"/>
    <w:rsid w:val="246772D6"/>
    <w:rsid w:val="24687838"/>
    <w:rsid w:val="246A2C4F"/>
    <w:rsid w:val="246B0306"/>
    <w:rsid w:val="246C11E8"/>
    <w:rsid w:val="246F2035"/>
    <w:rsid w:val="24704F17"/>
    <w:rsid w:val="2476155B"/>
    <w:rsid w:val="24762CC8"/>
    <w:rsid w:val="24765667"/>
    <w:rsid w:val="247659C8"/>
    <w:rsid w:val="247720B0"/>
    <w:rsid w:val="247955FF"/>
    <w:rsid w:val="247B6AE2"/>
    <w:rsid w:val="247E1B3D"/>
    <w:rsid w:val="247E4225"/>
    <w:rsid w:val="247E6188"/>
    <w:rsid w:val="24804FEF"/>
    <w:rsid w:val="2480698E"/>
    <w:rsid w:val="24810259"/>
    <w:rsid w:val="24823E38"/>
    <w:rsid w:val="24831C17"/>
    <w:rsid w:val="24854C7B"/>
    <w:rsid w:val="24855D52"/>
    <w:rsid w:val="24877D3F"/>
    <w:rsid w:val="248A2186"/>
    <w:rsid w:val="248C1B6F"/>
    <w:rsid w:val="248C2F2A"/>
    <w:rsid w:val="248C4F38"/>
    <w:rsid w:val="248C5D5D"/>
    <w:rsid w:val="248D2C7D"/>
    <w:rsid w:val="248D7487"/>
    <w:rsid w:val="248F327A"/>
    <w:rsid w:val="248F3EC3"/>
    <w:rsid w:val="248F4F29"/>
    <w:rsid w:val="24912949"/>
    <w:rsid w:val="249312B2"/>
    <w:rsid w:val="24967F5F"/>
    <w:rsid w:val="249A1394"/>
    <w:rsid w:val="249B5576"/>
    <w:rsid w:val="249D35F1"/>
    <w:rsid w:val="249E3C02"/>
    <w:rsid w:val="24A00BC2"/>
    <w:rsid w:val="24A62401"/>
    <w:rsid w:val="24A81987"/>
    <w:rsid w:val="24A846A4"/>
    <w:rsid w:val="24A87C93"/>
    <w:rsid w:val="24AB376F"/>
    <w:rsid w:val="24AD392F"/>
    <w:rsid w:val="24AD7057"/>
    <w:rsid w:val="24AF06E2"/>
    <w:rsid w:val="24B22D93"/>
    <w:rsid w:val="24B30425"/>
    <w:rsid w:val="24B4595A"/>
    <w:rsid w:val="24B51921"/>
    <w:rsid w:val="24B74D15"/>
    <w:rsid w:val="24B80BD3"/>
    <w:rsid w:val="24B83815"/>
    <w:rsid w:val="24B8729C"/>
    <w:rsid w:val="24B963EF"/>
    <w:rsid w:val="24BA2D5B"/>
    <w:rsid w:val="24BB5C18"/>
    <w:rsid w:val="24C07E8E"/>
    <w:rsid w:val="24C22B02"/>
    <w:rsid w:val="24C25127"/>
    <w:rsid w:val="24C604C1"/>
    <w:rsid w:val="24C60723"/>
    <w:rsid w:val="24C60877"/>
    <w:rsid w:val="24C61571"/>
    <w:rsid w:val="24C63C96"/>
    <w:rsid w:val="24C95E4C"/>
    <w:rsid w:val="24C96660"/>
    <w:rsid w:val="24CA298B"/>
    <w:rsid w:val="24CB7FC2"/>
    <w:rsid w:val="24CD23CA"/>
    <w:rsid w:val="24CF3AD2"/>
    <w:rsid w:val="24CF57D6"/>
    <w:rsid w:val="24CF6C55"/>
    <w:rsid w:val="24D01891"/>
    <w:rsid w:val="24D51D72"/>
    <w:rsid w:val="24D55360"/>
    <w:rsid w:val="24D61D5B"/>
    <w:rsid w:val="24D87B40"/>
    <w:rsid w:val="24DD471E"/>
    <w:rsid w:val="24DE05CE"/>
    <w:rsid w:val="24DE7D41"/>
    <w:rsid w:val="24E32A79"/>
    <w:rsid w:val="24E35E08"/>
    <w:rsid w:val="24E451C7"/>
    <w:rsid w:val="24E467D6"/>
    <w:rsid w:val="24E94560"/>
    <w:rsid w:val="24F10479"/>
    <w:rsid w:val="24F16371"/>
    <w:rsid w:val="24F20F0E"/>
    <w:rsid w:val="24F2380A"/>
    <w:rsid w:val="24F26569"/>
    <w:rsid w:val="24F353B2"/>
    <w:rsid w:val="24F466AA"/>
    <w:rsid w:val="24F5112A"/>
    <w:rsid w:val="24F54E1C"/>
    <w:rsid w:val="24F56DD5"/>
    <w:rsid w:val="24F61AD8"/>
    <w:rsid w:val="24F73604"/>
    <w:rsid w:val="24F7373E"/>
    <w:rsid w:val="24FA31CC"/>
    <w:rsid w:val="24FA4E84"/>
    <w:rsid w:val="24FB1724"/>
    <w:rsid w:val="24FF10F4"/>
    <w:rsid w:val="25017F19"/>
    <w:rsid w:val="25031B3A"/>
    <w:rsid w:val="25055446"/>
    <w:rsid w:val="250637EA"/>
    <w:rsid w:val="25070C62"/>
    <w:rsid w:val="250749B9"/>
    <w:rsid w:val="2508660A"/>
    <w:rsid w:val="25096983"/>
    <w:rsid w:val="250A26FB"/>
    <w:rsid w:val="250E6848"/>
    <w:rsid w:val="250F745B"/>
    <w:rsid w:val="251066AC"/>
    <w:rsid w:val="251136FB"/>
    <w:rsid w:val="25123573"/>
    <w:rsid w:val="251956F6"/>
    <w:rsid w:val="2519649B"/>
    <w:rsid w:val="251A5BC0"/>
    <w:rsid w:val="251E1D03"/>
    <w:rsid w:val="25205A7B"/>
    <w:rsid w:val="252235A1"/>
    <w:rsid w:val="25240181"/>
    <w:rsid w:val="252437BD"/>
    <w:rsid w:val="25246499"/>
    <w:rsid w:val="2525073D"/>
    <w:rsid w:val="25255F88"/>
    <w:rsid w:val="2527337D"/>
    <w:rsid w:val="25276E09"/>
    <w:rsid w:val="25292E0A"/>
    <w:rsid w:val="252D4A00"/>
    <w:rsid w:val="252E16CD"/>
    <w:rsid w:val="2530476E"/>
    <w:rsid w:val="25312BE8"/>
    <w:rsid w:val="25313AF3"/>
    <w:rsid w:val="25320511"/>
    <w:rsid w:val="2532330E"/>
    <w:rsid w:val="25336B07"/>
    <w:rsid w:val="25341683"/>
    <w:rsid w:val="25344883"/>
    <w:rsid w:val="2538161B"/>
    <w:rsid w:val="25396B3D"/>
    <w:rsid w:val="253A20CF"/>
    <w:rsid w:val="253B22C4"/>
    <w:rsid w:val="253D545B"/>
    <w:rsid w:val="253E5155"/>
    <w:rsid w:val="253F1472"/>
    <w:rsid w:val="25404B56"/>
    <w:rsid w:val="254604F4"/>
    <w:rsid w:val="25461880"/>
    <w:rsid w:val="25461F82"/>
    <w:rsid w:val="25465920"/>
    <w:rsid w:val="254672A4"/>
    <w:rsid w:val="2547361F"/>
    <w:rsid w:val="25482AE6"/>
    <w:rsid w:val="25493224"/>
    <w:rsid w:val="254A4E96"/>
    <w:rsid w:val="254D5B64"/>
    <w:rsid w:val="254E25E8"/>
    <w:rsid w:val="254E6FD0"/>
    <w:rsid w:val="25523CC0"/>
    <w:rsid w:val="25552D38"/>
    <w:rsid w:val="2559343B"/>
    <w:rsid w:val="255A7C8D"/>
    <w:rsid w:val="255B2BBD"/>
    <w:rsid w:val="255C3C2C"/>
    <w:rsid w:val="255D6CCF"/>
    <w:rsid w:val="2561530C"/>
    <w:rsid w:val="25657932"/>
    <w:rsid w:val="256B14EE"/>
    <w:rsid w:val="256B28F8"/>
    <w:rsid w:val="256D7ED8"/>
    <w:rsid w:val="256E4A38"/>
    <w:rsid w:val="256F3C1D"/>
    <w:rsid w:val="257162D7"/>
    <w:rsid w:val="25717925"/>
    <w:rsid w:val="25720D52"/>
    <w:rsid w:val="257438F4"/>
    <w:rsid w:val="2574430E"/>
    <w:rsid w:val="25754D98"/>
    <w:rsid w:val="25781413"/>
    <w:rsid w:val="25783EB8"/>
    <w:rsid w:val="257858B7"/>
    <w:rsid w:val="2579167E"/>
    <w:rsid w:val="257A162F"/>
    <w:rsid w:val="257F27A2"/>
    <w:rsid w:val="257F7E17"/>
    <w:rsid w:val="25827024"/>
    <w:rsid w:val="2583464F"/>
    <w:rsid w:val="25837BC8"/>
    <w:rsid w:val="25844A41"/>
    <w:rsid w:val="258549E9"/>
    <w:rsid w:val="25881683"/>
    <w:rsid w:val="25893004"/>
    <w:rsid w:val="258D0F01"/>
    <w:rsid w:val="25902313"/>
    <w:rsid w:val="25904013"/>
    <w:rsid w:val="25913BFA"/>
    <w:rsid w:val="25954A2F"/>
    <w:rsid w:val="2597065F"/>
    <w:rsid w:val="259746BA"/>
    <w:rsid w:val="259959CA"/>
    <w:rsid w:val="259A3A7F"/>
    <w:rsid w:val="259D0E7A"/>
    <w:rsid w:val="259E3BA0"/>
    <w:rsid w:val="259F1133"/>
    <w:rsid w:val="25A0482D"/>
    <w:rsid w:val="25A22934"/>
    <w:rsid w:val="25A27090"/>
    <w:rsid w:val="25A44D0F"/>
    <w:rsid w:val="25A61855"/>
    <w:rsid w:val="25A77F4A"/>
    <w:rsid w:val="25A8274F"/>
    <w:rsid w:val="25AB1509"/>
    <w:rsid w:val="25AC209A"/>
    <w:rsid w:val="25AE778F"/>
    <w:rsid w:val="25B23C25"/>
    <w:rsid w:val="25B267AB"/>
    <w:rsid w:val="25B267F8"/>
    <w:rsid w:val="25B32093"/>
    <w:rsid w:val="25B508B9"/>
    <w:rsid w:val="25B828C9"/>
    <w:rsid w:val="25B8368D"/>
    <w:rsid w:val="25B970FD"/>
    <w:rsid w:val="25BB64DB"/>
    <w:rsid w:val="25BD1FF4"/>
    <w:rsid w:val="25BD3BC5"/>
    <w:rsid w:val="25BE348B"/>
    <w:rsid w:val="25BE390D"/>
    <w:rsid w:val="25BE4AB5"/>
    <w:rsid w:val="25BF42CE"/>
    <w:rsid w:val="25C74149"/>
    <w:rsid w:val="25C854D7"/>
    <w:rsid w:val="25C87BB4"/>
    <w:rsid w:val="25CB2FB1"/>
    <w:rsid w:val="25CB448B"/>
    <w:rsid w:val="25CB59E7"/>
    <w:rsid w:val="25CC1BFC"/>
    <w:rsid w:val="25CD020C"/>
    <w:rsid w:val="25CD5094"/>
    <w:rsid w:val="25CE5283"/>
    <w:rsid w:val="25D571B7"/>
    <w:rsid w:val="25D845A8"/>
    <w:rsid w:val="25D92E54"/>
    <w:rsid w:val="25D94EBF"/>
    <w:rsid w:val="25DC5E46"/>
    <w:rsid w:val="25DF7088"/>
    <w:rsid w:val="25E00B15"/>
    <w:rsid w:val="25E036DD"/>
    <w:rsid w:val="25E2024F"/>
    <w:rsid w:val="25E274F6"/>
    <w:rsid w:val="25E42E02"/>
    <w:rsid w:val="25E45BE7"/>
    <w:rsid w:val="25E536F4"/>
    <w:rsid w:val="25E90563"/>
    <w:rsid w:val="25E92761"/>
    <w:rsid w:val="25EB4609"/>
    <w:rsid w:val="25EB6405"/>
    <w:rsid w:val="25EE19BF"/>
    <w:rsid w:val="25F258C4"/>
    <w:rsid w:val="25F25F36"/>
    <w:rsid w:val="25F26D6B"/>
    <w:rsid w:val="25F526FA"/>
    <w:rsid w:val="25F70C55"/>
    <w:rsid w:val="25F926A0"/>
    <w:rsid w:val="25FC0296"/>
    <w:rsid w:val="25FC20D1"/>
    <w:rsid w:val="25FD4869"/>
    <w:rsid w:val="25FE6A08"/>
    <w:rsid w:val="260158AC"/>
    <w:rsid w:val="26026A9D"/>
    <w:rsid w:val="2604714B"/>
    <w:rsid w:val="260616AA"/>
    <w:rsid w:val="26062FC2"/>
    <w:rsid w:val="260702ED"/>
    <w:rsid w:val="260A05C4"/>
    <w:rsid w:val="260A7516"/>
    <w:rsid w:val="260B3C9B"/>
    <w:rsid w:val="260C207F"/>
    <w:rsid w:val="260D1096"/>
    <w:rsid w:val="260D4251"/>
    <w:rsid w:val="260E44F1"/>
    <w:rsid w:val="26106810"/>
    <w:rsid w:val="26126F6B"/>
    <w:rsid w:val="26127ABA"/>
    <w:rsid w:val="26141E58"/>
    <w:rsid w:val="26153106"/>
    <w:rsid w:val="26173F97"/>
    <w:rsid w:val="26175CE1"/>
    <w:rsid w:val="26184A7F"/>
    <w:rsid w:val="26186D65"/>
    <w:rsid w:val="26191AA7"/>
    <w:rsid w:val="26195C06"/>
    <w:rsid w:val="26206D31"/>
    <w:rsid w:val="26277B8F"/>
    <w:rsid w:val="26285B06"/>
    <w:rsid w:val="262F5725"/>
    <w:rsid w:val="26307F40"/>
    <w:rsid w:val="26351256"/>
    <w:rsid w:val="26377520"/>
    <w:rsid w:val="263936B2"/>
    <w:rsid w:val="263973EF"/>
    <w:rsid w:val="263A0549"/>
    <w:rsid w:val="263C3439"/>
    <w:rsid w:val="263C7FBD"/>
    <w:rsid w:val="263E22B6"/>
    <w:rsid w:val="263E3C11"/>
    <w:rsid w:val="263E5FFA"/>
    <w:rsid w:val="26444C81"/>
    <w:rsid w:val="26465A93"/>
    <w:rsid w:val="26466300"/>
    <w:rsid w:val="26480861"/>
    <w:rsid w:val="26487001"/>
    <w:rsid w:val="2649009D"/>
    <w:rsid w:val="264A1712"/>
    <w:rsid w:val="264C6605"/>
    <w:rsid w:val="264D1EFD"/>
    <w:rsid w:val="265217E2"/>
    <w:rsid w:val="26530480"/>
    <w:rsid w:val="26534719"/>
    <w:rsid w:val="265359DC"/>
    <w:rsid w:val="26547B68"/>
    <w:rsid w:val="265568CD"/>
    <w:rsid w:val="2658182E"/>
    <w:rsid w:val="265956E8"/>
    <w:rsid w:val="26597496"/>
    <w:rsid w:val="265A591C"/>
    <w:rsid w:val="265B590A"/>
    <w:rsid w:val="265F7A88"/>
    <w:rsid w:val="26603801"/>
    <w:rsid w:val="26617E4F"/>
    <w:rsid w:val="2664532C"/>
    <w:rsid w:val="266604E9"/>
    <w:rsid w:val="2669620C"/>
    <w:rsid w:val="266F0A68"/>
    <w:rsid w:val="26704396"/>
    <w:rsid w:val="2671366D"/>
    <w:rsid w:val="26722EE7"/>
    <w:rsid w:val="26734398"/>
    <w:rsid w:val="26746944"/>
    <w:rsid w:val="26747C26"/>
    <w:rsid w:val="26795443"/>
    <w:rsid w:val="267B2269"/>
    <w:rsid w:val="267B4474"/>
    <w:rsid w:val="267C4458"/>
    <w:rsid w:val="268014C1"/>
    <w:rsid w:val="2680598E"/>
    <w:rsid w:val="268128BA"/>
    <w:rsid w:val="268401E9"/>
    <w:rsid w:val="26865DB2"/>
    <w:rsid w:val="26873BBA"/>
    <w:rsid w:val="2689208A"/>
    <w:rsid w:val="26892292"/>
    <w:rsid w:val="26892FE9"/>
    <w:rsid w:val="268A08C1"/>
    <w:rsid w:val="268D0EEE"/>
    <w:rsid w:val="268E1132"/>
    <w:rsid w:val="26906F56"/>
    <w:rsid w:val="269150AC"/>
    <w:rsid w:val="26977FBF"/>
    <w:rsid w:val="269811C6"/>
    <w:rsid w:val="2699182B"/>
    <w:rsid w:val="26993D37"/>
    <w:rsid w:val="269954D0"/>
    <w:rsid w:val="269C2D54"/>
    <w:rsid w:val="269C55D5"/>
    <w:rsid w:val="269E4ABA"/>
    <w:rsid w:val="26A44A26"/>
    <w:rsid w:val="26A46C2C"/>
    <w:rsid w:val="26A5600A"/>
    <w:rsid w:val="26A56238"/>
    <w:rsid w:val="26AB460A"/>
    <w:rsid w:val="26AB53DE"/>
    <w:rsid w:val="26AB75C6"/>
    <w:rsid w:val="26AC0B92"/>
    <w:rsid w:val="26AC396E"/>
    <w:rsid w:val="26AC7DDF"/>
    <w:rsid w:val="26AD1AA2"/>
    <w:rsid w:val="26AD5DFB"/>
    <w:rsid w:val="26B02BFC"/>
    <w:rsid w:val="26B14BFE"/>
    <w:rsid w:val="26B24DF9"/>
    <w:rsid w:val="26B446CD"/>
    <w:rsid w:val="26B44D84"/>
    <w:rsid w:val="26B648E9"/>
    <w:rsid w:val="26B7240F"/>
    <w:rsid w:val="26B91CE3"/>
    <w:rsid w:val="26BA447C"/>
    <w:rsid w:val="26BB1EFF"/>
    <w:rsid w:val="26BD6A9C"/>
    <w:rsid w:val="26BE39FD"/>
    <w:rsid w:val="26C05A3E"/>
    <w:rsid w:val="26C11C4E"/>
    <w:rsid w:val="26C3679E"/>
    <w:rsid w:val="26C37006"/>
    <w:rsid w:val="26C418A7"/>
    <w:rsid w:val="26C47AFA"/>
    <w:rsid w:val="26C84766"/>
    <w:rsid w:val="26CA0394"/>
    <w:rsid w:val="26CC5A34"/>
    <w:rsid w:val="26D10ABB"/>
    <w:rsid w:val="26D373D8"/>
    <w:rsid w:val="26D47358"/>
    <w:rsid w:val="26D83E66"/>
    <w:rsid w:val="26D924ED"/>
    <w:rsid w:val="26DA1B13"/>
    <w:rsid w:val="26DD2550"/>
    <w:rsid w:val="26E118C3"/>
    <w:rsid w:val="26E15CE7"/>
    <w:rsid w:val="26E465FD"/>
    <w:rsid w:val="26EA35BB"/>
    <w:rsid w:val="26EB7E8D"/>
    <w:rsid w:val="26EF22EE"/>
    <w:rsid w:val="26F045FE"/>
    <w:rsid w:val="26F23447"/>
    <w:rsid w:val="26F31699"/>
    <w:rsid w:val="26F84742"/>
    <w:rsid w:val="26FE6E0F"/>
    <w:rsid w:val="270022A3"/>
    <w:rsid w:val="27016FD4"/>
    <w:rsid w:val="27034751"/>
    <w:rsid w:val="2705317A"/>
    <w:rsid w:val="27067CAF"/>
    <w:rsid w:val="27077A1C"/>
    <w:rsid w:val="27084A19"/>
    <w:rsid w:val="27093307"/>
    <w:rsid w:val="270B6D25"/>
    <w:rsid w:val="270D2F1D"/>
    <w:rsid w:val="270D48B1"/>
    <w:rsid w:val="270F224B"/>
    <w:rsid w:val="2711595A"/>
    <w:rsid w:val="271223A6"/>
    <w:rsid w:val="2712513C"/>
    <w:rsid w:val="271350BA"/>
    <w:rsid w:val="2714528C"/>
    <w:rsid w:val="2715154D"/>
    <w:rsid w:val="271569CA"/>
    <w:rsid w:val="27164CBA"/>
    <w:rsid w:val="2718119A"/>
    <w:rsid w:val="271A77A2"/>
    <w:rsid w:val="271B0BF0"/>
    <w:rsid w:val="271D2BC3"/>
    <w:rsid w:val="271D55FB"/>
    <w:rsid w:val="271E5FEA"/>
    <w:rsid w:val="271F3193"/>
    <w:rsid w:val="271F4949"/>
    <w:rsid w:val="271F74B6"/>
    <w:rsid w:val="2721086E"/>
    <w:rsid w:val="27210D7C"/>
    <w:rsid w:val="272229FC"/>
    <w:rsid w:val="27225BAC"/>
    <w:rsid w:val="27230462"/>
    <w:rsid w:val="27231999"/>
    <w:rsid w:val="272413A1"/>
    <w:rsid w:val="27261734"/>
    <w:rsid w:val="272730F1"/>
    <w:rsid w:val="2729330D"/>
    <w:rsid w:val="272D3A50"/>
    <w:rsid w:val="272E097C"/>
    <w:rsid w:val="272F1FA5"/>
    <w:rsid w:val="272F24B1"/>
    <w:rsid w:val="272F2E1C"/>
    <w:rsid w:val="272F6449"/>
    <w:rsid w:val="272F7CC7"/>
    <w:rsid w:val="2731194D"/>
    <w:rsid w:val="27314692"/>
    <w:rsid w:val="27330D93"/>
    <w:rsid w:val="27330F74"/>
    <w:rsid w:val="27333B39"/>
    <w:rsid w:val="27334CA4"/>
    <w:rsid w:val="27355D26"/>
    <w:rsid w:val="27380EB0"/>
    <w:rsid w:val="27386A78"/>
    <w:rsid w:val="27394BFB"/>
    <w:rsid w:val="27397585"/>
    <w:rsid w:val="273A0638"/>
    <w:rsid w:val="273C5904"/>
    <w:rsid w:val="273E5401"/>
    <w:rsid w:val="273E6E05"/>
    <w:rsid w:val="274003B5"/>
    <w:rsid w:val="27417518"/>
    <w:rsid w:val="274246A1"/>
    <w:rsid w:val="27441F24"/>
    <w:rsid w:val="27465E49"/>
    <w:rsid w:val="27471CF3"/>
    <w:rsid w:val="27487865"/>
    <w:rsid w:val="274A508C"/>
    <w:rsid w:val="274A6DDF"/>
    <w:rsid w:val="274C2424"/>
    <w:rsid w:val="274D1581"/>
    <w:rsid w:val="274E233F"/>
    <w:rsid w:val="275018F6"/>
    <w:rsid w:val="2752513F"/>
    <w:rsid w:val="27533EE6"/>
    <w:rsid w:val="27572F67"/>
    <w:rsid w:val="27594F40"/>
    <w:rsid w:val="275A6C9D"/>
    <w:rsid w:val="275B26E9"/>
    <w:rsid w:val="275C25F1"/>
    <w:rsid w:val="275E3087"/>
    <w:rsid w:val="27632B01"/>
    <w:rsid w:val="276334AD"/>
    <w:rsid w:val="276408F1"/>
    <w:rsid w:val="27682810"/>
    <w:rsid w:val="276915A8"/>
    <w:rsid w:val="276A1728"/>
    <w:rsid w:val="276A7F62"/>
    <w:rsid w:val="277125BE"/>
    <w:rsid w:val="277327DA"/>
    <w:rsid w:val="27736336"/>
    <w:rsid w:val="27751FAA"/>
    <w:rsid w:val="27753850"/>
    <w:rsid w:val="27753B60"/>
    <w:rsid w:val="27764078"/>
    <w:rsid w:val="27764A87"/>
    <w:rsid w:val="277A5916"/>
    <w:rsid w:val="277B343D"/>
    <w:rsid w:val="277B51EB"/>
    <w:rsid w:val="277D6C20"/>
    <w:rsid w:val="278048FB"/>
    <w:rsid w:val="27822A1D"/>
    <w:rsid w:val="278634C8"/>
    <w:rsid w:val="27870033"/>
    <w:rsid w:val="27870B33"/>
    <w:rsid w:val="27876BDF"/>
    <w:rsid w:val="27881216"/>
    <w:rsid w:val="27890F77"/>
    <w:rsid w:val="27894F81"/>
    <w:rsid w:val="278B12C6"/>
    <w:rsid w:val="278B5B8F"/>
    <w:rsid w:val="278C389C"/>
    <w:rsid w:val="278F488D"/>
    <w:rsid w:val="2790485F"/>
    <w:rsid w:val="27967E5E"/>
    <w:rsid w:val="279763AD"/>
    <w:rsid w:val="279A394A"/>
    <w:rsid w:val="279D0D9F"/>
    <w:rsid w:val="27A26100"/>
    <w:rsid w:val="27A2624B"/>
    <w:rsid w:val="27A50686"/>
    <w:rsid w:val="27A56D8B"/>
    <w:rsid w:val="27A75C0E"/>
    <w:rsid w:val="27A8233A"/>
    <w:rsid w:val="27A913C2"/>
    <w:rsid w:val="27AA65EB"/>
    <w:rsid w:val="27AC1848"/>
    <w:rsid w:val="27AE15FB"/>
    <w:rsid w:val="27B066B5"/>
    <w:rsid w:val="27B112E3"/>
    <w:rsid w:val="27B12536"/>
    <w:rsid w:val="27B54BA0"/>
    <w:rsid w:val="27B71658"/>
    <w:rsid w:val="27B778CC"/>
    <w:rsid w:val="27B85BD9"/>
    <w:rsid w:val="27BA2121"/>
    <w:rsid w:val="27BC3509"/>
    <w:rsid w:val="27BF5A1F"/>
    <w:rsid w:val="27C05CCB"/>
    <w:rsid w:val="27C1465C"/>
    <w:rsid w:val="27C23ABE"/>
    <w:rsid w:val="27C366E8"/>
    <w:rsid w:val="27C70831"/>
    <w:rsid w:val="27C72B44"/>
    <w:rsid w:val="27C825D2"/>
    <w:rsid w:val="27C85B74"/>
    <w:rsid w:val="27C95E7E"/>
    <w:rsid w:val="27D102EF"/>
    <w:rsid w:val="27D228C8"/>
    <w:rsid w:val="27D24146"/>
    <w:rsid w:val="27D33EEE"/>
    <w:rsid w:val="27D458A7"/>
    <w:rsid w:val="27D512A7"/>
    <w:rsid w:val="27D55DB6"/>
    <w:rsid w:val="27D74B17"/>
    <w:rsid w:val="27D76691"/>
    <w:rsid w:val="27D8002F"/>
    <w:rsid w:val="27DA229D"/>
    <w:rsid w:val="27DB233B"/>
    <w:rsid w:val="27DD3760"/>
    <w:rsid w:val="27DD40F7"/>
    <w:rsid w:val="27DE63DD"/>
    <w:rsid w:val="27DF7983"/>
    <w:rsid w:val="27E072AD"/>
    <w:rsid w:val="27E07482"/>
    <w:rsid w:val="27E30014"/>
    <w:rsid w:val="27E374DF"/>
    <w:rsid w:val="27E512EC"/>
    <w:rsid w:val="27E53A0A"/>
    <w:rsid w:val="27E71368"/>
    <w:rsid w:val="27EB7BF8"/>
    <w:rsid w:val="27EE128A"/>
    <w:rsid w:val="27F05BD9"/>
    <w:rsid w:val="27F154AD"/>
    <w:rsid w:val="27F20B92"/>
    <w:rsid w:val="27F34A2E"/>
    <w:rsid w:val="27F531EF"/>
    <w:rsid w:val="27F5479A"/>
    <w:rsid w:val="27F774E0"/>
    <w:rsid w:val="27FA0261"/>
    <w:rsid w:val="27FA08F6"/>
    <w:rsid w:val="2800554C"/>
    <w:rsid w:val="28013942"/>
    <w:rsid w:val="28031161"/>
    <w:rsid w:val="28034B42"/>
    <w:rsid w:val="2803728E"/>
    <w:rsid w:val="28040FD3"/>
    <w:rsid w:val="28051A34"/>
    <w:rsid w:val="28063AAA"/>
    <w:rsid w:val="280662AE"/>
    <w:rsid w:val="28074CD0"/>
    <w:rsid w:val="28092211"/>
    <w:rsid w:val="280B5C27"/>
    <w:rsid w:val="280C285C"/>
    <w:rsid w:val="280D678A"/>
    <w:rsid w:val="280E42B1"/>
    <w:rsid w:val="2814534B"/>
    <w:rsid w:val="2815786A"/>
    <w:rsid w:val="2816136A"/>
    <w:rsid w:val="281659FD"/>
    <w:rsid w:val="281B499A"/>
    <w:rsid w:val="281D44F4"/>
    <w:rsid w:val="28224201"/>
    <w:rsid w:val="2822558E"/>
    <w:rsid w:val="2822642B"/>
    <w:rsid w:val="28273EC4"/>
    <w:rsid w:val="282835C4"/>
    <w:rsid w:val="282A65CF"/>
    <w:rsid w:val="282C2AE4"/>
    <w:rsid w:val="282E00C6"/>
    <w:rsid w:val="28305FD5"/>
    <w:rsid w:val="28323BFB"/>
    <w:rsid w:val="28333D17"/>
    <w:rsid w:val="283977EB"/>
    <w:rsid w:val="283A23E3"/>
    <w:rsid w:val="283A4629"/>
    <w:rsid w:val="283A681C"/>
    <w:rsid w:val="283B5CD5"/>
    <w:rsid w:val="283D421C"/>
    <w:rsid w:val="283D60AB"/>
    <w:rsid w:val="283D6944"/>
    <w:rsid w:val="283F090E"/>
    <w:rsid w:val="28400046"/>
    <w:rsid w:val="28406C3F"/>
    <w:rsid w:val="284144F2"/>
    <w:rsid w:val="284145B2"/>
    <w:rsid w:val="284219E2"/>
    <w:rsid w:val="284460E4"/>
    <w:rsid w:val="28471E28"/>
    <w:rsid w:val="2849353B"/>
    <w:rsid w:val="284A7604"/>
    <w:rsid w:val="284B534E"/>
    <w:rsid w:val="284C13D7"/>
    <w:rsid w:val="284C2C60"/>
    <w:rsid w:val="284C7604"/>
    <w:rsid w:val="284D6F96"/>
    <w:rsid w:val="284F67B1"/>
    <w:rsid w:val="285040F5"/>
    <w:rsid w:val="285141CF"/>
    <w:rsid w:val="28522132"/>
    <w:rsid w:val="28527998"/>
    <w:rsid w:val="285321A1"/>
    <w:rsid w:val="285368A0"/>
    <w:rsid w:val="285419FA"/>
    <w:rsid w:val="28546167"/>
    <w:rsid w:val="2856579E"/>
    <w:rsid w:val="28583105"/>
    <w:rsid w:val="285C16B7"/>
    <w:rsid w:val="285E7736"/>
    <w:rsid w:val="285F2CAE"/>
    <w:rsid w:val="286445A1"/>
    <w:rsid w:val="28646223"/>
    <w:rsid w:val="28652FCA"/>
    <w:rsid w:val="2868597F"/>
    <w:rsid w:val="28692FBD"/>
    <w:rsid w:val="28693876"/>
    <w:rsid w:val="28696D1C"/>
    <w:rsid w:val="286D600E"/>
    <w:rsid w:val="286E27A0"/>
    <w:rsid w:val="286E3ACF"/>
    <w:rsid w:val="286F5239"/>
    <w:rsid w:val="28730B54"/>
    <w:rsid w:val="28762989"/>
    <w:rsid w:val="28762FF5"/>
    <w:rsid w:val="28763E98"/>
    <w:rsid w:val="287700A8"/>
    <w:rsid w:val="28774E87"/>
    <w:rsid w:val="287958F2"/>
    <w:rsid w:val="287A29DB"/>
    <w:rsid w:val="287C15E2"/>
    <w:rsid w:val="287C746C"/>
    <w:rsid w:val="287D326F"/>
    <w:rsid w:val="287D5CE3"/>
    <w:rsid w:val="288161B0"/>
    <w:rsid w:val="288179B4"/>
    <w:rsid w:val="2882197B"/>
    <w:rsid w:val="28846321"/>
    <w:rsid w:val="28847C58"/>
    <w:rsid w:val="288572E3"/>
    <w:rsid w:val="2886653D"/>
    <w:rsid w:val="288837C6"/>
    <w:rsid w:val="28884333"/>
    <w:rsid w:val="28886176"/>
    <w:rsid w:val="288D4F99"/>
    <w:rsid w:val="288D59B5"/>
    <w:rsid w:val="288E5180"/>
    <w:rsid w:val="288F719F"/>
    <w:rsid w:val="28905BB9"/>
    <w:rsid w:val="289301A1"/>
    <w:rsid w:val="28931297"/>
    <w:rsid w:val="28931D5A"/>
    <w:rsid w:val="289519AE"/>
    <w:rsid w:val="28956497"/>
    <w:rsid w:val="28962895"/>
    <w:rsid w:val="2897733E"/>
    <w:rsid w:val="2899521D"/>
    <w:rsid w:val="289A19D6"/>
    <w:rsid w:val="289A3B65"/>
    <w:rsid w:val="289B18A6"/>
    <w:rsid w:val="289C53CD"/>
    <w:rsid w:val="289E6517"/>
    <w:rsid w:val="28A047F1"/>
    <w:rsid w:val="28A217D0"/>
    <w:rsid w:val="28A35B9E"/>
    <w:rsid w:val="28A42E19"/>
    <w:rsid w:val="28A45324"/>
    <w:rsid w:val="28A6026A"/>
    <w:rsid w:val="28A82A17"/>
    <w:rsid w:val="28AC6B84"/>
    <w:rsid w:val="28AD4AD2"/>
    <w:rsid w:val="28AE3A2D"/>
    <w:rsid w:val="28B3333C"/>
    <w:rsid w:val="28B52F1E"/>
    <w:rsid w:val="28B70011"/>
    <w:rsid w:val="28B8577F"/>
    <w:rsid w:val="28B9246E"/>
    <w:rsid w:val="28BB04C7"/>
    <w:rsid w:val="28BB54B0"/>
    <w:rsid w:val="28BB61E6"/>
    <w:rsid w:val="28BC5ABB"/>
    <w:rsid w:val="28BE1755"/>
    <w:rsid w:val="28BE45C7"/>
    <w:rsid w:val="28C00BCD"/>
    <w:rsid w:val="28C12E9A"/>
    <w:rsid w:val="28C2548D"/>
    <w:rsid w:val="28C519FB"/>
    <w:rsid w:val="28C60C50"/>
    <w:rsid w:val="28C67783"/>
    <w:rsid w:val="28C73537"/>
    <w:rsid w:val="28C97E69"/>
    <w:rsid w:val="28CA346E"/>
    <w:rsid w:val="28CD422D"/>
    <w:rsid w:val="28CD5F1A"/>
    <w:rsid w:val="28CE177C"/>
    <w:rsid w:val="28D23F98"/>
    <w:rsid w:val="28D34CD8"/>
    <w:rsid w:val="28D37729"/>
    <w:rsid w:val="28D56B7C"/>
    <w:rsid w:val="28D9041B"/>
    <w:rsid w:val="28DA3BE7"/>
    <w:rsid w:val="28DC43AF"/>
    <w:rsid w:val="28DD295B"/>
    <w:rsid w:val="28DE69F9"/>
    <w:rsid w:val="28DF17CE"/>
    <w:rsid w:val="28DF38FC"/>
    <w:rsid w:val="28DF55FA"/>
    <w:rsid w:val="28E020A9"/>
    <w:rsid w:val="28E324CD"/>
    <w:rsid w:val="28E55011"/>
    <w:rsid w:val="28E820AA"/>
    <w:rsid w:val="28EA0449"/>
    <w:rsid w:val="28EA6D98"/>
    <w:rsid w:val="28EB2C53"/>
    <w:rsid w:val="28EC4C60"/>
    <w:rsid w:val="28ED5935"/>
    <w:rsid w:val="28EF7C3E"/>
    <w:rsid w:val="28EF7F3A"/>
    <w:rsid w:val="28F11550"/>
    <w:rsid w:val="28F124AE"/>
    <w:rsid w:val="28F67B04"/>
    <w:rsid w:val="28F74D45"/>
    <w:rsid w:val="28F82606"/>
    <w:rsid w:val="28FE2DDF"/>
    <w:rsid w:val="290072D7"/>
    <w:rsid w:val="29013605"/>
    <w:rsid w:val="2903434C"/>
    <w:rsid w:val="29051BE1"/>
    <w:rsid w:val="290833D3"/>
    <w:rsid w:val="290850AE"/>
    <w:rsid w:val="290A0F1C"/>
    <w:rsid w:val="290A54DF"/>
    <w:rsid w:val="290A746A"/>
    <w:rsid w:val="290E1D07"/>
    <w:rsid w:val="290E6B39"/>
    <w:rsid w:val="29157E3C"/>
    <w:rsid w:val="29180125"/>
    <w:rsid w:val="291A1139"/>
    <w:rsid w:val="291A5B29"/>
    <w:rsid w:val="291B0A33"/>
    <w:rsid w:val="291B1D32"/>
    <w:rsid w:val="291E22D1"/>
    <w:rsid w:val="291E6719"/>
    <w:rsid w:val="291E67EC"/>
    <w:rsid w:val="2922511C"/>
    <w:rsid w:val="2923343C"/>
    <w:rsid w:val="29273CA4"/>
    <w:rsid w:val="29287459"/>
    <w:rsid w:val="29291FF6"/>
    <w:rsid w:val="292A511A"/>
    <w:rsid w:val="292A6B32"/>
    <w:rsid w:val="292D4852"/>
    <w:rsid w:val="292F0982"/>
    <w:rsid w:val="292F70B9"/>
    <w:rsid w:val="29323FCF"/>
    <w:rsid w:val="29357B9F"/>
    <w:rsid w:val="29373393"/>
    <w:rsid w:val="29387DAB"/>
    <w:rsid w:val="2939108A"/>
    <w:rsid w:val="293A5AE2"/>
    <w:rsid w:val="293A7CD9"/>
    <w:rsid w:val="293B4B05"/>
    <w:rsid w:val="293C1148"/>
    <w:rsid w:val="293E15B0"/>
    <w:rsid w:val="293E4953"/>
    <w:rsid w:val="293F00C2"/>
    <w:rsid w:val="2940166A"/>
    <w:rsid w:val="294071AF"/>
    <w:rsid w:val="294127FB"/>
    <w:rsid w:val="29414512"/>
    <w:rsid w:val="294154A1"/>
    <w:rsid w:val="29432E2E"/>
    <w:rsid w:val="294361DC"/>
    <w:rsid w:val="29441901"/>
    <w:rsid w:val="29445B65"/>
    <w:rsid w:val="29453D02"/>
    <w:rsid w:val="29470A2E"/>
    <w:rsid w:val="29485524"/>
    <w:rsid w:val="29495569"/>
    <w:rsid w:val="294D2BB7"/>
    <w:rsid w:val="294F7056"/>
    <w:rsid w:val="294F7548"/>
    <w:rsid w:val="294F7ADA"/>
    <w:rsid w:val="295106CD"/>
    <w:rsid w:val="29542197"/>
    <w:rsid w:val="2957178D"/>
    <w:rsid w:val="29574ED5"/>
    <w:rsid w:val="295A0F90"/>
    <w:rsid w:val="295B0D85"/>
    <w:rsid w:val="295B6310"/>
    <w:rsid w:val="295B76D5"/>
    <w:rsid w:val="295B7BE7"/>
    <w:rsid w:val="295C3921"/>
    <w:rsid w:val="296026C0"/>
    <w:rsid w:val="29641295"/>
    <w:rsid w:val="2964687E"/>
    <w:rsid w:val="296568D0"/>
    <w:rsid w:val="29671ECA"/>
    <w:rsid w:val="29677155"/>
    <w:rsid w:val="29680DDA"/>
    <w:rsid w:val="296877F8"/>
    <w:rsid w:val="296B6BBA"/>
    <w:rsid w:val="296C146D"/>
    <w:rsid w:val="296C7B7C"/>
    <w:rsid w:val="296E14AB"/>
    <w:rsid w:val="296E4EAB"/>
    <w:rsid w:val="296F1DE0"/>
    <w:rsid w:val="296F4241"/>
    <w:rsid w:val="29701CAC"/>
    <w:rsid w:val="29720538"/>
    <w:rsid w:val="29727BBA"/>
    <w:rsid w:val="29736AC1"/>
    <w:rsid w:val="2976580E"/>
    <w:rsid w:val="29772F26"/>
    <w:rsid w:val="297800C3"/>
    <w:rsid w:val="297D1C09"/>
    <w:rsid w:val="29820646"/>
    <w:rsid w:val="29824F56"/>
    <w:rsid w:val="298346AB"/>
    <w:rsid w:val="29843853"/>
    <w:rsid w:val="2984482A"/>
    <w:rsid w:val="29850590"/>
    <w:rsid w:val="29885993"/>
    <w:rsid w:val="298E0536"/>
    <w:rsid w:val="29910CF5"/>
    <w:rsid w:val="29912188"/>
    <w:rsid w:val="29935939"/>
    <w:rsid w:val="29946578"/>
    <w:rsid w:val="29946A38"/>
    <w:rsid w:val="29960066"/>
    <w:rsid w:val="29967CBB"/>
    <w:rsid w:val="29982084"/>
    <w:rsid w:val="29982846"/>
    <w:rsid w:val="299C402E"/>
    <w:rsid w:val="299D58EC"/>
    <w:rsid w:val="299E3412"/>
    <w:rsid w:val="29A00732"/>
    <w:rsid w:val="29A37CEA"/>
    <w:rsid w:val="29A46C7B"/>
    <w:rsid w:val="29A51743"/>
    <w:rsid w:val="29A52F04"/>
    <w:rsid w:val="29A6149F"/>
    <w:rsid w:val="29A61ADD"/>
    <w:rsid w:val="29A6660E"/>
    <w:rsid w:val="29A75682"/>
    <w:rsid w:val="29A91EAD"/>
    <w:rsid w:val="29AD4443"/>
    <w:rsid w:val="29AE478A"/>
    <w:rsid w:val="29AF0711"/>
    <w:rsid w:val="29B25294"/>
    <w:rsid w:val="29B33362"/>
    <w:rsid w:val="29B67685"/>
    <w:rsid w:val="29BA2784"/>
    <w:rsid w:val="29BC3C5B"/>
    <w:rsid w:val="29BF1573"/>
    <w:rsid w:val="29C27101"/>
    <w:rsid w:val="29C30C93"/>
    <w:rsid w:val="29C83171"/>
    <w:rsid w:val="29CE5DA6"/>
    <w:rsid w:val="29CE7812"/>
    <w:rsid w:val="29D15596"/>
    <w:rsid w:val="29D3130E"/>
    <w:rsid w:val="29D60D18"/>
    <w:rsid w:val="29D734E8"/>
    <w:rsid w:val="29D7547C"/>
    <w:rsid w:val="29DB01C2"/>
    <w:rsid w:val="29DB6414"/>
    <w:rsid w:val="29DF1079"/>
    <w:rsid w:val="29E337EF"/>
    <w:rsid w:val="29E33CC4"/>
    <w:rsid w:val="29E45C68"/>
    <w:rsid w:val="29E6755E"/>
    <w:rsid w:val="29E81323"/>
    <w:rsid w:val="29EB073B"/>
    <w:rsid w:val="29EC16AA"/>
    <w:rsid w:val="29EE26F7"/>
    <w:rsid w:val="29EE4E5A"/>
    <w:rsid w:val="29F1796D"/>
    <w:rsid w:val="29F3472C"/>
    <w:rsid w:val="29F578FA"/>
    <w:rsid w:val="29F85385"/>
    <w:rsid w:val="29FA4301"/>
    <w:rsid w:val="29FA5743"/>
    <w:rsid w:val="29FB6403"/>
    <w:rsid w:val="29FD282F"/>
    <w:rsid w:val="29FF7473"/>
    <w:rsid w:val="2A012880"/>
    <w:rsid w:val="2A02254D"/>
    <w:rsid w:val="2A032445"/>
    <w:rsid w:val="2A0366B0"/>
    <w:rsid w:val="2A05343C"/>
    <w:rsid w:val="2A053C1B"/>
    <w:rsid w:val="2A063491"/>
    <w:rsid w:val="2A07545B"/>
    <w:rsid w:val="2A080C55"/>
    <w:rsid w:val="2A091CFA"/>
    <w:rsid w:val="2A0E786F"/>
    <w:rsid w:val="2A0F0BF8"/>
    <w:rsid w:val="2A105993"/>
    <w:rsid w:val="2A1060BE"/>
    <w:rsid w:val="2A121036"/>
    <w:rsid w:val="2A125DD4"/>
    <w:rsid w:val="2A126644"/>
    <w:rsid w:val="2A1315F9"/>
    <w:rsid w:val="2A134CFB"/>
    <w:rsid w:val="2A145391"/>
    <w:rsid w:val="2A157B78"/>
    <w:rsid w:val="2A1655F7"/>
    <w:rsid w:val="2A19600C"/>
    <w:rsid w:val="2A196DE2"/>
    <w:rsid w:val="2A1B35A8"/>
    <w:rsid w:val="2A1F5586"/>
    <w:rsid w:val="2A222EE9"/>
    <w:rsid w:val="2A2404B3"/>
    <w:rsid w:val="2A250C97"/>
    <w:rsid w:val="2A272328"/>
    <w:rsid w:val="2A2E071A"/>
    <w:rsid w:val="2A2E4313"/>
    <w:rsid w:val="2A2E7296"/>
    <w:rsid w:val="2A2E764D"/>
    <w:rsid w:val="2A3165D2"/>
    <w:rsid w:val="2A325AC1"/>
    <w:rsid w:val="2A334B63"/>
    <w:rsid w:val="2A3418CB"/>
    <w:rsid w:val="2A35024E"/>
    <w:rsid w:val="2A362FE2"/>
    <w:rsid w:val="2A3871A1"/>
    <w:rsid w:val="2A387D92"/>
    <w:rsid w:val="2A3907BF"/>
    <w:rsid w:val="2A3C77A4"/>
    <w:rsid w:val="2A3E1BD5"/>
    <w:rsid w:val="2A3E22B6"/>
    <w:rsid w:val="2A3E541F"/>
    <w:rsid w:val="2A3F69A3"/>
    <w:rsid w:val="2A443FBA"/>
    <w:rsid w:val="2A44726A"/>
    <w:rsid w:val="2A4B7E3E"/>
    <w:rsid w:val="2A4E6BE6"/>
    <w:rsid w:val="2A4F022C"/>
    <w:rsid w:val="2A4F1972"/>
    <w:rsid w:val="2A5044A5"/>
    <w:rsid w:val="2A506E02"/>
    <w:rsid w:val="2A5102BF"/>
    <w:rsid w:val="2A5341FD"/>
    <w:rsid w:val="2A537238"/>
    <w:rsid w:val="2A541E5E"/>
    <w:rsid w:val="2A57148F"/>
    <w:rsid w:val="2A576741"/>
    <w:rsid w:val="2A581887"/>
    <w:rsid w:val="2A583058"/>
    <w:rsid w:val="2A5C0D5D"/>
    <w:rsid w:val="2A5C48E8"/>
    <w:rsid w:val="2A5F2BA2"/>
    <w:rsid w:val="2A6339FC"/>
    <w:rsid w:val="2A635D9E"/>
    <w:rsid w:val="2A666577"/>
    <w:rsid w:val="2A6755AB"/>
    <w:rsid w:val="2A676A88"/>
    <w:rsid w:val="2A681B4C"/>
    <w:rsid w:val="2A6C3D02"/>
    <w:rsid w:val="2A6C63F8"/>
    <w:rsid w:val="2A6E3773"/>
    <w:rsid w:val="2A6E5D53"/>
    <w:rsid w:val="2A6F54DA"/>
    <w:rsid w:val="2A72168D"/>
    <w:rsid w:val="2A726053"/>
    <w:rsid w:val="2A7363E8"/>
    <w:rsid w:val="2A740F74"/>
    <w:rsid w:val="2A74250F"/>
    <w:rsid w:val="2A750A3B"/>
    <w:rsid w:val="2A754142"/>
    <w:rsid w:val="2A767B0D"/>
    <w:rsid w:val="2A796D85"/>
    <w:rsid w:val="2A7C19A5"/>
    <w:rsid w:val="2A7C25A2"/>
    <w:rsid w:val="2A7C3229"/>
    <w:rsid w:val="2A7E571E"/>
    <w:rsid w:val="2A7F3244"/>
    <w:rsid w:val="2A7F7004"/>
    <w:rsid w:val="2A800F3F"/>
    <w:rsid w:val="2A803A22"/>
    <w:rsid w:val="2A804B57"/>
    <w:rsid w:val="2A806D42"/>
    <w:rsid w:val="2A8150B3"/>
    <w:rsid w:val="2A81520E"/>
    <w:rsid w:val="2A837480"/>
    <w:rsid w:val="2A8940C2"/>
    <w:rsid w:val="2A8A2314"/>
    <w:rsid w:val="2A8A5B6C"/>
    <w:rsid w:val="2A8A759D"/>
    <w:rsid w:val="2A8B7E3A"/>
    <w:rsid w:val="2A8D3BB3"/>
    <w:rsid w:val="2A8D5856"/>
    <w:rsid w:val="2A8E16D9"/>
    <w:rsid w:val="2A8F4372"/>
    <w:rsid w:val="2A90383D"/>
    <w:rsid w:val="2A9703A2"/>
    <w:rsid w:val="2A9867D8"/>
    <w:rsid w:val="2A9A611B"/>
    <w:rsid w:val="2A9A7588"/>
    <w:rsid w:val="2A9C0872"/>
    <w:rsid w:val="2A9D5598"/>
    <w:rsid w:val="2A9F7442"/>
    <w:rsid w:val="2AA00286"/>
    <w:rsid w:val="2AA016CB"/>
    <w:rsid w:val="2AA1140C"/>
    <w:rsid w:val="2AA131BA"/>
    <w:rsid w:val="2AA67D68"/>
    <w:rsid w:val="2AA71901"/>
    <w:rsid w:val="2AAB5C47"/>
    <w:rsid w:val="2AB04513"/>
    <w:rsid w:val="2AB12138"/>
    <w:rsid w:val="2AB4177F"/>
    <w:rsid w:val="2AB53600"/>
    <w:rsid w:val="2AB75F71"/>
    <w:rsid w:val="2AB81468"/>
    <w:rsid w:val="2AB938D0"/>
    <w:rsid w:val="2AB949A8"/>
    <w:rsid w:val="2AB95A95"/>
    <w:rsid w:val="2ABC471D"/>
    <w:rsid w:val="2ABC600B"/>
    <w:rsid w:val="2ABE364B"/>
    <w:rsid w:val="2AC10416"/>
    <w:rsid w:val="2AC232FA"/>
    <w:rsid w:val="2AC41E9D"/>
    <w:rsid w:val="2AC47478"/>
    <w:rsid w:val="2AC72E87"/>
    <w:rsid w:val="2AC76EBE"/>
    <w:rsid w:val="2AC84592"/>
    <w:rsid w:val="2AC90857"/>
    <w:rsid w:val="2AC91985"/>
    <w:rsid w:val="2ACD0453"/>
    <w:rsid w:val="2ACD3A5A"/>
    <w:rsid w:val="2ACE1AD5"/>
    <w:rsid w:val="2ACE3DB0"/>
    <w:rsid w:val="2ACE7566"/>
    <w:rsid w:val="2ACF0D76"/>
    <w:rsid w:val="2ACF456D"/>
    <w:rsid w:val="2ACF5B87"/>
    <w:rsid w:val="2ACF74AA"/>
    <w:rsid w:val="2AD03A9F"/>
    <w:rsid w:val="2AD05EF2"/>
    <w:rsid w:val="2AD233BA"/>
    <w:rsid w:val="2AD23D32"/>
    <w:rsid w:val="2AD25D47"/>
    <w:rsid w:val="2AD26C11"/>
    <w:rsid w:val="2AD52E64"/>
    <w:rsid w:val="2AD62860"/>
    <w:rsid w:val="2ADA234F"/>
    <w:rsid w:val="2ADB24E0"/>
    <w:rsid w:val="2ADF148D"/>
    <w:rsid w:val="2AE232B1"/>
    <w:rsid w:val="2AE332F3"/>
    <w:rsid w:val="2AE409EB"/>
    <w:rsid w:val="2AE52FBB"/>
    <w:rsid w:val="2AE66A69"/>
    <w:rsid w:val="2AEC2B38"/>
    <w:rsid w:val="2AEC400C"/>
    <w:rsid w:val="2AEE00BE"/>
    <w:rsid w:val="2AEE1A62"/>
    <w:rsid w:val="2AEF1E33"/>
    <w:rsid w:val="2AEF26AE"/>
    <w:rsid w:val="2AF06849"/>
    <w:rsid w:val="2AF26C6B"/>
    <w:rsid w:val="2AF44964"/>
    <w:rsid w:val="2AF459E0"/>
    <w:rsid w:val="2AF47DDD"/>
    <w:rsid w:val="2AF505FC"/>
    <w:rsid w:val="2AF54BAC"/>
    <w:rsid w:val="2AF7727E"/>
    <w:rsid w:val="2AF850CD"/>
    <w:rsid w:val="2AFC3E43"/>
    <w:rsid w:val="2AFF28D9"/>
    <w:rsid w:val="2B0004F8"/>
    <w:rsid w:val="2B0025D7"/>
    <w:rsid w:val="2B021D4C"/>
    <w:rsid w:val="2B042CA9"/>
    <w:rsid w:val="2B050759"/>
    <w:rsid w:val="2B0674C1"/>
    <w:rsid w:val="2B0676FE"/>
    <w:rsid w:val="2B074D5F"/>
    <w:rsid w:val="2B0C568D"/>
    <w:rsid w:val="2B0E4F6A"/>
    <w:rsid w:val="2B0F296E"/>
    <w:rsid w:val="2B10379F"/>
    <w:rsid w:val="2B1240B8"/>
    <w:rsid w:val="2B133847"/>
    <w:rsid w:val="2B133D10"/>
    <w:rsid w:val="2B135B8D"/>
    <w:rsid w:val="2B137867"/>
    <w:rsid w:val="2B142F77"/>
    <w:rsid w:val="2B172EA6"/>
    <w:rsid w:val="2B182077"/>
    <w:rsid w:val="2B185CEB"/>
    <w:rsid w:val="2B18670D"/>
    <w:rsid w:val="2B1A2EF7"/>
    <w:rsid w:val="2B1B11BE"/>
    <w:rsid w:val="2B1E580D"/>
    <w:rsid w:val="2B1F2A12"/>
    <w:rsid w:val="2B201216"/>
    <w:rsid w:val="2B2160A9"/>
    <w:rsid w:val="2B231E21"/>
    <w:rsid w:val="2B25203D"/>
    <w:rsid w:val="2B275F0A"/>
    <w:rsid w:val="2B29104E"/>
    <w:rsid w:val="2B2B1FDA"/>
    <w:rsid w:val="2B2C517A"/>
    <w:rsid w:val="2B2D2CA0"/>
    <w:rsid w:val="2B2E3048"/>
    <w:rsid w:val="2B2E56E0"/>
    <w:rsid w:val="2B2F0B9A"/>
    <w:rsid w:val="2B2F1BDB"/>
    <w:rsid w:val="2B305701"/>
    <w:rsid w:val="2B320857"/>
    <w:rsid w:val="2B337F78"/>
    <w:rsid w:val="2B3401B3"/>
    <w:rsid w:val="2B381D70"/>
    <w:rsid w:val="2B3A5D8D"/>
    <w:rsid w:val="2B3C2EE3"/>
    <w:rsid w:val="2B3E0395"/>
    <w:rsid w:val="2B3E6C5B"/>
    <w:rsid w:val="2B404781"/>
    <w:rsid w:val="2B4076D1"/>
    <w:rsid w:val="2B4077B7"/>
    <w:rsid w:val="2B4156FD"/>
    <w:rsid w:val="2B423FA2"/>
    <w:rsid w:val="2B42499D"/>
    <w:rsid w:val="2B45673F"/>
    <w:rsid w:val="2B487ADA"/>
    <w:rsid w:val="2B4934E9"/>
    <w:rsid w:val="2B4E347F"/>
    <w:rsid w:val="2B4F0758"/>
    <w:rsid w:val="2B4F5013"/>
    <w:rsid w:val="2B510C7F"/>
    <w:rsid w:val="2B51698E"/>
    <w:rsid w:val="2B563FA5"/>
    <w:rsid w:val="2B580B73"/>
    <w:rsid w:val="2B5850CD"/>
    <w:rsid w:val="2B595DD1"/>
    <w:rsid w:val="2B5A0337"/>
    <w:rsid w:val="2B5A5D1C"/>
    <w:rsid w:val="2B5A66B8"/>
    <w:rsid w:val="2B5B2492"/>
    <w:rsid w:val="2B5B65FB"/>
    <w:rsid w:val="2B5B73EA"/>
    <w:rsid w:val="2B5C07D4"/>
    <w:rsid w:val="2B5E72FD"/>
    <w:rsid w:val="2B626DED"/>
    <w:rsid w:val="2B6306CE"/>
    <w:rsid w:val="2B64046E"/>
    <w:rsid w:val="2B667B28"/>
    <w:rsid w:val="2B676616"/>
    <w:rsid w:val="2B6B3F0E"/>
    <w:rsid w:val="2B6D4276"/>
    <w:rsid w:val="2B6F32B8"/>
    <w:rsid w:val="2B6F5515"/>
    <w:rsid w:val="2B700D6D"/>
    <w:rsid w:val="2B703E59"/>
    <w:rsid w:val="2B710E71"/>
    <w:rsid w:val="2B734D97"/>
    <w:rsid w:val="2B7554EA"/>
    <w:rsid w:val="2B763695"/>
    <w:rsid w:val="2B7663F5"/>
    <w:rsid w:val="2B785A20"/>
    <w:rsid w:val="2B791B69"/>
    <w:rsid w:val="2B795EE5"/>
    <w:rsid w:val="2B797BD3"/>
    <w:rsid w:val="2B7A3C88"/>
    <w:rsid w:val="2B7E174D"/>
    <w:rsid w:val="2B804FF1"/>
    <w:rsid w:val="2B820289"/>
    <w:rsid w:val="2B824D9A"/>
    <w:rsid w:val="2B8500D4"/>
    <w:rsid w:val="2B864917"/>
    <w:rsid w:val="2B876854"/>
    <w:rsid w:val="2B8866D1"/>
    <w:rsid w:val="2B8E173D"/>
    <w:rsid w:val="2B8F5273"/>
    <w:rsid w:val="2B9069F4"/>
    <w:rsid w:val="2B940F71"/>
    <w:rsid w:val="2B990DF1"/>
    <w:rsid w:val="2B9B5E5B"/>
    <w:rsid w:val="2B9C0FF3"/>
    <w:rsid w:val="2B9E3C81"/>
    <w:rsid w:val="2BA07916"/>
    <w:rsid w:val="2BA57CA8"/>
    <w:rsid w:val="2BA60E1A"/>
    <w:rsid w:val="2BA708A8"/>
    <w:rsid w:val="2BAB1250"/>
    <w:rsid w:val="2BAC414F"/>
    <w:rsid w:val="2BB1742D"/>
    <w:rsid w:val="2BB233D3"/>
    <w:rsid w:val="2BB331A5"/>
    <w:rsid w:val="2BB37649"/>
    <w:rsid w:val="2BB63815"/>
    <w:rsid w:val="2BBC5C88"/>
    <w:rsid w:val="2BBD0D9F"/>
    <w:rsid w:val="2BBE1F65"/>
    <w:rsid w:val="2BC00A7F"/>
    <w:rsid w:val="2BC012B5"/>
    <w:rsid w:val="2BC12C1C"/>
    <w:rsid w:val="2BC50B0B"/>
    <w:rsid w:val="2BC60318"/>
    <w:rsid w:val="2BC617D2"/>
    <w:rsid w:val="2BC90C1A"/>
    <w:rsid w:val="2BC929C8"/>
    <w:rsid w:val="2BCA310E"/>
    <w:rsid w:val="2BCB0FF4"/>
    <w:rsid w:val="2BCC24B9"/>
    <w:rsid w:val="2BCD20E8"/>
    <w:rsid w:val="2BCF3D57"/>
    <w:rsid w:val="2BCF630C"/>
    <w:rsid w:val="2BCF6D3A"/>
    <w:rsid w:val="2BD322D3"/>
    <w:rsid w:val="2BD32C14"/>
    <w:rsid w:val="2BD40429"/>
    <w:rsid w:val="2BD40B6E"/>
    <w:rsid w:val="2BD44C05"/>
    <w:rsid w:val="2BD4622D"/>
    <w:rsid w:val="2BD514A3"/>
    <w:rsid w:val="2BD55811"/>
    <w:rsid w:val="2BD870AF"/>
    <w:rsid w:val="2BD978DA"/>
    <w:rsid w:val="2BDE0205"/>
    <w:rsid w:val="2BDE5BA4"/>
    <w:rsid w:val="2BDF21EC"/>
    <w:rsid w:val="2BE23A8A"/>
    <w:rsid w:val="2BE2682B"/>
    <w:rsid w:val="2BE479C8"/>
    <w:rsid w:val="2BE611B0"/>
    <w:rsid w:val="2BE6725B"/>
    <w:rsid w:val="2BE73436"/>
    <w:rsid w:val="2BE76222"/>
    <w:rsid w:val="2BE9221D"/>
    <w:rsid w:val="2BEA7A80"/>
    <w:rsid w:val="2BF017E0"/>
    <w:rsid w:val="2BF0264B"/>
    <w:rsid w:val="2BF03179"/>
    <w:rsid w:val="2BF35C97"/>
    <w:rsid w:val="2BF8505C"/>
    <w:rsid w:val="2BFB0AB8"/>
    <w:rsid w:val="2BFB2D9E"/>
    <w:rsid w:val="2BFD0D74"/>
    <w:rsid w:val="2BFE03C5"/>
    <w:rsid w:val="2BFE7663"/>
    <w:rsid w:val="2BFF7337"/>
    <w:rsid w:val="2C017912"/>
    <w:rsid w:val="2C020F2C"/>
    <w:rsid w:val="2C034C5D"/>
    <w:rsid w:val="2C034F2E"/>
    <w:rsid w:val="2C040A80"/>
    <w:rsid w:val="2C0B206C"/>
    <w:rsid w:val="2C0B560D"/>
    <w:rsid w:val="2C0C3135"/>
    <w:rsid w:val="2C0C4FAB"/>
    <w:rsid w:val="2C0D3F4C"/>
    <w:rsid w:val="2C0D49DB"/>
    <w:rsid w:val="2C0E0D23"/>
    <w:rsid w:val="2C0F3258"/>
    <w:rsid w:val="2C122F21"/>
    <w:rsid w:val="2C1A35DF"/>
    <w:rsid w:val="2C1D2C5C"/>
    <w:rsid w:val="2C1D53DD"/>
    <w:rsid w:val="2C217F3C"/>
    <w:rsid w:val="2C2213E3"/>
    <w:rsid w:val="2C253F9B"/>
    <w:rsid w:val="2C275D93"/>
    <w:rsid w:val="2C280146"/>
    <w:rsid w:val="2C2807A8"/>
    <w:rsid w:val="2C2B10AA"/>
    <w:rsid w:val="2C2B4C65"/>
    <w:rsid w:val="2C2C6EDD"/>
    <w:rsid w:val="2C2D4FAE"/>
    <w:rsid w:val="2C2E3E5E"/>
    <w:rsid w:val="2C304464"/>
    <w:rsid w:val="2C3050E2"/>
    <w:rsid w:val="2C320BB2"/>
    <w:rsid w:val="2C374636"/>
    <w:rsid w:val="2C38756B"/>
    <w:rsid w:val="2C3912A7"/>
    <w:rsid w:val="2C3E2334"/>
    <w:rsid w:val="2C3E2518"/>
    <w:rsid w:val="2C3F4F37"/>
    <w:rsid w:val="2C4060FA"/>
    <w:rsid w:val="2C4234B5"/>
    <w:rsid w:val="2C4402A1"/>
    <w:rsid w:val="2C455402"/>
    <w:rsid w:val="2C4748DB"/>
    <w:rsid w:val="2C492FD2"/>
    <w:rsid w:val="2C493524"/>
    <w:rsid w:val="2C4A5290"/>
    <w:rsid w:val="2C4D67C3"/>
    <w:rsid w:val="2C4E26E8"/>
    <w:rsid w:val="2C4F428E"/>
    <w:rsid w:val="2C516121"/>
    <w:rsid w:val="2C520269"/>
    <w:rsid w:val="2C5273F6"/>
    <w:rsid w:val="2C545B53"/>
    <w:rsid w:val="2C55425C"/>
    <w:rsid w:val="2C577CC5"/>
    <w:rsid w:val="2C5A2AED"/>
    <w:rsid w:val="2C5B509A"/>
    <w:rsid w:val="2C5D042E"/>
    <w:rsid w:val="2C605F90"/>
    <w:rsid w:val="2C6062E9"/>
    <w:rsid w:val="2C614220"/>
    <w:rsid w:val="2C6239C2"/>
    <w:rsid w:val="2C634786"/>
    <w:rsid w:val="2C6A4AE4"/>
    <w:rsid w:val="2C6D2D2F"/>
    <w:rsid w:val="2C6E253A"/>
    <w:rsid w:val="2C6F0FE1"/>
    <w:rsid w:val="2C6F17ED"/>
    <w:rsid w:val="2C723711"/>
    <w:rsid w:val="2C724653"/>
    <w:rsid w:val="2C732934"/>
    <w:rsid w:val="2C7449B5"/>
    <w:rsid w:val="2C753B40"/>
    <w:rsid w:val="2C770BBE"/>
    <w:rsid w:val="2C7768C8"/>
    <w:rsid w:val="2C7A0167"/>
    <w:rsid w:val="2C7C32E2"/>
    <w:rsid w:val="2C7E117E"/>
    <w:rsid w:val="2C7E6FF4"/>
    <w:rsid w:val="2C7F577D"/>
    <w:rsid w:val="2C805403"/>
    <w:rsid w:val="2C8066BB"/>
    <w:rsid w:val="2C815051"/>
    <w:rsid w:val="2C87630C"/>
    <w:rsid w:val="2C884FD3"/>
    <w:rsid w:val="2C8E3C12"/>
    <w:rsid w:val="2C8F2945"/>
    <w:rsid w:val="2C8F5A0D"/>
    <w:rsid w:val="2C8F68CF"/>
    <w:rsid w:val="2C8F77E7"/>
    <w:rsid w:val="2C910BF2"/>
    <w:rsid w:val="2C911C12"/>
    <w:rsid w:val="2C965D6E"/>
    <w:rsid w:val="2C994149"/>
    <w:rsid w:val="2C9C1555"/>
    <w:rsid w:val="2C9C40D0"/>
    <w:rsid w:val="2C9D2422"/>
    <w:rsid w:val="2CA04CCA"/>
    <w:rsid w:val="2CA17BCA"/>
    <w:rsid w:val="2CA36BFB"/>
    <w:rsid w:val="2CA43435"/>
    <w:rsid w:val="2CA451E4"/>
    <w:rsid w:val="2CA57095"/>
    <w:rsid w:val="2CAB6572"/>
    <w:rsid w:val="2CAC3AD2"/>
    <w:rsid w:val="2CAE390E"/>
    <w:rsid w:val="2CAF1831"/>
    <w:rsid w:val="2CB01DDA"/>
    <w:rsid w:val="2CB05936"/>
    <w:rsid w:val="2CB14477"/>
    <w:rsid w:val="2CB22BFA"/>
    <w:rsid w:val="2CB32646"/>
    <w:rsid w:val="2CB3552A"/>
    <w:rsid w:val="2CB421D5"/>
    <w:rsid w:val="2CB54004"/>
    <w:rsid w:val="2CB578A5"/>
    <w:rsid w:val="2CB57E76"/>
    <w:rsid w:val="2CB90AE0"/>
    <w:rsid w:val="2CBB0EF6"/>
    <w:rsid w:val="2CBD5315"/>
    <w:rsid w:val="2CBF6662"/>
    <w:rsid w:val="2CC053D6"/>
    <w:rsid w:val="2CC317E4"/>
    <w:rsid w:val="2CC51F34"/>
    <w:rsid w:val="2CC70E80"/>
    <w:rsid w:val="2CC932A7"/>
    <w:rsid w:val="2CCA2F67"/>
    <w:rsid w:val="2CCA38B8"/>
    <w:rsid w:val="2CCB0217"/>
    <w:rsid w:val="2CCC0067"/>
    <w:rsid w:val="2CCC077F"/>
    <w:rsid w:val="2CCC4B4C"/>
    <w:rsid w:val="2CCD36EB"/>
    <w:rsid w:val="2CCE6CFC"/>
    <w:rsid w:val="2CCF04B2"/>
    <w:rsid w:val="2CD04513"/>
    <w:rsid w:val="2CD07D87"/>
    <w:rsid w:val="2CD35299"/>
    <w:rsid w:val="2CD356BE"/>
    <w:rsid w:val="2CD578D9"/>
    <w:rsid w:val="2CD624D9"/>
    <w:rsid w:val="2CD83676"/>
    <w:rsid w:val="2CD94E8D"/>
    <w:rsid w:val="2CDB09F0"/>
    <w:rsid w:val="2CDB64D3"/>
    <w:rsid w:val="2CDE3897"/>
    <w:rsid w:val="2CDF7003"/>
    <w:rsid w:val="2CE0062F"/>
    <w:rsid w:val="2CE01BD3"/>
    <w:rsid w:val="2CE11723"/>
    <w:rsid w:val="2CE35D0C"/>
    <w:rsid w:val="2CE52BE7"/>
    <w:rsid w:val="2CE77002"/>
    <w:rsid w:val="2CE82928"/>
    <w:rsid w:val="2CE84D5E"/>
    <w:rsid w:val="2CE86333"/>
    <w:rsid w:val="2CE90B33"/>
    <w:rsid w:val="2CE91CFB"/>
    <w:rsid w:val="2CE92C7B"/>
    <w:rsid w:val="2CEA1DB7"/>
    <w:rsid w:val="2CEA2B00"/>
    <w:rsid w:val="2CEA2C5C"/>
    <w:rsid w:val="2CEB28B0"/>
    <w:rsid w:val="2CEC1298"/>
    <w:rsid w:val="2CEC1954"/>
    <w:rsid w:val="2CED0352"/>
    <w:rsid w:val="2CEF57D3"/>
    <w:rsid w:val="2CF21171"/>
    <w:rsid w:val="2CF21AFB"/>
    <w:rsid w:val="2CF32CA4"/>
    <w:rsid w:val="2CF42F99"/>
    <w:rsid w:val="2CF612C7"/>
    <w:rsid w:val="2CF66A2B"/>
    <w:rsid w:val="2CF8301A"/>
    <w:rsid w:val="2CFB02D9"/>
    <w:rsid w:val="2CFC230B"/>
    <w:rsid w:val="2D012636"/>
    <w:rsid w:val="2D0138D3"/>
    <w:rsid w:val="2D0335D4"/>
    <w:rsid w:val="2D0617C7"/>
    <w:rsid w:val="2D0637A8"/>
    <w:rsid w:val="2D071344"/>
    <w:rsid w:val="2D0A3299"/>
    <w:rsid w:val="2D0B4BCF"/>
    <w:rsid w:val="2D0B5263"/>
    <w:rsid w:val="2D0B5AF3"/>
    <w:rsid w:val="2D0B7011"/>
    <w:rsid w:val="2D0D3294"/>
    <w:rsid w:val="2D0F7B1A"/>
    <w:rsid w:val="2D106833"/>
    <w:rsid w:val="2D1161C9"/>
    <w:rsid w:val="2D12039F"/>
    <w:rsid w:val="2D122EB9"/>
    <w:rsid w:val="2D1265F1"/>
    <w:rsid w:val="2D177764"/>
    <w:rsid w:val="2D1B179D"/>
    <w:rsid w:val="2D1D78D1"/>
    <w:rsid w:val="2D216834"/>
    <w:rsid w:val="2D234DD7"/>
    <w:rsid w:val="2D24119D"/>
    <w:rsid w:val="2D2C231A"/>
    <w:rsid w:val="2D3027EB"/>
    <w:rsid w:val="2D337E6C"/>
    <w:rsid w:val="2D34184F"/>
    <w:rsid w:val="2D344655"/>
    <w:rsid w:val="2D360AC0"/>
    <w:rsid w:val="2D370F6C"/>
    <w:rsid w:val="2D38762F"/>
    <w:rsid w:val="2D391DD0"/>
    <w:rsid w:val="2D393369"/>
    <w:rsid w:val="2D3957B5"/>
    <w:rsid w:val="2D3B3FBC"/>
    <w:rsid w:val="2D3C4222"/>
    <w:rsid w:val="2D3C6E65"/>
    <w:rsid w:val="2D3F3987"/>
    <w:rsid w:val="2D3F405E"/>
    <w:rsid w:val="2D402CC2"/>
    <w:rsid w:val="2D403A07"/>
    <w:rsid w:val="2D410365"/>
    <w:rsid w:val="2D4111F8"/>
    <w:rsid w:val="2D4535B3"/>
    <w:rsid w:val="2D454A8B"/>
    <w:rsid w:val="2D4807C1"/>
    <w:rsid w:val="2D4A53CB"/>
    <w:rsid w:val="2D4B2E6E"/>
    <w:rsid w:val="2D4B565F"/>
    <w:rsid w:val="2D4D1EBC"/>
    <w:rsid w:val="2D4D2C4B"/>
    <w:rsid w:val="2D4D515B"/>
    <w:rsid w:val="2D501097"/>
    <w:rsid w:val="2D520C78"/>
    <w:rsid w:val="2D5218EB"/>
    <w:rsid w:val="2D524C40"/>
    <w:rsid w:val="2D525424"/>
    <w:rsid w:val="2D5409B8"/>
    <w:rsid w:val="2D551738"/>
    <w:rsid w:val="2D554FBD"/>
    <w:rsid w:val="2D560CB8"/>
    <w:rsid w:val="2D562F24"/>
    <w:rsid w:val="2D563F8C"/>
    <w:rsid w:val="2D580857"/>
    <w:rsid w:val="2D594FE2"/>
    <w:rsid w:val="2D597A7E"/>
    <w:rsid w:val="2D5A06AD"/>
    <w:rsid w:val="2D5B6095"/>
    <w:rsid w:val="2D5C5ABE"/>
    <w:rsid w:val="2D5D39E3"/>
    <w:rsid w:val="2D5E1228"/>
    <w:rsid w:val="2D5E1836"/>
    <w:rsid w:val="2D5E5392"/>
    <w:rsid w:val="2D606094"/>
    <w:rsid w:val="2D627A2F"/>
    <w:rsid w:val="2D644852"/>
    <w:rsid w:val="2D651FBE"/>
    <w:rsid w:val="2D654973"/>
    <w:rsid w:val="2D687FBF"/>
    <w:rsid w:val="2D6A301B"/>
    <w:rsid w:val="2D6C4F2D"/>
    <w:rsid w:val="2D6D3827"/>
    <w:rsid w:val="2D6D67E6"/>
    <w:rsid w:val="2D70059A"/>
    <w:rsid w:val="2D726E7B"/>
    <w:rsid w:val="2D735831"/>
    <w:rsid w:val="2D736C34"/>
    <w:rsid w:val="2D74534F"/>
    <w:rsid w:val="2D751C07"/>
    <w:rsid w:val="2D77012B"/>
    <w:rsid w:val="2D7710A8"/>
    <w:rsid w:val="2D79041E"/>
    <w:rsid w:val="2D795C53"/>
    <w:rsid w:val="2D7D4C13"/>
    <w:rsid w:val="2D7E1F5F"/>
    <w:rsid w:val="2D7F4D24"/>
    <w:rsid w:val="2D801711"/>
    <w:rsid w:val="2D846A03"/>
    <w:rsid w:val="2D850599"/>
    <w:rsid w:val="2D86497B"/>
    <w:rsid w:val="2D8748E9"/>
    <w:rsid w:val="2D88240F"/>
    <w:rsid w:val="2D8C3A3D"/>
    <w:rsid w:val="2D8C44D1"/>
    <w:rsid w:val="2D9139BA"/>
    <w:rsid w:val="2D922713"/>
    <w:rsid w:val="2D942C2D"/>
    <w:rsid w:val="2D9505C1"/>
    <w:rsid w:val="2D960FD0"/>
    <w:rsid w:val="2D964B2C"/>
    <w:rsid w:val="2D967D30"/>
    <w:rsid w:val="2D9708A4"/>
    <w:rsid w:val="2D9716CA"/>
    <w:rsid w:val="2D9A3DC5"/>
    <w:rsid w:val="2D9B2143"/>
    <w:rsid w:val="2D9B3372"/>
    <w:rsid w:val="2D9F6A30"/>
    <w:rsid w:val="2DA0065C"/>
    <w:rsid w:val="2DA028A2"/>
    <w:rsid w:val="2DA05762"/>
    <w:rsid w:val="2DA113CF"/>
    <w:rsid w:val="2DA202B9"/>
    <w:rsid w:val="2DA22F76"/>
    <w:rsid w:val="2DA6417B"/>
    <w:rsid w:val="2DA67ACD"/>
    <w:rsid w:val="2DA77918"/>
    <w:rsid w:val="2DA81BC8"/>
    <w:rsid w:val="2DAC147D"/>
    <w:rsid w:val="2DAD059E"/>
    <w:rsid w:val="2DAD3E2E"/>
    <w:rsid w:val="2DAD62BA"/>
    <w:rsid w:val="2DB01775"/>
    <w:rsid w:val="2DB11387"/>
    <w:rsid w:val="2DB15E0A"/>
    <w:rsid w:val="2DB249B9"/>
    <w:rsid w:val="2DB361D7"/>
    <w:rsid w:val="2DB45056"/>
    <w:rsid w:val="2DB55E0C"/>
    <w:rsid w:val="2DB6323C"/>
    <w:rsid w:val="2DB63420"/>
    <w:rsid w:val="2DB8151C"/>
    <w:rsid w:val="2DBA7818"/>
    <w:rsid w:val="2DBB3251"/>
    <w:rsid w:val="2DBC41CB"/>
    <w:rsid w:val="2DBC41F8"/>
    <w:rsid w:val="2DBD1BC3"/>
    <w:rsid w:val="2DBF44A4"/>
    <w:rsid w:val="2DC07DFB"/>
    <w:rsid w:val="2DC160EB"/>
    <w:rsid w:val="2DC238AF"/>
    <w:rsid w:val="2DC518B5"/>
    <w:rsid w:val="2DC555F7"/>
    <w:rsid w:val="2DC651C9"/>
    <w:rsid w:val="2DCA2BB3"/>
    <w:rsid w:val="2DCA711E"/>
    <w:rsid w:val="2DCD7F11"/>
    <w:rsid w:val="2DCE53E5"/>
    <w:rsid w:val="2DD02422"/>
    <w:rsid w:val="2DD268BE"/>
    <w:rsid w:val="2DD30DA3"/>
    <w:rsid w:val="2DD3147F"/>
    <w:rsid w:val="2DD40BEC"/>
    <w:rsid w:val="2DD435C3"/>
    <w:rsid w:val="2DD45655"/>
    <w:rsid w:val="2DD542B4"/>
    <w:rsid w:val="2DD5516E"/>
    <w:rsid w:val="2DD5730D"/>
    <w:rsid w:val="2DD71D6A"/>
    <w:rsid w:val="2DD8124A"/>
    <w:rsid w:val="2DD815E9"/>
    <w:rsid w:val="2DD82E22"/>
    <w:rsid w:val="2DD90405"/>
    <w:rsid w:val="2DDB69E3"/>
    <w:rsid w:val="2DDC1BAF"/>
    <w:rsid w:val="2DDC3847"/>
    <w:rsid w:val="2DDC55FA"/>
    <w:rsid w:val="2DDD275B"/>
    <w:rsid w:val="2DDE357F"/>
    <w:rsid w:val="2DDF1005"/>
    <w:rsid w:val="2DDF1F7B"/>
    <w:rsid w:val="2DE00536"/>
    <w:rsid w:val="2DE051AD"/>
    <w:rsid w:val="2DE11F9D"/>
    <w:rsid w:val="2DE13D0F"/>
    <w:rsid w:val="2DE51A03"/>
    <w:rsid w:val="2DE852AD"/>
    <w:rsid w:val="2DEA62AA"/>
    <w:rsid w:val="2DEB0C15"/>
    <w:rsid w:val="2DEC2ED4"/>
    <w:rsid w:val="2DEC387B"/>
    <w:rsid w:val="2DEC67B6"/>
    <w:rsid w:val="2DEE6A8D"/>
    <w:rsid w:val="2DEF16AB"/>
    <w:rsid w:val="2DEF20D7"/>
    <w:rsid w:val="2DF22137"/>
    <w:rsid w:val="2DF378E8"/>
    <w:rsid w:val="2DF62105"/>
    <w:rsid w:val="2DF776E3"/>
    <w:rsid w:val="2DFC23BC"/>
    <w:rsid w:val="2DFC6D4E"/>
    <w:rsid w:val="2DFD104F"/>
    <w:rsid w:val="2E006A41"/>
    <w:rsid w:val="2E0114D9"/>
    <w:rsid w:val="2E035C9E"/>
    <w:rsid w:val="2E0372A1"/>
    <w:rsid w:val="2E0627A8"/>
    <w:rsid w:val="2E073C7C"/>
    <w:rsid w:val="2E0A4DCC"/>
    <w:rsid w:val="2E0D7FA5"/>
    <w:rsid w:val="2E0E500A"/>
    <w:rsid w:val="2E100D98"/>
    <w:rsid w:val="2E10473B"/>
    <w:rsid w:val="2E105B9F"/>
    <w:rsid w:val="2E1302E9"/>
    <w:rsid w:val="2E144B93"/>
    <w:rsid w:val="2E147209"/>
    <w:rsid w:val="2E155F89"/>
    <w:rsid w:val="2E170BE5"/>
    <w:rsid w:val="2E181758"/>
    <w:rsid w:val="2E183793"/>
    <w:rsid w:val="2E1974F4"/>
    <w:rsid w:val="2E1A0B5D"/>
    <w:rsid w:val="2E1A30C1"/>
    <w:rsid w:val="2E1B14D5"/>
    <w:rsid w:val="2E1B5FFE"/>
    <w:rsid w:val="2E1D3A94"/>
    <w:rsid w:val="2E1E4B64"/>
    <w:rsid w:val="2E1F38C0"/>
    <w:rsid w:val="2E201CC8"/>
    <w:rsid w:val="2E204DB9"/>
    <w:rsid w:val="2E210F04"/>
    <w:rsid w:val="2E224458"/>
    <w:rsid w:val="2E264667"/>
    <w:rsid w:val="2E293BF2"/>
    <w:rsid w:val="2E2B77DF"/>
    <w:rsid w:val="2E2C4526"/>
    <w:rsid w:val="2E3118B2"/>
    <w:rsid w:val="2E327C72"/>
    <w:rsid w:val="2E33681F"/>
    <w:rsid w:val="2E343063"/>
    <w:rsid w:val="2E36297E"/>
    <w:rsid w:val="2E36438B"/>
    <w:rsid w:val="2E3945A3"/>
    <w:rsid w:val="2E3A630E"/>
    <w:rsid w:val="2E3B072E"/>
    <w:rsid w:val="2E3B4309"/>
    <w:rsid w:val="2E3C52D2"/>
    <w:rsid w:val="2E3D08B7"/>
    <w:rsid w:val="2E3D2164"/>
    <w:rsid w:val="2E3D7FDA"/>
    <w:rsid w:val="2E3F51C4"/>
    <w:rsid w:val="2E3F65EE"/>
    <w:rsid w:val="2E435845"/>
    <w:rsid w:val="2E436FCA"/>
    <w:rsid w:val="2E452B8D"/>
    <w:rsid w:val="2E460E86"/>
    <w:rsid w:val="2E4A49B7"/>
    <w:rsid w:val="2E4B4256"/>
    <w:rsid w:val="2E4B7E64"/>
    <w:rsid w:val="2E5073D1"/>
    <w:rsid w:val="2E5167B8"/>
    <w:rsid w:val="2E530C6F"/>
    <w:rsid w:val="2E54284F"/>
    <w:rsid w:val="2E550BC5"/>
    <w:rsid w:val="2E56075F"/>
    <w:rsid w:val="2E586DAA"/>
    <w:rsid w:val="2E591900"/>
    <w:rsid w:val="2E594EA8"/>
    <w:rsid w:val="2E59722D"/>
    <w:rsid w:val="2E5A2071"/>
    <w:rsid w:val="2E5D4562"/>
    <w:rsid w:val="2E5D564A"/>
    <w:rsid w:val="2E5E551A"/>
    <w:rsid w:val="2E5F1A20"/>
    <w:rsid w:val="2E60542A"/>
    <w:rsid w:val="2E607385"/>
    <w:rsid w:val="2E6101DE"/>
    <w:rsid w:val="2E621E94"/>
    <w:rsid w:val="2E627104"/>
    <w:rsid w:val="2E651BF7"/>
    <w:rsid w:val="2E656170"/>
    <w:rsid w:val="2E66708A"/>
    <w:rsid w:val="2E692241"/>
    <w:rsid w:val="2E6B6D0E"/>
    <w:rsid w:val="2E6D0B08"/>
    <w:rsid w:val="2E6E02D1"/>
    <w:rsid w:val="2E6E3CFB"/>
    <w:rsid w:val="2E7542BF"/>
    <w:rsid w:val="2E765590"/>
    <w:rsid w:val="2E783EAE"/>
    <w:rsid w:val="2E78639A"/>
    <w:rsid w:val="2E792813"/>
    <w:rsid w:val="2E797E02"/>
    <w:rsid w:val="2E7D1D69"/>
    <w:rsid w:val="2E7D3F3E"/>
    <w:rsid w:val="2E7D5C9D"/>
    <w:rsid w:val="2E7E078A"/>
    <w:rsid w:val="2E812DB5"/>
    <w:rsid w:val="2E8153D1"/>
    <w:rsid w:val="2E830908"/>
    <w:rsid w:val="2E833DFC"/>
    <w:rsid w:val="2E8545D5"/>
    <w:rsid w:val="2E8956D1"/>
    <w:rsid w:val="2E895F39"/>
    <w:rsid w:val="2E8A3DA1"/>
    <w:rsid w:val="2E8B53C5"/>
    <w:rsid w:val="2E8D66E7"/>
    <w:rsid w:val="2E903C71"/>
    <w:rsid w:val="2E913E2A"/>
    <w:rsid w:val="2E9172F7"/>
    <w:rsid w:val="2E922F76"/>
    <w:rsid w:val="2E954DE4"/>
    <w:rsid w:val="2E9579E2"/>
    <w:rsid w:val="2E970E46"/>
    <w:rsid w:val="2E983961"/>
    <w:rsid w:val="2E993A04"/>
    <w:rsid w:val="2E9D638E"/>
    <w:rsid w:val="2EA033AB"/>
    <w:rsid w:val="2EA33FD9"/>
    <w:rsid w:val="2EA507F1"/>
    <w:rsid w:val="2EAA13A4"/>
    <w:rsid w:val="2EAE122A"/>
    <w:rsid w:val="2EAE2AA4"/>
    <w:rsid w:val="2EAE5EA6"/>
    <w:rsid w:val="2EAE6853"/>
    <w:rsid w:val="2EB01C1E"/>
    <w:rsid w:val="2EB060C2"/>
    <w:rsid w:val="2EB20CA3"/>
    <w:rsid w:val="2EB23419"/>
    <w:rsid w:val="2EB350B6"/>
    <w:rsid w:val="2EB35692"/>
    <w:rsid w:val="2EB5581E"/>
    <w:rsid w:val="2EB5598F"/>
    <w:rsid w:val="2EB6049D"/>
    <w:rsid w:val="2EB61F69"/>
    <w:rsid w:val="2EB66179"/>
    <w:rsid w:val="2EB747CF"/>
    <w:rsid w:val="2EBA484A"/>
    <w:rsid w:val="2EBC4A66"/>
    <w:rsid w:val="2EBC7A92"/>
    <w:rsid w:val="2EBE14A0"/>
    <w:rsid w:val="2EBF0C54"/>
    <w:rsid w:val="2EC00234"/>
    <w:rsid w:val="2EC02E61"/>
    <w:rsid w:val="2EC167B2"/>
    <w:rsid w:val="2EC456C9"/>
    <w:rsid w:val="2EC47620"/>
    <w:rsid w:val="2EC52936"/>
    <w:rsid w:val="2EC65850"/>
    <w:rsid w:val="2EC66FC2"/>
    <w:rsid w:val="2EC76F67"/>
    <w:rsid w:val="2EC831D2"/>
    <w:rsid w:val="2EC9770C"/>
    <w:rsid w:val="2ECA0F57"/>
    <w:rsid w:val="2ECB040A"/>
    <w:rsid w:val="2ECB3794"/>
    <w:rsid w:val="2ED24842"/>
    <w:rsid w:val="2ED57A7B"/>
    <w:rsid w:val="2ED66416"/>
    <w:rsid w:val="2ED720CC"/>
    <w:rsid w:val="2ED81D7F"/>
    <w:rsid w:val="2ED90DEE"/>
    <w:rsid w:val="2ED92DC1"/>
    <w:rsid w:val="2EDF0755"/>
    <w:rsid w:val="2EDF2935"/>
    <w:rsid w:val="2EDF7E15"/>
    <w:rsid w:val="2EE2112E"/>
    <w:rsid w:val="2EE221BC"/>
    <w:rsid w:val="2EE24A43"/>
    <w:rsid w:val="2EE2572B"/>
    <w:rsid w:val="2EE45D6B"/>
    <w:rsid w:val="2EE72146"/>
    <w:rsid w:val="2EE84E69"/>
    <w:rsid w:val="2EE91DEC"/>
    <w:rsid w:val="2EED29EC"/>
    <w:rsid w:val="2EEE0998"/>
    <w:rsid w:val="2EEE4B43"/>
    <w:rsid w:val="2EF34255"/>
    <w:rsid w:val="2EF44880"/>
    <w:rsid w:val="2EF615CE"/>
    <w:rsid w:val="2EF73CF0"/>
    <w:rsid w:val="2EF875BC"/>
    <w:rsid w:val="2EFA3039"/>
    <w:rsid w:val="2EFC407D"/>
    <w:rsid w:val="2EFC45CC"/>
    <w:rsid w:val="2EFD3647"/>
    <w:rsid w:val="2EFD6E00"/>
    <w:rsid w:val="2EFF36B1"/>
    <w:rsid w:val="2F00070E"/>
    <w:rsid w:val="2F002586"/>
    <w:rsid w:val="2F012479"/>
    <w:rsid w:val="2F016115"/>
    <w:rsid w:val="2F0253EB"/>
    <w:rsid w:val="2F026F73"/>
    <w:rsid w:val="2F0621CF"/>
    <w:rsid w:val="2F0669DA"/>
    <w:rsid w:val="2F081A5A"/>
    <w:rsid w:val="2F096F91"/>
    <w:rsid w:val="2F097580"/>
    <w:rsid w:val="2F0F108B"/>
    <w:rsid w:val="2F1063CB"/>
    <w:rsid w:val="2F106CD5"/>
    <w:rsid w:val="2F107185"/>
    <w:rsid w:val="2F110159"/>
    <w:rsid w:val="2F1307AD"/>
    <w:rsid w:val="2F141663"/>
    <w:rsid w:val="2F154177"/>
    <w:rsid w:val="2F1708F8"/>
    <w:rsid w:val="2F176141"/>
    <w:rsid w:val="2F18058F"/>
    <w:rsid w:val="2F1807AC"/>
    <w:rsid w:val="2F1F2151"/>
    <w:rsid w:val="2F2013B3"/>
    <w:rsid w:val="2F213581"/>
    <w:rsid w:val="2F2315F6"/>
    <w:rsid w:val="2F236894"/>
    <w:rsid w:val="2F241D0F"/>
    <w:rsid w:val="2F2442D5"/>
    <w:rsid w:val="2F244781"/>
    <w:rsid w:val="2F2A5E74"/>
    <w:rsid w:val="2F2B7A9E"/>
    <w:rsid w:val="2F2C36FE"/>
    <w:rsid w:val="2F2D6D96"/>
    <w:rsid w:val="2F2E4D1D"/>
    <w:rsid w:val="2F326152"/>
    <w:rsid w:val="2F341DD2"/>
    <w:rsid w:val="2F3438E6"/>
    <w:rsid w:val="2F346BF1"/>
    <w:rsid w:val="2F3538A8"/>
    <w:rsid w:val="2F383A07"/>
    <w:rsid w:val="2F3D2984"/>
    <w:rsid w:val="2F3D48FC"/>
    <w:rsid w:val="2F464D89"/>
    <w:rsid w:val="2F473125"/>
    <w:rsid w:val="2F48713B"/>
    <w:rsid w:val="2F493501"/>
    <w:rsid w:val="2F4978C1"/>
    <w:rsid w:val="2F4A02C4"/>
    <w:rsid w:val="2F4C2AF2"/>
    <w:rsid w:val="2F521050"/>
    <w:rsid w:val="2F526553"/>
    <w:rsid w:val="2F526A6D"/>
    <w:rsid w:val="2F544D4F"/>
    <w:rsid w:val="2F550DB6"/>
    <w:rsid w:val="2F565A9C"/>
    <w:rsid w:val="2F5729E1"/>
    <w:rsid w:val="2F582DB9"/>
    <w:rsid w:val="2F5838AD"/>
    <w:rsid w:val="2F591E05"/>
    <w:rsid w:val="2F5922B5"/>
    <w:rsid w:val="2F5B5507"/>
    <w:rsid w:val="2F5B76F8"/>
    <w:rsid w:val="2F5F0DC3"/>
    <w:rsid w:val="2F614036"/>
    <w:rsid w:val="2F642A08"/>
    <w:rsid w:val="2F6517DC"/>
    <w:rsid w:val="2F653199"/>
    <w:rsid w:val="2F666780"/>
    <w:rsid w:val="2F671635"/>
    <w:rsid w:val="2F68074A"/>
    <w:rsid w:val="2F691EB9"/>
    <w:rsid w:val="2F6A28CE"/>
    <w:rsid w:val="2F6B0AD7"/>
    <w:rsid w:val="2F6C7149"/>
    <w:rsid w:val="2F6E3C66"/>
    <w:rsid w:val="2F6F1AD9"/>
    <w:rsid w:val="2F7139E0"/>
    <w:rsid w:val="2F73532D"/>
    <w:rsid w:val="2F752004"/>
    <w:rsid w:val="2F770632"/>
    <w:rsid w:val="2F78289A"/>
    <w:rsid w:val="2F783477"/>
    <w:rsid w:val="2F794705"/>
    <w:rsid w:val="2F7B3E66"/>
    <w:rsid w:val="2F7E5BDF"/>
    <w:rsid w:val="2F7E7F6E"/>
    <w:rsid w:val="2F8018EE"/>
    <w:rsid w:val="2F8135BA"/>
    <w:rsid w:val="2F815176"/>
    <w:rsid w:val="2F8512FC"/>
    <w:rsid w:val="2F874F64"/>
    <w:rsid w:val="2F8A71CC"/>
    <w:rsid w:val="2F8B0048"/>
    <w:rsid w:val="2F8B6F86"/>
    <w:rsid w:val="2F8C4439"/>
    <w:rsid w:val="2F8D01B1"/>
    <w:rsid w:val="2F8D196A"/>
    <w:rsid w:val="2F907536"/>
    <w:rsid w:val="2F9432ED"/>
    <w:rsid w:val="2F9652B7"/>
    <w:rsid w:val="2F982D12"/>
    <w:rsid w:val="2F987435"/>
    <w:rsid w:val="2F9929FE"/>
    <w:rsid w:val="2F9A5005"/>
    <w:rsid w:val="2F9C01EF"/>
    <w:rsid w:val="2F9C6DC2"/>
    <w:rsid w:val="2F9D7CA8"/>
    <w:rsid w:val="2F9E653F"/>
    <w:rsid w:val="2F9F3453"/>
    <w:rsid w:val="2FA13062"/>
    <w:rsid w:val="2FA17007"/>
    <w:rsid w:val="2FA531CB"/>
    <w:rsid w:val="2FA64E31"/>
    <w:rsid w:val="2FA8139B"/>
    <w:rsid w:val="2FAB0AFD"/>
    <w:rsid w:val="2FAD43AF"/>
    <w:rsid w:val="2FAE1C35"/>
    <w:rsid w:val="2FAF23B9"/>
    <w:rsid w:val="2FAF55D8"/>
    <w:rsid w:val="2FB14814"/>
    <w:rsid w:val="2FB159F9"/>
    <w:rsid w:val="2FB15FEF"/>
    <w:rsid w:val="2FB76FDC"/>
    <w:rsid w:val="2FB90FA6"/>
    <w:rsid w:val="2FBA45E7"/>
    <w:rsid w:val="2FBA5F25"/>
    <w:rsid w:val="2FBB6766"/>
    <w:rsid w:val="2FBE0C2C"/>
    <w:rsid w:val="2FC07BC7"/>
    <w:rsid w:val="2FC1300A"/>
    <w:rsid w:val="2FC35280"/>
    <w:rsid w:val="2FC5562A"/>
    <w:rsid w:val="2FC75471"/>
    <w:rsid w:val="2FCC1356"/>
    <w:rsid w:val="2FCC7F0C"/>
    <w:rsid w:val="2FCD4A51"/>
    <w:rsid w:val="2FCE736C"/>
    <w:rsid w:val="2FD05AD9"/>
    <w:rsid w:val="2FD656DE"/>
    <w:rsid w:val="2FD967EB"/>
    <w:rsid w:val="2FDA2DB1"/>
    <w:rsid w:val="2FDE6C04"/>
    <w:rsid w:val="2FDF4FD0"/>
    <w:rsid w:val="2FE36A1D"/>
    <w:rsid w:val="2FE5467B"/>
    <w:rsid w:val="2FE63537"/>
    <w:rsid w:val="2FE64C62"/>
    <w:rsid w:val="2FEA115F"/>
    <w:rsid w:val="2FED0C50"/>
    <w:rsid w:val="2FEE23F2"/>
    <w:rsid w:val="2FEE6EA1"/>
    <w:rsid w:val="2FF10740"/>
    <w:rsid w:val="2FF11C10"/>
    <w:rsid w:val="2FF31213"/>
    <w:rsid w:val="2FF43D8C"/>
    <w:rsid w:val="2FF47B13"/>
    <w:rsid w:val="2FF70D45"/>
    <w:rsid w:val="2FF923B3"/>
    <w:rsid w:val="2FFC0514"/>
    <w:rsid w:val="2FFE32E6"/>
    <w:rsid w:val="2FFE3D92"/>
    <w:rsid w:val="2FFE4C0B"/>
    <w:rsid w:val="2FFF5BFB"/>
    <w:rsid w:val="2FFF7BBA"/>
    <w:rsid w:val="2FFF7E20"/>
    <w:rsid w:val="300070E1"/>
    <w:rsid w:val="30022593"/>
    <w:rsid w:val="30051566"/>
    <w:rsid w:val="300520B7"/>
    <w:rsid w:val="300543D8"/>
    <w:rsid w:val="300636E9"/>
    <w:rsid w:val="30070928"/>
    <w:rsid w:val="30077F63"/>
    <w:rsid w:val="3008392D"/>
    <w:rsid w:val="300C37CC"/>
    <w:rsid w:val="300C56C6"/>
    <w:rsid w:val="300D09AC"/>
    <w:rsid w:val="30121FF1"/>
    <w:rsid w:val="30141364"/>
    <w:rsid w:val="301679CD"/>
    <w:rsid w:val="30191B10"/>
    <w:rsid w:val="3019458E"/>
    <w:rsid w:val="301969C7"/>
    <w:rsid w:val="30197C97"/>
    <w:rsid w:val="301A128C"/>
    <w:rsid w:val="301B57BD"/>
    <w:rsid w:val="301D750B"/>
    <w:rsid w:val="301D77AE"/>
    <w:rsid w:val="301E4A0C"/>
    <w:rsid w:val="301F1581"/>
    <w:rsid w:val="301F5F45"/>
    <w:rsid w:val="301F7E6A"/>
    <w:rsid w:val="302408C0"/>
    <w:rsid w:val="302A2A28"/>
    <w:rsid w:val="302B3D82"/>
    <w:rsid w:val="302B514C"/>
    <w:rsid w:val="302C251A"/>
    <w:rsid w:val="302D57C2"/>
    <w:rsid w:val="302E595D"/>
    <w:rsid w:val="302F493E"/>
    <w:rsid w:val="303074BA"/>
    <w:rsid w:val="30332E0F"/>
    <w:rsid w:val="3034066F"/>
    <w:rsid w:val="303457CA"/>
    <w:rsid w:val="30345EA4"/>
    <w:rsid w:val="30361570"/>
    <w:rsid w:val="303643A5"/>
    <w:rsid w:val="30372827"/>
    <w:rsid w:val="30377396"/>
    <w:rsid w:val="30382BC6"/>
    <w:rsid w:val="30383841"/>
    <w:rsid w:val="303B5E5F"/>
    <w:rsid w:val="303E5077"/>
    <w:rsid w:val="303F36C2"/>
    <w:rsid w:val="3040479B"/>
    <w:rsid w:val="30447C6C"/>
    <w:rsid w:val="30471F9C"/>
    <w:rsid w:val="3048738A"/>
    <w:rsid w:val="3049153F"/>
    <w:rsid w:val="30495227"/>
    <w:rsid w:val="304A1121"/>
    <w:rsid w:val="304A15C0"/>
    <w:rsid w:val="304B11C1"/>
    <w:rsid w:val="304C0A5C"/>
    <w:rsid w:val="304C1E1A"/>
    <w:rsid w:val="304C65BD"/>
    <w:rsid w:val="304F5466"/>
    <w:rsid w:val="30515E89"/>
    <w:rsid w:val="3053279A"/>
    <w:rsid w:val="3053304B"/>
    <w:rsid w:val="30534F57"/>
    <w:rsid w:val="30560A82"/>
    <w:rsid w:val="30570EC6"/>
    <w:rsid w:val="305905C2"/>
    <w:rsid w:val="30593EF5"/>
    <w:rsid w:val="305B19C9"/>
    <w:rsid w:val="305D5071"/>
    <w:rsid w:val="305F0554"/>
    <w:rsid w:val="305F4F6B"/>
    <w:rsid w:val="30623BA6"/>
    <w:rsid w:val="30642C48"/>
    <w:rsid w:val="30643D2F"/>
    <w:rsid w:val="3065270A"/>
    <w:rsid w:val="3066001D"/>
    <w:rsid w:val="30663AD5"/>
    <w:rsid w:val="306840DF"/>
    <w:rsid w:val="306929CC"/>
    <w:rsid w:val="306C6018"/>
    <w:rsid w:val="306C77B6"/>
    <w:rsid w:val="30711F39"/>
    <w:rsid w:val="30747CA9"/>
    <w:rsid w:val="30757551"/>
    <w:rsid w:val="30766E6F"/>
    <w:rsid w:val="307704C7"/>
    <w:rsid w:val="307745DA"/>
    <w:rsid w:val="30774DF0"/>
    <w:rsid w:val="30780E39"/>
    <w:rsid w:val="30782C0F"/>
    <w:rsid w:val="3079127D"/>
    <w:rsid w:val="30797540"/>
    <w:rsid w:val="307B625B"/>
    <w:rsid w:val="307C735E"/>
    <w:rsid w:val="30817D16"/>
    <w:rsid w:val="3082766C"/>
    <w:rsid w:val="30833F2F"/>
    <w:rsid w:val="308626DF"/>
    <w:rsid w:val="30876097"/>
    <w:rsid w:val="308838AA"/>
    <w:rsid w:val="308932C0"/>
    <w:rsid w:val="30894E1C"/>
    <w:rsid w:val="308B242F"/>
    <w:rsid w:val="308C3E41"/>
    <w:rsid w:val="308E4232"/>
    <w:rsid w:val="309061AB"/>
    <w:rsid w:val="30917FC0"/>
    <w:rsid w:val="309317F7"/>
    <w:rsid w:val="30931863"/>
    <w:rsid w:val="30980BBB"/>
    <w:rsid w:val="3098239A"/>
    <w:rsid w:val="30985C18"/>
    <w:rsid w:val="309B6A55"/>
    <w:rsid w:val="309C1EA0"/>
    <w:rsid w:val="309D4740"/>
    <w:rsid w:val="309F53FC"/>
    <w:rsid w:val="30A231AF"/>
    <w:rsid w:val="30A334C4"/>
    <w:rsid w:val="30A42369"/>
    <w:rsid w:val="30A4501F"/>
    <w:rsid w:val="30A54661"/>
    <w:rsid w:val="30A5732E"/>
    <w:rsid w:val="30A6152A"/>
    <w:rsid w:val="30A64DD7"/>
    <w:rsid w:val="30A76849"/>
    <w:rsid w:val="30AD0B0B"/>
    <w:rsid w:val="30AE03DF"/>
    <w:rsid w:val="30AE75C2"/>
    <w:rsid w:val="30AF0A3B"/>
    <w:rsid w:val="30B11C7D"/>
    <w:rsid w:val="30B1263F"/>
    <w:rsid w:val="30B21DA0"/>
    <w:rsid w:val="30B229C2"/>
    <w:rsid w:val="30B31E99"/>
    <w:rsid w:val="30B33BB6"/>
    <w:rsid w:val="30B34F08"/>
    <w:rsid w:val="30B61222"/>
    <w:rsid w:val="30B66338"/>
    <w:rsid w:val="30B677B8"/>
    <w:rsid w:val="30B8635B"/>
    <w:rsid w:val="30BA6C75"/>
    <w:rsid w:val="30BB04EE"/>
    <w:rsid w:val="30BE2878"/>
    <w:rsid w:val="30BE3F55"/>
    <w:rsid w:val="30C03FA2"/>
    <w:rsid w:val="30C220DC"/>
    <w:rsid w:val="30C22619"/>
    <w:rsid w:val="30C35AA9"/>
    <w:rsid w:val="30C40D1E"/>
    <w:rsid w:val="30C86080"/>
    <w:rsid w:val="30C90704"/>
    <w:rsid w:val="30C931D7"/>
    <w:rsid w:val="30CA2897"/>
    <w:rsid w:val="30CB03FE"/>
    <w:rsid w:val="30CD125C"/>
    <w:rsid w:val="30CE28D1"/>
    <w:rsid w:val="30CE357F"/>
    <w:rsid w:val="30CE6405"/>
    <w:rsid w:val="30D23B4B"/>
    <w:rsid w:val="30D31368"/>
    <w:rsid w:val="30D3555D"/>
    <w:rsid w:val="30D669DC"/>
    <w:rsid w:val="30D85331"/>
    <w:rsid w:val="30D8560D"/>
    <w:rsid w:val="30DA58DE"/>
    <w:rsid w:val="30DF5693"/>
    <w:rsid w:val="30E01B8C"/>
    <w:rsid w:val="30E06F7C"/>
    <w:rsid w:val="30E25321"/>
    <w:rsid w:val="30E25382"/>
    <w:rsid w:val="30E30E32"/>
    <w:rsid w:val="30E321EB"/>
    <w:rsid w:val="30E6401D"/>
    <w:rsid w:val="30E87D95"/>
    <w:rsid w:val="30EA05D3"/>
    <w:rsid w:val="30EA6DE1"/>
    <w:rsid w:val="30EB6253"/>
    <w:rsid w:val="30EB79CB"/>
    <w:rsid w:val="30EC0324"/>
    <w:rsid w:val="30ED526D"/>
    <w:rsid w:val="30EE1123"/>
    <w:rsid w:val="30EF1086"/>
    <w:rsid w:val="30F02429"/>
    <w:rsid w:val="30F3196E"/>
    <w:rsid w:val="30F356FE"/>
    <w:rsid w:val="30F62A96"/>
    <w:rsid w:val="30F65FBE"/>
    <w:rsid w:val="30F878F3"/>
    <w:rsid w:val="30FB0E83"/>
    <w:rsid w:val="30FC20D8"/>
    <w:rsid w:val="3102072B"/>
    <w:rsid w:val="3102221E"/>
    <w:rsid w:val="31033252"/>
    <w:rsid w:val="31050352"/>
    <w:rsid w:val="31067C7A"/>
    <w:rsid w:val="31077AEF"/>
    <w:rsid w:val="31085D41"/>
    <w:rsid w:val="31094C26"/>
    <w:rsid w:val="310A09EA"/>
    <w:rsid w:val="310F2470"/>
    <w:rsid w:val="310F66BE"/>
    <w:rsid w:val="311067AF"/>
    <w:rsid w:val="31117D1C"/>
    <w:rsid w:val="31126876"/>
    <w:rsid w:val="311346E6"/>
    <w:rsid w:val="31147047"/>
    <w:rsid w:val="311517F8"/>
    <w:rsid w:val="311601C6"/>
    <w:rsid w:val="311659E2"/>
    <w:rsid w:val="31195478"/>
    <w:rsid w:val="31197F4E"/>
    <w:rsid w:val="311A279F"/>
    <w:rsid w:val="311A2E39"/>
    <w:rsid w:val="311A4D57"/>
    <w:rsid w:val="311B5C8D"/>
    <w:rsid w:val="311D7312"/>
    <w:rsid w:val="311F752F"/>
    <w:rsid w:val="31216805"/>
    <w:rsid w:val="31230DCD"/>
    <w:rsid w:val="31236F42"/>
    <w:rsid w:val="312573BE"/>
    <w:rsid w:val="31267230"/>
    <w:rsid w:val="31273150"/>
    <w:rsid w:val="31282615"/>
    <w:rsid w:val="312863E3"/>
    <w:rsid w:val="312A33C1"/>
    <w:rsid w:val="312A47DF"/>
    <w:rsid w:val="312C3F36"/>
    <w:rsid w:val="312D05B5"/>
    <w:rsid w:val="312D3512"/>
    <w:rsid w:val="312F2622"/>
    <w:rsid w:val="3130226F"/>
    <w:rsid w:val="31305298"/>
    <w:rsid w:val="3131362C"/>
    <w:rsid w:val="313151B7"/>
    <w:rsid w:val="3133703B"/>
    <w:rsid w:val="31342FDA"/>
    <w:rsid w:val="313A7EC4"/>
    <w:rsid w:val="313B44C2"/>
    <w:rsid w:val="313C2435"/>
    <w:rsid w:val="313C7B82"/>
    <w:rsid w:val="313D3693"/>
    <w:rsid w:val="313E2D96"/>
    <w:rsid w:val="31402C5D"/>
    <w:rsid w:val="3141344F"/>
    <w:rsid w:val="31422D27"/>
    <w:rsid w:val="31441439"/>
    <w:rsid w:val="314505C0"/>
    <w:rsid w:val="314517A7"/>
    <w:rsid w:val="31454178"/>
    <w:rsid w:val="31455050"/>
    <w:rsid w:val="314662D0"/>
    <w:rsid w:val="31475C5D"/>
    <w:rsid w:val="31485AF2"/>
    <w:rsid w:val="314934C6"/>
    <w:rsid w:val="31494C0D"/>
    <w:rsid w:val="314C421C"/>
    <w:rsid w:val="314C4F6A"/>
    <w:rsid w:val="314E4A9B"/>
    <w:rsid w:val="314E571E"/>
    <w:rsid w:val="3150682B"/>
    <w:rsid w:val="315124F0"/>
    <w:rsid w:val="31557E83"/>
    <w:rsid w:val="31570A76"/>
    <w:rsid w:val="315C02B4"/>
    <w:rsid w:val="315C7ECD"/>
    <w:rsid w:val="315E1E05"/>
    <w:rsid w:val="316029CA"/>
    <w:rsid w:val="31603DCF"/>
    <w:rsid w:val="316054AC"/>
    <w:rsid w:val="316136A3"/>
    <w:rsid w:val="3161720D"/>
    <w:rsid w:val="31623B52"/>
    <w:rsid w:val="31625181"/>
    <w:rsid w:val="3163707A"/>
    <w:rsid w:val="31646B5E"/>
    <w:rsid w:val="31671AF6"/>
    <w:rsid w:val="31682C84"/>
    <w:rsid w:val="316E4819"/>
    <w:rsid w:val="316F1758"/>
    <w:rsid w:val="316F1917"/>
    <w:rsid w:val="316F2879"/>
    <w:rsid w:val="31707A72"/>
    <w:rsid w:val="31741A2E"/>
    <w:rsid w:val="317532A2"/>
    <w:rsid w:val="317A4765"/>
    <w:rsid w:val="317D2293"/>
    <w:rsid w:val="317D7E04"/>
    <w:rsid w:val="317E51FD"/>
    <w:rsid w:val="317F5349"/>
    <w:rsid w:val="318033D9"/>
    <w:rsid w:val="31804628"/>
    <w:rsid w:val="31806AA8"/>
    <w:rsid w:val="31807FCD"/>
    <w:rsid w:val="31813D3E"/>
    <w:rsid w:val="31815AF3"/>
    <w:rsid w:val="3185294B"/>
    <w:rsid w:val="31870F10"/>
    <w:rsid w:val="31874DF0"/>
    <w:rsid w:val="318B0720"/>
    <w:rsid w:val="318C10A2"/>
    <w:rsid w:val="318D1082"/>
    <w:rsid w:val="318E4331"/>
    <w:rsid w:val="3190359E"/>
    <w:rsid w:val="31943218"/>
    <w:rsid w:val="319522FB"/>
    <w:rsid w:val="3196112A"/>
    <w:rsid w:val="31964BDE"/>
    <w:rsid w:val="319C7198"/>
    <w:rsid w:val="319F065F"/>
    <w:rsid w:val="31A07B18"/>
    <w:rsid w:val="31A22271"/>
    <w:rsid w:val="31A37D8B"/>
    <w:rsid w:val="31AD2C08"/>
    <w:rsid w:val="31AF440F"/>
    <w:rsid w:val="31B00545"/>
    <w:rsid w:val="31B03ECA"/>
    <w:rsid w:val="31B10E9B"/>
    <w:rsid w:val="31B23F6B"/>
    <w:rsid w:val="31B32B25"/>
    <w:rsid w:val="31B6378B"/>
    <w:rsid w:val="31B702E3"/>
    <w:rsid w:val="31B71515"/>
    <w:rsid w:val="31BB2DB3"/>
    <w:rsid w:val="31BE4652"/>
    <w:rsid w:val="31C102C4"/>
    <w:rsid w:val="31C128F6"/>
    <w:rsid w:val="31C205E6"/>
    <w:rsid w:val="31C507C6"/>
    <w:rsid w:val="31C57D50"/>
    <w:rsid w:val="31C63DCF"/>
    <w:rsid w:val="31C94936"/>
    <w:rsid w:val="31CA25CD"/>
    <w:rsid w:val="31CA4263"/>
    <w:rsid w:val="31CA5F62"/>
    <w:rsid w:val="31CB2C0C"/>
    <w:rsid w:val="31CB62B8"/>
    <w:rsid w:val="31CC0F6C"/>
    <w:rsid w:val="31CC597A"/>
    <w:rsid w:val="31CD0D39"/>
    <w:rsid w:val="31CD5C35"/>
    <w:rsid w:val="31CE2D55"/>
    <w:rsid w:val="31D169C0"/>
    <w:rsid w:val="31D16A7B"/>
    <w:rsid w:val="31D23EB8"/>
    <w:rsid w:val="31D766C2"/>
    <w:rsid w:val="31DB1928"/>
    <w:rsid w:val="31DC2BA9"/>
    <w:rsid w:val="31E0281A"/>
    <w:rsid w:val="31E03E36"/>
    <w:rsid w:val="31E23759"/>
    <w:rsid w:val="31E36899"/>
    <w:rsid w:val="31EA3699"/>
    <w:rsid w:val="31EB6A29"/>
    <w:rsid w:val="31EE13DB"/>
    <w:rsid w:val="31EE5198"/>
    <w:rsid w:val="31F008A6"/>
    <w:rsid w:val="31F069B9"/>
    <w:rsid w:val="31F22593"/>
    <w:rsid w:val="31F30FAE"/>
    <w:rsid w:val="31F33CF9"/>
    <w:rsid w:val="31F507AA"/>
    <w:rsid w:val="31F56F88"/>
    <w:rsid w:val="31F733F6"/>
    <w:rsid w:val="31F75DB5"/>
    <w:rsid w:val="31F84007"/>
    <w:rsid w:val="31FD47C4"/>
    <w:rsid w:val="31FE6058"/>
    <w:rsid w:val="31FE7214"/>
    <w:rsid w:val="32030CB1"/>
    <w:rsid w:val="32037B7A"/>
    <w:rsid w:val="320716B9"/>
    <w:rsid w:val="320855D4"/>
    <w:rsid w:val="32096864"/>
    <w:rsid w:val="320B1935"/>
    <w:rsid w:val="320B2463"/>
    <w:rsid w:val="320C360F"/>
    <w:rsid w:val="320D376A"/>
    <w:rsid w:val="320E0F78"/>
    <w:rsid w:val="320E5B23"/>
    <w:rsid w:val="320F75A3"/>
    <w:rsid w:val="32110BE2"/>
    <w:rsid w:val="32146967"/>
    <w:rsid w:val="321477F5"/>
    <w:rsid w:val="321626E0"/>
    <w:rsid w:val="3216623C"/>
    <w:rsid w:val="32186458"/>
    <w:rsid w:val="32193F7E"/>
    <w:rsid w:val="3219732C"/>
    <w:rsid w:val="321A29EA"/>
    <w:rsid w:val="321B5021"/>
    <w:rsid w:val="321C563B"/>
    <w:rsid w:val="321C5BE7"/>
    <w:rsid w:val="321D3A6E"/>
    <w:rsid w:val="321D581C"/>
    <w:rsid w:val="321D7903"/>
    <w:rsid w:val="321E2612"/>
    <w:rsid w:val="321E3CCE"/>
    <w:rsid w:val="321F43F1"/>
    <w:rsid w:val="3220355E"/>
    <w:rsid w:val="3220530C"/>
    <w:rsid w:val="322104B7"/>
    <w:rsid w:val="32214672"/>
    <w:rsid w:val="3221706D"/>
    <w:rsid w:val="322276F2"/>
    <w:rsid w:val="32250B75"/>
    <w:rsid w:val="32252923"/>
    <w:rsid w:val="32266FA1"/>
    <w:rsid w:val="322876FE"/>
    <w:rsid w:val="32290C68"/>
    <w:rsid w:val="322C2ED4"/>
    <w:rsid w:val="322E5C7B"/>
    <w:rsid w:val="323112C7"/>
    <w:rsid w:val="3232705E"/>
    <w:rsid w:val="32350AE3"/>
    <w:rsid w:val="32366DCB"/>
    <w:rsid w:val="3236784C"/>
    <w:rsid w:val="32374670"/>
    <w:rsid w:val="323963BB"/>
    <w:rsid w:val="323B2146"/>
    <w:rsid w:val="323B3EF4"/>
    <w:rsid w:val="323B451B"/>
    <w:rsid w:val="323C4BF2"/>
    <w:rsid w:val="323F4724"/>
    <w:rsid w:val="32411B40"/>
    <w:rsid w:val="32412601"/>
    <w:rsid w:val="324234D5"/>
    <w:rsid w:val="32481B9B"/>
    <w:rsid w:val="324863BB"/>
    <w:rsid w:val="324934CF"/>
    <w:rsid w:val="32497634"/>
    <w:rsid w:val="324A223F"/>
    <w:rsid w:val="324A2389"/>
    <w:rsid w:val="324A58E7"/>
    <w:rsid w:val="324C7EAF"/>
    <w:rsid w:val="324E00FD"/>
    <w:rsid w:val="324E1584"/>
    <w:rsid w:val="324E1BA3"/>
    <w:rsid w:val="325154C6"/>
    <w:rsid w:val="32537490"/>
    <w:rsid w:val="32541B69"/>
    <w:rsid w:val="32570FC7"/>
    <w:rsid w:val="32593554"/>
    <w:rsid w:val="325A089D"/>
    <w:rsid w:val="325B3674"/>
    <w:rsid w:val="325B3ED8"/>
    <w:rsid w:val="325B7B91"/>
    <w:rsid w:val="325E7282"/>
    <w:rsid w:val="326029BE"/>
    <w:rsid w:val="32603BA7"/>
    <w:rsid w:val="32620685"/>
    <w:rsid w:val="32634A3F"/>
    <w:rsid w:val="3264169D"/>
    <w:rsid w:val="3264478E"/>
    <w:rsid w:val="326460F3"/>
    <w:rsid w:val="32657908"/>
    <w:rsid w:val="32667AAE"/>
    <w:rsid w:val="32676C21"/>
    <w:rsid w:val="32683D78"/>
    <w:rsid w:val="326A121D"/>
    <w:rsid w:val="326A6464"/>
    <w:rsid w:val="326D1E87"/>
    <w:rsid w:val="326D2427"/>
    <w:rsid w:val="327009BD"/>
    <w:rsid w:val="32717916"/>
    <w:rsid w:val="327613D0"/>
    <w:rsid w:val="32792EB0"/>
    <w:rsid w:val="327D1129"/>
    <w:rsid w:val="327F7929"/>
    <w:rsid w:val="327F7C3E"/>
    <w:rsid w:val="3281224F"/>
    <w:rsid w:val="328254D4"/>
    <w:rsid w:val="328445E8"/>
    <w:rsid w:val="32860615"/>
    <w:rsid w:val="328622EF"/>
    <w:rsid w:val="328671F1"/>
    <w:rsid w:val="32875A64"/>
    <w:rsid w:val="328868CA"/>
    <w:rsid w:val="32890082"/>
    <w:rsid w:val="328A38DB"/>
    <w:rsid w:val="328A5003"/>
    <w:rsid w:val="328A5435"/>
    <w:rsid w:val="328B25EE"/>
    <w:rsid w:val="328D2572"/>
    <w:rsid w:val="328F5FEE"/>
    <w:rsid w:val="3293310C"/>
    <w:rsid w:val="32933F66"/>
    <w:rsid w:val="32961E2A"/>
    <w:rsid w:val="32984242"/>
    <w:rsid w:val="329900C2"/>
    <w:rsid w:val="329A075B"/>
    <w:rsid w:val="329A341B"/>
    <w:rsid w:val="329B2BE5"/>
    <w:rsid w:val="32A001FB"/>
    <w:rsid w:val="32A00490"/>
    <w:rsid w:val="32A01FA9"/>
    <w:rsid w:val="32A031AD"/>
    <w:rsid w:val="32A14F34"/>
    <w:rsid w:val="32A33B2D"/>
    <w:rsid w:val="32A410A7"/>
    <w:rsid w:val="32A4202E"/>
    <w:rsid w:val="32A510A4"/>
    <w:rsid w:val="32A839D1"/>
    <w:rsid w:val="32AA2E28"/>
    <w:rsid w:val="32AA6221"/>
    <w:rsid w:val="32AC5509"/>
    <w:rsid w:val="32AC5664"/>
    <w:rsid w:val="32AE65E5"/>
    <w:rsid w:val="32B060F0"/>
    <w:rsid w:val="32B1065A"/>
    <w:rsid w:val="32B12408"/>
    <w:rsid w:val="32B200ED"/>
    <w:rsid w:val="32B37488"/>
    <w:rsid w:val="32B40600"/>
    <w:rsid w:val="32B51065"/>
    <w:rsid w:val="32B617CD"/>
    <w:rsid w:val="32B77BC0"/>
    <w:rsid w:val="32B819E9"/>
    <w:rsid w:val="32BB1107"/>
    <w:rsid w:val="32BB2224"/>
    <w:rsid w:val="32BF0819"/>
    <w:rsid w:val="32C0688F"/>
    <w:rsid w:val="32C303FC"/>
    <w:rsid w:val="32C649A1"/>
    <w:rsid w:val="32C65EB4"/>
    <w:rsid w:val="32C675BB"/>
    <w:rsid w:val="32C87C44"/>
    <w:rsid w:val="32C97752"/>
    <w:rsid w:val="32CA3332"/>
    <w:rsid w:val="32CB14D5"/>
    <w:rsid w:val="32CD1B51"/>
    <w:rsid w:val="32D07460"/>
    <w:rsid w:val="32D37172"/>
    <w:rsid w:val="32D42F03"/>
    <w:rsid w:val="32D62B71"/>
    <w:rsid w:val="32D72136"/>
    <w:rsid w:val="32D75D2B"/>
    <w:rsid w:val="32DA6682"/>
    <w:rsid w:val="32DC0BEF"/>
    <w:rsid w:val="32DE592C"/>
    <w:rsid w:val="32DF416F"/>
    <w:rsid w:val="32DF69EA"/>
    <w:rsid w:val="32E20814"/>
    <w:rsid w:val="32E225C2"/>
    <w:rsid w:val="32E26A66"/>
    <w:rsid w:val="32E7407C"/>
    <w:rsid w:val="32E8194B"/>
    <w:rsid w:val="32E91BA2"/>
    <w:rsid w:val="32EB59F6"/>
    <w:rsid w:val="32EC18A8"/>
    <w:rsid w:val="32EC50D1"/>
    <w:rsid w:val="32F02F31"/>
    <w:rsid w:val="32F03DCC"/>
    <w:rsid w:val="32F22D9D"/>
    <w:rsid w:val="32F346A0"/>
    <w:rsid w:val="32F62298"/>
    <w:rsid w:val="32F95E6C"/>
    <w:rsid w:val="32FA308B"/>
    <w:rsid w:val="32FE389F"/>
    <w:rsid w:val="32FE5564"/>
    <w:rsid w:val="32FF643A"/>
    <w:rsid w:val="32FF6E9B"/>
    <w:rsid w:val="33000057"/>
    <w:rsid w:val="33010C9A"/>
    <w:rsid w:val="3301513E"/>
    <w:rsid w:val="3304078A"/>
    <w:rsid w:val="33044C2E"/>
    <w:rsid w:val="33060643"/>
    <w:rsid w:val="330662B0"/>
    <w:rsid w:val="33072028"/>
    <w:rsid w:val="330864CC"/>
    <w:rsid w:val="330B301D"/>
    <w:rsid w:val="330B624C"/>
    <w:rsid w:val="330C200D"/>
    <w:rsid w:val="33101DB0"/>
    <w:rsid w:val="33110841"/>
    <w:rsid w:val="331134FC"/>
    <w:rsid w:val="33163192"/>
    <w:rsid w:val="331651B7"/>
    <w:rsid w:val="3317656F"/>
    <w:rsid w:val="331A6336"/>
    <w:rsid w:val="331A7B2B"/>
    <w:rsid w:val="331B4EBE"/>
    <w:rsid w:val="331C1F78"/>
    <w:rsid w:val="331D6601"/>
    <w:rsid w:val="331F2515"/>
    <w:rsid w:val="33210FF8"/>
    <w:rsid w:val="3322521E"/>
    <w:rsid w:val="332359AC"/>
    <w:rsid w:val="33245305"/>
    <w:rsid w:val="33255B75"/>
    <w:rsid w:val="33266952"/>
    <w:rsid w:val="33274478"/>
    <w:rsid w:val="3327524A"/>
    <w:rsid w:val="332A75CD"/>
    <w:rsid w:val="332D52C0"/>
    <w:rsid w:val="332E3A59"/>
    <w:rsid w:val="332F6635"/>
    <w:rsid w:val="33300D59"/>
    <w:rsid w:val="33323549"/>
    <w:rsid w:val="3332564F"/>
    <w:rsid w:val="33345DF0"/>
    <w:rsid w:val="33353E54"/>
    <w:rsid w:val="33354615"/>
    <w:rsid w:val="333713DB"/>
    <w:rsid w:val="33373EF5"/>
    <w:rsid w:val="333948D8"/>
    <w:rsid w:val="333A086C"/>
    <w:rsid w:val="333C37D6"/>
    <w:rsid w:val="333E2244"/>
    <w:rsid w:val="333E7E51"/>
    <w:rsid w:val="3344327C"/>
    <w:rsid w:val="33483B7E"/>
    <w:rsid w:val="33484B1B"/>
    <w:rsid w:val="334B460B"/>
    <w:rsid w:val="334C0F8E"/>
    <w:rsid w:val="33500DC5"/>
    <w:rsid w:val="33537A64"/>
    <w:rsid w:val="33540180"/>
    <w:rsid w:val="33550FE6"/>
    <w:rsid w:val="33574BF3"/>
    <w:rsid w:val="33574D5E"/>
    <w:rsid w:val="33592775"/>
    <w:rsid w:val="33596D28"/>
    <w:rsid w:val="335C2145"/>
    <w:rsid w:val="335C2374"/>
    <w:rsid w:val="335D72E5"/>
    <w:rsid w:val="33642AF9"/>
    <w:rsid w:val="336851BD"/>
    <w:rsid w:val="336A053B"/>
    <w:rsid w:val="336B0809"/>
    <w:rsid w:val="336F6E8C"/>
    <w:rsid w:val="33710457"/>
    <w:rsid w:val="337207C4"/>
    <w:rsid w:val="33722321"/>
    <w:rsid w:val="33736B4B"/>
    <w:rsid w:val="337539F7"/>
    <w:rsid w:val="33757BD9"/>
    <w:rsid w:val="33764E9C"/>
    <w:rsid w:val="33772F93"/>
    <w:rsid w:val="33775400"/>
    <w:rsid w:val="337B042C"/>
    <w:rsid w:val="337E5160"/>
    <w:rsid w:val="337E692D"/>
    <w:rsid w:val="33802506"/>
    <w:rsid w:val="33831774"/>
    <w:rsid w:val="338518B5"/>
    <w:rsid w:val="33883054"/>
    <w:rsid w:val="338D6B43"/>
    <w:rsid w:val="338F2F9D"/>
    <w:rsid w:val="33905555"/>
    <w:rsid w:val="33910A5A"/>
    <w:rsid w:val="33924C84"/>
    <w:rsid w:val="3395206B"/>
    <w:rsid w:val="33974401"/>
    <w:rsid w:val="33981121"/>
    <w:rsid w:val="33995E91"/>
    <w:rsid w:val="339D1390"/>
    <w:rsid w:val="339F4769"/>
    <w:rsid w:val="33A022B2"/>
    <w:rsid w:val="33A17289"/>
    <w:rsid w:val="33A220CF"/>
    <w:rsid w:val="33A616A5"/>
    <w:rsid w:val="33A91563"/>
    <w:rsid w:val="33A930DF"/>
    <w:rsid w:val="33AA2862"/>
    <w:rsid w:val="33AB7C60"/>
    <w:rsid w:val="33AE08BF"/>
    <w:rsid w:val="33AF1CFD"/>
    <w:rsid w:val="33B5218C"/>
    <w:rsid w:val="33B54940"/>
    <w:rsid w:val="33B556FB"/>
    <w:rsid w:val="33B55A3C"/>
    <w:rsid w:val="33B564D4"/>
    <w:rsid w:val="33B74F0E"/>
    <w:rsid w:val="33B91574"/>
    <w:rsid w:val="33BB6923"/>
    <w:rsid w:val="33BD184F"/>
    <w:rsid w:val="33BE6875"/>
    <w:rsid w:val="33BE6CFD"/>
    <w:rsid w:val="33C148CD"/>
    <w:rsid w:val="33C274B8"/>
    <w:rsid w:val="33C341A1"/>
    <w:rsid w:val="33C348FE"/>
    <w:rsid w:val="33C569BD"/>
    <w:rsid w:val="33C74A1F"/>
    <w:rsid w:val="33C817B8"/>
    <w:rsid w:val="33CA19D4"/>
    <w:rsid w:val="33CB1F5D"/>
    <w:rsid w:val="33CC5204"/>
    <w:rsid w:val="33CC5F19"/>
    <w:rsid w:val="33CD3272"/>
    <w:rsid w:val="33CF0D98"/>
    <w:rsid w:val="33D056BB"/>
    <w:rsid w:val="33D244BC"/>
    <w:rsid w:val="33D402CE"/>
    <w:rsid w:val="33D53E94"/>
    <w:rsid w:val="33D75E9F"/>
    <w:rsid w:val="33D8318B"/>
    <w:rsid w:val="33D83A63"/>
    <w:rsid w:val="33D939C5"/>
    <w:rsid w:val="33D954F9"/>
    <w:rsid w:val="33DD0335"/>
    <w:rsid w:val="33DD23D8"/>
    <w:rsid w:val="33DF4819"/>
    <w:rsid w:val="33E138C7"/>
    <w:rsid w:val="33E24AA4"/>
    <w:rsid w:val="33E3144D"/>
    <w:rsid w:val="33E63C75"/>
    <w:rsid w:val="33E67E90"/>
    <w:rsid w:val="33E96DAD"/>
    <w:rsid w:val="33EA5EB5"/>
    <w:rsid w:val="33EB7003"/>
    <w:rsid w:val="33EC18D1"/>
    <w:rsid w:val="33EC2364"/>
    <w:rsid w:val="33EE1FA2"/>
    <w:rsid w:val="33EF4F96"/>
    <w:rsid w:val="33F24A86"/>
    <w:rsid w:val="33F618FF"/>
    <w:rsid w:val="33F85877"/>
    <w:rsid w:val="33F87BF2"/>
    <w:rsid w:val="33FB246B"/>
    <w:rsid w:val="33FB5F73"/>
    <w:rsid w:val="33FF480F"/>
    <w:rsid w:val="34007C0F"/>
    <w:rsid w:val="34055311"/>
    <w:rsid w:val="34061559"/>
    <w:rsid w:val="3406672B"/>
    <w:rsid w:val="340802E2"/>
    <w:rsid w:val="3409061E"/>
    <w:rsid w:val="340A095D"/>
    <w:rsid w:val="340A6274"/>
    <w:rsid w:val="341258ED"/>
    <w:rsid w:val="34126ED7"/>
    <w:rsid w:val="341744ED"/>
    <w:rsid w:val="3417648C"/>
    <w:rsid w:val="34193FE2"/>
    <w:rsid w:val="341D2377"/>
    <w:rsid w:val="341E7629"/>
    <w:rsid w:val="341F4094"/>
    <w:rsid w:val="34206494"/>
    <w:rsid w:val="3421711A"/>
    <w:rsid w:val="34222844"/>
    <w:rsid w:val="34254E5C"/>
    <w:rsid w:val="34267D57"/>
    <w:rsid w:val="342804A8"/>
    <w:rsid w:val="342A3DB8"/>
    <w:rsid w:val="342B1D46"/>
    <w:rsid w:val="342E3909"/>
    <w:rsid w:val="342E6DC0"/>
    <w:rsid w:val="342F5CDB"/>
    <w:rsid w:val="34313DC7"/>
    <w:rsid w:val="34331D44"/>
    <w:rsid w:val="34332744"/>
    <w:rsid w:val="34355FC9"/>
    <w:rsid w:val="34356932"/>
    <w:rsid w:val="34375A43"/>
    <w:rsid w:val="34385F28"/>
    <w:rsid w:val="34390D3A"/>
    <w:rsid w:val="343A45F1"/>
    <w:rsid w:val="343A4D19"/>
    <w:rsid w:val="343C71AA"/>
    <w:rsid w:val="343D21A6"/>
    <w:rsid w:val="343E5091"/>
    <w:rsid w:val="34403A44"/>
    <w:rsid w:val="3445045B"/>
    <w:rsid w:val="344911E6"/>
    <w:rsid w:val="344926D6"/>
    <w:rsid w:val="34495155"/>
    <w:rsid w:val="344B7E77"/>
    <w:rsid w:val="344C726A"/>
    <w:rsid w:val="344D62A8"/>
    <w:rsid w:val="34515CB8"/>
    <w:rsid w:val="3452434B"/>
    <w:rsid w:val="3452648B"/>
    <w:rsid w:val="34532576"/>
    <w:rsid w:val="34534C2E"/>
    <w:rsid w:val="34551122"/>
    <w:rsid w:val="345546E4"/>
    <w:rsid w:val="345557B5"/>
    <w:rsid w:val="345618F1"/>
    <w:rsid w:val="34571A9D"/>
    <w:rsid w:val="34583B41"/>
    <w:rsid w:val="3458417B"/>
    <w:rsid w:val="3459547B"/>
    <w:rsid w:val="345A5DA8"/>
    <w:rsid w:val="345C0152"/>
    <w:rsid w:val="345F074F"/>
    <w:rsid w:val="34620C4F"/>
    <w:rsid w:val="346269C9"/>
    <w:rsid w:val="34626A61"/>
    <w:rsid w:val="34632F91"/>
    <w:rsid w:val="34645606"/>
    <w:rsid w:val="346655F3"/>
    <w:rsid w:val="34670FD0"/>
    <w:rsid w:val="3467155F"/>
    <w:rsid w:val="346828B5"/>
    <w:rsid w:val="346A286F"/>
    <w:rsid w:val="346A73AD"/>
    <w:rsid w:val="346A7B6B"/>
    <w:rsid w:val="346B7C94"/>
    <w:rsid w:val="34715E5B"/>
    <w:rsid w:val="34726B50"/>
    <w:rsid w:val="3474193F"/>
    <w:rsid w:val="347436ED"/>
    <w:rsid w:val="347619EC"/>
    <w:rsid w:val="347620EA"/>
    <w:rsid w:val="34773EA0"/>
    <w:rsid w:val="347A79E4"/>
    <w:rsid w:val="34806536"/>
    <w:rsid w:val="34807CD1"/>
    <w:rsid w:val="34853721"/>
    <w:rsid w:val="34864177"/>
    <w:rsid w:val="34871752"/>
    <w:rsid w:val="348851F6"/>
    <w:rsid w:val="348A2F11"/>
    <w:rsid w:val="348C0A37"/>
    <w:rsid w:val="3491331C"/>
    <w:rsid w:val="34940163"/>
    <w:rsid w:val="3495537C"/>
    <w:rsid w:val="34956463"/>
    <w:rsid w:val="34990F0D"/>
    <w:rsid w:val="34993687"/>
    <w:rsid w:val="349C35B5"/>
    <w:rsid w:val="349E694B"/>
    <w:rsid w:val="349F3A55"/>
    <w:rsid w:val="349F6D52"/>
    <w:rsid w:val="34A34AC6"/>
    <w:rsid w:val="34A43FD3"/>
    <w:rsid w:val="34A65DA6"/>
    <w:rsid w:val="34A84806"/>
    <w:rsid w:val="34AA4615"/>
    <w:rsid w:val="34AB2EEB"/>
    <w:rsid w:val="34AC62F4"/>
    <w:rsid w:val="34AF2977"/>
    <w:rsid w:val="34AF5D85"/>
    <w:rsid w:val="34B209A8"/>
    <w:rsid w:val="34B36A3D"/>
    <w:rsid w:val="34B444A2"/>
    <w:rsid w:val="34B54432"/>
    <w:rsid w:val="34B55E02"/>
    <w:rsid w:val="34B61F58"/>
    <w:rsid w:val="34B816F9"/>
    <w:rsid w:val="34B90C93"/>
    <w:rsid w:val="34BB756E"/>
    <w:rsid w:val="34BF0C65"/>
    <w:rsid w:val="34C03215"/>
    <w:rsid w:val="34C151BC"/>
    <w:rsid w:val="34C16E79"/>
    <w:rsid w:val="34C725D2"/>
    <w:rsid w:val="34C75F2D"/>
    <w:rsid w:val="34C8529D"/>
    <w:rsid w:val="34C90EFF"/>
    <w:rsid w:val="34C931FE"/>
    <w:rsid w:val="34CD3005"/>
    <w:rsid w:val="34CE1BE5"/>
    <w:rsid w:val="34CF4376"/>
    <w:rsid w:val="34D12F14"/>
    <w:rsid w:val="34D43973"/>
    <w:rsid w:val="34D724EB"/>
    <w:rsid w:val="34D91068"/>
    <w:rsid w:val="34D94D78"/>
    <w:rsid w:val="34DD099D"/>
    <w:rsid w:val="34DF2021"/>
    <w:rsid w:val="34E270AD"/>
    <w:rsid w:val="34E54DFA"/>
    <w:rsid w:val="34E615BF"/>
    <w:rsid w:val="34E75475"/>
    <w:rsid w:val="34E8116A"/>
    <w:rsid w:val="34E90AF2"/>
    <w:rsid w:val="34E940DB"/>
    <w:rsid w:val="34EB2E77"/>
    <w:rsid w:val="34EB379B"/>
    <w:rsid w:val="34EC3163"/>
    <w:rsid w:val="34F14D3E"/>
    <w:rsid w:val="34F25AE2"/>
    <w:rsid w:val="34F41184"/>
    <w:rsid w:val="34F62250"/>
    <w:rsid w:val="34F64AC8"/>
    <w:rsid w:val="34F84D77"/>
    <w:rsid w:val="34FA0097"/>
    <w:rsid w:val="34FA3BF3"/>
    <w:rsid w:val="34FA5DBE"/>
    <w:rsid w:val="34FA62E8"/>
    <w:rsid w:val="34FB0A9B"/>
    <w:rsid w:val="34FB4B02"/>
    <w:rsid w:val="34FB66A8"/>
    <w:rsid w:val="34FC6570"/>
    <w:rsid w:val="34FF7C97"/>
    <w:rsid w:val="350137AB"/>
    <w:rsid w:val="35017946"/>
    <w:rsid w:val="35042256"/>
    <w:rsid w:val="350535BC"/>
    <w:rsid w:val="350727B3"/>
    <w:rsid w:val="35095914"/>
    <w:rsid w:val="3509652C"/>
    <w:rsid w:val="350A4844"/>
    <w:rsid w:val="350B70E4"/>
    <w:rsid w:val="350C348F"/>
    <w:rsid w:val="350D0DE4"/>
    <w:rsid w:val="350E58DE"/>
    <w:rsid w:val="350E7F04"/>
    <w:rsid w:val="35134D66"/>
    <w:rsid w:val="35141C5F"/>
    <w:rsid w:val="35163690"/>
    <w:rsid w:val="35183E9F"/>
    <w:rsid w:val="351A348F"/>
    <w:rsid w:val="351C000D"/>
    <w:rsid w:val="351C3EFD"/>
    <w:rsid w:val="351D4418"/>
    <w:rsid w:val="351E25C5"/>
    <w:rsid w:val="351E374B"/>
    <w:rsid w:val="35201E12"/>
    <w:rsid w:val="35214386"/>
    <w:rsid w:val="35214968"/>
    <w:rsid w:val="35234BF5"/>
    <w:rsid w:val="35240320"/>
    <w:rsid w:val="35263032"/>
    <w:rsid w:val="352933AF"/>
    <w:rsid w:val="352B39B8"/>
    <w:rsid w:val="352D1A91"/>
    <w:rsid w:val="352E0028"/>
    <w:rsid w:val="352E011B"/>
    <w:rsid w:val="352E1AEE"/>
    <w:rsid w:val="35303AB8"/>
    <w:rsid w:val="35322660"/>
    <w:rsid w:val="35325511"/>
    <w:rsid w:val="353359AB"/>
    <w:rsid w:val="35375497"/>
    <w:rsid w:val="353E4374"/>
    <w:rsid w:val="353E591B"/>
    <w:rsid w:val="3540346F"/>
    <w:rsid w:val="35405EEE"/>
    <w:rsid w:val="35417A73"/>
    <w:rsid w:val="3542204D"/>
    <w:rsid w:val="354457B6"/>
    <w:rsid w:val="3545783E"/>
    <w:rsid w:val="3548204A"/>
    <w:rsid w:val="354828B9"/>
    <w:rsid w:val="35496928"/>
    <w:rsid w:val="354B2394"/>
    <w:rsid w:val="354E45C8"/>
    <w:rsid w:val="354E6744"/>
    <w:rsid w:val="354F2F64"/>
    <w:rsid w:val="35521C3A"/>
    <w:rsid w:val="35521C81"/>
    <w:rsid w:val="35524B6D"/>
    <w:rsid w:val="355374C2"/>
    <w:rsid w:val="35541535"/>
    <w:rsid w:val="355658F7"/>
    <w:rsid w:val="35565F03"/>
    <w:rsid w:val="355815D2"/>
    <w:rsid w:val="355A166D"/>
    <w:rsid w:val="355B7A39"/>
    <w:rsid w:val="355C665B"/>
    <w:rsid w:val="355D5EAF"/>
    <w:rsid w:val="355E4CD7"/>
    <w:rsid w:val="355F3516"/>
    <w:rsid w:val="355F3B4D"/>
    <w:rsid w:val="355F7CAA"/>
    <w:rsid w:val="3562333F"/>
    <w:rsid w:val="35630E43"/>
    <w:rsid w:val="35651346"/>
    <w:rsid w:val="35676515"/>
    <w:rsid w:val="3568004A"/>
    <w:rsid w:val="3569521C"/>
    <w:rsid w:val="356A481E"/>
    <w:rsid w:val="356D0868"/>
    <w:rsid w:val="356E221D"/>
    <w:rsid w:val="356E2833"/>
    <w:rsid w:val="35700359"/>
    <w:rsid w:val="35710690"/>
    <w:rsid w:val="35726786"/>
    <w:rsid w:val="357527D5"/>
    <w:rsid w:val="35790A94"/>
    <w:rsid w:val="357B1228"/>
    <w:rsid w:val="357B7704"/>
    <w:rsid w:val="357C0AAC"/>
    <w:rsid w:val="35812090"/>
    <w:rsid w:val="35812566"/>
    <w:rsid w:val="35834CEA"/>
    <w:rsid w:val="35841F1C"/>
    <w:rsid w:val="35895336"/>
    <w:rsid w:val="358A26CB"/>
    <w:rsid w:val="358A5B87"/>
    <w:rsid w:val="358D0F0B"/>
    <w:rsid w:val="358D2CB9"/>
    <w:rsid w:val="358F286E"/>
    <w:rsid w:val="358F5B60"/>
    <w:rsid w:val="3590124D"/>
    <w:rsid w:val="359027A9"/>
    <w:rsid w:val="35915084"/>
    <w:rsid w:val="3595043B"/>
    <w:rsid w:val="35950CFB"/>
    <w:rsid w:val="35951B6D"/>
    <w:rsid w:val="35967693"/>
    <w:rsid w:val="359A6C30"/>
    <w:rsid w:val="359B1C52"/>
    <w:rsid w:val="359F403E"/>
    <w:rsid w:val="35A502ED"/>
    <w:rsid w:val="35A563DF"/>
    <w:rsid w:val="35A61FCC"/>
    <w:rsid w:val="35AA098A"/>
    <w:rsid w:val="35AB5FDA"/>
    <w:rsid w:val="35AE18A8"/>
    <w:rsid w:val="35AE2C2F"/>
    <w:rsid w:val="35AE7F57"/>
    <w:rsid w:val="35B00C24"/>
    <w:rsid w:val="35B10167"/>
    <w:rsid w:val="35B360B0"/>
    <w:rsid w:val="35B50D9D"/>
    <w:rsid w:val="35B97CBD"/>
    <w:rsid w:val="35BA7826"/>
    <w:rsid w:val="35BD3DBC"/>
    <w:rsid w:val="35BD5705"/>
    <w:rsid w:val="35BE10C4"/>
    <w:rsid w:val="35BE2E72"/>
    <w:rsid w:val="35BF4381"/>
    <w:rsid w:val="35C152C3"/>
    <w:rsid w:val="35C20404"/>
    <w:rsid w:val="35C26BDB"/>
    <w:rsid w:val="35C4004E"/>
    <w:rsid w:val="35C47ED5"/>
    <w:rsid w:val="35C60A13"/>
    <w:rsid w:val="35C62255"/>
    <w:rsid w:val="35C81448"/>
    <w:rsid w:val="35C82086"/>
    <w:rsid w:val="35C91E3B"/>
    <w:rsid w:val="35C94CCA"/>
    <w:rsid w:val="35CB7692"/>
    <w:rsid w:val="35CF32D1"/>
    <w:rsid w:val="35D00112"/>
    <w:rsid w:val="35D17630"/>
    <w:rsid w:val="35D2468E"/>
    <w:rsid w:val="35D516AB"/>
    <w:rsid w:val="35D57A58"/>
    <w:rsid w:val="35D61519"/>
    <w:rsid w:val="35D819B9"/>
    <w:rsid w:val="35D83F6D"/>
    <w:rsid w:val="35D95EFE"/>
    <w:rsid w:val="35DA4582"/>
    <w:rsid w:val="35DB01A6"/>
    <w:rsid w:val="35DB0E64"/>
    <w:rsid w:val="35DB138E"/>
    <w:rsid w:val="35DC309F"/>
    <w:rsid w:val="35DD5C2D"/>
    <w:rsid w:val="35DE1766"/>
    <w:rsid w:val="35DE3514"/>
    <w:rsid w:val="35DE5FE3"/>
    <w:rsid w:val="35E0500C"/>
    <w:rsid w:val="35E34AC5"/>
    <w:rsid w:val="35E46360"/>
    <w:rsid w:val="35E46405"/>
    <w:rsid w:val="35E60EF4"/>
    <w:rsid w:val="35E70224"/>
    <w:rsid w:val="35E9241C"/>
    <w:rsid w:val="35E9627B"/>
    <w:rsid w:val="35EB5C31"/>
    <w:rsid w:val="35EF3863"/>
    <w:rsid w:val="35EF6738"/>
    <w:rsid w:val="35F17A19"/>
    <w:rsid w:val="35F20D39"/>
    <w:rsid w:val="35F6186C"/>
    <w:rsid w:val="35FD1D7A"/>
    <w:rsid w:val="35FF348B"/>
    <w:rsid w:val="35FF60D6"/>
    <w:rsid w:val="36011CEF"/>
    <w:rsid w:val="360638D1"/>
    <w:rsid w:val="36085342"/>
    <w:rsid w:val="360A15EA"/>
    <w:rsid w:val="360A358A"/>
    <w:rsid w:val="360A60B7"/>
    <w:rsid w:val="360B0081"/>
    <w:rsid w:val="360B4787"/>
    <w:rsid w:val="360C1534"/>
    <w:rsid w:val="360C43E1"/>
    <w:rsid w:val="360C651A"/>
    <w:rsid w:val="360D0793"/>
    <w:rsid w:val="361042C1"/>
    <w:rsid w:val="361138EA"/>
    <w:rsid w:val="3613247A"/>
    <w:rsid w:val="36133700"/>
    <w:rsid w:val="3613585B"/>
    <w:rsid w:val="361674FB"/>
    <w:rsid w:val="361707D4"/>
    <w:rsid w:val="36184FB8"/>
    <w:rsid w:val="3618754B"/>
    <w:rsid w:val="361C6025"/>
    <w:rsid w:val="361E4FA5"/>
    <w:rsid w:val="361F1E9B"/>
    <w:rsid w:val="36232302"/>
    <w:rsid w:val="3623361A"/>
    <w:rsid w:val="362552E6"/>
    <w:rsid w:val="36265CE8"/>
    <w:rsid w:val="36291F72"/>
    <w:rsid w:val="362A18E0"/>
    <w:rsid w:val="362C1809"/>
    <w:rsid w:val="362C32E6"/>
    <w:rsid w:val="362E2436"/>
    <w:rsid w:val="363037C3"/>
    <w:rsid w:val="36315D3A"/>
    <w:rsid w:val="36325248"/>
    <w:rsid w:val="3636485B"/>
    <w:rsid w:val="363C53B4"/>
    <w:rsid w:val="363D4A07"/>
    <w:rsid w:val="363E3FB3"/>
    <w:rsid w:val="36405F7D"/>
    <w:rsid w:val="36414180"/>
    <w:rsid w:val="36420DB9"/>
    <w:rsid w:val="36461F87"/>
    <w:rsid w:val="364A2EE3"/>
    <w:rsid w:val="36510661"/>
    <w:rsid w:val="36512843"/>
    <w:rsid w:val="365657A0"/>
    <w:rsid w:val="36566D25"/>
    <w:rsid w:val="365732C7"/>
    <w:rsid w:val="36576D01"/>
    <w:rsid w:val="365808D7"/>
    <w:rsid w:val="365A0E9E"/>
    <w:rsid w:val="365B424E"/>
    <w:rsid w:val="365C268B"/>
    <w:rsid w:val="365E586C"/>
    <w:rsid w:val="36601130"/>
    <w:rsid w:val="36614461"/>
    <w:rsid w:val="36633A19"/>
    <w:rsid w:val="36637F6A"/>
    <w:rsid w:val="36644557"/>
    <w:rsid w:val="36676225"/>
    <w:rsid w:val="366A4DA8"/>
    <w:rsid w:val="366F1F6E"/>
    <w:rsid w:val="366F58CA"/>
    <w:rsid w:val="367227A8"/>
    <w:rsid w:val="36730599"/>
    <w:rsid w:val="36762388"/>
    <w:rsid w:val="36791D0D"/>
    <w:rsid w:val="367B28A1"/>
    <w:rsid w:val="367B5207"/>
    <w:rsid w:val="367D0F7F"/>
    <w:rsid w:val="367F1E36"/>
    <w:rsid w:val="36820344"/>
    <w:rsid w:val="36844BF2"/>
    <w:rsid w:val="3685018C"/>
    <w:rsid w:val="368612BA"/>
    <w:rsid w:val="36866E57"/>
    <w:rsid w:val="368806F5"/>
    <w:rsid w:val="368816F6"/>
    <w:rsid w:val="368A5803"/>
    <w:rsid w:val="368B54C9"/>
    <w:rsid w:val="368D3A2D"/>
    <w:rsid w:val="369514E1"/>
    <w:rsid w:val="36960D8C"/>
    <w:rsid w:val="369644F2"/>
    <w:rsid w:val="36974C0A"/>
    <w:rsid w:val="369760C1"/>
    <w:rsid w:val="36981A99"/>
    <w:rsid w:val="369A4B77"/>
    <w:rsid w:val="369A6DD9"/>
    <w:rsid w:val="369D3282"/>
    <w:rsid w:val="369E2D90"/>
    <w:rsid w:val="369F50CE"/>
    <w:rsid w:val="369F5764"/>
    <w:rsid w:val="36A16755"/>
    <w:rsid w:val="36A22794"/>
    <w:rsid w:val="36A41BEA"/>
    <w:rsid w:val="36A4501A"/>
    <w:rsid w:val="36A63527"/>
    <w:rsid w:val="36AE1933"/>
    <w:rsid w:val="36B10C29"/>
    <w:rsid w:val="36B3674F"/>
    <w:rsid w:val="36B65953"/>
    <w:rsid w:val="36B9188B"/>
    <w:rsid w:val="36BB1557"/>
    <w:rsid w:val="36BE50F4"/>
    <w:rsid w:val="36BF7FF4"/>
    <w:rsid w:val="36C070BE"/>
    <w:rsid w:val="36C16D45"/>
    <w:rsid w:val="36C22E36"/>
    <w:rsid w:val="36C249A4"/>
    <w:rsid w:val="36C24B7B"/>
    <w:rsid w:val="36C36E1E"/>
    <w:rsid w:val="36C4095C"/>
    <w:rsid w:val="36C425F1"/>
    <w:rsid w:val="36C51CE5"/>
    <w:rsid w:val="36C66B5F"/>
    <w:rsid w:val="36C71221"/>
    <w:rsid w:val="36C76D1B"/>
    <w:rsid w:val="36D0692B"/>
    <w:rsid w:val="36D07717"/>
    <w:rsid w:val="36D16491"/>
    <w:rsid w:val="36D41AE4"/>
    <w:rsid w:val="36D44866"/>
    <w:rsid w:val="36D4530D"/>
    <w:rsid w:val="36D87ED6"/>
    <w:rsid w:val="36DA1F2E"/>
    <w:rsid w:val="36DC4A89"/>
    <w:rsid w:val="36DD2CB8"/>
    <w:rsid w:val="36DD7080"/>
    <w:rsid w:val="36DE6A78"/>
    <w:rsid w:val="36E17CD9"/>
    <w:rsid w:val="36E32710"/>
    <w:rsid w:val="36E42E31"/>
    <w:rsid w:val="36E57CFE"/>
    <w:rsid w:val="36E83A8C"/>
    <w:rsid w:val="36E95D84"/>
    <w:rsid w:val="36EB413B"/>
    <w:rsid w:val="36EB6F98"/>
    <w:rsid w:val="36EC58DF"/>
    <w:rsid w:val="36EC7EB3"/>
    <w:rsid w:val="36ED5A71"/>
    <w:rsid w:val="36F1029C"/>
    <w:rsid w:val="36F26843"/>
    <w:rsid w:val="36F27251"/>
    <w:rsid w:val="36F32983"/>
    <w:rsid w:val="36F6066B"/>
    <w:rsid w:val="36F664D2"/>
    <w:rsid w:val="36F7035E"/>
    <w:rsid w:val="36F86858"/>
    <w:rsid w:val="36FC4866"/>
    <w:rsid w:val="36FC5C21"/>
    <w:rsid w:val="36FD29FE"/>
    <w:rsid w:val="36FF27FE"/>
    <w:rsid w:val="36FF33C4"/>
    <w:rsid w:val="36FF3742"/>
    <w:rsid w:val="37016B5B"/>
    <w:rsid w:val="37031D25"/>
    <w:rsid w:val="370625B7"/>
    <w:rsid w:val="37087DD5"/>
    <w:rsid w:val="370945C1"/>
    <w:rsid w:val="370A776D"/>
    <w:rsid w:val="370E1BD7"/>
    <w:rsid w:val="370E607B"/>
    <w:rsid w:val="370E6E1D"/>
    <w:rsid w:val="37110271"/>
    <w:rsid w:val="37125170"/>
    <w:rsid w:val="37125FC9"/>
    <w:rsid w:val="37135EC2"/>
    <w:rsid w:val="37160A8C"/>
    <w:rsid w:val="37192BB2"/>
    <w:rsid w:val="371A67CE"/>
    <w:rsid w:val="371B0119"/>
    <w:rsid w:val="371B4974"/>
    <w:rsid w:val="371C397B"/>
    <w:rsid w:val="371D73D4"/>
    <w:rsid w:val="371D765A"/>
    <w:rsid w:val="371D7E63"/>
    <w:rsid w:val="371E636C"/>
    <w:rsid w:val="371F5379"/>
    <w:rsid w:val="37210647"/>
    <w:rsid w:val="3725736B"/>
    <w:rsid w:val="37260767"/>
    <w:rsid w:val="37280136"/>
    <w:rsid w:val="372843B8"/>
    <w:rsid w:val="372C13EB"/>
    <w:rsid w:val="372C6BC8"/>
    <w:rsid w:val="372C7CE8"/>
    <w:rsid w:val="372D6B0E"/>
    <w:rsid w:val="372D7831"/>
    <w:rsid w:val="372E6ACD"/>
    <w:rsid w:val="372F3CD4"/>
    <w:rsid w:val="372F598C"/>
    <w:rsid w:val="37316E15"/>
    <w:rsid w:val="37321422"/>
    <w:rsid w:val="373401FF"/>
    <w:rsid w:val="37351B4F"/>
    <w:rsid w:val="37360020"/>
    <w:rsid w:val="37377380"/>
    <w:rsid w:val="37387029"/>
    <w:rsid w:val="373A0C1E"/>
    <w:rsid w:val="373C02D1"/>
    <w:rsid w:val="373C1D17"/>
    <w:rsid w:val="373D581B"/>
    <w:rsid w:val="373F3026"/>
    <w:rsid w:val="373F54B8"/>
    <w:rsid w:val="374224E6"/>
    <w:rsid w:val="37430D6D"/>
    <w:rsid w:val="3744671D"/>
    <w:rsid w:val="3747333B"/>
    <w:rsid w:val="374C00AC"/>
    <w:rsid w:val="374E02C1"/>
    <w:rsid w:val="374F5555"/>
    <w:rsid w:val="37501BE6"/>
    <w:rsid w:val="37506444"/>
    <w:rsid w:val="375344DE"/>
    <w:rsid w:val="37554059"/>
    <w:rsid w:val="3756713A"/>
    <w:rsid w:val="37580E4F"/>
    <w:rsid w:val="375870F3"/>
    <w:rsid w:val="375C30F1"/>
    <w:rsid w:val="375C6DE7"/>
    <w:rsid w:val="375D66BB"/>
    <w:rsid w:val="375E26E4"/>
    <w:rsid w:val="3760507E"/>
    <w:rsid w:val="376534F0"/>
    <w:rsid w:val="3768554F"/>
    <w:rsid w:val="3769324C"/>
    <w:rsid w:val="376A3714"/>
    <w:rsid w:val="376B52AF"/>
    <w:rsid w:val="376D224B"/>
    <w:rsid w:val="376E6B1A"/>
    <w:rsid w:val="376F07CC"/>
    <w:rsid w:val="377075E1"/>
    <w:rsid w:val="37721B8B"/>
    <w:rsid w:val="37722262"/>
    <w:rsid w:val="37745306"/>
    <w:rsid w:val="37746BD8"/>
    <w:rsid w:val="37747059"/>
    <w:rsid w:val="37773E6E"/>
    <w:rsid w:val="3779593C"/>
    <w:rsid w:val="377C4D93"/>
    <w:rsid w:val="377D5F79"/>
    <w:rsid w:val="37800D10"/>
    <w:rsid w:val="37804340"/>
    <w:rsid w:val="37804AB0"/>
    <w:rsid w:val="37807202"/>
    <w:rsid w:val="37813434"/>
    <w:rsid w:val="37820521"/>
    <w:rsid w:val="3783243C"/>
    <w:rsid w:val="378344D3"/>
    <w:rsid w:val="37836B39"/>
    <w:rsid w:val="37846BFD"/>
    <w:rsid w:val="37863043"/>
    <w:rsid w:val="37893F13"/>
    <w:rsid w:val="378C4A93"/>
    <w:rsid w:val="378E0F6A"/>
    <w:rsid w:val="378F2F3F"/>
    <w:rsid w:val="37916995"/>
    <w:rsid w:val="37920B40"/>
    <w:rsid w:val="37955A68"/>
    <w:rsid w:val="37965506"/>
    <w:rsid w:val="37976071"/>
    <w:rsid w:val="37991DE9"/>
    <w:rsid w:val="379B4314"/>
    <w:rsid w:val="37A01907"/>
    <w:rsid w:val="37A03F2D"/>
    <w:rsid w:val="37A15FF3"/>
    <w:rsid w:val="37A37708"/>
    <w:rsid w:val="37A508FD"/>
    <w:rsid w:val="37A60062"/>
    <w:rsid w:val="37A668AB"/>
    <w:rsid w:val="37A75B88"/>
    <w:rsid w:val="37A97B52"/>
    <w:rsid w:val="37AA0F5E"/>
    <w:rsid w:val="37AB3982"/>
    <w:rsid w:val="37AC234F"/>
    <w:rsid w:val="37AC44E7"/>
    <w:rsid w:val="37B0004E"/>
    <w:rsid w:val="37B22DE7"/>
    <w:rsid w:val="37B371BF"/>
    <w:rsid w:val="37B409D1"/>
    <w:rsid w:val="37B502A5"/>
    <w:rsid w:val="37B74944"/>
    <w:rsid w:val="37B90CD7"/>
    <w:rsid w:val="37BC2AAF"/>
    <w:rsid w:val="37BD4950"/>
    <w:rsid w:val="37BE4B57"/>
    <w:rsid w:val="37BF077E"/>
    <w:rsid w:val="37C467A8"/>
    <w:rsid w:val="37C5158E"/>
    <w:rsid w:val="37C60704"/>
    <w:rsid w:val="37C631FC"/>
    <w:rsid w:val="37C77A11"/>
    <w:rsid w:val="37C90A54"/>
    <w:rsid w:val="37CC4F24"/>
    <w:rsid w:val="37CD4EA6"/>
    <w:rsid w:val="37CE75B8"/>
    <w:rsid w:val="37D01583"/>
    <w:rsid w:val="37D03331"/>
    <w:rsid w:val="37D24A9F"/>
    <w:rsid w:val="37D4149F"/>
    <w:rsid w:val="37D526F5"/>
    <w:rsid w:val="37D63EEA"/>
    <w:rsid w:val="37D7646D"/>
    <w:rsid w:val="37DA1C1F"/>
    <w:rsid w:val="37DB2617"/>
    <w:rsid w:val="37DB26BA"/>
    <w:rsid w:val="37DB3D47"/>
    <w:rsid w:val="37DB46DD"/>
    <w:rsid w:val="37DC6B66"/>
    <w:rsid w:val="37DE12BB"/>
    <w:rsid w:val="37DF0F32"/>
    <w:rsid w:val="37DF3E15"/>
    <w:rsid w:val="37E077B6"/>
    <w:rsid w:val="37E138A3"/>
    <w:rsid w:val="37E173E9"/>
    <w:rsid w:val="37E46EB3"/>
    <w:rsid w:val="37E62BF7"/>
    <w:rsid w:val="37E87D33"/>
    <w:rsid w:val="37EE2DA8"/>
    <w:rsid w:val="37EF444F"/>
    <w:rsid w:val="37F0117A"/>
    <w:rsid w:val="37F15D66"/>
    <w:rsid w:val="37F2429B"/>
    <w:rsid w:val="37F2750D"/>
    <w:rsid w:val="37F36145"/>
    <w:rsid w:val="37F36ECB"/>
    <w:rsid w:val="37F91D4A"/>
    <w:rsid w:val="37F949F8"/>
    <w:rsid w:val="37FC6FA5"/>
    <w:rsid w:val="37FC7AF2"/>
    <w:rsid w:val="37FF1294"/>
    <w:rsid w:val="380041B2"/>
    <w:rsid w:val="3801318B"/>
    <w:rsid w:val="3803644C"/>
    <w:rsid w:val="3805179C"/>
    <w:rsid w:val="380545E2"/>
    <w:rsid w:val="38064FA4"/>
    <w:rsid w:val="38066A88"/>
    <w:rsid w:val="38071938"/>
    <w:rsid w:val="380727B5"/>
    <w:rsid w:val="380A69B0"/>
    <w:rsid w:val="380D511E"/>
    <w:rsid w:val="380F19E7"/>
    <w:rsid w:val="380F20AB"/>
    <w:rsid w:val="3810269D"/>
    <w:rsid w:val="38105CF5"/>
    <w:rsid w:val="38124EC1"/>
    <w:rsid w:val="381256F7"/>
    <w:rsid w:val="3814321D"/>
    <w:rsid w:val="38144FA2"/>
    <w:rsid w:val="38155BA8"/>
    <w:rsid w:val="38156213"/>
    <w:rsid w:val="38156AF7"/>
    <w:rsid w:val="3816504E"/>
    <w:rsid w:val="38170C12"/>
    <w:rsid w:val="38170F5F"/>
    <w:rsid w:val="381A21EA"/>
    <w:rsid w:val="381C55DA"/>
    <w:rsid w:val="381F4D92"/>
    <w:rsid w:val="3822346B"/>
    <w:rsid w:val="382260FB"/>
    <w:rsid w:val="38245BDA"/>
    <w:rsid w:val="38247B92"/>
    <w:rsid w:val="3826534E"/>
    <w:rsid w:val="382673F4"/>
    <w:rsid w:val="3827434D"/>
    <w:rsid w:val="38296AB2"/>
    <w:rsid w:val="382A4DC3"/>
    <w:rsid w:val="382C2C43"/>
    <w:rsid w:val="382C728D"/>
    <w:rsid w:val="382E67FF"/>
    <w:rsid w:val="382F6F81"/>
    <w:rsid w:val="382F733A"/>
    <w:rsid w:val="38305B7D"/>
    <w:rsid w:val="38327D1C"/>
    <w:rsid w:val="38341B11"/>
    <w:rsid w:val="38346463"/>
    <w:rsid w:val="3835460B"/>
    <w:rsid w:val="383818F4"/>
    <w:rsid w:val="38387473"/>
    <w:rsid w:val="38392137"/>
    <w:rsid w:val="38393FE0"/>
    <w:rsid w:val="383965D5"/>
    <w:rsid w:val="383C09C6"/>
    <w:rsid w:val="383C0A89"/>
    <w:rsid w:val="383D07EB"/>
    <w:rsid w:val="38402264"/>
    <w:rsid w:val="38412216"/>
    <w:rsid w:val="38421675"/>
    <w:rsid w:val="38494B56"/>
    <w:rsid w:val="384B35EB"/>
    <w:rsid w:val="384C16A0"/>
    <w:rsid w:val="384D6CEA"/>
    <w:rsid w:val="385029CD"/>
    <w:rsid w:val="38507BD5"/>
    <w:rsid w:val="38563B23"/>
    <w:rsid w:val="38591578"/>
    <w:rsid w:val="385A3945"/>
    <w:rsid w:val="385B2666"/>
    <w:rsid w:val="385D74F3"/>
    <w:rsid w:val="385E2207"/>
    <w:rsid w:val="385F0BAB"/>
    <w:rsid w:val="38603F7C"/>
    <w:rsid w:val="386106E0"/>
    <w:rsid w:val="38617C0A"/>
    <w:rsid w:val="386210B2"/>
    <w:rsid w:val="3865517A"/>
    <w:rsid w:val="38673C95"/>
    <w:rsid w:val="38675A43"/>
    <w:rsid w:val="386A0436"/>
    <w:rsid w:val="386A5E78"/>
    <w:rsid w:val="386A72E1"/>
    <w:rsid w:val="386E30A1"/>
    <w:rsid w:val="38702709"/>
    <w:rsid w:val="3870486B"/>
    <w:rsid w:val="38707487"/>
    <w:rsid w:val="38741F0E"/>
    <w:rsid w:val="387768F0"/>
    <w:rsid w:val="38780228"/>
    <w:rsid w:val="387970C9"/>
    <w:rsid w:val="387A5C1A"/>
    <w:rsid w:val="387A7BDB"/>
    <w:rsid w:val="387B14EE"/>
    <w:rsid w:val="387B4390"/>
    <w:rsid w:val="387B504A"/>
    <w:rsid w:val="387C21C9"/>
    <w:rsid w:val="387C3E92"/>
    <w:rsid w:val="387F29C4"/>
    <w:rsid w:val="388011B1"/>
    <w:rsid w:val="38804D57"/>
    <w:rsid w:val="388208E9"/>
    <w:rsid w:val="388354D2"/>
    <w:rsid w:val="388363A6"/>
    <w:rsid w:val="388760E5"/>
    <w:rsid w:val="388859B9"/>
    <w:rsid w:val="388C0FDF"/>
    <w:rsid w:val="388E11F4"/>
    <w:rsid w:val="3890615F"/>
    <w:rsid w:val="389205E6"/>
    <w:rsid w:val="38926838"/>
    <w:rsid w:val="389374F9"/>
    <w:rsid w:val="3895687F"/>
    <w:rsid w:val="389935B7"/>
    <w:rsid w:val="389A52E8"/>
    <w:rsid w:val="389A6C92"/>
    <w:rsid w:val="389B60DB"/>
    <w:rsid w:val="389B749B"/>
    <w:rsid w:val="389E7E1B"/>
    <w:rsid w:val="38A040C7"/>
    <w:rsid w:val="38A237D0"/>
    <w:rsid w:val="38A30D77"/>
    <w:rsid w:val="38A345A1"/>
    <w:rsid w:val="38A44CC9"/>
    <w:rsid w:val="38A472C7"/>
    <w:rsid w:val="38A51AFB"/>
    <w:rsid w:val="38A52669"/>
    <w:rsid w:val="38A774BA"/>
    <w:rsid w:val="38A85638"/>
    <w:rsid w:val="38A95F67"/>
    <w:rsid w:val="38AB109C"/>
    <w:rsid w:val="38AC187F"/>
    <w:rsid w:val="38AD49B0"/>
    <w:rsid w:val="38AD6424"/>
    <w:rsid w:val="38B05971"/>
    <w:rsid w:val="38B07647"/>
    <w:rsid w:val="38B250D2"/>
    <w:rsid w:val="38B57E99"/>
    <w:rsid w:val="38B600AE"/>
    <w:rsid w:val="38B60778"/>
    <w:rsid w:val="38B83136"/>
    <w:rsid w:val="38BF5A18"/>
    <w:rsid w:val="38BF787D"/>
    <w:rsid w:val="38C155BD"/>
    <w:rsid w:val="38C47082"/>
    <w:rsid w:val="38C51180"/>
    <w:rsid w:val="38C61316"/>
    <w:rsid w:val="38C71ADF"/>
    <w:rsid w:val="38C75C0C"/>
    <w:rsid w:val="38C770C0"/>
    <w:rsid w:val="38C92F62"/>
    <w:rsid w:val="38CA6DC7"/>
    <w:rsid w:val="38CB5C8D"/>
    <w:rsid w:val="38CE463B"/>
    <w:rsid w:val="38D07EC2"/>
    <w:rsid w:val="38D34E55"/>
    <w:rsid w:val="38D40BFF"/>
    <w:rsid w:val="38D4338E"/>
    <w:rsid w:val="38D53146"/>
    <w:rsid w:val="38D531C4"/>
    <w:rsid w:val="38D62BC9"/>
    <w:rsid w:val="38D757CD"/>
    <w:rsid w:val="38D80FAD"/>
    <w:rsid w:val="38D93A91"/>
    <w:rsid w:val="38DA1E75"/>
    <w:rsid w:val="38E075A3"/>
    <w:rsid w:val="38E523FC"/>
    <w:rsid w:val="38E53C71"/>
    <w:rsid w:val="38E670BF"/>
    <w:rsid w:val="38E756EA"/>
    <w:rsid w:val="38E97D23"/>
    <w:rsid w:val="38EB7AD5"/>
    <w:rsid w:val="38ED3EE1"/>
    <w:rsid w:val="38ED5556"/>
    <w:rsid w:val="38EF3C8A"/>
    <w:rsid w:val="38EF77E6"/>
    <w:rsid w:val="38F026DB"/>
    <w:rsid w:val="38F1355F"/>
    <w:rsid w:val="38F209E9"/>
    <w:rsid w:val="38F2155C"/>
    <w:rsid w:val="38F460A2"/>
    <w:rsid w:val="38F623F4"/>
    <w:rsid w:val="38F66221"/>
    <w:rsid w:val="38F66DC7"/>
    <w:rsid w:val="38F80803"/>
    <w:rsid w:val="38F97D70"/>
    <w:rsid w:val="38FA0B33"/>
    <w:rsid w:val="38FD0155"/>
    <w:rsid w:val="38FD63A7"/>
    <w:rsid w:val="390019F4"/>
    <w:rsid w:val="39004688"/>
    <w:rsid w:val="3902751A"/>
    <w:rsid w:val="390302AB"/>
    <w:rsid w:val="39072B1F"/>
    <w:rsid w:val="39084DC3"/>
    <w:rsid w:val="39092C2A"/>
    <w:rsid w:val="39094EFE"/>
    <w:rsid w:val="390A4620"/>
    <w:rsid w:val="390C2146"/>
    <w:rsid w:val="390E0853"/>
    <w:rsid w:val="390F0DE7"/>
    <w:rsid w:val="390F73E6"/>
    <w:rsid w:val="391112BB"/>
    <w:rsid w:val="39137979"/>
    <w:rsid w:val="391402A8"/>
    <w:rsid w:val="3915031A"/>
    <w:rsid w:val="391B25E6"/>
    <w:rsid w:val="391C645B"/>
    <w:rsid w:val="391F1E5A"/>
    <w:rsid w:val="392059F7"/>
    <w:rsid w:val="3923007A"/>
    <w:rsid w:val="39237490"/>
    <w:rsid w:val="39241B86"/>
    <w:rsid w:val="39250BD6"/>
    <w:rsid w:val="392518F3"/>
    <w:rsid w:val="39253208"/>
    <w:rsid w:val="392751D2"/>
    <w:rsid w:val="39294A7C"/>
    <w:rsid w:val="3929719C"/>
    <w:rsid w:val="392C7EEA"/>
    <w:rsid w:val="392E4ADC"/>
    <w:rsid w:val="39316051"/>
    <w:rsid w:val="393165A4"/>
    <w:rsid w:val="39320B43"/>
    <w:rsid w:val="39323C74"/>
    <w:rsid w:val="39337B88"/>
    <w:rsid w:val="393647AA"/>
    <w:rsid w:val="393A5369"/>
    <w:rsid w:val="3942025E"/>
    <w:rsid w:val="3942200C"/>
    <w:rsid w:val="39431422"/>
    <w:rsid w:val="39495149"/>
    <w:rsid w:val="394A20DC"/>
    <w:rsid w:val="394A4D09"/>
    <w:rsid w:val="394B3207"/>
    <w:rsid w:val="394D381F"/>
    <w:rsid w:val="394E32BE"/>
    <w:rsid w:val="394F102E"/>
    <w:rsid w:val="39543975"/>
    <w:rsid w:val="39552F68"/>
    <w:rsid w:val="39553116"/>
    <w:rsid w:val="395B0CB2"/>
    <w:rsid w:val="395B30CE"/>
    <w:rsid w:val="395C39DF"/>
    <w:rsid w:val="396009EA"/>
    <w:rsid w:val="39622A4E"/>
    <w:rsid w:val="39641CA8"/>
    <w:rsid w:val="396421CC"/>
    <w:rsid w:val="396A4FAF"/>
    <w:rsid w:val="396A5160"/>
    <w:rsid w:val="396A7342"/>
    <w:rsid w:val="396B3BB0"/>
    <w:rsid w:val="396C0E86"/>
    <w:rsid w:val="396C52DB"/>
    <w:rsid w:val="396D143C"/>
    <w:rsid w:val="39706679"/>
    <w:rsid w:val="3973539E"/>
    <w:rsid w:val="39745F39"/>
    <w:rsid w:val="397462A5"/>
    <w:rsid w:val="39747F69"/>
    <w:rsid w:val="397505E6"/>
    <w:rsid w:val="397A7B42"/>
    <w:rsid w:val="397B094E"/>
    <w:rsid w:val="397C1ADE"/>
    <w:rsid w:val="39801310"/>
    <w:rsid w:val="39805756"/>
    <w:rsid w:val="39812B34"/>
    <w:rsid w:val="3982065B"/>
    <w:rsid w:val="39834DBE"/>
    <w:rsid w:val="398443D3"/>
    <w:rsid w:val="39866CEA"/>
    <w:rsid w:val="39875C71"/>
    <w:rsid w:val="398839D4"/>
    <w:rsid w:val="398913D8"/>
    <w:rsid w:val="39895B41"/>
    <w:rsid w:val="39897C3B"/>
    <w:rsid w:val="398B2700"/>
    <w:rsid w:val="398C14D9"/>
    <w:rsid w:val="398E19C8"/>
    <w:rsid w:val="398F06C6"/>
    <w:rsid w:val="398F5134"/>
    <w:rsid w:val="39904B96"/>
    <w:rsid w:val="3991089E"/>
    <w:rsid w:val="399161E1"/>
    <w:rsid w:val="399233E0"/>
    <w:rsid w:val="39932868"/>
    <w:rsid w:val="39934616"/>
    <w:rsid w:val="39965247"/>
    <w:rsid w:val="39973243"/>
    <w:rsid w:val="39982626"/>
    <w:rsid w:val="399E46F1"/>
    <w:rsid w:val="399F7B47"/>
    <w:rsid w:val="39A11E5C"/>
    <w:rsid w:val="39A17244"/>
    <w:rsid w:val="39A24859"/>
    <w:rsid w:val="39A24984"/>
    <w:rsid w:val="39A539C4"/>
    <w:rsid w:val="39A70C69"/>
    <w:rsid w:val="39A82A29"/>
    <w:rsid w:val="39A86313"/>
    <w:rsid w:val="39A93E4B"/>
    <w:rsid w:val="39AA2997"/>
    <w:rsid w:val="39AA77C3"/>
    <w:rsid w:val="39AA7AB6"/>
    <w:rsid w:val="39AC17D7"/>
    <w:rsid w:val="39B156A4"/>
    <w:rsid w:val="39B27EFC"/>
    <w:rsid w:val="39B47576"/>
    <w:rsid w:val="39B52DEF"/>
    <w:rsid w:val="39B566F8"/>
    <w:rsid w:val="39B747A8"/>
    <w:rsid w:val="39B76C84"/>
    <w:rsid w:val="39B856A3"/>
    <w:rsid w:val="39BC028D"/>
    <w:rsid w:val="39BE6574"/>
    <w:rsid w:val="39C05372"/>
    <w:rsid w:val="39C06A8C"/>
    <w:rsid w:val="39C243A2"/>
    <w:rsid w:val="39C43A70"/>
    <w:rsid w:val="39C51226"/>
    <w:rsid w:val="39C57AFA"/>
    <w:rsid w:val="39C649EB"/>
    <w:rsid w:val="39C6690D"/>
    <w:rsid w:val="39C8067A"/>
    <w:rsid w:val="39CB1649"/>
    <w:rsid w:val="39CD0B18"/>
    <w:rsid w:val="39CD3FCC"/>
    <w:rsid w:val="39CD6ABF"/>
    <w:rsid w:val="39CD78E0"/>
    <w:rsid w:val="39CF588D"/>
    <w:rsid w:val="39CF673A"/>
    <w:rsid w:val="39D2513E"/>
    <w:rsid w:val="39D471CB"/>
    <w:rsid w:val="39D47E65"/>
    <w:rsid w:val="39D56DD9"/>
    <w:rsid w:val="39D57883"/>
    <w:rsid w:val="39D80D71"/>
    <w:rsid w:val="39D944A2"/>
    <w:rsid w:val="39DA24E7"/>
    <w:rsid w:val="39DC5AD6"/>
    <w:rsid w:val="39E0046B"/>
    <w:rsid w:val="39E11897"/>
    <w:rsid w:val="39E15381"/>
    <w:rsid w:val="39E43137"/>
    <w:rsid w:val="39E50FD0"/>
    <w:rsid w:val="39E645CD"/>
    <w:rsid w:val="39E80EC0"/>
    <w:rsid w:val="39EB0F34"/>
    <w:rsid w:val="39EB6200"/>
    <w:rsid w:val="39EB6616"/>
    <w:rsid w:val="39EC5456"/>
    <w:rsid w:val="39EF5EE0"/>
    <w:rsid w:val="39F04DBE"/>
    <w:rsid w:val="39F07CBA"/>
    <w:rsid w:val="39F120E0"/>
    <w:rsid w:val="39F1782E"/>
    <w:rsid w:val="39F24E55"/>
    <w:rsid w:val="39F52FDB"/>
    <w:rsid w:val="39F93B26"/>
    <w:rsid w:val="39FA28E7"/>
    <w:rsid w:val="39FA63A2"/>
    <w:rsid w:val="3A001634"/>
    <w:rsid w:val="3A0443A9"/>
    <w:rsid w:val="3A06303A"/>
    <w:rsid w:val="3A09716D"/>
    <w:rsid w:val="3A0C4474"/>
    <w:rsid w:val="3A0E369F"/>
    <w:rsid w:val="3A0E5E86"/>
    <w:rsid w:val="3A100CD5"/>
    <w:rsid w:val="3A121239"/>
    <w:rsid w:val="3A15150D"/>
    <w:rsid w:val="3A163537"/>
    <w:rsid w:val="3A163B89"/>
    <w:rsid w:val="3A1756C6"/>
    <w:rsid w:val="3A1B3FAB"/>
    <w:rsid w:val="3A1C285D"/>
    <w:rsid w:val="3A1D0A96"/>
    <w:rsid w:val="3A1E4827"/>
    <w:rsid w:val="3A1F3872"/>
    <w:rsid w:val="3A1F5A97"/>
    <w:rsid w:val="3A231E3E"/>
    <w:rsid w:val="3A2367A9"/>
    <w:rsid w:val="3A2776E0"/>
    <w:rsid w:val="3A281202"/>
    <w:rsid w:val="3A287454"/>
    <w:rsid w:val="3A297C7E"/>
    <w:rsid w:val="3A2A4F7A"/>
    <w:rsid w:val="3A2A5265"/>
    <w:rsid w:val="3A2B085A"/>
    <w:rsid w:val="3A2C5AB3"/>
    <w:rsid w:val="3A2D4A6A"/>
    <w:rsid w:val="3A2F2590"/>
    <w:rsid w:val="3A345DF9"/>
    <w:rsid w:val="3A353936"/>
    <w:rsid w:val="3A353B88"/>
    <w:rsid w:val="3A36306B"/>
    <w:rsid w:val="3A365AF7"/>
    <w:rsid w:val="3A396F6B"/>
    <w:rsid w:val="3A3A6290"/>
    <w:rsid w:val="3A3C635A"/>
    <w:rsid w:val="3A3E47B9"/>
    <w:rsid w:val="3A3E6C77"/>
    <w:rsid w:val="3A3F02FA"/>
    <w:rsid w:val="3A441431"/>
    <w:rsid w:val="3A4549C9"/>
    <w:rsid w:val="3A461689"/>
    <w:rsid w:val="3A465B2C"/>
    <w:rsid w:val="3A466CEF"/>
    <w:rsid w:val="3A503281"/>
    <w:rsid w:val="3A504223"/>
    <w:rsid w:val="3A5244D1"/>
    <w:rsid w:val="3A53023B"/>
    <w:rsid w:val="3A560ED6"/>
    <w:rsid w:val="3A563986"/>
    <w:rsid w:val="3A577D39"/>
    <w:rsid w:val="3A59498F"/>
    <w:rsid w:val="3A59585F"/>
    <w:rsid w:val="3A5E59CC"/>
    <w:rsid w:val="3A5F07AC"/>
    <w:rsid w:val="3A60099C"/>
    <w:rsid w:val="3A604346"/>
    <w:rsid w:val="3A632E26"/>
    <w:rsid w:val="3A6403F2"/>
    <w:rsid w:val="3A646091"/>
    <w:rsid w:val="3A69462F"/>
    <w:rsid w:val="3A6A35C8"/>
    <w:rsid w:val="3A6F47BE"/>
    <w:rsid w:val="3A710542"/>
    <w:rsid w:val="3A7206CF"/>
    <w:rsid w:val="3A72664E"/>
    <w:rsid w:val="3A7401D2"/>
    <w:rsid w:val="3A76082B"/>
    <w:rsid w:val="3A761AED"/>
    <w:rsid w:val="3A7660DE"/>
    <w:rsid w:val="3A77193D"/>
    <w:rsid w:val="3A773F37"/>
    <w:rsid w:val="3A7A2268"/>
    <w:rsid w:val="3A804B9A"/>
    <w:rsid w:val="3A805CDC"/>
    <w:rsid w:val="3A8368A2"/>
    <w:rsid w:val="3A8521B0"/>
    <w:rsid w:val="3A865F28"/>
    <w:rsid w:val="3A8921F9"/>
    <w:rsid w:val="3A8A73B4"/>
    <w:rsid w:val="3A8A7E05"/>
    <w:rsid w:val="3A8E1A58"/>
    <w:rsid w:val="3A927988"/>
    <w:rsid w:val="3A93392D"/>
    <w:rsid w:val="3A942C25"/>
    <w:rsid w:val="3A9439BE"/>
    <w:rsid w:val="3A953719"/>
    <w:rsid w:val="3A95616C"/>
    <w:rsid w:val="3A9726B5"/>
    <w:rsid w:val="3A972E1B"/>
    <w:rsid w:val="3A98015A"/>
    <w:rsid w:val="3A980A86"/>
    <w:rsid w:val="3A9C43B8"/>
    <w:rsid w:val="3A9C5C72"/>
    <w:rsid w:val="3A9D3341"/>
    <w:rsid w:val="3A9E7716"/>
    <w:rsid w:val="3AA0085B"/>
    <w:rsid w:val="3AA00CF7"/>
    <w:rsid w:val="3AA06FEA"/>
    <w:rsid w:val="3AA20538"/>
    <w:rsid w:val="3AA279E8"/>
    <w:rsid w:val="3AA45BF2"/>
    <w:rsid w:val="3AA77E8B"/>
    <w:rsid w:val="3AA81941"/>
    <w:rsid w:val="3AAA1C17"/>
    <w:rsid w:val="3AAA6FE0"/>
    <w:rsid w:val="3AAA7E69"/>
    <w:rsid w:val="3AAB1AE2"/>
    <w:rsid w:val="3AAC70C8"/>
    <w:rsid w:val="3AAD1707"/>
    <w:rsid w:val="3AAD3BB6"/>
    <w:rsid w:val="3AAF5E6E"/>
    <w:rsid w:val="3AAF7F19"/>
    <w:rsid w:val="3AB10C7B"/>
    <w:rsid w:val="3AB14C9B"/>
    <w:rsid w:val="3AB157DA"/>
    <w:rsid w:val="3AB15D2A"/>
    <w:rsid w:val="3AB90391"/>
    <w:rsid w:val="3AB956FC"/>
    <w:rsid w:val="3ABC4760"/>
    <w:rsid w:val="3ABD750C"/>
    <w:rsid w:val="3ABE56C2"/>
    <w:rsid w:val="3AC21404"/>
    <w:rsid w:val="3AC219E3"/>
    <w:rsid w:val="3AC23405"/>
    <w:rsid w:val="3AC354BF"/>
    <w:rsid w:val="3ACA4AAD"/>
    <w:rsid w:val="3ACA5CCF"/>
    <w:rsid w:val="3ACB5F66"/>
    <w:rsid w:val="3ACC6031"/>
    <w:rsid w:val="3ACD1C8D"/>
    <w:rsid w:val="3ACD5F54"/>
    <w:rsid w:val="3ACF1CB4"/>
    <w:rsid w:val="3AD11358"/>
    <w:rsid w:val="3AD16CBA"/>
    <w:rsid w:val="3AD16E23"/>
    <w:rsid w:val="3AD27BCE"/>
    <w:rsid w:val="3AD33646"/>
    <w:rsid w:val="3AD60D84"/>
    <w:rsid w:val="3AD621CC"/>
    <w:rsid w:val="3AD66BBA"/>
    <w:rsid w:val="3ADC45FE"/>
    <w:rsid w:val="3ADF3176"/>
    <w:rsid w:val="3AE01255"/>
    <w:rsid w:val="3AEC52E6"/>
    <w:rsid w:val="3AEC5F16"/>
    <w:rsid w:val="3AED2F08"/>
    <w:rsid w:val="3AF17282"/>
    <w:rsid w:val="3AF84C9D"/>
    <w:rsid w:val="3AF97903"/>
    <w:rsid w:val="3AFA20C0"/>
    <w:rsid w:val="3AFA3575"/>
    <w:rsid w:val="3AFB2473"/>
    <w:rsid w:val="3AFC7172"/>
    <w:rsid w:val="3AFD7ED0"/>
    <w:rsid w:val="3AFE34FA"/>
    <w:rsid w:val="3B015064"/>
    <w:rsid w:val="3B023801"/>
    <w:rsid w:val="3B034B9F"/>
    <w:rsid w:val="3B037579"/>
    <w:rsid w:val="3B046DB2"/>
    <w:rsid w:val="3B052580"/>
    <w:rsid w:val="3B07322A"/>
    <w:rsid w:val="3B0A0908"/>
    <w:rsid w:val="3B0A4035"/>
    <w:rsid w:val="3B0D7B9B"/>
    <w:rsid w:val="3B0F4170"/>
    <w:rsid w:val="3B14390C"/>
    <w:rsid w:val="3B18129A"/>
    <w:rsid w:val="3B1A5B38"/>
    <w:rsid w:val="3B1E5474"/>
    <w:rsid w:val="3B1F5D8D"/>
    <w:rsid w:val="3B2066CB"/>
    <w:rsid w:val="3B206C90"/>
    <w:rsid w:val="3B231C70"/>
    <w:rsid w:val="3B237225"/>
    <w:rsid w:val="3B247FE1"/>
    <w:rsid w:val="3B263EF6"/>
    <w:rsid w:val="3B2A348C"/>
    <w:rsid w:val="3B2C7F69"/>
    <w:rsid w:val="3B304470"/>
    <w:rsid w:val="3B3072F5"/>
    <w:rsid w:val="3B350DD6"/>
    <w:rsid w:val="3B373CED"/>
    <w:rsid w:val="3B373CF1"/>
    <w:rsid w:val="3B392F9B"/>
    <w:rsid w:val="3B393141"/>
    <w:rsid w:val="3B3C2D2C"/>
    <w:rsid w:val="3B3C57A7"/>
    <w:rsid w:val="3B3D7DCB"/>
    <w:rsid w:val="3B3E6E10"/>
    <w:rsid w:val="3B3F4A55"/>
    <w:rsid w:val="3B4068E3"/>
    <w:rsid w:val="3B41095D"/>
    <w:rsid w:val="3B4119B8"/>
    <w:rsid w:val="3B42414D"/>
    <w:rsid w:val="3B424545"/>
    <w:rsid w:val="3B426AAF"/>
    <w:rsid w:val="3B43389E"/>
    <w:rsid w:val="3B44330B"/>
    <w:rsid w:val="3B456D77"/>
    <w:rsid w:val="3B465D05"/>
    <w:rsid w:val="3B4776EB"/>
    <w:rsid w:val="3B480E51"/>
    <w:rsid w:val="3B4856EF"/>
    <w:rsid w:val="3B4A6781"/>
    <w:rsid w:val="3B4B380A"/>
    <w:rsid w:val="3B4C0F20"/>
    <w:rsid w:val="3B4C47C5"/>
    <w:rsid w:val="3B4F0A10"/>
    <w:rsid w:val="3B503201"/>
    <w:rsid w:val="3B530501"/>
    <w:rsid w:val="3B560323"/>
    <w:rsid w:val="3B56102C"/>
    <w:rsid w:val="3B56207C"/>
    <w:rsid w:val="3B56216E"/>
    <w:rsid w:val="3B563095"/>
    <w:rsid w:val="3B5769A2"/>
    <w:rsid w:val="3B586597"/>
    <w:rsid w:val="3B5962D2"/>
    <w:rsid w:val="3B5C38EE"/>
    <w:rsid w:val="3B5C3FFC"/>
    <w:rsid w:val="3B5D3CFF"/>
    <w:rsid w:val="3B5E748E"/>
    <w:rsid w:val="3B5F50F7"/>
    <w:rsid w:val="3B612A02"/>
    <w:rsid w:val="3B66523D"/>
    <w:rsid w:val="3B683723"/>
    <w:rsid w:val="3B691140"/>
    <w:rsid w:val="3B6A46B9"/>
    <w:rsid w:val="3B6B08E1"/>
    <w:rsid w:val="3B6C511E"/>
    <w:rsid w:val="3B6C6CF9"/>
    <w:rsid w:val="3B6E1FA5"/>
    <w:rsid w:val="3B6E4165"/>
    <w:rsid w:val="3B7004B0"/>
    <w:rsid w:val="3B702E61"/>
    <w:rsid w:val="3B712735"/>
    <w:rsid w:val="3B720A34"/>
    <w:rsid w:val="3B7566C9"/>
    <w:rsid w:val="3B757416"/>
    <w:rsid w:val="3B7A0F09"/>
    <w:rsid w:val="3B7A1252"/>
    <w:rsid w:val="3B7A4662"/>
    <w:rsid w:val="3B7E4CAE"/>
    <w:rsid w:val="3B806D61"/>
    <w:rsid w:val="3B820DE6"/>
    <w:rsid w:val="3B826D54"/>
    <w:rsid w:val="3B827442"/>
    <w:rsid w:val="3B83617E"/>
    <w:rsid w:val="3B8835B4"/>
    <w:rsid w:val="3B8913E1"/>
    <w:rsid w:val="3B895CD0"/>
    <w:rsid w:val="3B8A187D"/>
    <w:rsid w:val="3B8C756F"/>
    <w:rsid w:val="3B8D4302"/>
    <w:rsid w:val="3B8D72B6"/>
    <w:rsid w:val="3B8E504D"/>
    <w:rsid w:val="3B8E50DA"/>
    <w:rsid w:val="3B902A33"/>
    <w:rsid w:val="3B9042FE"/>
    <w:rsid w:val="3B9104E5"/>
    <w:rsid w:val="3B923C96"/>
    <w:rsid w:val="3B932ECC"/>
    <w:rsid w:val="3B95532E"/>
    <w:rsid w:val="3B9655A4"/>
    <w:rsid w:val="3B96663F"/>
    <w:rsid w:val="3B9823B7"/>
    <w:rsid w:val="3B997631"/>
    <w:rsid w:val="3B9C7E6F"/>
    <w:rsid w:val="3B9D7349"/>
    <w:rsid w:val="3B9F2881"/>
    <w:rsid w:val="3B9F3746"/>
    <w:rsid w:val="3BA201AF"/>
    <w:rsid w:val="3BA6708B"/>
    <w:rsid w:val="3BA86218"/>
    <w:rsid w:val="3BA911F1"/>
    <w:rsid w:val="3BAA6C00"/>
    <w:rsid w:val="3BAE0DF9"/>
    <w:rsid w:val="3BB014AF"/>
    <w:rsid w:val="3BB03D6E"/>
    <w:rsid w:val="3BB169F2"/>
    <w:rsid w:val="3BB325D9"/>
    <w:rsid w:val="3BB32D4D"/>
    <w:rsid w:val="3BB47DC2"/>
    <w:rsid w:val="3BB54258"/>
    <w:rsid w:val="3BB67F90"/>
    <w:rsid w:val="3BB70A8F"/>
    <w:rsid w:val="3BB7414A"/>
    <w:rsid w:val="3BB771E4"/>
    <w:rsid w:val="3BB801F1"/>
    <w:rsid w:val="3BB86D1D"/>
    <w:rsid w:val="3BB907C9"/>
    <w:rsid w:val="3BBA6582"/>
    <w:rsid w:val="3BBB3C79"/>
    <w:rsid w:val="3BBB7E54"/>
    <w:rsid w:val="3BBD1C31"/>
    <w:rsid w:val="3BBD6F85"/>
    <w:rsid w:val="3BBF2A22"/>
    <w:rsid w:val="3BC211E2"/>
    <w:rsid w:val="3BC33637"/>
    <w:rsid w:val="3BC70FA4"/>
    <w:rsid w:val="3BCB5C23"/>
    <w:rsid w:val="3BCC3EC9"/>
    <w:rsid w:val="3BCD2BCF"/>
    <w:rsid w:val="3BCD43FA"/>
    <w:rsid w:val="3BCD47B5"/>
    <w:rsid w:val="3BD11425"/>
    <w:rsid w:val="3BD210EC"/>
    <w:rsid w:val="3BD45185"/>
    <w:rsid w:val="3BD46792"/>
    <w:rsid w:val="3BD64ABB"/>
    <w:rsid w:val="3BD70244"/>
    <w:rsid w:val="3BD72FD3"/>
    <w:rsid w:val="3BD827B4"/>
    <w:rsid w:val="3BDA0799"/>
    <w:rsid w:val="3BDB58F5"/>
    <w:rsid w:val="3BDC22A4"/>
    <w:rsid w:val="3BDD1985"/>
    <w:rsid w:val="3BDE6AA7"/>
    <w:rsid w:val="3BE15B0C"/>
    <w:rsid w:val="3BE46C30"/>
    <w:rsid w:val="3BE47F20"/>
    <w:rsid w:val="3BE55FE6"/>
    <w:rsid w:val="3BE61375"/>
    <w:rsid w:val="3BE63123"/>
    <w:rsid w:val="3BE64ED1"/>
    <w:rsid w:val="3BEA43DC"/>
    <w:rsid w:val="3BEE7280"/>
    <w:rsid w:val="3BEF10B4"/>
    <w:rsid w:val="3BF02C03"/>
    <w:rsid w:val="3BF16211"/>
    <w:rsid w:val="3BF667A0"/>
    <w:rsid w:val="3BF86162"/>
    <w:rsid w:val="3BF90D9D"/>
    <w:rsid w:val="3BFA4E20"/>
    <w:rsid w:val="3BFC46F4"/>
    <w:rsid w:val="3BFE2D03"/>
    <w:rsid w:val="3BFE7D09"/>
    <w:rsid w:val="3BFF1847"/>
    <w:rsid w:val="3BFF41E4"/>
    <w:rsid w:val="3C00009A"/>
    <w:rsid w:val="3C01472D"/>
    <w:rsid w:val="3C071196"/>
    <w:rsid w:val="3C077ED8"/>
    <w:rsid w:val="3C0935FA"/>
    <w:rsid w:val="3C0C04C6"/>
    <w:rsid w:val="3C0D06B5"/>
    <w:rsid w:val="3C0E0686"/>
    <w:rsid w:val="3C0E39B9"/>
    <w:rsid w:val="3C0F14F7"/>
    <w:rsid w:val="3C0F303E"/>
    <w:rsid w:val="3C0F3BC9"/>
    <w:rsid w:val="3C1037AA"/>
    <w:rsid w:val="3C1110FA"/>
    <w:rsid w:val="3C12700E"/>
    <w:rsid w:val="3C142A74"/>
    <w:rsid w:val="3C150AAE"/>
    <w:rsid w:val="3C1732DC"/>
    <w:rsid w:val="3C196F06"/>
    <w:rsid w:val="3C1B6BA1"/>
    <w:rsid w:val="3C1E0AB5"/>
    <w:rsid w:val="3C230307"/>
    <w:rsid w:val="3C2324A0"/>
    <w:rsid w:val="3C247F00"/>
    <w:rsid w:val="3C265BA0"/>
    <w:rsid w:val="3C270463"/>
    <w:rsid w:val="3C294793"/>
    <w:rsid w:val="3C2A03E0"/>
    <w:rsid w:val="3C2B28AF"/>
    <w:rsid w:val="3C2C50FC"/>
    <w:rsid w:val="3C2D0D52"/>
    <w:rsid w:val="3C2D3938"/>
    <w:rsid w:val="3C2E55CC"/>
    <w:rsid w:val="3C2F4BB3"/>
    <w:rsid w:val="3C301B37"/>
    <w:rsid w:val="3C3028AB"/>
    <w:rsid w:val="3C354D09"/>
    <w:rsid w:val="3C38391F"/>
    <w:rsid w:val="3C394E64"/>
    <w:rsid w:val="3C3951B6"/>
    <w:rsid w:val="3C3B349C"/>
    <w:rsid w:val="3C3B6C5F"/>
    <w:rsid w:val="3C3F2833"/>
    <w:rsid w:val="3C41246D"/>
    <w:rsid w:val="3C4340D1"/>
    <w:rsid w:val="3C4530CE"/>
    <w:rsid w:val="3C463BC1"/>
    <w:rsid w:val="3C4D1E33"/>
    <w:rsid w:val="3C4D47CA"/>
    <w:rsid w:val="3C510BE0"/>
    <w:rsid w:val="3C514A9F"/>
    <w:rsid w:val="3C552056"/>
    <w:rsid w:val="3C55313A"/>
    <w:rsid w:val="3C5766A8"/>
    <w:rsid w:val="3C592D2E"/>
    <w:rsid w:val="3C5938F5"/>
    <w:rsid w:val="3C5C0269"/>
    <w:rsid w:val="3C5D0130"/>
    <w:rsid w:val="3C5D48E9"/>
    <w:rsid w:val="3C5E47B8"/>
    <w:rsid w:val="3C615D78"/>
    <w:rsid w:val="3C616F4B"/>
    <w:rsid w:val="3C6504EB"/>
    <w:rsid w:val="3C691325"/>
    <w:rsid w:val="3C695929"/>
    <w:rsid w:val="3C6B19F6"/>
    <w:rsid w:val="3C6C0933"/>
    <w:rsid w:val="3C6D1B57"/>
    <w:rsid w:val="3C6D54E8"/>
    <w:rsid w:val="3C6E2B87"/>
    <w:rsid w:val="3C7153FC"/>
    <w:rsid w:val="3C722C08"/>
    <w:rsid w:val="3C725362"/>
    <w:rsid w:val="3C74072E"/>
    <w:rsid w:val="3C753037"/>
    <w:rsid w:val="3C781B49"/>
    <w:rsid w:val="3C795E9B"/>
    <w:rsid w:val="3C7C3D7E"/>
    <w:rsid w:val="3C800547"/>
    <w:rsid w:val="3C834E15"/>
    <w:rsid w:val="3C84051B"/>
    <w:rsid w:val="3C847669"/>
    <w:rsid w:val="3C856FE7"/>
    <w:rsid w:val="3C877446"/>
    <w:rsid w:val="3C885F88"/>
    <w:rsid w:val="3C8874E9"/>
    <w:rsid w:val="3C890231"/>
    <w:rsid w:val="3C8961E8"/>
    <w:rsid w:val="3C8D5256"/>
    <w:rsid w:val="3C8F37F7"/>
    <w:rsid w:val="3C9212DC"/>
    <w:rsid w:val="3C922B13"/>
    <w:rsid w:val="3C925F98"/>
    <w:rsid w:val="3C94492D"/>
    <w:rsid w:val="3C9B36B3"/>
    <w:rsid w:val="3C9C5234"/>
    <w:rsid w:val="3CA37C09"/>
    <w:rsid w:val="3CA45FE2"/>
    <w:rsid w:val="3CA54D8C"/>
    <w:rsid w:val="3CA607B7"/>
    <w:rsid w:val="3CAA64D0"/>
    <w:rsid w:val="3CAC750C"/>
    <w:rsid w:val="3CAF11BE"/>
    <w:rsid w:val="3CAF5C0A"/>
    <w:rsid w:val="3CB12872"/>
    <w:rsid w:val="3CB233C3"/>
    <w:rsid w:val="3CB27D22"/>
    <w:rsid w:val="3CB3179D"/>
    <w:rsid w:val="3CB536EB"/>
    <w:rsid w:val="3CB60D47"/>
    <w:rsid w:val="3CB66F99"/>
    <w:rsid w:val="3CBB6233"/>
    <w:rsid w:val="3CBB635D"/>
    <w:rsid w:val="3CBC0140"/>
    <w:rsid w:val="3CBC0C0C"/>
    <w:rsid w:val="3CBD7A19"/>
    <w:rsid w:val="3CC03974"/>
    <w:rsid w:val="3CC10522"/>
    <w:rsid w:val="3CC10F93"/>
    <w:rsid w:val="3CC414D7"/>
    <w:rsid w:val="3CC47101"/>
    <w:rsid w:val="3CC91577"/>
    <w:rsid w:val="3CC97FDD"/>
    <w:rsid w:val="3CCD2232"/>
    <w:rsid w:val="3CCD7E3F"/>
    <w:rsid w:val="3CD03DCF"/>
    <w:rsid w:val="3CD05750"/>
    <w:rsid w:val="3CD218F9"/>
    <w:rsid w:val="3CD25455"/>
    <w:rsid w:val="3CD359DD"/>
    <w:rsid w:val="3CD41A72"/>
    <w:rsid w:val="3CD52824"/>
    <w:rsid w:val="3CD64F45"/>
    <w:rsid w:val="3CD67802"/>
    <w:rsid w:val="3CD717F8"/>
    <w:rsid w:val="3CD80657"/>
    <w:rsid w:val="3CD81614"/>
    <w:rsid w:val="3CD874FD"/>
    <w:rsid w:val="3CDA57AC"/>
    <w:rsid w:val="3CDC0F86"/>
    <w:rsid w:val="3CDF1798"/>
    <w:rsid w:val="3CE23139"/>
    <w:rsid w:val="3CE26331"/>
    <w:rsid w:val="3CE31410"/>
    <w:rsid w:val="3CE8111C"/>
    <w:rsid w:val="3CEA6AE3"/>
    <w:rsid w:val="3CEA72F1"/>
    <w:rsid w:val="3CEB344D"/>
    <w:rsid w:val="3CEB6832"/>
    <w:rsid w:val="3CEC29BB"/>
    <w:rsid w:val="3CEC792E"/>
    <w:rsid w:val="3CED385C"/>
    <w:rsid w:val="3CEE4849"/>
    <w:rsid w:val="3CF25AF7"/>
    <w:rsid w:val="3CF4361D"/>
    <w:rsid w:val="3CF578BB"/>
    <w:rsid w:val="3CF61102"/>
    <w:rsid w:val="3CF63839"/>
    <w:rsid w:val="3CFA400F"/>
    <w:rsid w:val="3CFB01ED"/>
    <w:rsid w:val="3CFF5DFE"/>
    <w:rsid w:val="3D0124BF"/>
    <w:rsid w:val="3D015D3A"/>
    <w:rsid w:val="3D037D04"/>
    <w:rsid w:val="3D070464"/>
    <w:rsid w:val="3D0A10A5"/>
    <w:rsid w:val="3D0A30E4"/>
    <w:rsid w:val="3D0C4E0B"/>
    <w:rsid w:val="3D0E5557"/>
    <w:rsid w:val="3D100270"/>
    <w:rsid w:val="3D10722E"/>
    <w:rsid w:val="3D110C58"/>
    <w:rsid w:val="3D141349"/>
    <w:rsid w:val="3D1A4CE1"/>
    <w:rsid w:val="3D1D4E04"/>
    <w:rsid w:val="3D1E3085"/>
    <w:rsid w:val="3D1E504B"/>
    <w:rsid w:val="3D1E68EC"/>
    <w:rsid w:val="3D2009A3"/>
    <w:rsid w:val="3D233119"/>
    <w:rsid w:val="3D233891"/>
    <w:rsid w:val="3D2359DE"/>
    <w:rsid w:val="3D2927F9"/>
    <w:rsid w:val="3D2A791B"/>
    <w:rsid w:val="3D2B3F94"/>
    <w:rsid w:val="3D2B4D5D"/>
    <w:rsid w:val="3D2D0711"/>
    <w:rsid w:val="3D2F28A7"/>
    <w:rsid w:val="3D314C1F"/>
    <w:rsid w:val="3D31620F"/>
    <w:rsid w:val="3D3220D8"/>
    <w:rsid w:val="3D323D51"/>
    <w:rsid w:val="3D343E8F"/>
    <w:rsid w:val="3D344A5D"/>
    <w:rsid w:val="3D346110"/>
    <w:rsid w:val="3D357B2C"/>
    <w:rsid w:val="3D3659E4"/>
    <w:rsid w:val="3D37723F"/>
    <w:rsid w:val="3D3A084A"/>
    <w:rsid w:val="3D3D5144"/>
    <w:rsid w:val="3D3F0C2B"/>
    <w:rsid w:val="3D3F7EC0"/>
    <w:rsid w:val="3D405AE6"/>
    <w:rsid w:val="3D406048"/>
    <w:rsid w:val="3D43240D"/>
    <w:rsid w:val="3D4445A5"/>
    <w:rsid w:val="3D4642DC"/>
    <w:rsid w:val="3D471680"/>
    <w:rsid w:val="3D474095"/>
    <w:rsid w:val="3D4807C9"/>
    <w:rsid w:val="3D491328"/>
    <w:rsid w:val="3D495A0F"/>
    <w:rsid w:val="3D4B6982"/>
    <w:rsid w:val="3D4B7B55"/>
    <w:rsid w:val="3D4C3459"/>
    <w:rsid w:val="3D4D2D2E"/>
    <w:rsid w:val="3D4D64C1"/>
    <w:rsid w:val="3D4D6E07"/>
    <w:rsid w:val="3D4F4CF8"/>
    <w:rsid w:val="3D51008A"/>
    <w:rsid w:val="3D536E9A"/>
    <w:rsid w:val="3D556267"/>
    <w:rsid w:val="3D55780C"/>
    <w:rsid w:val="3D560160"/>
    <w:rsid w:val="3D5704EA"/>
    <w:rsid w:val="3D581DFE"/>
    <w:rsid w:val="3D5839F4"/>
    <w:rsid w:val="3D591926"/>
    <w:rsid w:val="3D596113"/>
    <w:rsid w:val="3D5B45FA"/>
    <w:rsid w:val="3D5B544A"/>
    <w:rsid w:val="3D5B5FF0"/>
    <w:rsid w:val="3D5D0C68"/>
    <w:rsid w:val="3D5D448D"/>
    <w:rsid w:val="3D605593"/>
    <w:rsid w:val="3D642C06"/>
    <w:rsid w:val="3D643651"/>
    <w:rsid w:val="3D64376E"/>
    <w:rsid w:val="3D650963"/>
    <w:rsid w:val="3D663B02"/>
    <w:rsid w:val="3D67034E"/>
    <w:rsid w:val="3D676C7F"/>
    <w:rsid w:val="3D68556C"/>
    <w:rsid w:val="3D69316F"/>
    <w:rsid w:val="3D6A33A9"/>
    <w:rsid w:val="3D6B5665"/>
    <w:rsid w:val="3D6C064D"/>
    <w:rsid w:val="3D6C3AFB"/>
    <w:rsid w:val="3D6D1238"/>
    <w:rsid w:val="3D7102D3"/>
    <w:rsid w:val="3D730166"/>
    <w:rsid w:val="3D744E86"/>
    <w:rsid w:val="3D753C15"/>
    <w:rsid w:val="3D7715EA"/>
    <w:rsid w:val="3D785FFC"/>
    <w:rsid w:val="3D797AAE"/>
    <w:rsid w:val="3D7A62B7"/>
    <w:rsid w:val="3D7B2B4F"/>
    <w:rsid w:val="3D7D1306"/>
    <w:rsid w:val="3D7D4504"/>
    <w:rsid w:val="3D800E0F"/>
    <w:rsid w:val="3D823C56"/>
    <w:rsid w:val="3D826E7B"/>
    <w:rsid w:val="3D840D12"/>
    <w:rsid w:val="3D840E45"/>
    <w:rsid w:val="3D845B87"/>
    <w:rsid w:val="3D87623F"/>
    <w:rsid w:val="3D887F2E"/>
    <w:rsid w:val="3D8B53DD"/>
    <w:rsid w:val="3D8E529B"/>
    <w:rsid w:val="3D902220"/>
    <w:rsid w:val="3D9034E6"/>
    <w:rsid w:val="3D9125F6"/>
    <w:rsid w:val="3D9372DA"/>
    <w:rsid w:val="3D9539D1"/>
    <w:rsid w:val="3D956BAE"/>
    <w:rsid w:val="3D98044D"/>
    <w:rsid w:val="3D9848F1"/>
    <w:rsid w:val="3D9A2417"/>
    <w:rsid w:val="3D9C7014"/>
    <w:rsid w:val="3DA01863"/>
    <w:rsid w:val="3DA066C6"/>
    <w:rsid w:val="3DA33C55"/>
    <w:rsid w:val="3DA4248E"/>
    <w:rsid w:val="3DA67249"/>
    <w:rsid w:val="3DA67793"/>
    <w:rsid w:val="3DA7335C"/>
    <w:rsid w:val="3DAA6641"/>
    <w:rsid w:val="3DAB06CB"/>
    <w:rsid w:val="3DAC5CA6"/>
    <w:rsid w:val="3DAE7C70"/>
    <w:rsid w:val="3DAE7D1D"/>
    <w:rsid w:val="3DAF44BE"/>
    <w:rsid w:val="3DB159B2"/>
    <w:rsid w:val="3DB251C7"/>
    <w:rsid w:val="3DB349B5"/>
    <w:rsid w:val="3DB443BB"/>
    <w:rsid w:val="3DB612B8"/>
    <w:rsid w:val="3DB72FC9"/>
    <w:rsid w:val="3DBB1C95"/>
    <w:rsid w:val="3DBC4989"/>
    <w:rsid w:val="3DBD2A02"/>
    <w:rsid w:val="3DBD4497"/>
    <w:rsid w:val="3DBF771A"/>
    <w:rsid w:val="3DC20759"/>
    <w:rsid w:val="3DC26D1B"/>
    <w:rsid w:val="3DC621B4"/>
    <w:rsid w:val="3DCA5A43"/>
    <w:rsid w:val="3DCB25D0"/>
    <w:rsid w:val="3DCB2851"/>
    <w:rsid w:val="3DCC12E2"/>
    <w:rsid w:val="3DCF2569"/>
    <w:rsid w:val="3DD02CE3"/>
    <w:rsid w:val="3DD0663D"/>
    <w:rsid w:val="3DD07742"/>
    <w:rsid w:val="3DD11633"/>
    <w:rsid w:val="3DD21D15"/>
    <w:rsid w:val="3DD26029"/>
    <w:rsid w:val="3DD27E02"/>
    <w:rsid w:val="3DD36B41"/>
    <w:rsid w:val="3DD443B6"/>
    <w:rsid w:val="3DD67011"/>
    <w:rsid w:val="3DD70C2A"/>
    <w:rsid w:val="3DD7387F"/>
    <w:rsid w:val="3DD86A9B"/>
    <w:rsid w:val="3DD957DB"/>
    <w:rsid w:val="3DDC46A5"/>
    <w:rsid w:val="3DDD2303"/>
    <w:rsid w:val="3DDD36EE"/>
    <w:rsid w:val="3DDE469F"/>
    <w:rsid w:val="3DDF7E2A"/>
    <w:rsid w:val="3DE0726C"/>
    <w:rsid w:val="3DE309D6"/>
    <w:rsid w:val="3DE51B4E"/>
    <w:rsid w:val="3DE6740A"/>
    <w:rsid w:val="3DE85BAC"/>
    <w:rsid w:val="3DE86CCB"/>
    <w:rsid w:val="3DEA67CE"/>
    <w:rsid w:val="3DEB5547"/>
    <w:rsid w:val="3DEC5D87"/>
    <w:rsid w:val="3DED1F56"/>
    <w:rsid w:val="3DEE023A"/>
    <w:rsid w:val="3DF55FBA"/>
    <w:rsid w:val="3DF60563"/>
    <w:rsid w:val="3DF77869"/>
    <w:rsid w:val="3DF86EFF"/>
    <w:rsid w:val="3DF87FB9"/>
    <w:rsid w:val="3DFA2EB5"/>
    <w:rsid w:val="3DFF00CE"/>
    <w:rsid w:val="3DFF6034"/>
    <w:rsid w:val="3E000238"/>
    <w:rsid w:val="3E036B22"/>
    <w:rsid w:val="3E052433"/>
    <w:rsid w:val="3E073592"/>
    <w:rsid w:val="3E090750"/>
    <w:rsid w:val="3E091BDA"/>
    <w:rsid w:val="3E092C1F"/>
    <w:rsid w:val="3E0A28B9"/>
    <w:rsid w:val="3E0B50C2"/>
    <w:rsid w:val="3E0B71A4"/>
    <w:rsid w:val="3E0E4BA5"/>
    <w:rsid w:val="3E0F5251"/>
    <w:rsid w:val="3E104E19"/>
    <w:rsid w:val="3E106040"/>
    <w:rsid w:val="3E15115B"/>
    <w:rsid w:val="3E165D5C"/>
    <w:rsid w:val="3E1B430B"/>
    <w:rsid w:val="3E1C2BCF"/>
    <w:rsid w:val="3E1C72D0"/>
    <w:rsid w:val="3E1D480C"/>
    <w:rsid w:val="3E1D505C"/>
    <w:rsid w:val="3E1F05B5"/>
    <w:rsid w:val="3E202244"/>
    <w:rsid w:val="3E2314A5"/>
    <w:rsid w:val="3E237E91"/>
    <w:rsid w:val="3E24246F"/>
    <w:rsid w:val="3E2456F7"/>
    <w:rsid w:val="3E2508CE"/>
    <w:rsid w:val="3E25123E"/>
    <w:rsid w:val="3E252214"/>
    <w:rsid w:val="3E26036F"/>
    <w:rsid w:val="3E2737F0"/>
    <w:rsid w:val="3E280870"/>
    <w:rsid w:val="3E281F2B"/>
    <w:rsid w:val="3E2947D8"/>
    <w:rsid w:val="3E2D2984"/>
    <w:rsid w:val="3E2E6C4D"/>
    <w:rsid w:val="3E301F91"/>
    <w:rsid w:val="3E306162"/>
    <w:rsid w:val="3E317215"/>
    <w:rsid w:val="3E317C9C"/>
    <w:rsid w:val="3E3402BB"/>
    <w:rsid w:val="3E350179"/>
    <w:rsid w:val="3E356696"/>
    <w:rsid w:val="3E371A14"/>
    <w:rsid w:val="3E3925F1"/>
    <w:rsid w:val="3E392EA5"/>
    <w:rsid w:val="3E3B3A64"/>
    <w:rsid w:val="3E3D0A6D"/>
    <w:rsid w:val="3E3D3B5A"/>
    <w:rsid w:val="3E3D5896"/>
    <w:rsid w:val="3E3E013F"/>
    <w:rsid w:val="3E3E5FBB"/>
    <w:rsid w:val="3E441EF0"/>
    <w:rsid w:val="3E4527E7"/>
    <w:rsid w:val="3E454595"/>
    <w:rsid w:val="3E46434D"/>
    <w:rsid w:val="3E474F28"/>
    <w:rsid w:val="3E483C21"/>
    <w:rsid w:val="3E485910"/>
    <w:rsid w:val="3E487939"/>
    <w:rsid w:val="3E49103B"/>
    <w:rsid w:val="3E4A1D54"/>
    <w:rsid w:val="3E4A386E"/>
    <w:rsid w:val="3E4C079B"/>
    <w:rsid w:val="3E4C495E"/>
    <w:rsid w:val="3E4D386E"/>
    <w:rsid w:val="3E4F2DCA"/>
    <w:rsid w:val="3E4F4EF5"/>
    <w:rsid w:val="3E5066FD"/>
    <w:rsid w:val="3E531C54"/>
    <w:rsid w:val="3E587BDC"/>
    <w:rsid w:val="3E5B0B30"/>
    <w:rsid w:val="3E5C3027"/>
    <w:rsid w:val="3E5D51F2"/>
    <w:rsid w:val="3E5F05F1"/>
    <w:rsid w:val="3E5F3696"/>
    <w:rsid w:val="3E613E9C"/>
    <w:rsid w:val="3E616184"/>
    <w:rsid w:val="3E677127"/>
    <w:rsid w:val="3E686378"/>
    <w:rsid w:val="3E691DE9"/>
    <w:rsid w:val="3E695790"/>
    <w:rsid w:val="3E6A003B"/>
    <w:rsid w:val="3E6A6584"/>
    <w:rsid w:val="3E6B05AA"/>
    <w:rsid w:val="3E6B1E2A"/>
    <w:rsid w:val="3E6B7B47"/>
    <w:rsid w:val="3E6D03AD"/>
    <w:rsid w:val="3E6E1309"/>
    <w:rsid w:val="3E701733"/>
    <w:rsid w:val="3E734B72"/>
    <w:rsid w:val="3E751082"/>
    <w:rsid w:val="3E75111C"/>
    <w:rsid w:val="3E7873C8"/>
    <w:rsid w:val="3E797E92"/>
    <w:rsid w:val="3E7A7A2F"/>
    <w:rsid w:val="3E7B0CC1"/>
    <w:rsid w:val="3E7D6BD2"/>
    <w:rsid w:val="3E7F54F6"/>
    <w:rsid w:val="3E8B4B9A"/>
    <w:rsid w:val="3E8C58E6"/>
    <w:rsid w:val="3E8D331C"/>
    <w:rsid w:val="3E913645"/>
    <w:rsid w:val="3E91514D"/>
    <w:rsid w:val="3E950F3B"/>
    <w:rsid w:val="3E953D04"/>
    <w:rsid w:val="3E9D6241"/>
    <w:rsid w:val="3E9D733B"/>
    <w:rsid w:val="3E9E08AA"/>
    <w:rsid w:val="3E9F47D1"/>
    <w:rsid w:val="3E9F7B2C"/>
    <w:rsid w:val="3EA01CAF"/>
    <w:rsid w:val="3EA035B9"/>
    <w:rsid w:val="3EA035E9"/>
    <w:rsid w:val="3EA03BE1"/>
    <w:rsid w:val="3EA177D5"/>
    <w:rsid w:val="3EA3259A"/>
    <w:rsid w:val="3EA352FB"/>
    <w:rsid w:val="3EA47137"/>
    <w:rsid w:val="3EA55FCB"/>
    <w:rsid w:val="3EA67885"/>
    <w:rsid w:val="3EA70120"/>
    <w:rsid w:val="3EA77182"/>
    <w:rsid w:val="3EA7771C"/>
    <w:rsid w:val="3EA941E9"/>
    <w:rsid w:val="3EAA48DB"/>
    <w:rsid w:val="3EAA6689"/>
    <w:rsid w:val="3EAA6B66"/>
    <w:rsid w:val="3EAB70DE"/>
    <w:rsid w:val="3EAD1067"/>
    <w:rsid w:val="3EAD2DBA"/>
    <w:rsid w:val="3EAE712E"/>
    <w:rsid w:val="3EAF3CA0"/>
    <w:rsid w:val="3EB04A56"/>
    <w:rsid w:val="3EB075A1"/>
    <w:rsid w:val="3EB07A18"/>
    <w:rsid w:val="3EB275B0"/>
    <w:rsid w:val="3EB46102"/>
    <w:rsid w:val="3EB47508"/>
    <w:rsid w:val="3EB60BE5"/>
    <w:rsid w:val="3EB63280"/>
    <w:rsid w:val="3EB759AB"/>
    <w:rsid w:val="3EB94B1E"/>
    <w:rsid w:val="3EBF32D1"/>
    <w:rsid w:val="3EBF5DB8"/>
    <w:rsid w:val="3EC15781"/>
    <w:rsid w:val="3EC314F9"/>
    <w:rsid w:val="3EC410DA"/>
    <w:rsid w:val="3EC82FB3"/>
    <w:rsid w:val="3EC86A4B"/>
    <w:rsid w:val="3EC96DF9"/>
    <w:rsid w:val="3EC978A8"/>
    <w:rsid w:val="3ECA1594"/>
    <w:rsid w:val="3ECA2888"/>
    <w:rsid w:val="3ECB6F97"/>
    <w:rsid w:val="3ECD0001"/>
    <w:rsid w:val="3ED07F68"/>
    <w:rsid w:val="3ED417EA"/>
    <w:rsid w:val="3ED5122D"/>
    <w:rsid w:val="3ED740EB"/>
    <w:rsid w:val="3ED92BA1"/>
    <w:rsid w:val="3ED96F6F"/>
    <w:rsid w:val="3EDA6843"/>
    <w:rsid w:val="3EDB0236"/>
    <w:rsid w:val="3EDD441E"/>
    <w:rsid w:val="3EDD4924"/>
    <w:rsid w:val="3EE17BD1"/>
    <w:rsid w:val="3EE65D0D"/>
    <w:rsid w:val="3EE66231"/>
    <w:rsid w:val="3EE8628A"/>
    <w:rsid w:val="3EE914FF"/>
    <w:rsid w:val="3EEB532A"/>
    <w:rsid w:val="3EED6576"/>
    <w:rsid w:val="3EED754C"/>
    <w:rsid w:val="3EEE233C"/>
    <w:rsid w:val="3EF15BBF"/>
    <w:rsid w:val="3EF721D2"/>
    <w:rsid w:val="3EF75647"/>
    <w:rsid w:val="3EF773F5"/>
    <w:rsid w:val="3F01549F"/>
    <w:rsid w:val="3F034AB0"/>
    <w:rsid w:val="3F051EA8"/>
    <w:rsid w:val="3F060936"/>
    <w:rsid w:val="3F0973A9"/>
    <w:rsid w:val="3F0A4619"/>
    <w:rsid w:val="3F0B4168"/>
    <w:rsid w:val="3F0C10F2"/>
    <w:rsid w:val="3F0D64B3"/>
    <w:rsid w:val="3F0E16F6"/>
    <w:rsid w:val="3F0F0BE2"/>
    <w:rsid w:val="3F1313E4"/>
    <w:rsid w:val="3F1569B2"/>
    <w:rsid w:val="3F182AEF"/>
    <w:rsid w:val="3F192FC0"/>
    <w:rsid w:val="3F192FFD"/>
    <w:rsid w:val="3F194B5D"/>
    <w:rsid w:val="3F1A50AD"/>
    <w:rsid w:val="3F1B4469"/>
    <w:rsid w:val="3F1D5E6B"/>
    <w:rsid w:val="3F1F4C36"/>
    <w:rsid w:val="3F211751"/>
    <w:rsid w:val="3F222D50"/>
    <w:rsid w:val="3F227947"/>
    <w:rsid w:val="3F253758"/>
    <w:rsid w:val="3F2853B5"/>
    <w:rsid w:val="3F290A0D"/>
    <w:rsid w:val="3F2A48F0"/>
    <w:rsid w:val="3F2B709E"/>
    <w:rsid w:val="3F2D00F3"/>
    <w:rsid w:val="3F2E241B"/>
    <w:rsid w:val="3F2E425B"/>
    <w:rsid w:val="3F2F060F"/>
    <w:rsid w:val="3F2F0A35"/>
    <w:rsid w:val="3F2F3D89"/>
    <w:rsid w:val="3F315D54"/>
    <w:rsid w:val="3F320CBB"/>
    <w:rsid w:val="3F3613ED"/>
    <w:rsid w:val="3F3660CC"/>
    <w:rsid w:val="3F375A43"/>
    <w:rsid w:val="3F396063"/>
    <w:rsid w:val="3F3D0EBF"/>
    <w:rsid w:val="3F3E5024"/>
    <w:rsid w:val="3F3F4C53"/>
    <w:rsid w:val="3F404C6E"/>
    <w:rsid w:val="3F433128"/>
    <w:rsid w:val="3F435236"/>
    <w:rsid w:val="3F441276"/>
    <w:rsid w:val="3F445FAC"/>
    <w:rsid w:val="3F4518D7"/>
    <w:rsid w:val="3F453540"/>
    <w:rsid w:val="3F462CE3"/>
    <w:rsid w:val="3F4E08C2"/>
    <w:rsid w:val="3F4F46E6"/>
    <w:rsid w:val="3F515F9F"/>
    <w:rsid w:val="3F5317B2"/>
    <w:rsid w:val="3F5568D6"/>
    <w:rsid w:val="3F5732D4"/>
    <w:rsid w:val="3F5C5D93"/>
    <w:rsid w:val="3F5D1C1E"/>
    <w:rsid w:val="3F60020F"/>
    <w:rsid w:val="3F600604"/>
    <w:rsid w:val="3F611613"/>
    <w:rsid w:val="3F615A53"/>
    <w:rsid w:val="3F6179BF"/>
    <w:rsid w:val="3F620FE1"/>
    <w:rsid w:val="3F633582"/>
    <w:rsid w:val="3F6611CE"/>
    <w:rsid w:val="3F66241C"/>
    <w:rsid w:val="3F6727CC"/>
    <w:rsid w:val="3F690E69"/>
    <w:rsid w:val="3F6A6DF9"/>
    <w:rsid w:val="3F6C166E"/>
    <w:rsid w:val="3F6D0C4A"/>
    <w:rsid w:val="3F6D49BE"/>
    <w:rsid w:val="3F6F1681"/>
    <w:rsid w:val="3F6F61D0"/>
    <w:rsid w:val="3F714E0D"/>
    <w:rsid w:val="3F7476B4"/>
    <w:rsid w:val="3F7705C3"/>
    <w:rsid w:val="3F7767E3"/>
    <w:rsid w:val="3F7942AE"/>
    <w:rsid w:val="3F7A22A5"/>
    <w:rsid w:val="3F7B6278"/>
    <w:rsid w:val="3F7C709F"/>
    <w:rsid w:val="3F7F7D00"/>
    <w:rsid w:val="3F824D21"/>
    <w:rsid w:val="3F842066"/>
    <w:rsid w:val="3F864D42"/>
    <w:rsid w:val="3F88629F"/>
    <w:rsid w:val="3F8A39EC"/>
    <w:rsid w:val="3F900546"/>
    <w:rsid w:val="3F921938"/>
    <w:rsid w:val="3F965CDF"/>
    <w:rsid w:val="3F976C16"/>
    <w:rsid w:val="3F9A4950"/>
    <w:rsid w:val="3F9B6BE8"/>
    <w:rsid w:val="3F9E1A08"/>
    <w:rsid w:val="3F9F0411"/>
    <w:rsid w:val="3F9F09FB"/>
    <w:rsid w:val="3FA26BBB"/>
    <w:rsid w:val="3FA35791"/>
    <w:rsid w:val="3FA4132B"/>
    <w:rsid w:val="3FA6354B"/>
    <w:rsid w:val="3FA94B59"/>
    <w:rsid w:val="3FA96941"/>
    <w:rsid w:val="3FAA7045"/>
    <w:rsid w:val="3FAD3120"/>
    <w:rsid w:val="3FB134E8"/>
    <w:rsid w:val="3FB47094"/>
    <w:rsid w:val="3FB5393C"/>
    <w:rsid w:val="3FB55826"/>
    <w:rsid w:val="3FB6105E"/>
    <w:rsid w:val="3FB878E3"/>
    <w:rsid w:val="3FB93BFA"/>
    <w:rsid w:val="3FBA647E"/>
    <w:rsid w:val="3FBC3753"/>
    <w:rsid w:val="3FC23270"/>
    <w:rsid w:val="3FC24C56"/>
    <w:rsid w:val="3FC33C63"/>
    <w:rsid w:val="3FC40C19"/>
    <w:rsid w:val="3FC45529"/>
    <w:rsid w:val="3FC63291"/>
    <w:rsid w:val="3FC64B25"/>
    <w:rsid w:val="3FC65979"/>
    <w:rsid w:val="3FC65E79"/>
    <w:rsid w:val="3FC74F8F"/>
    <w:rsid w:val="3FC82F91"/>
    <w:rsid w:val="3FCA4B09"/>
    <w:rsid w:val="3FCC01BA"/>
    <w:rsid w:val="3FCF2120"/>
    <w:rsid w:val="3FD07782"/>
    <w:rsid w:val="3FD30CFF"/>
    <w:rsid w:val="3FD337BC"/>
    <w:rsid w:val="3FD37E62"/>
    <w:rsid w:val="3FD8037F"/>
    <w:rsid w:val="3FD96521"/>
    <w:rsid w:val="3FDA6DBE"/>
    <w:rsid w:val="3FDB23CD"/>
    <w:rsid w:val="3FDE033D"/>
    <w:rsid w:val="3FE05D9D"/>
    <w:rsid w:val="3FE21909"/>
    <w:rsid w:val="3FE412B4"/>
    <w:rsid w:val="3FE65CAC"/>
    <w:rsid w:val="3FE8015F"/>
    <w:rsid w:val="3FE931E1"/>
    <w:rsid w:val="3FEA46E2"/>
    <w:rsid w:val="3FEF352C"/>
    <w:rsid w:val="3FF14417"/>
    <w:rsid w:val="3FF20199"/>
    <w:rsid w:val="3FF264EA"/>
    <w:rsid w:val="3FF42372"/>
    <w:rsid w:val="3FF42407"/>
    <w:rsid w:val="3FF537B1"/>
    <w:rsid w:val="3FF80285"/>
    <w:rsid w:val="3FF87BB8"/>
    <w:rsid w:val="3FF9780D"/>
    <w:rsid w:val="3FFA0584"/>
    <w:rsid w:val="3FFB41C5"/>
    <w:rsid w:val="3FFD0A3B"/>
    <w:rsid w:val="3FFF2210"/>
    <w:rsid w:val="4000352C"/>
    <w:rsid w:val="40014D4C"/>
    <w:rsid w:val="40020204"/>
    <w:rsid w:val="40024A0C"/>
    <w:rsid w:val="400332E4"/>
    <w:rsid w:val="40052D2B"/>
    <w:rsid w:val="40073668"/>
    <w:rsid w:val="4008390A"/>
    <w:rsid w:val="40084C1C"/>
    <w:rsid w:val="400B3992"/>
    <w:rsid w:val="400B70E4"/>
    <w:rsid w:val="400E27A1"/>
    <w:rsid w:val="400F3775"/>
    <w:rsid w:val="4010048D"/>
    <w:rsid w:val="40103AE7"/>
    <w:rsid w:val="401607FA"/>
    <w:rsid w:val="401764E7"/>
    <w:rsid w:val="40177EDE"/>
    <w:rsid w:val="401968B6"/>
    <w:rsid w:val="401D2E8B"/>
    <w:rsid w:val="401E6F8A"/>
    <w:rsid w:val="401F30A7"/>
    <w:rsid w:val="4020558F"/>
    <w:rsid w:val="40211823"/>
    <w:rsid w:val="40231FC6"/>
    <w:rsid w:val="402561E7"/>
    <w:rsid w:val="402661E4"/>
    <w:rsid w:val="40273D0A"/>
    <w:rsid w:val="4028379F"/>
    <w:rsid w:val="40295CD4"/>
    <w:rsid w:val="402A22EE"/>
    <w:rsid w:val="402B2390"/>
    <w:rsid w:val="402B37FA"/>
    <w:rsid w:val="402D3D65"/>
    <w:rsid w:val="40370D85"/>
    <w:rsid w:val="40371401"/>
    <w:rsid w:val="40373884"/>
    <w:rsid w:val="40384192"/>
    <w:rsid w:val="403E2B99"/>
    <w:rsid w:val="403F4333"/>
    <w:rsid w:val="404129C0"/>
    <w:rsid w:val="4044062A"/>
    <w:rsid w:val="4044083E"/>
    <w:rsid w:val="404412F5"/>
    <w:rsid w:val="40442B0E"/>
    <w:rsid w:val="40444E3C"/>
    <w:rsid w:val="40463521"/>
    <w:rsid w:val="40477F08"/>
    <w:rsid w:val="40496FB4"/>
    <w:rsid w:val="404A1044"/>
    <w:rsid w:val="404B54C2"/>
    <w:rsid w:val="404C7772"/>
    <w:rsid w:val="404E52E5"/>
    <w:rsid w:val="405019CB"/>
    <w:rsid w:val="40521403"/>
    <w:rsid w:val="40526550"/>
    <w:rsid w:val="40533979"/>
    <w:rsid w:val="40545CB1"/>
    <w:rsid w:val="40583EC3"/>
    <w:rsid w:val="405845AB"/>
    <w:rsid w:val="40594DCF"/>
    <w:rsid w:val="405A1FF4"/>
    <w:rsid w:val="405C4F06"/>
    <w:rsid w:val="405C7E57"/>
    <w:rsid w:val="40611D0B"/>
    <w:rsid w:val="40623464"/>
    <w:rsid w:val="40652BAF"/>
    <w:rsid w:val="40660069"/>
    <w:rsid w:val="4066018A"/>
    <w:rsid w:val="40667F29"/>
    <w:rsid w:val="406928B0"/>
    <w:rsid w:val="406A4188"/>
    <w:rsid w:val="406D02DB"/>
    <w:rsid w:val="406E7B8B"/>
    <w:rsid w:val="40702F78"/>
    <w:rsid w:val="40711741"/>
    <w:rsid w:val="40723A87"/>
    <w:rsid w:val="407324CD"/>
    <w:rsid w:val="40750153"/>
    <w:rsid w:val="4077259B"/>
    <w:rsid w:val="40785E18"/>
    <w:rsid w:val="407927B7"/>
    <w:rsid w:val="407D53CA"/>
    <w:rsid w:val="4080318F"/>
    <w:rsid w:val="40805D41"/>
    <w:rsid w:val="40826E6B"/>
    <w:rsid w:val="408343C4"/>
    <w:rsid w:val="40854CE3"/>
    <w:rsid w:val="408917BA"/>
    <w:rsid w:val="408A7B47"/>
    <w:rsid w:val="408B24EB"/>
    <w:rsid w:val="408D7170"/>
    <w:rsid w:val="408E1483"/>
    <w:rsid w:val="408E3D89"/>
    <w:rsid w:val="408E5B37"/>
    <w:rsid w:val="4090365D"/>
    <w:rsid w:val="40905014"/>
    <w:rsid w:val="4091119B"/>
    <w:rsid w:val="40925360"/>
    <w:rsid w:val="40931189"/>
    <w:rsid w:val="40942074"/>
    <w:rsid w:val="40947993"/>
    <w:rsid w:val="40947D97"/>
    <w:rsid w:val="40950B03"/>
    <w:rsid w:val="409C692B"/>
    <w:rsid w:val="409D6F74"/>
    <w:rsid w:val="409D7BED"/>
    <w:rsid w:val="409E7500"/>
    <w:rsid w:val="409F070E"/>
    <w:rsid w:val="409F41D0"/>
    <w:rsid w:val="40A05CE8"/>
    <w:rsid w:val="40A243D1"/>
    <w:rsid w:val="40A315E2"/>
    <w:rsid w:val="40A32B51"/>
    <w:rsid w:val="40A4535A"/>
    <w:rsid w:val="40A649A8"/>
    <w:rsid w:val="40A9121B"/>
    <w:rsid w:val="40AB66E9"/>
    <w:rsid w:val="40AB6ED9"/>
    <w:rsid w:val="40AD06B3"/>
    <w:rsid w:val="40AF61D9"/>
    <w:rsid w:val="40B10D01"/>
    <w:rsid w:val="40B25CC9"/>
    <w:rsid w:val="40B266F0"/>
    <w:rsid w:val="40B360CC"/>
    <w:rsid w:val="40B57583"/>
    <w:rsid w:val="40B629C1"/>
    <w:rsid w:val="40B669A3"/>
    <w:rsid w:val="40BA6A38"/>
    <w:rsid w:val="40C1053F"/>
    <w:rsid w:val="40C1414F"/>
    <w:rsid w:val="40C25F83"/>
    <w:rsid w:val="40C46B29"/>
    <w:rsid w:val="40C8729B"/>
    <w:rsid w:val="40CA6142"/>
    <w:rsid w:val="40CB6F4F"/>
    <w:rsid w:val="40D0614F"/>
    <w:rsid w:val="40D23CF9"/>
    <w:rsid w:val="40D24A3A"/>
    <w:rsid w:val="40D42592"/>
    <w:rsid w:val="40DA02F0"/>
    <w:rsid w:val="40DA1CEE"/>
    <w:rsid w:val="40DB5220"/>
    <w:rsid w:val="40DC51F3"/>
    <w:rsid w:val="40DE126D"/>
    <w:rsid w:val="40E1035D"/>
    <w:rsid w:val="40E37C31"/>
    <w:rsid w:val="40E70E2E"/>
    <w:rsid w:val="40E710B6"/>
    <w:rsid w:val="40E83499"/>
    <w:rsid w:val="40EA7211"/>
    <w:rsid w:val="40ED0AAF"/>
    <w:rsid w:val="40ED6D01"/>
    <w:rsid w:val="40EE2EF8"/>
    <w:rsid w:val="40EF737C"/>
    <w:rsid w:val="40F40090"/>
    <w:rsid w:val="40F5347A"/>
    <w:rsid w:val="40F541BB"/>
    <w:rsid w:val="40F566B5"/>
    <w:rsid w:val="40F67252"/>
    <w:rsid w:val="40F92794"/>
    <w:rsid w:val="40FA79DE"/>
    <w:rsid w:val="40FB505D"/>
    <w:rsid w:val="40FD5F89"/>
    <w:rsid w:val="40FD6B19"/>
    <w:rsid w:val="41021595"/>
    <w:rsid w:val="410228FE"/>
    <w:rsid w:val="41057FEE"/>
    <w:rsid w:val="41063D92"/>
    <w:rsid w:val="41072E20"/>
    <w:rsid w:val="410A78B3"/>
    <w:rsid w:val="410B2BD9"/>
    <w:rsid w:val="410C051B"/>
    <w:rsid w:val="410D0A35"/>
    <w:rsid w:val="41100DF0"/>
    <w:rsid w:val="4110266C"/>
    <w:rsid w:val="41110FDF"/>
    <w:rsid w:val="41125EBF"/>
    <w:rsid w:val="41136BDA"/>
    <w:rsid w:val="41142DB7"/>
    <w:rsid w:val="41154015"/>
    <w:rsid w:val="411658B7"/>
    <w:rsid w:val="41190989"/>
    <w:rsid w:val="411D1E98"/>
    <w:rsid w:val="411D2E6B"/>
    <w:rsid w:val="411D3DF4"/>
    <w:rsid w:val="411F5B10"/>
    <w:rsid w:val="412101B7"/>
    <w:rsid w:val="4128455A"/>
    <w:rsid w:val="412C4B6E"/>
    <w:rsid w:val="412E73FC"/>
    <w:rsid w:val="412F6D92"/>
    <w:rsid w:val="41307141"/>
    <w:rsid w:val="41336953"/>
    <w:rsid w:val="41343934"/>
    <w:rsid w:val="41347A09"/>
    <w:rsid w:val="41352190"/>
    <w:rsid w:val="41357FE8"/>
    <w:rsid w:val="41365C75"/>
    <w:rsid w:val="41377F7D"/>
    <w:rsid w:val="41397A6E"/>
    <w:rsid w:val="41401527"/>
    <w:rsid w:val="414125D2"/>
    <w:rsid w:val="41420BED"/>
    <w:rsid w:val="414A3870"/>
    <w:rsid w:val="414A4154"/>
    <w:rsid w:val="414E3A80"/>
    <w:rsid w:val="414F53E4"/>
    <w:rsid w:val="41505E55"/>
    <w:rsid w:val="4150688C"/>
    <w:rsid w:val="41515E1C"/>
    <w:rsid w:val="4151719E"/>
    <w:rsid w:val="41562AF9"/>
    <w:rsid w:val="415637EF"/>
    <w:rsid w:val="415B4B97"/>
    <w:rsid w:val="415B7B69"/>
    <w:rsid w:val="415C1BE9"/>
    <w:rsid w:val="415C2847"/>
    <w:rsid w:val="415C79A5"/>
    <w:rsid w:val="415D21A7"/>
    <w:rsid w:val="415E375B"/>
    <w:rsid w:val="415E7BFF"/>
    <w:rsid w:val="41607E2E"/>
    <w:rsid w:val="41657D80"/>
    <w:rsid w:val="41681568"/>
    <w:rsid w:val="41682308"/>
    <w:rsid w:val="416A5DF6"/>
    <w:rsid w:val="416C4ACA"/>
    <w:rsid w:val="416E719F"/>
    <w:rsid w:val="417002E1"/>
    <w:rsid w:val="41726A35"/>
    <w:rsid w:val="41731550"/>
    <w:rsid w:val="41740863"/>
    <w:rsid w:val="41742F7F"/>
    <w:rsid w:val="4174446F"/>
    <w:rsid w:val="417538BB"/>
    <w:rsid w:val="41757B98"/>
    <w:rsid w:val="41780CC1"/>
    <w:rsid w:val="417820ED"/>
    <w:rsid w:val="417D0085"/>
    <w:rsid w:val="417D1FE2"/>
    <w:rsid w:val="417E7403"/>
    <w:rsid w:val="418017D2"/>
    <w:rsid w:val="41807A0E"/>
    <w:rsid w:val="418131F3"/>
    <w:rsid w:val="41824860"/>
    <w:rsid w:val="41824C33"/>
    <w:rsid w:val="41832A67"/>
    <w:rsid w:val="41834333"/>
    <w:rsid w:val="418455CE"/>
    <w:rsid w:val="4185458D"/>
    <w:rsid w:val="41865E21"/>
    <w:rsid w:val="418E6B4A"/>
    <w:rsid w:val="41915EFC"/>
    <w:rsid w:val="419162A4"/>
    <w:rsid w:val="41960C54"/>
    <w:rsid w:val="419614FF"/>
    <w:rsid w:val="41995231"/>
    <w:rsid w:val="41995E1A"/>
    <w:rsid w:val="419A1521"/>
    <w:rsid w:val="419C024B"/>
    <w:rsid w:val="419C1F1A"/>
    <w:rsid w:val="419C2D91"/>
    <w:rsid w:val="419D20A5"/>
    <w:rsid w:val="419E7A0B"/>
    <w:rsid w:val="419F119C"/>
    <w:rsid w:val="419F592E"/>
    <w:rsid w:val="41A13F8A"/>
    <w:rsid w:val="41A14B6A"/>
    <w:rsid w:val="41A17B59"/>
    <w:rsid w:val="41A5138A"/>
    <w:rsid w:val="41A575DC"/>
    <w:rsid w:val="41A602B4"/>
    <w:rsid w:val="41A705B1"/>
    <w:rsid w:val="41A739EE"/>
    <w:rsid w:val="41A76CDF"/>
    <w:rsid w:val="41A82C28"/>
    <w:rsid w:val="41A905EC"/>
    <w:rsid w:val="41A939C8"/>
    <w:rsid w:val="41AA1992"/>
    <w:rsid w:val="41AD0A62"/>
    <w:rsid w:val="41AE1499"/>
    <w:rsid w:val="41AE649F"/>
    <w:rsid w:val="41AF6E50"/>
    <w:rsid w:val="41B225F1"/>
    <w:rsid w:val="41B228BE"/>
    <w:rsid w:val="41B52D8F"/>
    <w:rsid w:val="41B56DC3"/>
    <w:rsid w:val="41B71B63"/>
    <w:rsid w:val="41BA556D"/>
    <w:rsid w:val="41BC3859"/>
    <w:rsid w:val="41BC4FC9"/>
    <w:rsid w:val="41C64601"/>
    <w:rsid w:val="41C746F0"/>
    <w:rsid w:val="41C802AD"/>
    <w:rsid w:val="41C85619"/>
    <w:rsid w:val="41C932CA"/>
    <w:rsid w:val="41CB5E0B"/>
    <w:rsid w:val="41CC036F"/>
    <w:rsid w:val="41CE4677"/>
    <w:rsid w:val="41CF5789"/>
    <w:rsid w:val="41D34149"/>
    <w:rsid w:val="41D350D4"/>
    <w:rsid w:val="41D36B90"/>
    <w:rsid w:val="41D56F57"/>
    <w:rsid w:val="41D66576"/>
    <w:rsid w:val="41D75D33"/>
    <w:rsid w:val="41DC3FCD"/>
    <w:rsid w:val="41DD0548"/>
    <w:rsid w:val="41DE20AA"/>
    <w:rsid w:val="41DE5065"/>
    <w:rsid w:val="41DE77F3"/>
    <w:rsid w:val="41DF5CB3"/>
    <w:rsid w:val="41DF79BE"/>
    <w:rsid w:val="41E311F1"/>
    <w:rsid w:val="41E42E1D"/>
    <w:rsid w:val="41E72355"/>
    <w:rsid w:val="41EA33EB"/>
    <w:rsid w:val="41EA3BB9"/>
    <w:rsid w:val="41EA7494"/>
    <w:rsid w:val="41EC7A85"/>
    <w:rsid w:val="41EE7DCB"/>
    <w:rsid w:val="41F00EBD"/>
    <w:rsid w:val="41F1637D"/>
    <w:rsid w:val="41F254A4"/>
    <w:rsid w:val="41F55ED1"/>
    <w:rsid w:val="41F61BE6"/>
    <w:rsid w:val="41F8773C"/>
    <w:rsid w:val="41FC1CE9"/>
    <w:rsid w:val="41FC74FC"/>
    <w:rsid w:val="41FD11C6"/>
    <w:rsid w:val="42007F13"/>
    <w:rsid w:val="4201034E"/>
    <w:rsid w:val="42021B4D"/>
    <w:rsid w:val="42023634"/>
    <w:rsid w:val="42037B9C"/>
    <w:rsid w:val="42045100"/>
    <w:rsid w:val="4204761F"/>
    <w:rsid w:val="42072045"/>
    <w:rsid w:val="42076FED"/>
    <w:rsid w:val="420C5C2B"/>
    <w:rsid w:val="420C6EDF"/>
    <w:rsid w:val="420D2B47"/>
    <w:rsid w:val="420E4009"/>
    <w:rsid w:val="42115FE8"/>
    <w:rsid w:val="42127D08"/>
    <w:rsid w:val="421639E3"/>
    <w:rsid w:val="42171304"/>
    <w:rsid w:val="421774A6"/>
    <w:rsid w:val="42182E4C"/>
    <w:rsid w:val="421C68C2"/>
    <w:rsid w:val="421D1B60"/>
    <w:rsid w:val="42202B2A"/>
    <w:rsid w:val="4226071D"/>
    <w:rsid w:val="42262061"/>
    <w:rsid w:val="42273DB7"/>
    <w:rsid w:val="42291FBB"/>
    <w:rsid w:val="422B0CB8"/>
    <w:rsid w:val="422B3590"/>
    <w:rsid w:val="422B5D33"/>
    <w:rsid w:val="422D0A99"/>
    <w:rsid w:val="422D33F4"/>
    <w:rsid w:val="42300F20"/>
    <w:rsid w:val="423136A1"/>
    <w:rsid w:val="42336996"/>
    <w:rsid w:val="4234031C"/>
    <w:rsid w:val="42353B50"/>
    <w:rsid w:val="42360B51"/>
    <w:rsid w:val="4236292F"/>
    <w:rsid w:val="423C16F3"/>
    <w:rsid w:val="423C1DDB"/>
    <w:rsid w:val="423F533B"/>
    <w:rsid w:val="4242478A"/>
    <w:rsid w:val="42425B3B"/>
    <w:rsid w:val="424303E8"/>
    <w:rsid w:val="4243599A"/>
    <w:rsid w:val="42445C5D"/>
    <w:rsid w:val="42457B2E"/>
    <w:rsid w:val="42493761"/>
    <w:rsid w:val="4249440B"/>
    <w:rsid w:val="424961B9"/>
    <w:rsid w:val="424D3EFC"/>
    <w:rsid w:val="424D559D"/>
    <w:rsid w:val="425132C0"/>
    <w:rsid w:val="42513C9F"/>
    <w:rsid w:val="42522F7E"/>
    <w:rsid w:val="425336BF"/>
    <w:rsid w:val="42535244"/>
    <w:rsid w:val="4253528A"/>
    <w:rsid w:val="42537038"/>
    <w:rsid w:val="42562684"/>
    <w:rsid w:val="425A2175"/>
    <w:rsid w:val="425C605F"/>
    <w:rsid w:val="42600A02"/>
    <w:rsid w:val="42600FED"/>
    <w:rsid w:val="42601417"/>
    <w:rsid w:val="42611755"/>
    <w:rsid w:val="4262325B"/>
    <w:rsid w:val="426312DC"/>
    <w:rsid w:val="42666D6B"/>
    <w:rsid w:val="426732FF"/>
    <w:rsid w:val="426B3253"/>
    <w:rsid w:val="426C27FF"/>
    <w:rsid w:val="426D634C"/>
    <w:rsid w:val="426E18C9"/>
    <w:rsid w:val="42703746"/>
    <w:rsid w:val="427063C9"/>
    <w:rsid w:val="42707BEA"/>
    <w:rsid w:val="42734FE4"/>
    <w:rsid w:val="42756FAE"/>
    <w:rsid w:val="42762415"/>
    <w:rsid w:val="427B7E46"/>
    <w:rsid w:val="427E55F4"/>
    <w:rsid w:val="42812CE8"/>
    <w:rsid w:val="42817617"/>
    <w:rsid w:val="42821797"/>
    <w:rsid w:val="42830A24"/>
    <w:rsid w:val="42850468"/>
    <w:rsid w:val="42853ABF"/>
    <w:rsid w:val="42864D18"/>
    <w:rsid w:val="4287179F"/>
    <w:rsid w:val="42884F34"/>
    <w:rsid w:val="4289142A"/>
    <w:rsid w:val="42894808"/>
    <w:rsid w:val="428C13E1"/>
    <w:rsid w:val="428D7761"/>
    <w:rsid w:val="42927B60"/>
    <w:rsid w:val="42965325"/>
    <w:rsid w:val="42965E6D"/>
    <w:rsid w:val="42967D5F"/>
    <w:rsid w:val="4297207D"/>
    <w:rsid w:val="429733C9"/>
    <w:rsid w:val="4298189D"/>
    <w:rsid w:val="4299366F"/>
    <w:rsid w:val="4299749E"/>
    <w:rsid w:val="429A1C4B"/>
    <w:rsid w:val="429A1FCD"/>
    <w:rsid w:val="429B5C8A"/>
    <w:rsid w:val="429D6505"/>
    <w:rsid w:val="429E7BD4"/>
    <w:rsid w:val="42A037E5"/>
    <w:rsid w:val="42A60AC5"/>
    <w:rsid w:val="42A768E3"/>
    <w:rsid w:val="42AC3D00"/>
    <w:rsid w:val="42AE1D29"/>
    <w:rsid w:val="42B05157"/>
    <w:rsid w:val="42B07F2C"/>
    <w:rsid w:val="42B85068"/>
    <w:rsid w:val="42B90E1D"/>
    <w:rsid w:val="42B9318B"/>
    <w:rsid w:val="42B95E1F"/>
    <w:rsid w:val="42BB337E"/>
    <w:rsid w:val="42BC067A"/>
    <w:rsid w:val="42BE3617"/>
    <w:rsid w:val="42BF3A4C"/>
    <w:rsid w:val="42C1696F"/>
    <w:rsid w:val="42C64EC4"/>
    <w:rsid w:val="42C71DC1"/>
    <w:rsid w:val="42C82D58"/>
    <w:rsid w:val="42C92B59"/>
    <w:rsid w:val="42CA379F"/>
    <w:rsid w:val="42CD0B98"/>
    <w:rsid w:val="42CD1095"/>
    <w:rsid w:val="42CD3AEF"/>
    <w:rsid w:val="42CD77D7"/>
    <w:rsid w:val="42CE1BF0"/>
    <w:rsid w:val="42D31245"/>
    <w:rsid w:val="42D31445"/>
    <w:rsid w:val="42D75169"/>
    <w:rsid w:val="42D83F6B"/>
    <w:rsid w:val="42D96C2A"/>
    <w:rsid w:val="42DA4512"/>
    <w:rsid w:val="42DB31A6"/>
    <w:rsid w:val="42DB7682"/>
    <w:rsid w:val="42DB7D62"/>
    <w:rsid w:val="42DC2386"/>
    <w:rsid w:val="42DE391A"/>
    <w:rsid w:val="42DE4B54"/>
    <w:rsid w:val="42DF2FFE"/>
    <w:rsid w:val="42E13214"/>
    <w:rsid w:val="42E205F2"/>
    <w:rsid w:val="42E62BC2"/>
    <w:rsid w:val="42E66FD4"/>
    <w:rsid w:val="42E83C24"/>
    <w:rsid w:val="42E90CEE"/>
    <w:rsid w:val="42ED551B"/>
    <w:rsid w:val="42EF43F8"/>
    <w:rsid w:val="42F135AD"/>
    <w:rsid w:val="42F1438D"/>
    <w:rsid w:val="42F428DA"/>
    <w:rsid w:val="42F76080"/>
    <w:rsid w:val="42F778C0"/>
    <w:rsid w:val="42F8050E"/>
    <w:rsid w:val="42F826EF"/>
    <w:rsid w:val="42FA4B6C"/>
    <w:rsid w:val="42FA5706"/>
    <w:rsid w:val="42FB0217"/>
    <w:rsid w:val="42FC147E"/>
    <w:rsid w:val="42FE3177"/>
    <w:rsid w:val="42FE51F6"/>
    <w:rsid w:val="42FF0C76"/>
    <w:rsid w:val="42FF2D1C"/>
    <w:rsid w:val="4301118A"/>
    <w:rsid w:val="43015C74"/>
    <w:rsid w:val="43072255"/>
    <w:rsid w:val="43076F24"/>
    <w:rsid w:val="430A5C7A"/>
    <w:rsid w:val="430D1EAC"/>
    <w:rsid w:val="430D3587"/>
    <w:rsid w:val="430D7162"/>
    <w:rsid w:val="430F06A2"/>
    <w:rsid w:val="430F56AE"/>
    <w:rsid w:val="43103B6D"/>
    <w:rsid w:val="43106FF8"/>
    <w:rsid w:val="43110F87"/>
    <w:rsid w:val="43152C7F"/>
    <w:rsid w:val="43160791"/>
    <w:rsid w:val="4317080D"/>
    <w:rsid w:val="4317509F"/>
    <w:rsid w:val="43183298"/>
    <w:rsid w:val="43183535"/>
    <w:rsid w:val="43184B6E"/>
    <w:rsid w:val="431A28BC"/>
    <w:rsid w:val="431F5FEE"/>
    <w:rsid w:val="432060DB"/>
    <w:rsid w:val="43210BD5"/>
    <w:rsid w:val="43255AE5"/>
    <w:rsid w:val="43264F9D"/>
    <w:rsid w:val="432774B5"/>
    <w:rsid w:val="432B58BF"/>
    <w:rsid w:val="432E573B"/>
    <w:rsid w:val="432F4C6B"/>
    <w:rsid w:val="43304383"/>
    <w:rsid w:val="433061E6"/>
    <w:rsid w:val="43336B30"/>
    <w:rsid w:val="43344580"/>
    <w:rsid w:val="43365E81"/>
    <w:rsid w:val="433A3E4F"/>
    <w:rsid w:val="433A6E2C"/>
    <w:rsid w:val="433B1113"/>
    <w:rsid w:val="433B7746"/>
    <w:rsid w:val="433C4F16"/>
    <w:rsid w:val="433D443B"/>
    <w:rsid w:val="43404D1A"/>
    <w:rsid w:val="434072C1"/>
    <w:rsid w:val="43456981"/>
    <w:rsid w:val="43470AA6"/>
    <w:rsid w:val="43476B9D"/>
    <w:rsid w:val="43480C07"/>
    <w:rsid w:val="43485F3B"/>
    <w:rsid w:val="43491C22"/>
    <w:rsid w:val="434961FF"/>
    <w:rsid w:val="434E386C"/>
    <w:rsid w:val="43500259"/>
    <w:rsid w:val="43500C95"/>
    <w:rsid w:val="43532279"/>
    <w:rsid w:val="435420D5"/>
    <w:rsid w:val="4359242C"/>
    <w:rsid w:val="43594DF0"/>
    <w:rsid w:val="435A0B6E"/>
    <w:rsid w:val="435B74A9"/>
    <w:rsid w:val="435C0C41"/>
    <w:rsid w:val="435C3433"/>
    <w:rsid w:val="435C378C"/>
    <w:rsid w:val="435F0C3A"/>
    <w:rsid w:val="435F5E23"/>
    <w:rsid w:val="43606D8D"/>
    <w:rsid w:val="436239D7"/>
    <w:rsid w:val="43644152"/>
    <w:rsid w:val="4368344B"/>
    <w:rsid w:val="43691B47"/>
    <w:rsid w:val="43694995"/>
    <w:rsid w:val="436B0482"/>
    <w:rsid w:val="436B3308"/>
    <w:rsid w:val="436C03B1"/>
    <w:rsid w:val="436C66B7"/>
    <w:rsid w:val="436D553F"/>
    <w:rsid w:val="436F240C"/>
    <w:rsid w:val="436F3A29"/>
    <w:rsid w:val="436F5DEA"/>
    <w:rsid w:val="43707776"/>
    <w:rsid w:val="437101AA"/>
    <w:rsid w:val="43734F56"/>
    <w:rsid w:val="43737BD6"/>
    <w:rsid w:val="4374622B"/>
    <w:rsid w:val="43776C71"/>
    <w:rsid w:val="437772A4"/>
    <w:rsid w:val="437856E2"/>
    <w:rsid w:val="43792330"/>
    <w:rsid w:val="437940CF"/>
    <w:rsid w:val="437C33F6"/>
    <w:rsid w:val="437F0749"/>
    <w:rsid w:val="4382444F"/>
    <w:rsid w:val="43844FD7"/>
    <w:rsid w:val="4385555F"/>
    <w:rsid w:val="43860D47"/>
    <w:rsid w:val="43891045"/>
    <w:rsid w:val="43893EEA"/>
    <w:rsid w:val="438A0958"/>
    <w:rsid w:val="438F3195"/>
    <w:rsid w:val="43916E25"/>
    <w:rsid w:val="439312B8"/>
    <w:rsid w:val="43963D6A"/>
    <w:rsid w:val="43967445"/>
    <w:rsid w:val="43971C33"/>
    <w:rsid w:val="43976322"/>
    <w:rsid w:val="43987B5A"/>
    <w:rsid w:val="439C1EB7"/>
    <w:rsid w:val="439D4A0F"/>
    <w:rsid w:val="439D67BD"/>
    <w:rsid w:val="43A062AD"/>
    <w:rsid w:val="43A272BA"/>
    <w:rsid w:val="43A46D0A"/>
    <w:rsid w:val="43A51154"/>
    <w:rsid w:val="43A7763B"/>
    <w:rsid w:val="43A804AB"/>
    <w:rsid w:val="43AA2C88"/>
    <w:rsid w:val="43B05F79"/>
    <w:rsid w:val="43B104BA"/>
    <w:rsid w:val="43B12125"/>
    <w:rsid w:val="43B13647"/>
    <w:rsid w:val="43B2087C"/>
    <w:rsid w:val="43B43B06"/>
    <w:rsid w:val="43B44E74"/>
    <w:rsid w:val="43B46D40"/>
    <w:rsid w:val="43B80EAA"/>
    <w:rsid w:val="43BB25B4"/>
    <w:rsid w:val="43BB30E7"/>
    <w:rsid w:val="43C024AB"/>
    <w:rsid w:val="43C0384C"/>
    <w:rsid w:val="43C64F93"/>
    <w:rsid w:val="43CB310A"/>
    <w:rsid w:val="43CC52F4"/>
    <w:rsid w:val="43CD4E10"/>
    <w:rsid w:val="43CE150A"/>
    <w:rsid w:val="43D07B6C"/>
    <w:rsid w:val="43D30430"/>
    <w:rsid w:val="43D37032"/>
    <w:rsid w:val="43D45F57"/>
    <w:rsid w:val="43D71DCC"/>
    <w:rsid w:val="43D77BB3"/>
    <w:rsid w:val="43D86CEE"/>
    <w:rsid w:val="43D91B69"/>
    <w:rsid w:val="43D9535B"/>
    <w:rsid w:val="43E04404"/>
    <w:rsid w:val="43E11F34"/>
    <w:rsid w:val="43E202FE"/>
    <w:rsid w:val="43E225F6"/>
    <w:rsid w:val="43E268C5"/>
    <w:rsid w:val="43E31A09"/>
    <w:rsid w:val="43E800AA"/>
    <w:rsid w:val="43E868ED"/>
    <w:rsid w:val="43EE2101"/>
    <w:rsid w:val="43EE7018"/>
    <w:rsid w:val="43EF7150"/>
    <w:rsid w:val="43F00172"/>
    <w:rsid w:val="43F07364"/>
    <w:rsid w:val="43F14D5A"/>
    <w:rsid w:val="43F22525"/>
    <w:rsid w:val="43F27A9A"/>
    <w:rsid w:val="43F32959"/>
    <w:rsid w:val="43F6065C"/>
    <w:rsid w:val="43F860E9"/>
    <w:rsid w:val="43FB7987"/>
    <w:rsid w:val="43FC40A8"/>
    <w:rsid w:val="43FC7C4C"/>
    <w:rsid w:val="43FF2226"/>
    <w:rsid w:val="44022AC4"/>
    <w:rsid w:val="44025F15"/>
    <w:rsid w:val="440367D4"/>
    <w:rsid w:val="44051150"/>
    <w:rsid w:val="44076053"/>
    <w:rsid w:val="440A3726"/>
    <w:rsid w:val="440D21CE"/>
    <w:rsid w:val="440D68FC"/>
    <w:rsid w:val="440E03AE"/>
    <w:rsid w:val="440F51E1"/>
    <w:rsid w:val="44102CFA"/>
    <w:rsid w:val="44104E02"/>
    <w:rsid w:val="44104E3D"/>
    <w:rsid w:val="44117880"/>
    <w:rsid w:val="44131314"/>
    <w:rsid w:val="441553F8"/>
    <w:rsid w:val="44167634"/>
    <w:rsid w:val="44180988"/>
    <w:rsid w:val="441F3676"/>
    <w:rsid w:val="44223166"/>
    <w:rsid w:val="44224F14"/>
    <w:rsid w:val="44230DA0"/>
    <w:rsid w:val="44240C8C"/>
    <w:rsid w:val="44246BDC"/>
    <w:rsid w:val="44246EDE"/>
    <w:rsid w:val="44250560"/>
    <w:rsid w:val="44254A04"/>
    <w:rsid w:val="44255CB0"/>
    <w:rsid w:val="44291DF2"/>
    <w:rsid w:val="442A1107"/>
    <w:rsid w:val="442B48A8"/>
    <w:rsid w:val="442E0D96"/>
    <w:rsid w:val="442E2A82"/>
    <w:rsid w:val="442E5667"/>
    <w:rsid w:val="442F3306"/>
    <w:rsid w:val="443260A2"/>
    <w:rsid w:val="44330768"/>
    <w:rsid w:val="443320C1"/>
    <w:rsid w:val="44342A32"/>
    <w:rsid w:val="443503E3"/>
    <w:rsid w:val="44357289"/>
    <w:rsid w:val="4436451B"/>
    <w:rsid w:val="44365B60"/>
    <w:rsid w:val="44387433"/>
    <w:rsid w:val="443A0F7F"/>
    <w:rsid w:val="443A344C"/>
    <w:rsid w:val="443A40B8"/>
    <w:rsid w:val="443A50C0"/>
    <w:rsid w:val="443D1D4E"/>
    <w:rsid w:val="443F10DD"/>
    <w:rsid w:val="44403F8B"/>
    <w:rsid w:val="44420DC1"/>
    <w:rsid w:val="444274D7"/>
    <w:rsid w:val="44441A29"/>
    <w:rsid w:val="44456072"/>
    <w:rsid w:val="44470445"/>
    <w:rsid w:val="444A6219"/>
    <w:rsid w:val="444D4658"/>
    <w:rsid w:val="444E55B2"/>
    <w:rsid w:val="444E6354"/>
    <w:rsid w:val="444F4245"/>
    <w:rsid w:val="444F55DD"/>
    <w:rsid w:val="44567B96"/>
    <w:rsid w:val="445961CA"/>
    <w:rsid w:val="445A645C"/>
    <w:rsid w:val="445F277C"/>
    <w:rsid w:val="445F3656"/>
    <w:rsid w:val="446077EA"/>
    <w:rsid w:val="4462254C"/>
    <w:rsid w:val="44632588"/>
    <w:rsid w:val="44647905"/>
    <w:rsid w:val="44673641"/>
    <w:rsid w:val="446757B1"/>
    <w:rsid w:val="44685B7A"/>
    <w:rsid w:val="44692B43"/>
    <w:rsid w:val="446B4F27"/>
    <w:rsid w:val="446C0921"/>
    <w:rsid w:val="446C466F"/>
    <w:rsid w:val="446E3F62"/>
    <w:rsid w:val="447118E8"/>
    <w:rsid w:val="447163FB"/>
    <w:rsid w:val="44766CF7"/>
    <w:rsid w:val="447854BE"/>
    <w:rsid w:val="44791B36"/>
    <w:rsid w:val="447A194D"/>
    <w:rsid w:val="447B169D"/>
    <w:rsid w:val="447B7D57"/>
    <w:rsid w:val="447D3E75"/>
    <w:rsid w:val="447D4641"/>
    <w:rsid w:val="44803D9E"/>
    <w:rsid w:val="448355D9"/>
    <w:rsid w:val="448405A7"/>
    <w:rsid w:val="44842D74"/>
    <w:rsid w:val="44881C9F"/>
    <w:rsid w:val="4488746D"/>
    <w:rsid w:val="44892E0F"/>
    <w:rsid w:val="44894F93"/>
    <w:rsid w:val="448B29AC"/>
    <w:rsid w:val="448B4135"/>
    <w:rsid w:val="448D337E"/>
    <w:rsid w:val="448E21B0"/>
    <w:rsid w:val="44900539"/>
    <w:rsid w:val="44933F6A"/>
    <w:rsid w:val="449529E4"/>
    <w:rsid w:val="44980B67"/>
    <w:rsid w:val="449924D3"/>
    <w:rsid w:val="449A5E0A"/>
    <w:rsid w:val="449B688D"/>
    <w:rsid w:val="449D459A"/>
    <w:rsid w:val="449E226B"/>
    <w:rsid w:val="449F43EA"/>
    <w:rsid w:val="44A65B45"/>
    <w:rsid w:val="44A71DE9"/>
    <w:rsid w:val="44A76C5D"/>
    <w:rsid w:val="44A973E3"/>
    <w:rsid w:val="44AB315B"/>
    <w:rsid w:val="44AC7CC2"/>
    <w:rsid w:val="44AE1E19"/>
    <w:rsid w:val="44B25AB0"/>
    <w:rsid w:val="44B26B87"/>
    <w:rsid w:val="44B53F19"/>
    <w:rsid w:val="44B57321"/>
    <w:rsid w:val="44B701CB"/>
    <w:rsid w:val="44B8767A"/>
    <w:rsid w:val="44BA5A5B"/>
    <w:rsid w:val="44BC0AEB"/>
    <w:rsid w:val="44BC1DB2"/>
    <w:rsid w:val="44BE7276"/>
    <w:rsid w:val="44C02743"/>
    <w:rsid w:val="44C116BA"/>
    <w:rsid w:val="44C80E26"/>
    <w:rsid w:val="44C91189"/>
    <w:rsid w:val="44CB1709"/>
    <w:rsid w:val="44CB24A2"/>
    <w:rsid w:val="44D035A9"/>
    <w:rsid w:val="44D0671E"/>
    <w:rsid w:val="44D24386"/>
    <w:rsid w:val="44D24DC7"/>
    <w:rsid w:val="44D32F2E"/>
    <w:rsid w:val="44D426B2"/>
    <w:rsid w:val="44D45DFA"/>
    <w:rsid w:val="44D51F86"/>
    <w:rsid w:val="44D5574E"/>
    <w:rsid w:val="44D75CFE"/>
    <w:rsid w:val="44D81A76"/>
    <w:rsid w:val="44DA3AE3"/>
    <w:rsid w:val="44DA759D"/>
    <w:rsid w:val="44DD06D7"/>
    <w:rsid w:val="44DE053B"/>
    <w:rsid w:val="44DF2E05"/>
    <w:rsid w:val="44E01F62"/>
    <w:rsid w:val="44E17DFF"/>
    <w:rsid w:val="44E35790"/>
    <w:rsid w:val="44E4124E"/>
    <w:rsid w:val="44E46285"/>
    <w:rsid w:val="44E76B7E"/>
    <w:rsid w:val="44E95936"/>
    <w:rsid w:val="44E95A32"/>
    <w:rsid w:val="44EB17AA"/>
    <w:rsid w:val="44EB464B"/>
    <w:rsid w:val="44EB613B"/>
    <w:rsid w:val="44EC0393"/>
    <w:rsid w:val="44EC2783"/>
    <w:rsid w:val="44EC4343"/>
    <w:rsid w:val="44EE747C"/>
    <w:rsid w:val="44EF214B"/>
    <w:rsid w:val="44F023E4"/>
    <w:rsid w:val="44F20D8A"/>
    <w:rsid w:val="44F24E39"/>
    <w:rsid w:val="44F4441A"/>
    <w:rsid w:val="44F56185"/>
    <w:rsid w:val="44F761E2"/>
    <w:rsid w:val="44FA19ED"/>
    <w:rsid w:val="450415CD"/>
    <w:rsid w:val="45053262"/>
    <w:rsid w:val="450533A6"/>
    <w:rsid w:val="45077B70"/>
    <w:rsid w:val="45080897"/>
    <w:rsid w:val="4508235C"/>
    <w:rsid w:val="45091D14"/>
    <w:rsid w:val="45097E82"/>
    <w:rsid w:val="450A0B9F"/>
    <w:rsid w:val="450A431F"/>
    <w:rsid w:val="450E41B5"/>
    <w:rsid w:val="450F3C32"/>
    <w:rsid w:val="45101092"/>
    <w:rsid w:val="45102890"/>
    <w:rsid w:val="4510563C"/>
    <w:rsid w:val="45126004"/>
    <w:rsid w:val="4512673C"/>
    <w:rsid w:val="45126B2C"/>
    <w:rsid w:val="45133984"/>
    <w:rsid w:val="451505D5"/>
    <w:rsid w:val="45170B4E"/>
    <w:rsid w:val="451900C5"/>
    <w:rsid w:val="451B542C"/>
    <w:rsid w:val="451E6401"/>
    <w:rsid w:val="451F7289"/>
    <w:rsid w:val="4521066F"/>
    <w:rsid w:val="4524658B"/>
    <w:rsid w:val="45246A6A"/>
    <w:rsid w:val="45264EA6"/>
    <w:rsid w:val="45282704"/>
    <w:rsid w:val="45283E65"/>
    <w:rsid w:val="45284E8A"/>
    <w:rsid w:val="45290BFA"/>
    <w:rsid w:val="452B24EF"/>
    <w:rsid w:val="452E1696"/>
    <w:rsid w:val="45303661"/>
    <w:rsid w:val="45331A50"/>
    <w:rsid w:val="45361836"/>
    <w:rsid w:val="4537679D"/>
    <w:rsid w:val="45387BE5"/>
    <w:rsid w:val="453A08A9"/>
    <w:rsid w:val="453A628D"/>
    <w:rsid w:val="453B285C"/>
    <w:rsid w:val="453C10A8"/>
    <w:rsid w:val="453C2BE5"/>
    <w:rsid w:val="4541586E"/>
    <w:rsid w:val="45441A25"/>
    <w:rsid w:val="454562D7"/>
    <w:rsid w:val="4545710C"/>
    <w:rsid w:val="454664AF"/>
    <w:rsid w:val="454668C1"/>
    <w:rsid w:val="45491B7A"/>
    <w:rsid w:val="454A2587"/>
    <w:rsid w:val="454B05C6"/>
    <w:rsid w:val="454B2480"/>
    <w:rsid w:val="454B3EC8"/>
    <w:rsid w:val="455163A9"/>
    <w:rsid w:val="45523900"/>
    <w:rsid w:val="45526022"/>
    <w:rsid w:val="455D2777"/>
    <w:rsid w:val="455F7BBB"/>
    <w:rsid w:val="45606EF2"/>
    <w:rsid w:val="45611754"/>
    <w:rsid w:val="45617A80"/>
    <w:rsid w:val="45634690"/>
    <w:rsid w:val="45641862"/>
    <w:rsid w:val="45654E52"/>
    <w:rsid w:val="45664D9D"/>
    <w:rsid w:val="45696EF0"/>
    <w:rsid w:val="457255E0"/>
    <w:rsid w:val="45725601"/>
    <w:rsid w:val="45725A27"/>
    <w:rsid w:val="457277D5"/>
    <w:rsid w:val="45735FED"/>
    <w:rsid w:val="45766A2C"/>
    <w:rsid w:val="4577761F"/>
    <w:rsid w:val="45781C3D"/>
    <w:rsid w:val="457A064C"/>
    <w:rsid w:val="457A31EA"/>
    <w:rsid w:val="457F49AF"/>
    <w:rsid w:val="457F7887"/>
    <w:rsid w:val="45806396"/>
    <w:rsid w:val="458221DB"/>
    <w:rsid w:val="45863281"/>
    <w:rsid w:val="4587083F"/>
    <w:rsid w:val="45880956"/>
    <w:rsid w:val="45880E6E"/>
    <w:rsid w:val="4589299A"/>
    <w:rsid w:val="458B32B0"/>
    <w:rsid w:val="458C4D3B"/>
    <w:rsid w:val="458D5981"/>
    <w:rsid w:val="458F0ED3"/>
    <w:rsid w:val="458F3926"/>
    <w:rsid w:val="45902FBA"/>
    <w:rsid w:val="459050A5"/>
    <w:rsid w:val="45924862"/>
    <w:rsid w:val="45951FCB"/>
    <w:rsid w:val="45960412"/>
    <w:rsid w:val="45992FB4"/>
    <w:rsid w:val="45994505"/>
    <w:rsid w:val="459D5314"/>
    <w:rsid w:val="459E07DF"/>
    <w:rsid w:val="459E7ADA"/>
    <w:rsid w:val="459E7BCC"/>
    <w:rsid w:val="45A007E6"/>
    <w:rsid w:val="45A20B66"/>
    <w:rsid w:val="45A3695E"/>
    <w:rsid w:val="45A743DA"/>
    <w:rsid w:val="45A85276"/>
    <w:rsid w:val="45AD56BE"/>
    <w:rsid w:val="45AF43D6"/>
    <w:rsid w:val="45B00FAB"/>
    <w:rsid w:val="45B3557A"/>
    <w:rsid w:val="45B42BF3"/>
    <w:rsid w:val="45B5414E"/>
    <w:rsid w:val="45B61DB8"/>
    <w:rsid w:val="45B7168C"/>
    <w:rsid w:val="45B822A7"/>
    <w:rsid w:val="45B8581F"/>
    <w:rsid w:val="45B94AB2"/>
    <w:rsid w:val="45BB66F1"/>
    <w:rsid w:val="45BF605E"/>
    <w:rsid w:val="45C14D9F"/>
    <w:rsid w:val="45C2075D"/>
    <w:rsid w:val="45C5024D"/>
    <w:rsid w:val="45C73FC5"/>
    <w:rsid w:val="45C96EBD"/>
    <w:rsid w:val="45CB53ED"/>
    <w:rsid w:val="45CC397E"/>
    <w:rsid w:val="45CC6943"/>
    <w:rsid w:val="45CE1EE4"/>
    <w:rsid w:val="45CE5E39"/>
    <w:rsid w:val="45D11869"/>
    <w:rsid w:val="45D120FB"/>
    <w:rsid w:val="45D217F1"/>
    <w:rsid w:val="45D23D9E"/>
    <w:rsid w:val="45D2732B"/>
    <w:rsid w:val="45D3638A"/>
    <w:rsid w:val="45DA1B12"/>
    <w:rsid w:val="45DB57B3"/>
    <w:rsid w:val="45DC4333"/>
    <w:rsid w:val="45DD3224"/>
    <w:rsid w:val="45DD7344"/>
    <w:rsid w:val="45DE3642"/>
    <w:rsid w:val="45DE372E"/>
    <w:rsid w:val="45E61165"/>
    <w:rsid w:val="45E76415"/>
    <w:rsid w:val="45E76EF5"/>
    <w:rsid w:val="45E84732"/>
    <w:rsid w:val="45E85C2A"/>
    <w:rsid w:val="45EA7929"/>
    <w:rsid w:val="45EC3AC0"/>
    <w:rsid w:val="45ED3300"/>
    <w:rsid w:val="45F13A04"/>
    <w:rsid w:val="45F17AEF"/>
    <w:rsid w:val="45F428E0"/>
    <w:rsid w:val="45F535E1"/>
    <w:rsid w:val="45F70BFA"/>
    <w:rsid w:val="45F7501E"/>
    <w:rsid w:val="45F830A3"/>
    <w:rsid w:val="45F8417E"/>
    <w:rsid w:val="45F87E2E"/>
    <w:rsid w:val="45F97EF6"/>
    <w:rsid w:val="45FA00EE"/>
    <w:rsid w:val="45FC4EB4"/>
    <w:rsid w:val="45FD1985"/>
    <w:rsid w:val="46003033"/>
    <w:rsid w:val="46005A76"/>
    <w:rsid w:val="46020B59"/>
    <w:rsid w:val="46030790"/>
    <w:rsid w:val="46032E03"/>
    <w:rsid w:val="46072613"/>
    <w:rsid w:val="46072D62"/>
    <w:rsid w:val="460801D9"/>
    <w:rsid w:val="460947FD"/>
    <w:rsid w:val="460C3CC4"/>
    <w:rsid w:val="460C5E7C"/>
    <w:rsid w:val="460D74FE"/>
    <w:rsid w:val="460F14C8"/>
    <w:rsid w:val="460F659F"/>
    <w:rsid w:val="460F6F94"/>
    <w:rsid w:val="4610013C"/>
    <w:rsid w:val="461036EB"/>
    <w:rsid w:val="46160DDF"/>
    <w:rsid w:val="461865CE"/>
    <w:rsid w:val="46191F86"/>
    <w:rsid w:val="461A58DC"/>
    <w:rsid w:val="461B00BC"/>
    <w:rsid w:val="461C6EE2"/>
    <w:rsid w:val="461D7C3C"/>
    <w:rsid w:val="46274A4A"/>
    <w:rsid w:val="46286F2A"/>
    <w:rsid w:val="46296357"/>
    <w:rsid w:val="462A0D7E"/>
    <w:rsid w:val="462B7554"/>
    <w:rsid w:val="462F43FA"/>
    <w:rsid w:val="46301E6D"/>
    <w:rsid w:val="463073DE"/>
    <w:rsid w:val="46317690"/>
    <w:rsid w:val="46362087"/>
    <w:rsid w:val="46366A55"/>
    <w:rsid w:val="46367D1D"/>
    <w:rsid w:val="463B3C92"/>
    <w:rsid w:val="463D1CBE"/>
    <w:rsid w:val="463D77E9"/>
    <w:rsid w:val="464253F9"/>
    <w:rsid w:val="46430B74"/>
    <w:rsid w:val="46443477"/>
    <w:rsid w:val="464456E4"/>
    <w:rsid w:val="464558E0"/>
    <w:rsid w:val="46465772"/>
    <w:rsid w:val="46471FAA"/>
    <w:rsid w:val="46474C8D"/>
    <w:rsid w:val="46480A1D"/>
    <w:rsid w:val="464949DA"/>
    <w:rsid w:val="464C260C"/>
    <w:rsid w:val="464E7D2F"/>
    <w:rsid w:val="464F1E22"/>
    <w:rsid w:val="464F5D68"/>
    <w:rsid w:val="46502192"/>
    <w:rsid w:val="46507E45"/>
    <w:rsid w:val="46542DFF"/>
    <w:rsid w:val="46572D52"/>
    <w:rsid w:val="46582E6F"/>
    <w:rsid w:val="46592743"/>
    <w:rsid w:val="46595972"/>
    <w:rsid w:val="465C04E4"/>
    <w:rsid w:val="465E0CAC"/>
    <w:rsid w:val="465F2191"/>
    <w:rsid w:val="46601D24"/>
    <w:rsid w:val="46626A16"/>
    <w:rsid w:val="4664439F"/>
    <w:rsid w:val="46653697"/>
    <w:rsid w:val="466701B3"/>
    <w:rsid w:val="46675C4D"/>
    <w:rsid w:val="4668100F"/>
    <w:rsid w:val="46694278"/>
    <w:rsid w:val="466A1920"/>
    <w:rsid w:val="466F2F7D"/>
    <w:rsid w:val="46707BD2"/>
    <w:rsid w:val="4673570E"/>
    <w:rsid w:val="46737BC4"/>
    <w:rsid w:val="46746FC6"/>
    <w:rsid w:val="46756AB9"/>
    <w:rsid w:val="46761547"/>
    <w:rsid w:val="46786D9A"/>
    <w:rsid w:val="467A6C1E"/>
    <w:rsid w:val="467B0F0B"/>
    <w:rsid w:val="467D0B27"/>
    <w:rsid w:val="467F37FA"/>
    <w:rsid w:val="468013CD"/>
    <w:rsid w:val="468105AA"/>
    <w:rsid w:val="4682652F"/>
    <w:rsid w:val="46833903"/>
    <w:rsid w:val="46834ED1"/>
    <w:rsid w:val="468439A8"/>
    <w:rsid w:val="468448ED"/>
    <w:rsid w:val="46852954"/>
    <w:rsid w:val="46853538"/>
    <w:rsid w:val="46853E3A"/>
    <w:rsid w:val="46860C39"/>
    <w:rsid w:val="46871915"/>
    <w:rsid w:val="46873754"/>
    <w:rsid w:val="468869A9"/>
    <w:rsid w:val="4689296A"/>
    <w:rsid w:val="468D0CD2"/>
    <w:rsid w:val="468D257D"/>
    <w:rsid w:val="46903E0A"/>
    <w:rsid w:val="46907A81"/>
    <w:rsid w:val="46914A84"/>
    <w:rsid w:val="46930375"/>
    <w:rsid w:val="46932C45"/>
    <w:rsid w:val="46932E20"/>
    <w:rsid w:val="469369A3"/>
    <w:rsid w:val="469703D4"/>
    <w:rsid w:val="46971592"/>
    <w:rsid w:val="469813E5"/>
    <w:rsid w:val="469964EC"/>
    <w:rsid w:val="469A4E44"/>
    <w:rsid w:val="46A1197C"/>
    <w:rsid w:val="46A244A8"/>
    <w:rsid w:val="46A40E52"/>
    <w:rsid w:val="46A77952"/>
    <w:rsid w:val="46A96338"/>
    <w:rsid w:val="46A96D70"/>
    <w:rsid w:val="46AB491B"/>
    <w:rsid w:val="46AC1A48"/>
    <w:rsid w:val="46AC665A"/>
    <w:rsid w:val="46B362F7"/>
    <w:rsid w:val="46B8390E"/>
    <w:rsid w:val="46B85596"/>
    <w:rsid w:val="46B900DF"/>
    <w:rsid w:val="46B92994"/>
    <w:rsid w:val="46BC1650"/>
    <w:rsid w:val="46BC71D0"/>
    <w:rsid w:val="46BD37FE"/>
    <w:rsid w:val="46BD70B5"/>
    <w:rsid w:val="46C1009F"/>
    <w:rsid w:val="46C112EB"/>
    <w:rsid w:val="46C27A15"/>
    <w:rsid w:val="46C34598"/>
    <w:rsid w:val="46C422B2"/>
    <w:rsid w:val="46C46FB9"/>
    <w:rsid w:val="46C51411"/>
    <w:rsid w:val="46C53341"/>
    <w:rsid w:val="46C769B5"/>
    <w:rsid w:val="46CA78B1"/>
    <w:rsid w:val="46CC3378"/>
    <w:rsid w:val="46CC3DDF"/>
    <w:rsid w:val="46CD560B"/>
    <w:rsid w:val="46CD6437"/>
    <w:rsid w:val="46CF3758"/>
    <w:rsid w:val="46D22C21"/>
    <w:rsid w:val="46D3282B"/>
    <w:rsid w:val="46D60D66"/>
    <w:rsid w:val="46D75A21"/>
    <w:rsid w:val="46D93C7F"/>
    <w:rsid w:val="46DA434F"/>
    <w:rsid w:val="46DB52C3"/>
    <w:rsid w:val="46E110B6"/>
    <w:rsid w:val="46E209CE"/>
    <w:rsid w:val="46E356FA"/>
    <w:rsid w:val="46E42955"/>
    <w:rsid w:val="46E470E4"/>
    <w:rsid w:val="46E520BE"/>
    <w:rsid w:val="46E72BFA"/>
    <w:rsid w:val="46E76ED6"/>
    <w:rsid w:val="46E85F1E"/>
    <w:rsid w:val="46E86937"/>
    <w:rsid w:val="46E91D19"/>
    <w:rsid w:val="46ED1420"/>
    <w:rsid w:val="46ED5486"/>
    <w:rsid w:val="46ED7A5B"/>
    <w:rsid w:val="46EF5DF5"/>
    <w:rsid w:val="46F120A3"/>
    <w:rsid w:val="46F245F5"/>
    <w:rsid w:val="46F32B98"/>
    <w:rsid w:val="46F365E2"/>
    <w:rsid w:val="46F6547F"/>
    <w:rsid w:val="46F662F7"/>
    <w:rsid w:val="46F74C25"/>
    <w:rsid w:val="46F92DF0"/>
    <w:rsid w:val="46FA4ED4"/>
    <w:rsid w:val="46FE256C"/>
    <w:rsid w:val="46FF02AB"/>
    <w:rsid w:val="47023764"/>
    <w:rsid w:val="47055E07"/>
    <w:rsid w:val="47067086"/>
    <w:rsid w:val="470A44F2"/>
    <w:rsid w:val="47115399"/>
    <w:rsid w:val="47125457"/>
    <w:rsid w:val="47135A3E"/>
    <w:rsid w:val="471612F1"/>
    <w:rsid w:val="4718311B"/>
    <w:rsid w:val="471C5762"/>
    <w:rsid w:val="471E0DE9"/>
    <w:rsid w:val="471E1734"/>
    <w:rsid w:val="47222150"/>
    <w:rsid w:val="47255FD0"/>
    <w:rsid w:val="47280A93"/>
    <w:rsid w:val="4728636F"/>
    <w:rsid w:val="47295CC9"/>
    <w:rsid w:val="472965B9"/>
    <w:rsid w:val="472A141B"/>
    <w:rsid w:val="472B3B0E"/>
    <w:rsid w:val="472C0AAC"/>
    <w:rsid w:val="472F1645"/>
    <w:rsid w:val="47300FF3"/>
    <w:rsid w:val="47312B73"/>
    <w:rsid w:val="473276AB"/>
    <w:rsid w:val="47342E51"/>
    <w:rsid w:val="473667B8"/>
    <w:rsid w:val="47373413"/>
    <w:rsid w:val="47392CA0"/>
    <w:rsid w:val="473C0C45"/>
    <w:rsid w:val="473D1863"/>
    <w:rsid w:val="473D24F2"/>
    <w:rsid w:val="473E0268"/>
    <w:rsid w:val="4740281A"/>
    <w:rsid w:val="474156B1"/>
    <w:rsid w:val="47425E08"/>
    <w:rsid w:val="47432862"/>
    <w:rsid w:val="4743317B"/>
    <w:rsid w:val="474433F3"/>
    <w:rsid w:val="47464EB0"/>
    <w:rsid w:val="4747390E"/>
    <w:rsid w:val="47482F97"/>
    <w:rsid w:val="474A35FB"/>
    <w:rsid w:val="474B2EB6"/>
    <w:rsid w:val="474B5807"/>
    <w:rsid w:val="474C2DD7"/>
    <w:rsid w:val="474F08F8"/>
    <w:rsid w:val="474F17A4"/>
    <w:rsid w:val="47502002"/>
    <w:rsid w:val="47515DF8"/>
    <w:rsid w:val="47516303"/>
    <w:rsid w:val="4752233B"/>
    <w:rsid w:val="47525B10"/>
    <w:rsid w:val="47555600"/>
    <w:rsid w:val="47571378"/>
    <w:rsid w:val="475950F1"/>
    <w:rsid w:val="475A49C5"/>
    <w:rsid w:val="475D234C"/>
    <w:rsid w:val="475F1FDB"/>
    <w:rsid w:val="4760211B"/>
    <w:rsid w:val="47605C88"/>
    <w:rsid w:val="4760647F"/>
    <w:rsid w:val="47625CC7"/>
    <w:rsid w:val="476363AC"/>
    <w:rsid w:val="476615BC"/>
    <w:rsid w:val="47674514"/>
    <w:rsid w:val="476814AE"/>
    <w:rsid w:val="476E2627"/>
    <w:rsid w:val="47701230"/>
    <w:rsid w:val="47706D4F"/>
    <w:rsid w:val="477176C7"/>
    <w:rsid w:val="47730707"/>
    <w:rsid w:val="4775769A"/>
    <w:rsid w:val="477737C9"/>
    <w:rsid w:val="4779289D"/>
    <w:rsid w:val="477963BB"/>
    <w:rsid w:val="477970BE"/>
    <w:rsid w:val="477A0BC3"/>
    <w:rsid w:val="477C493B"/>
    <w:rsid w:val="477F7EEB"/>
    <w:rsid w:val="4780267D"/>
    <w:rsid w:val="478029ED"/>
    <w:rsid w:val="47811763"/>
    <w:rsid w:val="478163F5"/>
    <w:rsid w:val="47833F1C"/>
    <w:rsid w:val="47854686"/>
    <w:rsid w:val="47863A0C"/>
    <w:rsid w:val="4786594E"/>
    <w:rsid w:val="47872FBD"/>
    <w:rsid w:val="4788083B"/>
    <w:rsid w:val="47891E02"/>
    <w:rsid w:val="478A7058"/>
    <w:rsid w:val="478E1E12"/>
    <w:rsid w:val="478E430D"/>
    <w:rsid w:val="478E5527"/>
    <w:rsid w:val="47910A06"/>
    <w:rsid w:val="4791488A"/>
    <w:rsid w:val="4791660D"/>
    <w:rsid w:val="47924139"/>
    <w:rsid w:val="479245DA"/>
    <w:rsid w:val="47925F0D"/>
    <w:rsid w:val="47932DEB"/>
    <w:rsid w:val="47934486"/>
    <w:rsid w:val="47937B86"/>
    <w:rsid w:val="47941C85"/>
    <w:rsid w:val="47944E3E"/>
    <w:rsid w:val="4795258A"/>
    <w:rsid w:val="47976BD7"/>
    <w:rsid w:val="479770B9"/>
    <w:rsid w:val="47985C02"/>
    <w:rsid w:val="479A3013"/>
    <w:rsid w:val="479B2A88"/>
    <w:rsid w:val="479D5E8E"/>
    <w:rsid w:val="479D77AC"/>
    <w:rsid w:val="47A11D75"/>
    <w:rsid w:val="47A45C40"/>
    <w:rsid w:val="47A50A77"/>
    <w:rsid w:val="47A66169"/>
    <w:rsid w:val="47A67C0A"/>
    <w:rsid w:val="47AA566E"/>
    <w:rsid w:val="47AC0989"/>
    <w:rsid w:val="47AC3472"/>
    <w:rsid w:val="47AF3C65"/>
    <w:rsid w:val="47B039BF"/>
    <w:rsid w:val="47B27968"/>
    <w:rsid w:val="47B46BE9"/>
    <w:rsid w:val="47B64C0B"/>
    <w:rsid w:val="47B6545A"/>
    <w:rsid w:val="47B74789"/>
    <w:rsid w:val="47BA35B1"/>
    <w:rsid w:val="47BA4797"/>
    <w:rsid w:val="47BA6A85"/>
    <w:rsid w:val="47BB0D7E"/>
    <w:rsid w:val="47BB38A3"/>
    <w:rsid w:val="47BB5AF7"/>
    <w:rsid w:val="47BC3B28"/>
    <w:rsid w:val="47BF1936"/>
    <w:rsid w:val="47C06F1E"/>
    <w:rsid w:val="47C257AC"/>
    <w:rsid w:val="47C365CA"/>
    <w:rsid w:val="47C4772A"/>
    <w:rsid w:val="47C85DD2"/>
    <w:rsid w:val="47C919A9"/>
    <w:rsid w:val="47C95387"/>
    <w:rsid w:val="47CD5094"/>
    <w:rsid w:val="47CF1959"/>
    <w:rsid w:val="47D07321"/>
    <w:rsid w:val="47D13CD7"/>
    <w:rsid w:val="47D1570A"/>
    <w:rsid w:val="47D206E1"/>
    <w:rsid w:val="47D41C4D"/>
    <w:rsid w:val="47D423F7"/>
    <w:rsid w:val="47D728D6"/>
    <w:rsid w:val="47D74267"/>
    <w:rsid w:val="47D744A1"/>
    <w:rsid w:val="47D92B21"/>
    <w:rsid w:val="47DE16C0"/>
    <w:rsid w:val="47E250E6"/>
    <w:rsid w:val="47E4066D"/>
    <w:rsid w:val="47E44098"/>
    <w:rsid w:val="47E46359"/>
    <w:rsid w:val="47E6078D"/>
    <w:rsid w:val="47E9302E"/>
    <w:rsid w:val="47EA73AC"/>
    <w:rsid w:val="47EC1256"/>
    <w:rsid w:val="47ED7C95"/>
    <w:rsid w:val="47F014D7"/>
    <w:rsid w:val="47F0741F"/>
    <w:rsid w:val="47F2345C"/>
    <w:rsid w:val="47F832D5"/>
    <w:rsid w:val="47F91DF8"/>
    <w:rsid w:val="47FA1A26"/>
    <w:rsid w:val="47FB697B"/>
    <w:rsid w:val="47FB6B77"/>
    <w:rsid w:val="47FC0D4E"/>
    <w:rsid w:val="47FC754A"/>
    <w:rsid w:val="47FC782A"/>
    <w:rsid w:val="47FE177D"/>
    <w:rsid w:val="47FE6542"/>
    <w:rsid w:val="47FE71C8"/>
    <w:rsid w:val="48046CA2"/>
    <w:rsid w:val="48065F90"/>
    <w:rsid w:val="4807440D"/>
    <w:rsid w:val="48074630"/>
    <w:rsid w:val="48076F68"/>
    <w:rsid w:val="48083278"/>
    <w:rsid w:val="48095430"/>
    <w:rsid w:val="480B7C6D"/>
    <w:rsid w:val="480D1BD5"/>
    <w:rsid w:val="480D22F3"/>
    <w:rsid w:val="48117779"/>
    <w:rsid w:val="48130597"/>
    <w:rsid w:val="48132159"/>
    <w:rsid w:val="48132E4C"/>
    <w:rsid w:val="48137D56"/>
    <w:rsid w:val="4816713B"/>
    <w:rsid w:val="48171B36"/>
    <w:rsid w:val="481B2A8B"/>
    <w:rsid w:val="481B3E57"/>
    <w:rsid w:val="481C1C7A"/>
    <w:rsid w:val="481C43DC"/>
    <w:rsid w:val="481C5F68"/>
    <w:rsid w:val="481C63EA"/>
    <w:rsid w:val="481D66EB"/>
    <w:rsid w:val="4822516A"/>
    <w:rsid w:val="482254E2"/>
    <w:rsid w:val="48227435"/>
    <w:rsid w:val="4823125B"/>
    <w:rsid w:val="482517D1"/>
    <w:rsid w:val="48261DEE"/>
    <w:rsid w:val="48291C43"/>
    <w:rsid w:val="482A08D6"/>
    <w:rsid w:val="482B03F6"/>
    <w:rsid w:val="482B2A86"/>
    <w:rsid w:val="482B6EC8"/>
    <w:rsid w:val="482C29AF"/>
    <w:rsid w:val="482C6E3C"/>
    <w:rsid w:val="482E4D75"/>
    <w:rsid w:val="482F4D0B"/>
    <w:rsid w:val="48325F9D"/>
    <w:rsid w:val="48344C63"/>
    <w:rsid w:val="48381166"/>
    <w:rsid w:val="483C33C0"/>
    <w:rsid w:val="483E6D6A"/>
    <w:rsid w:val="48403E6C"/>
    <w:rsid w:val="484040D1"/>
    <w:rsid w:val="48417E08"/>
    <w:rsid w:val="48423C17"/>
    <w:rsid w:val="4843400F"/>
    <w:rsid w:val="484418FD"/>
    <w:rsid w:val="48465065"/>
    <w:rsid w:val="484811F7"/>
    <w:rsid w:val="48482681"/>
    <w:rsid w:val="484855B7"/>
    <w:rsid w:val="484A325A"/>
    <w:rsid w:val="484F2AD5"/>
    <w:rsid w:val="48523DF6"/>
    <w:rsid w:val="48547F42"/>
    <w:rsid w:val="48552B81"/>
    <w:rsid w:val="48561630"/>
    <w:rsid w:val="48567610"/>
    <w:rsid w:val="485840B4"/>
    <w:rsid w:val="485860BF"/>
    <w:rsid w:val="485914CF"/>
    <w:rsid w:val="48592ECE"/>
    <w:rsid w:val="48596AA9"/>
    <w:rsid w:val="485A111C"/>
    <w:rsid w:val="485C4926"/>
    <w:rsid w:val="485D5477"/>
    <w:rsid w:val="485E18EF"/>
    <w:rsid w:val="485F03BD"/>
    <w:rsid w:val="485F455B"/>
    <w:rsid w:val="48630AEA"/>
    <w:rsid w:val="48631073"/>
    <w:rsid w:val="4863529D"/>
    <w:rsid w:val="486378A9"/>
    <w:rsid w:val="48643AD7"/>
    <w:rsid w:val="48643BBF"/>
    <w:rsid w:val="48665229"/>
    <w:rsid w:val="48677BD0"/>
    <w:rsid w:val="48681D3F"/>
    <w:rsid w:val="48691363"/>
    <w:rsid w:val="486915F2"/>
    <w:rsid w:val="48693CC4"/>
    <w:rsid w:val="48695A29"/>
    <w:rsid w:val="486A78F9"/>
    <w:rsid w:val="486B5A19"/>
    <w:rsid w:val="486C6108"/>
    <w:rsid w:val="486D00F1"/>
    <w:rsid w:val="486E3CF3"/>
    <w:rsid w:val="486F1960"/>
    <w:rsid w:val="486F216F"/>
    <w:rsid w:val="486F27F9"/>
    <w:rsid w:val="48727869"/>
    <w:rsid w:val="48746925"/>
    <w:rsid w:val="48753600"/>
    <w:rsid w:val="487701AA"/>
    <w:rsid w:val="487A3570"/>
    <w:rsid w:val="487D1994"/>
    <w:rsid w:val="487E754B"/>
    <w:rsid w:val="4882710A"/>
    <w:rsid w:val="48873AC0"/>
    <w:rsid w:val="48890749"/>
    <w:rsid w:val="488A6590"/>
    <w:rsid w:val="488E08FD"/>
    <w:rsid w:val="488E4926"/>
    <w:rsid w:val="48905572"/>
    <w:rsid w:val="48912EFC"/>
    <w:rsid w:val="48914565"/>
    <w:rsid w:val="489152FB"/>
    <w:rsid w:val="48927CA6"/>
    <w:rsid w:val="48927F0F"/>
    <w:rsid w:val="489447FC"/>
    <w:rsid w:val="48955719"/>
    <w:rsid w:val="48955FD4"/>
    <w:rsid w:val="48957B2C"/>
    <w:rsid w:val="4898670C"/>
    <w:rsid w:val="48986DBA"/>
    <w:rsid w:val="489B7FC9"/>
    <w:rsid w:val="489F201C"/>
    <w:rsid w:val="489F4191"/>
    <w:rsid w:val="48A00C69"/>
    <w:rsid w:val="48A23A13"/>
    <w:rsid w:val="48A405ED"/>
    <w:rsid w:val="48A46C18"/>
    <w:rsid w:val="48A56114"/>
    <w:rsid w:val="48A64A69"/>
    <w:rsid w:val="48AB38FC"/>
    <w:rsid w:val="48AE6AA4"/>
    <w:rsid w:val="48B30830"/>
    <w:rsid w:val="48B5261E"/>
    <w:rsid w:val="48B6550F"/>
    <w:rsid w:val="48B72EB4"/>
    <w:rsid w:val="48B80B47"/>
    <w:rsid w:val="48B870E3"/>
    <w:rsid w:val="48B96516"/>
    <w:rsid w:val="48BB42F0"/>
    <w:rsid w:val="48BC25E3"/>
    <w:rsid w:val="48BD3EB0"/>
    <w:rsid w:val="48BE6DC7"/>
    <w:rsid w:val="48C3335A"/>
    <w:rsid w:val="48C91A5B"/>
    <w:rsid w:val="48C939FE"/>
    <w:rsid w:val="48C957C3"/>
    <w:rsid w:val="48CA4363"/>
    <w:rsid w:val="48CA51F6"/>
    <w:rsid w:val="48CB5B7A"/>
    <w:rsid w:val="48D11C1B"/>
    <w:rsid w:val="48D140C0"/>
    <w:rsid w:val="48D26A42"/>
    <w:rsid w:val="48D4032B"/>
    <w:rsid w:val="48D40A86"/>
    <w:rsid w:val="48D461F6"/>
    <w:rsid w:val="48D54E9D"/>
    <w:rsid w:val="48DB2D61"/>
    <w:rsid w:val="48DF022B"/>
    <w:rsid w:val="48DF33D4"/>
    <w:rsid w:val="48E26A1E"/>
    <w:rsid w:val="48E337AA"/>
    <w:rsid w:val="48E44E8E"/>
    <w:rsid w:val="48E46C3C"/>
    <w:rsid w:val="48E602A0"/>
    <w:rsid w:val="48E6248B"/>
    <w:rsid w:val="48E629B4"/>
    <w:rsid w:val="48E6463E"/>
    <w:rsid w:val="48E87ECB"/>
    <w:rsid w:val="48E96000"/>
    <w:rsid w:val="48EB39F0"/>
    <w:rsid w:val="48ED0341"/>
    <w:rsid w:val="48ED67D5"/>
    <w:rsid w:val="48EF0AF2"/>
    <w:rsid w:val="48F02F84"/>
    <w:rsid w:val="48F13855"/>
    <w:rsid w:val="48F1660E"/>
    <w:rsid w:val="48F250C7"/>
    <w:rsid w:val="48F30C2D"/>
    <w:rsid w:val="48F459A3"/>
    <w:rsid w:val="48F55B9C"/>
    <w:rsid w:val="48F7514D"/>
    <w:rsid w:val="48F90778"/>
    <w:rsid w:val="48FA1A7D"/>
    <w:rsid w:val="48FB078F"/>
    <w:rsid w:val="48FB0DAE"/>
    <w:rsid w:val="48FC571C"/>
    <w:rsid w:val="48FC777F"/>
    <w:rsid w:val="4900334A"/>
    <w:rsid w:val="49040C4E"/>
    <w:rsid w:val="49044726"/>
    <w:rsid w:val="49051004"/>
    <w:rsid w:val="49060960"/>
    <w:rsid w:val="490746D8"/>
    <w:rsid w:val="4908245F"/>
    <w:rsid w:val="490A6780"/>
    <w:rsid w:val="490D32AE"/>
    <w:rsid w:val="490E3CB9"/>
    <w:rsid w:val="49133350"/>
    <w:rsid w:val="49142A01"/>
    <w:rsid w:val="491473CB"/>
    <w:rsid w:val="49165DF8"/>
    <w:rsid w:val="49177011"/>
    <w:rsid w:val="491A7645"/>
    <w:rsid w:val="491B24B7"/>
    <w:rsid w:val="491E342F"/>
    <w:rsid w:val="491E606D"/>
    <w:rsid w:val="491F27F2"/>
    <w:rsid w:val="491F4D4C"/>
    <w:rsid w:val="492020A6"/>
    <w:rsid w:val="4921579A"/>
    <w:rsid w:val="49224696"/>
    <w:rsid w:val="49225C82"/>
    <w:rsid w:val="49237D49"/>
    <w:rsid w:val="492612D6"/>
    <w:rsid w:val="492922CA"/>
    <w:rsid w:val="492A2508"/>
    <w:rsid w:val="492A70D5"/>
    <w:rsid w:val="492D05E3"/>
    <w:rsid w:val="492D2391"/>
    <w:rsid w:val="492E2638"/>
    <w:rsid w:val="492F0154"/>
    <w:rsid w:val="4933350F"/>
    <w:rsid w:val="49336FD9"/>
    <w:rsid w:val="49351B22"/>
    <w:rsid w:val="49355BF6"/>
    <w:rsid w:val="49365F5B"/>
    <w:rsid w:val="49367FE2"/>
    <w:rsid w:val="49370FE2"/>
    <w:rsid w:val="49384579"/>
    <w:rsid w:val="493940E7"/>
    <w:rsid w:val="4939539C"/>
    <w:rsid w:val="493C0010"/>
    <w:rsid w:val="49402571"/>
    <w:rsid w:val="49404E40"/>
    <w:rsid w:val="49416959"/>
    <w:rsid w:val="49427E61"/>
    <w:rsid w:val="49452ED8"/>
    <w:rsid w:val="49454316"/>
    <w:rsid w:val="49495620"/>
    <w:rsid w:val="49497940"/>
    <w:rsid w:val="49504205"/>
    <w:rsid w:val="49504E32"/>
    <w:rsid w:val="49505645"/>
    <w:rsid w:val="49516A24"/>
    <w:rsid w:val="49535B70"/>
    <w:rsid w:val="49570D6E"/>
    <w:rsid w:val="495807CF"/>
    <w:rsid w:val="49593FE0"/>
    <w:rsid w:val="495946EB"/>
    <w:rsid w:val="495F2DF8"/>
    <w:rsid w:val="495F433B"/>
    <w:rsid w:val="495F635F"/>
    <w:rsid w:val="4960566E"/>
    <w:rsid w:val="49612A50"/>
    <w:rsid w:val="49640D68"/>
    <w:rsid w:val="49647934"/>
    <w:rsid w:val="49661852"/>
    <w:rsid w:val="49674BD5"/>
    <w:rsid w:val="49691006"/>
    <w:rsid w:val="49694D75"/>
    <w:rsid w:val="496C62B7"/>
    <w:rsid w:val="496C70BE"/>
    <w:rsid w:val="496F711D"/>
    <w:rsid w:val="49722C17"/>
    <w:rsid w:val="497352A3"/>
    <w:rsid w:val="49747DB5"/>
    <w:rsid w:val="497503A2"/>
    <w:rsid w:val="49771E5E"/>
    <w:rsid w:val="497A48A5"/>
    <w:rsid w:val="497A57DF"/>
    <w:rsid w:val="497D16A9"/>
    <w:rsid w:val="497D3972"/>
    <w:rsid w:val="497F5DD1"/>
    <w:rsid w:val="49804B87"/>
    <w:rsid w:val="49805463"/>
    <w:rsid w:val="49810593"/>
    <w:rsid w:val="49813967"/>
    <w:rsid w:val="49832899"/>
    <w:rsid w:val="49836455"/>
    <w:rsid w:val="4986009E"/>
    <w:rsid w:val="49862B0A"/>
    <w:rsid w:val="49876D44"/>
    <w:rsid w:val="498966E2"/>
    <w:rsid w:val="498A26DE"/>
    <w:rsid w:val="49926698"/>
    <w:rsid w:val="49965117"/>
    <w:rsid w:val="49983B49"/>
    <w:rsid w:val="499B3095"/>
    <w:rsid w:val="499B6F51"/>
    <w:rsid w:val="499C5B04"/>
    <w:rsid w:val="499D7742"/>
    <w:rsid w:val="499F114B"/>
    <w:rsid w:val="49A109C0"/>
    <w:rsid w:val="49A142FA"/>
    <w:rsid w:val="49A335E1"/>
    <w:rsid w:val="49A63CBC"/>
    <w:rsid w:val="49A72EE2"/>
    <w:rsid w:val="49A73825"/>
    <w:rsid w:val="49A76483"/>
    <w:rsid w:val="49A95790"/>
    <w:rsid w:val="49AD34D2"/>
    <w:rsid w:val="49AE6105"/>
    <w:rsid w:val="49B037C8"/>
    <w:rsid w:val="49B15C9E"/>
    <w:rsid w:val="49B20AE8"/>
    <w:rsid w:val="49B31648"/>
    <w:rsid w:val="49B45433"/>
    <w:rsid w:val="49B5038F"/>
    <w:rsid w:val="49B5286E"/>
    <w:rsid w:val="49B643EA"/>
    <w:rsid w:val="49BA4C82"/>
    <w:rsid w:val="49BA739B"/>
    <w:rsid w:val="49BC35E5"/>
    <w:rsid w:val="49BD13EE"/>
    <w:rsid w:val="49BE1569"/>
    <w:rsid w:val="49C2529F"/>
    <w:rsid w:val="49C273B7"/>
    <w:rsid w:val="49C32AB0"/>
    <w:rsid w:val="49C401E3"/>
    <w:rsid w:val="49C66341"/>
    <w:rsid w:val="49CA7BE0"/>
    <w:rsid w:val="49CC2D15"/>
    <w:rsid w:val="49CE3DBB"/>
    <w:rsid w:val="49D2118A"/>
    <w:rsid w:val="49D37613"/>
    <w:rsid w:val="49D607C8"/>
    <w:rsid w:val="49D74998"/>
    <w:rsid w:val="49D86848"/>
    <w:rsid w:val="49D942C7"/>
    <w:rsid w:val="49D94DC5"/>
    <w:rsid w:val="49DA1E78"/>
    <w:rsid w:val="49DB003F"/>
    <w:rsid w:val="49DC6775"/>
    <w:rsid w:val="49DD19B5"/>
    <w:rsid w:val="49DD4EBD"/>
    <w:rsid w:val="49DE18DD"/>
    <w:rsid w:val="49E02994"/>
    <w:rsid w:val="49E05A91"/>
    <w:rsid w:val="49E234AC"/>
    <w:rsid w:val="49E235C0"/>
    <w:rsid w:val="49E40FE5"/>
    <w:rsid w:val="49E4422D"/>
    <w:rsid w:val="49E7033E"/>
    <w:rsid w:val="49EC224C"/>
    <w:rsid w:val="49ED7D72"/>
    <w:rsid w:val="49EF3F94"/>
    <w:rsid w:val="49F120F7"/>
    <w:rsid w:val="49F23B42"/>
    <w:rsid w:val="49F25F27"/>
    <w:rsid w:val="49F427CB"/>
    <w:rsid w:val="49F443B6"/>
    <w:rsid w:val="49F556C2"/>
    <w:rsid w:val="49F82CCF"/>
    <w:rsid w:val="49F978C0"/>
    <w:rsid w:val="49FB2C9D"/>
    <w:rsid w:val="49FD21AE"/>
    <w:rsid w:val="49FD7C3A"/>
    <w:rsid w:val="49FF3535"/>
    <w:rsid w:val="4A000373"/>
    <w:rsid w:val="4A0155CC"/>
    <w:rsid w:val="4A025B3B"/>
    <w:rsid w:val="4A043236"/>
    <w:rsid w:val="4A062BE2"/>
    <w:rsid w:val="4A0815FF"/>
    <w:rsid w:val="4A084901"/>
    <w:rsid w:val="4A0B1771"/>
    <w:rsid w:val="4A0B3EBB"/>
    <w:rsid w:val="4A0D2C2D"/>
    <w:rsid w:val="4A10172C"/>
    <w:rsid w:val="4A111CB3"/>
    <w:rsid w:val="4A154EBF"/>
    <w:rsid w:val="4A1700F9"/>
    <w:rsid w:val="4A17094B"/>
    <w:rsid w:val="4A1C2405"/>
    <w:rsid w:val="4A1D136F"/>
    <w:rsid w:val="4A1E617D"/>
    <w:rsid w:val="4A2411FA"/>
    <w:rsid w:val="4A280DAA"/>
    <w:rsid w:val="4A2878EE"/>
    <w:rsid w:val="4A296112"/>
    <w:rsid w:val="4A2B4948"/>
    <w:rsid w:val="4A2C1DE2"/>
    <w:rsid w:val="4A2F0CAD"/>
    <w:rsid w:val="4A2F2BB6"/>
    <w:rsid w:val="4A30294C"/>
    <w:rsid w:val="4A3459A1"/>
    <w:rsid w:val="4A3474F0"/>
    <w:rsid w:val="4A361986"/>
    <w:rsid w:val="4A387143"/>
    <w:rsid w:val="4A39460F"/>
    <w:rsid w:val="4A3A7A53"/>
    <w:rsid w:val="4A3D4856"/>
    <w:rsid w:val="4A3E7F80"/>
    <w:rsid w:val="4A402303"/>
    <w:rsid w:val="4A405D6D"/>
    <w:rsid w:val="4A445189"/>
    <w:rsid w:val="4A45195C"/>
    <w:rsid w:val="4A467A45"/>
    <w:rsid w:val="4A475EA5"/>
    <w:rsid w:val="4A491910"/>
    <w:rsid w:val="4A492A0E"/>
    <w:rsid w:val="4A495AEC"/>
    <w:rsid w:val="4A4B45F1"/>
    <w:rsid w:val="4A4C4A99"/>
    <w:rsid w:val="4A4D0811"/>
    <w:rsid w:val="4A4E5088"/>
    <w:rsid w:val="4A50003F"/>
    <w:rsid w:val="4A520C69"/>
    <w:rsid w:val="4A520DF0"/>
    <w:rsid w:val="4A5329FF"/>
    <w:rsid w:val="4A54394D"/>
    <w:rsid w:val="4A5624AA"/>
    <w:rsid w:val="4A563B69"/>
    <w:rsid w:val="4A58343D"/>
    <w:rsid w:val="4A590F64"/>
    <w:rsid w:val="4A5B4AEF"/>
    <w:rsid w:val="4A5C4CF4"/>
    <w:rsid w:val="4A5D4EF8"/>
    <w:rsid w:val="4A5E327C"/>
    <w:rsid w:val="4A5E47CC"/>
    <w:rsid w:val="4A62250E"/>
    <w:rsid w:val="4A633A7C"/>
    <w:rsid w:val="4A6367D8"/>
    <w:rsid w:val="4A6543F6"/>
    <w:rsid w:val="4A6718D3"/>
    <w:rsid w:val="4A6A2446"/>
    <w:rsid w:val="4A6A51F1"/>
    <w:rsid w:val="4A6A7FAF"/>
    <w:rsid w:val="4A6B18C1"/>
    <w:rsid w:val="4A6C2AA1"/>
    <w:rsid w:val="4A6C696C"/>
    <w:rsid w:val="4A6F0787"/>
    <w:rsid w:val="4A6F66B0"/>
    <w:rsid w:val="4A713D92"/>
    <w:rsid w:val="4A716E15"/>
    <w:rsid w:val="4A721729"/>
    <w:rsid w:val="4A7328F8"/>
    <w:rsid w:val="4A757D9B"/>
    <w:rsid w:val="4A7772BB"/>
    <w:rsid w:val="4A7777B8"/>
    <w:rsid w:val="4A795E4A"/>
    <w:rsid w:val="4A7A7024"/>
    <w:rsid w:val="4A7B0685"/>
    <w:rsid w:val="4A7E6C1C"/>
    <w:rsid w:val="4A8031AD"/>
    <w:rsid w:val="4A814733"/>
    <w:rsid w:val="4A8157E8"/>
    <w:rsid w:val="4A866AB4"/>
    <w:rsid w:val="4A876985"/>
    <w:rsid w:val="4A8809CA"/>
    <w:rsid w:val="4A8A58B4"/>
    <w:rsid w:val="4A8A59D9"/>
    <w:rsid w:val="4A8A6F2D"/>
    <w:rsid w:val="4A8A710B"/>
    <w:rsid w:val="4A8C06EE"/>
    <w:rsid w:val="4A8D472D"/>
    <w:rsid w:val="4A9233D4"/>
    <w:rsid w:val="4A933B6A"/>
    <w:rsid w:val="4A934476"/>
    <w:rsid w:val="4A9360CD"/>
    <w:rsid w:val="4A9514F1"/>
    <w:rsid w:val="4A995CB6"/>
    <w:rsid w:val="4A9B65C2"/>
    <w:rsid w:val="4A9C0264"/>
    <w:rsid w:val="4A9E0D66"/>
    <w:rsid w:val="4AA0699B"/>
    <w:rsid w:val="4AA20B5D"/>
    <w:rsid w:val="4AA266C5"/>
    <w:rsid w:val="4AA40090"/>
    <w:rsid w:val="4AA541A9"/>
    <w:rsid w:val="4AA66EE9"/>
    <w:rsid w:val="4AA85A47"/>
    <w:rsid w:val="4AA87E50"/>
    <w:rsid w:val="4AA94B2B"/>
    <w:rsid w:val="4AA97035"/>
    <w:rsid w:val="4AAA45C1"/>
    <w:rsid w:val="4AAE68B1"/>
    <w:rsid w:val="4AAF3563"/>
    <w:rsid w:val="4AB16FF2"/>
    <w:rsid w:val="4AB218C0"/>
    <w:rsid w:val="4AB249DE"/>
    <w:rsid w:val="4AB43DBF"/>
    <w:rsid w:val="4AB506E4"/>
    <w:rsid w:val="4AB873C2"/>
    <w:rsid w:val="4AB95326"/>
    <w:rsid w:val="4ABC5E80"/>
    <w:rsid w:val="4ABD14F2"/>
    <w:rsid w:val="4ABD231B"/>
    <w:rsid w:val="4ABF367D"/>
    <w:rsid w:val="4AC026AC"/>
    <w:rsid w:val="4AC20942"/>
    <w:rsid w:val="4AC3505D"/>
    <w:rsid w:val="4AC4537F"/>
    <w:rsid w:val="4AC57F12"/>
    <w:rsid w:val="4AC70F16"/>
    <w:rsid w:val="4AC7383B"/>
    <w:rsid w:val="4AC829BD"/>
    <w:rsid w:val="4ACB4EE4"/>
    <w:rsid w:val="4ACF49EC"/>
    <w:rsid w:val="4ACF786C"/>
    <w:rsid w:val="4AD05FA4"/>
    <w:rsid w:val="4AD06F8C"/>
    <w:rsid w:val="4AD676AD"/>
    <w:rsid w:val="4AD82BDB"/>
    <w:rsid w:val="4AD8457E"/>
    <w:rsid w:val="4ADB231D"/>
    <w:rsid w:val="4ADF329D"/>
    <w:rsid w:val="4AE24D5F"/>
    <w:rsid w:val="4AE26ECE"/>
    <w:rsid w:val="4AE37E6D"/>
    <w:rsid w:val="4AE439A6"/>
    <w:rsid w:val="4AE44612"/>
    <w:rsid w:val="4AE47F16"/>
    <w:rsid w:val="4AE5697A"/>
    <w:rsid w:val="4AE56B5E"/>
    <w:rsid w:val="4AE671D7"/>
    <w:rsid w:val="4AE70B68"/>
    <w:rsid w:val="4AE75720"/>
    <w:rsid w:val="4AEB6C72"/>
    <w:rsid w:val="4AEC08D1"/>
    <w:rsid w:val="4AED2012"/>
    <w:rsid w:val="4AF159CF"/>
    <w:rsid w:val="4AF50584"/>
    <w:rsid w:val="4AF54858"/>
    <w:rsid w:val="4AF62C56"/>
    <w:rsid w:val="4AF73F5A"/>
    <w:rsid w:val="4AF94A0A"/>
    <w:rsid w:val="4AF97E92"/>
    <w:rsid w:val="4AFA452D"/>
    <w:rsid w:val="4AFB07C2"/>
    <w:rsid w:val="4AFB4B51"/>
    <w:rsid w:val="4AFC0E8A"/>
    <w:rsid w:val="4B0018A7"/>
    <w:rsid w:val="4B014059"/>
    <w:rsid w:val="4B032B87"/>
    <w:rsid w:val="4B043BC4"/>
    <w:rsid w:val="4B062D07"/>
    <w:rsid w:val="4B0705D0"/>
    <w:rsid w:val="4B0A4B06"/>
    <w:rsid w:val="4B0B04B0"/>
    <w:rsid w:val="4B0C03C7"/>
    <w:rsid w:val="4B101F6A"/>
    <w:rsid w:val="4B111850"/>
    <w:rsid w:val="4B116175"/>
    <w:rsid w:val="4B141AA5"/>
    <w:rsid w:val="4B14465C"/>
    <w:rsid w:val="4B164A1E"/>
    <w:rsid w:val="4B175B9E"/>
    <w:rsid w:val="4B177EEF"/>
    <w:rsid w:val="4B192D63"/>
    <w:rsid w:val="4B1A06F3"/>
    <w:rsid w:val="4B1D4687"/>
    <w:rsid w:val="4B1D6435"/>
    <w:rsid w:val="4B211C28"/>
    <w:rsid w:val="4B2257F9"/>
    <w:rsid w:val="4B225E84"/>
    <w:rsid w:val="4B235DBE"/>
    <w:rsid w:val="4B276EE7"/>
    <w:rsid w:val="4B2772B4"/>
    <w:rsid w:val="4B2826AE"/>
    <w:rsid w:val="4B285AB1"/>
    <w:rsid w:val="4B2B12C4"/>
    <w:rsid w:val="4B2B4E41"/>
    <w:rsid w:val="4B2D6BCC"/>
    <w:rsid w:val="4B2E5759"/>
    <w:rsid w:val="4B2F6603"/>
    <w:rsid w:val="4B320132"/>
    <w:rsid w:val="4B3470BF"/>
    <w:rsid w:val="4B347215"/>
    <w:rsid w:val="4B3541D6"/>
    <w:rsid w:val="4B354A32"/>
    <w:rsid w:val="4B35552D"/>
    <w:rsid w:val="4B360430"/>
    <w:rsid w:val="4B381977"/>
    <w:rsid w:val="4B38326F"/>
    <w:rsid w:val="4B3A1978"/>
    <w:rsid w:val="4B3B7A64"/>
    <w:rsid w:val="4B3D0133"/>
    <w:rsid w:val="4B3D2633"/>
    <w:rsid w:val="4B3F1FBA"/>
    <w:rsid w:val="4B403655"/>
    <w:rsid w:val="4B41409E"/>
    <w:rsid w:val="4B4264EC"/>
    <w:rsid w:val="4B441C14"/>
    <w:rsid w:val="4B461772"/>
    <w:rsid w:val="4B462C3A"/>
    <w:rsid w:val="4B4B11F4"/>
    <w:rsid w:val="4B4F07DC"/>
    <w:rsid w:val="4B4F1DC2"/>
    <w:rsid w:val="4B500246"/>
    <w:rsid w:val="4B51164D"/>
    <w:rsid w:val="4B524331"/>
    <w:rsid w:val="4B527DC0"/>
    <w:rsid w:val="4B554E4E"/>
    <w:rsid w:val="4B5A1437"/>
    <w:rsid w:val="4B5E443D"/>
    <w:rsid w:val="4B5F25AA"/>
    <w:rsid w:val="4B5F6A4E"/>
    <w:rsid w:val="4B606A72"/>
    <w:rsid w:val="4B606D06"/>
    <w:rsid w:val="4B612F82"/>
    <w:rsid w:val="4B62209A"/>
    <w:rsid w:val="4B640F70"/>
    <w:rsid w:val="4B652BDB"/>
    <w:rsid w:val="4B6814D6"/>
    <w:rsid w:val="4B6879F3"/>
    <w:rsid w:val="4B6A3DF6"/>
    <w:rsid w:val="4B6A514A"/>
    <w:rsid w:val="4B6C3536"/>
    <w:rsid w:val="4B6D2F19"/>
    <w:rsid w:val="4B6D7F04"/>
    <w:rsid w:val="4B6E0A3F"/>
    <w:rsid w:val="4B7122DD"/>
    <w:rsid w:val="4B7219E4"/>
    <w:rsid w:val="4B7326CF"/>
    <w:rsid w:val="4B743F0A"/>
    <w:rsid w:val="4B7B7679"/>
    <w:rsid w:val="4B7E1904"/>
    <w:rsid w:val="4B8039CA"/>
    <w:rsid w:val="4B810772"/>
    <w:rsid w:val="4B8244EA"/>
    <w:rsid w:val="4B82530A"/>
    <w:rsid w:val="4B840BF9"/>
    <w:rsid w:val="4B870743"/>
    <w:rsid w:val="4B883E98"/>
    <w:rsid w:val="4B88737F"/>
    <w:rsid w:val="4B897E52"/>
    <w:rsid w:val="4B8A1D1C"/>
    <w:rsid w:val="4B8A6F32"/>
    <w:rsid w:val="4B8C2731"/>
    <w:rsid w:val="4B8C64D6"/>
    <w:rsid w:val="4B8D7117"/>
    <w:rsid w:val="4B8F16BE"/>
    <w:rsid w:val="4B8F3F7B"/>
    <w:rsid w:val="4B935001"/>
    <w:rsid w:val="4B983D0E"/>
    <w:rsid w:val="4B9846F8"/>
    <w:rsid w:val="4B9B4E34"/>
    <w:rsid w:val="4B9C37FE"/>
    <w:rsid w:val="4B9C5951"/>
    <w:rsid w:val="4B9E32AA"/>
    <w:rsid w:val="4B9F161C"/>
    <w:rsid w:val="4B9F16D2"/>
    <w:rsid w:val="4BA01924"/>
    <w:rsid w:val="4BA05621"/>
    <w:rsid w:val="4BA36888"/>
    <w:rsid w:val="4BA56EC0"/>
    <w:rsid w:val="4BA6419B"/>
    <w:rsid w:val="4BA6446B"/>
    <w:rsid w:val="4BA821A3"/>
    <w:rsid w:val="4BAB3A41"/>
    <w:rsid w:val="4BAD0F9F"/>
    <w:rsid w:val="4BAE5D54"/>
    <w:rsid w:val="4BAF3531"/>
    <w:rsid w:val="4BAF63DD"/>
    <w:rsid w:val="4BB21B09"/>
    <w:rsid w:val="4BB82822"/>
    <w:rsid w:val="4BBC17AA"/>
    <w:rsid w:val="4BBD0055"/>
    <w:rsid w:val="4BBD39FC"/>
    <w:rsid w:val="4BBD5522"/>
    <w:rsid w:val="4BBE10DA"/>
    <w:rsid w:val="4BBF48E1"/>
    <w:rsid w:val="4BC04B89"/>
    <w:rsid w:val="4BC1491B"/>
    <w:rsid w:val="4BC412E0"/>
    <w:rsid w:val="4BC468B1"/>
    <w:rsid w:val="4BC612E5"/>
    <w:rsid w:val="4BC82845"/>
    <w:rsid w:val="4BC93502"/>
    <w:rsid w:val="4BCA036B"/>
    <w:rsid w:val="4BCA63F8"/>
    <w:rsid w:val="4BCB5675"/>
    <w:rsid w:val="4BCB6B27"/>
    <w:rsid w:val="4BCC0712"/>
    <w:rsid w:val="4BCD6349"/>
    <w:rsid w:val="4BCE14DD"/>
    <w:rsid w:val="4BCE454C"/>
    <w:rsid w:val="4BCF41E3"/>
    <w:rsid w:val="4BCF4D7D"/>
    <w:rsid w:val="4BD61E49"/>
    <w:rsid w:val="4BD6213A"/>
    <w:rsid w:val="4BDA0954"/>
    <w:rsid w:val="4BDA3670"/>
    <w:rsid w:val="4BDB3CED"/>
    <w:rsid w:val="4BDC698D"/>
    <w:rsid w:val="4BDE69FD"/>
    <w:rsid w:val="4BDE7299"/>
    <w:rsid w:val="4BDF2E49"/>
    <w:rsid w:val="4BDF53DD"/>
    <w:rsid w:val="4BE3064E"/>
    <w:rsid w:val="4BE54143"/>
    <w:rsid w:val="4BE545E8"/>
    <w:rsid w:val="4BEA0C78"/>
    <w:rsid w:val="4BEA2685"/>
    <w:rsid w:val="4BEB7F86"/>
    <w:rsid w:val="4BEC408D"/>
    <w:rsid w:val="4BEC627C"/>
    <w:rsid w:val="4BED22AB"/>
    <w:rsid w:val="4BEF7DD1"/>
    <w:rsid w:val="4BF43EA0"/>
    <w:rsid w:val="4BF73714"/>
    <w:rsid w:val="4BF746CC"/>
    <w:rsid w:val="4BF74ED8"/>
    <w:rsid w:val="4BF81A0F"/>
    <w:rsid w:val="4BFA264B"/>
    <w:rsid w:val="4BFE57C4"/>
    <w:rsid w:val="4C001FDF"/>
    <w:rsid w:val="4C002710"/>
    <w:rsid w:val="4C0059AC"/>
    <w:rsid w:val="4C012815"/>
    <w:rsid w:val="4C040910"/>
    <w:rsid w:val="4C0629F4"/>
    <w:rsid w:val="4C090181"/>
    <w:rsid w:val="4C0A0767"/>
    <w:rsid w:val="4C0B1576"/>
    <w:rsid w:val="4C1026FA"/>
    <w:rsid w:val="4C103E09"/>
    <w:rsid w:val="4C115B7E"/>
    <w:rsid w:val="4C150F1C"/>
    <w:rsid w:val="4C153BA1"/>
    <w:rsid w:val="4C15535E"/>
    <w:rsid w:val="4C15690E"/>
    <w:rsid w:val="4C156A99"/>
    <w:rsid w:val="4C156BE9"/>
    <w:rsid w:val="4C1715BA"/>
    <w:rsid w:val="4C1811CC"/>
    <w:rsid w:val="4C183E5C"/>
    <w:rsid w:val="4C1A1ED2"/>
    <w:rsid w:val="4C1D0FB5"/>
    <w:rsid w:val="4C2002E3"/>
    <w:rsid w:val="4C203CBF"/>
    <w:rsid w:val="4C20442F"/>
    <w:rsid w:val="4C2335FF"/>
    <w:rsid w:val="4C235CCD"/>
    <w:rsid w:val="4C256BFE"/>
    <w:rsid w:val="4C257050"/>
    <w:rsid w:val="4C267271"/>
    <w:rsid w:val="4C292E0B"/>
    <w:rsid w:val="4C2934C8"/>
    <w:rsid w:val="4C297657"/>
    <w:rsid w:val="4C2A0EBA"/>
    <w:rsid w:val="4C2C2DD4"/>
    <w:rsid w:val="4C312198"/>
    <w:rsid w:val="4C325A71"/>
    <w:rsid w:val="4C330DCE"/>
    <w:rsid w:val="4C347AF5"/>
    <w:rsid w:val="4C35155C"/>
    <w:rsid w:val="4C354765"/>
    <w:rsid w:val="4C364CD2"/>
    <w:rsid w:val="4C365A00"/>
    <w:rsid w:val="4C37782A"/>
    <w:rsid w:val="4C3A6F94"/>
    <w:rsid w:val="4C3C16A9"/>
    <w:rsid w:val="4C3C28EB"/>
    <w:rsid w:val="4C3D11AC"/>
    <w:rsid w:val="4C3D27C7"/>
    <w:rsid w:val="4C3F5F9C"/>
    <w:rsid w:val="4C401F75"/>
    <w:rsid w:val="4C404189"/>
    <w:rsid w:val="4C415866"/>
    <w:rsid w:val="4C416A1C"/>
    <w:rsid w:val="4C4317F1"/>
    <w:rsid w:val="4C457151"/>
    <w:rsid w:val="4C4624FB"/>
    <w:rsid w:val="4C4671F7"/>
    <w:rsid w:val="4C48764A"/>
    <w:rsid w:val="4C4B3135"/>
    <w:rsid w:val="4C4C2F0C"/>
    <w:rsid w:val="4C4C5224"/>
    <w:rsid w:val="4C4D257D"/>
    <w:rsid w:val="4C4D68A6"/>
    <w:rsid w:val="4C4F0870"/>
    <w:rsid w:val="4C4F261E"/>
    <w:rsid w:val="4C4F6AC2"/>
    <w:rsid w:val="4C5232C4"/>
    <w:rsid w:val="4C531E0A"/>
    <w:rsid w:val="4C532415"/>
    <w:rsid w:val="4C5457BD"/>
    <w:rsid w:val="4C552621"/>
    <w:rsid w:val="4C5956B9"/>
    <w:rsid w:val="4C5A0652"/>
    <w:rsid w:val="4C5E22C7"/>
    <w:rsid w:val="4C5E6D05"/>
    <w:rsid w:val="4C5F1DF7"/>
    <w:rsid w:val="4C60482B"/>
    <w:rsid w:val="4C6148AB"/>
    <w:rsid w:val="4C62309B"/>
    <w:rsid w:val="4C63431C"/>
    <w:rsid w:val="4C6415B4"/>
    <w:rsid w:val="4C6477FF"/>
    <w:rsid w:val="4C66023C"/>
    <w:rsid w:val="4C673E0C"/>
    <w:rsid w:val="4C684D3F"/>
    <w:rsid w:val="4C6C31D0"/>
    <w:rsid w:val="4C6F1010"/>
    <w:rsid w:val="4C755283"/>
    <w:rsid w:val="4C7636A5"/>
    <w:rsid w:val="4C765BBE"/>
    <w:rsid w:val="4C766C55"/>
    <w:rsid w:val="4C7A0B4F"/>
    <w:rsid w:val="4C7A4393"/>
    <w:rsid w:val="4C7E4CB1"/>
    <w:rsid w:val="4C833317"/>
    <w:rsid w:val="4C8449BE"/>
    <w:rsid w:val="4C856A01"/>
    <w:rsid w:val="4C86205C"/>
    <w:rsid w:val="4C871207"/>
    <w:rsid w:val="4C872560"/>
    <w:rsid w:val="4C8727F3"/>
    <w:rsid w:val="4C872922"/>
    <w:rsid w:val="4C890641"/>
    <w:rsid w:val="4C8B1E6C"/>
    <w:rsid w:val="4C8B383F"/>
    <w:rsid w:val="4C8C447E"/>
    <w:rsid w:val="4C8E3050"/>
    <w:rsid w:val="4C907AE6"/>
    <w:rsid w:val="4C943F70"/>
    <w:rsid w:val="4C953745"/>
    <w:rsid w:val="4C97606B"/>
    <w:rsid w:val="4C996F3D"/>
    <w:rsid w:val="4C9B5AB2"/>
    <w:rsid w:val="4C9E6E2B"/>
    <w:rsid w:val="4C9F0B13"/>
    <w:rsid w:val="4CA0512D"/>
    <w:rsid w:val="4CA24E44"/>
    <w:rsid w:val="4CA37F76"/>
    <w:rsid w:val="4CA56DA9"/>
    <w:rsid w:val="4CA60E36"/>
    <w:rsid w:val="4CA67E11"/>
    <w:rsid w:val="4CAA2FF0"/>
    <w:rsid w:val="4CAA5AA7"/>
    <w:rsid w:val="4CAB6E37"/>
    <w:rsid w:val="4CAE37E9"/>
    <w:rsid w:val="4CB13849"/>
    <w:rsid w:val="4CB22BAD"/>
    <w:rsid w:val="4CB24B3C"/>
    <w:rsid w:val="4CB47586"/>
    <w:rsid w:val="4CB72A3E"/>
    <w:rsid w:val="4CB836EA"/>
    <w:rsid w:val="4CBA315E"/>
    <w:rsid w:val="4CBD7481"/>
    <w:rsid w:val="4CBD7D0F"/>
    <w:rsid w:val="4CBD7ED0"/>
    <w:rsid w:val="4CBE4F6E"/>
    <w:rsid w:val="4CBE59B7"/>
    <w:rsid w:val="4CBF3FEE"/>
    <w:rsid w:val="4CC02D62"/>
    <w:rsid w:val="4CC4563E"/>
    <w:rsid w:val="4CC45FD4"/>
    <w:rsid w:val="4CC547BD"/>
    <w:rsid w:val="4CCD4CF9"/>
    <w:rsid w:val="4CCF3F3B"/>
    <w:rsid w:val="4CD05CA1"/>
    <w:rsid w:val="4CD411F0"/>
    <w:rsid w:val="4CD423E0"/>
    <w:rsid w:val="4CD6291C"/>
    <w:rsid w:val="4CD67C26"/>
    <w:rsid w:val="4CD70EF3"/>
    <w:rsid w:val="4CD86192"/>
    <w:rsid w:val="4CD86277"/>
    <w:rsid w:val="4CD862F5"/>
    <w:rsid w:val="4CD86981"/>
    <w:rsid w:val="4CD945DE"/>
    <w:rsid w:val="4CDA6901"/>
    <w:rsid w:val="4CE4060D"/>
    <w:rsid w:val="4CE83D25"/>
    <w:rsid w:val="4CE86FD1"/>
    <w:rsid w:val="4CEC2246"/>
    <w:rsid w:val="4CEC2563"/>
    <w:rsid w:val="4CF01E10"/>
    <w:rsid w:val="4CF26021"/>
    <w:rsid w:val="4CF338F1"/>
    <w:rsid w:val="4CF64E9E"/>
    <w:rsid w:val="4CF75C51"/>
    <w:rsid w:val="4CF86E46"/>
    <w:rsid w:val="4CF86E75"/>
    <w:rsid w:val="4CFA7A26"/>
    <w:rsid w:val="4CFB09F8"/>
    <w:rsid w:val="4CFC153E"/>
    <w:rsid w:val="4CFD2C62"/>
    <w:rsid w:val="4CFD72BE"/>
    <w:rsid w:val="4D007DB0"/>
    <w:rsid w:val="4D0430AD"/>
    <w:rsid w:val="4D052D89"/>
    <w:rsid w:val="4D057181"/>
    <w:rsid w:val="4D06375E"/>
    <w:rsid w:val="4D0637A9"/>
    <w:rsid w:val="4D067B4C"/>
    <w:rsid w:val="4D072AAA"/>
    <w:rsid w:val="4D090A21"/>
    <w:rsid w:val="4D0A07D1"/>
    <w:rsid w:val="4D0A29E9"/>
    <w:rsid w:val="4D0B1B6F"/>
    <w:rsid w:val="4D0C594C"/>
    <w:rsid w:val="4D0F3D78"/>
    <w:rsid w:val="4D104848"/>
    <w:rsid w:val="4D1067BD"/>
    <w:rsid w:val="4D110305"/>
    <w:rsid w:val="4D117F42"/>
    <w:rsid w:val="4D120D6E"/>
    <w:rsid w:val="4D1373C1"/>
    <w:rsid w:val="4D140C8C"/>
    <w:rsid w:val="4D151ABA"/>
    <w:rsid w:val="4D154FD9"/>
    <w:rsid w:val="4D163496"/>
    <w:rsid w:val="4D1F0243"/>
    <w:rsid w:val="4D1F4375"/>
    <w:rsid w:val="4D203546"/>
    <w:rsid w:val="4D2132DD"/>
    <w:rsid w:val="4D225CB8"/>
    <w:rsid w:val="4D267C28"/>
    <w:rsid w:val="4D2779B3"/>
    <w:rsid w:val="4D297313"/>
    <w:rsid w:val="4D2D18C3"/>
    <w:rsid w:val="4D2E309E"/>
    <w:rsid w:val="4D3343CE"/>
    <w:rsid w:val="4D342868"/>
    <w:rsid w:val="4D344137"/>
    <w:rsid w:val="4D346F8A"/>
    <w:rsid w:val="4D362C9D"/>
    <w:rsid w:val="4D3826B0"/>
    <w:rsid w:val="4D392CA8"/>
    <w:rsid w:val="4D3C4C18"/>
    <w:rsid w:val="4D3E1AEB"/>
    <w:rsid w:val="4D4001B9"/>
    <w:rsid w:val="4D405346"/>
    <w:rsid w:val="4D4128AF"/>
    <w:rsid w:val="4D441834"/>
    <w:rsid w:val="4D456432"/>
    <w:rsid w:val="4D46017F"/>
    <w:rsid w:val="4D471514"/>
    <w:rsid w:val="4D4802EE"/>
    <w:rsid w:val="4D482DD0"/>
    <w:rsid w:val="4D494AD6"/>
    <w:rsid w:val="4D4A2AA3"/>
    <w:rsid w:val="4D4C4DB0"/>
    <w:rsid w:val="4D4F60A9"/>
    <w:rsid w:val="4D4F6C08"/>
    <w:rsid w:val="4D537EEC"/>
    <w:rsid w:val="4D5574E2"/>
    <w:rsid w:val="4D58076D"/>
    <w:rsid w:val="4D581396"/>
    <w:rsid w:val="4D587BF8"/>
    <w:rsid w:val="4D5A0BEA"/>
    <w:rsid w:val="4D5A0C9F"/>
    <w:rsid w:val="4D5B06F9"/>
    <w:rsid w:val="4D5C0E61"/>
    <w:rsid w:val="4D5C4DEF"/>
    <w:rsid w:val="4D616F7A"/>
    <w:rsid w:val="4D620FA4"/>
    <w:rsid w:val="4D62769E"/>
    <w:rsid w:val="4D632FC4"/>
    <w:rsid w:val="4D6420F9"/>
    <w:rsid w:val="4D64241B"/>
    <w:rsid w:val="4D64362F"/>
    <w:rsid w:val="4D653486"/>
    <w:rsid w:val="4D662CCC"/>
    <w:rsid w:val="4D6640C3"/>
    <w:rsid w:val="4D6676AC"/>
    <w:rsid w:val="4D683580"/>
    <w:rsid w:val="4D6B16DA"/>
    <w:rsid w:val="4D6F6863"/>
    <w:rsid w:val="4D700A9E"/>
    <w:rsid w:val="4D71738D"/>
    <w:rsid w:val="4D722A68"/>
    <w:rsid w:val="4D7367E0"/>
    <w:rsid w:val="4D7468A1"/>
    <w:rsid w:val="4D7560B4"/>
    <w:rsid w:val="4D76792D"/>
    <w:rsid w:val="4D7B7443"/>
    <w:rsid w:val="4D7B78A6"/>
    <w:rsid w:val="4D7E3E51"/>
    <w:rsid w:val="4D7F3399"/>
    <w:rsid w:val="4D7F7800"/>
    <w:rsid w:val="4D812CAB"/>
    <w:rsid w:val="4D814EA3"/>
    <w:rsid w:val="4D820735"/>
    <w:rsid w:val="4D832F58"/>
    <w:rsid w:val="4D8407EC"/>
    <w:rsid w:val="4D8B2524"/>
    <w:rsid w:val="4D8B28D3"/>
    <w:rsid w:val="4D8D44F4"/>
    <w:rsid w:val="4D8E0395"/>
    <w:rsid w:val="4D8F4F32"/>
    <w:rsid w:val="4D905CE7"/>
    <w:rsid w:val="4D906B5C"/>
    <w:rsid w:val="4D913E3A"/>
    <w:rsid w:val="4D931397"/>
    <w:rsid w:val="4D96168B"/>
    <w:rsid w:val="4D984CE8"/>
    <w:rsid w:val="4D987D22"/>
    <w:rsid w:val="4D987FF5"/>
    <w:rsid w:val="4D9B330E"/>
    <w:rsid w:val="4D9C6910"/>
    <w:rsid w:val="4D9D035F"/>
    <w:rsid w:val="4D9D255F"/>
    <w:rsid w:val="4DA16E87"/>
    <w:rsid w:val="4DA21EF6"/>
    <w:rsid w:val="4DA301B5"/>
    <w:rsid w:val="4DA3664F"/>
    <w:rsid w:val="4DA55F50"/>
    <w:rsid w:val="4DA7106A"/>
    <w:rsid w:val="4DA753F5"/>
    <w:rsid w:val="4DA76788"/>
    <w:rsid w:val="4DAB087F"/>
    <w:rsid w:val="4DAD5AE7"/>
    <w:rsid w:val="4DAE7CEA"/>
    <w:rsid w:val="4DB36C56"/>
    <w:rsid w:val="4DB414D4"/>
    <w:rsid w:val="4DB56DF9"/>
    <w:rsid w:val="4DB72B71"/>
    <w:rsid w:val="4DB72C26"/>
    <w:rsid w:val="4DB86234"/>
    <w:rsid w:val="4DBE53DB"/>
    <w:rsid w:val="4DBF167A"/>
    <w:rsid w:val="4DBF36E9"/>
    <w:rsid w:val="4DC06E89"/>
    <w:rsid w:val="4DC1754C"/>
    <w:rsid w:val="4DC21C2B"/>
    <w:rsid w:val="4DC32759"/>
    <w:rsid w:val="4DC4528E"/>
    <w:rsid w:val="4DC5064E"/>
    <w:rsid w:val="4DC8087C"/>
    <w:rsid w:val="4DC9583D"/>
    <w:rsid w:val="4DCA4B2E"/>
    <w:rsid w:val="4DCA5D7F"/>
    <w:rsid w:val="4DCC4587"/>
    <w:rsid w:val="4DD11360"/>
    <w:rsid w:val="4DD52D93"/>
    <w:rsid w:val="4DD74FC1"/>
    <w:rsid w:val="4DD84878"/>
    <w:rsid w:val="4DD92AE7"/>
    <w:rsid w:val="4DDA685F"/>
    <w:rsid w:val="4DDB6606"/>
    <w:rsid w:val="4DDC2D34"/>
    <w:rsid w:val="4DDE6EEC"/>
    <w:rsid w:val="4DE4216F"/>
    <w:rsid w:val="4DE44906"/>
    <w:rsid w:val="4DE44FE8"/>
    <w:rsid w:val="4DE6316F"/>
    <w:rsid w:val="4DE81C97"/>
    <w:rsid w:val="4DEB5167"/>
    <w:rsid w:val="4DED0341"/>
    <w:rsid w:val="4DF10609"/>
    <w:rsid w:val="4DF27705"/>
    <w:rsid w:val="4DF416CF"/>
    <w:rsid w:val="4DF51722"/>
    <w:rsid w:val="4DF51917"/>
    <w:rsid w:val="4DF55995"/>
    <w:rsid w:val="4DF81D08"/>
    <w:rsid w:val="4DF94337"/>
    <w:rsid w:val="4DFA6044"/>
    <w:rsid w:val="4DFD1B01"/>
    <w:rsid w:val="4DFE0A11"/>
    <w:rsid w:val="4DFE55A2"/>
    <w:rsid w:val="4DFE5E29"/>
    <w:rsid w:val="4DFF303F"/>
    <w:rsid w:val="4E0229DA"/>
    <w:rsid w:val="4E030DA9"/>
    <w:rsid w:val="4E035DB6"/>
    <w:rsid w:val="4E04568A"/>
    <w:rsid w:val="4E057158"/>
    <w:rsid w:val="4E0652C9"/>
    <w:rsid w:val="4E0A5B0B"/>
    <w:rsid w:val="4E0B3D09"/>
    <w:rsid w:val="4E0F651B"/>
    <w:rsid w:val="4E104040"/>
    <w:rsid w:val="4E121BD3"/>
    <w:rsid w:val="4E124FCC"/>
    <w:rsid w:val="4E127DA7"/>
    <w:rsid w:val="4E13108B"/>
    <w:rsid w:val="4E137027"/>
    <w:rsid w:val="4E150048"/>
    <w:rsid w:val="4E151645"/>
    <w:rsid w:val="4E172440"/>
    <w:rsid w:val="4E192363"/>
    <w:rsid w:val="4E1B1178"/>
    <w:rsid w:val="4E1B59FF"/>
    <w:rsid w:val="4E1D08FC"/>
    <w:rsid w:val="4E1D18F1"/>
    <w:rsid w:val="4E1D7302"/>
    <w:rsid w:val="4E2152FD"/>
    <w:rsid w:val="4E215809"/>
    <w:rsid w:val="4E221718"/>
    <w:rsid w:val="4E2307B4"/>
    <w:rsid w:val="4E240DB6"/>
    <w:rsid w:val="4E254FE5"/>
    <w:rsid w:val="4E263853"/>
    <w:rsid w:val="4E281379"/>
    <w:rsid w:val="4E2E0C7A"/>
    <w:rsid w:val="4E3033A4"/>
    <w:rsid w:val="4E35275F"/>
    <w:rsid w:val="4E3661F4"/>
    <w:rsid w:val="4E375711"/>
    <w:rsid w:val="4E37780E"/>
    <w:rsid w:val="4E387624"/>
    <w:rsid w:val="4E397E96"/>
    <w:rsid w:val="4E3A1BC6"/>
    <w:rsid w:val="4E3B76A8"/>
    <w:rsid w:val="4E3E224B"/>
    <w:rsid w:val="4E3E72F9"/>
    <w:rsid w:val="4E405DD1"/>
    <w:rsid w:val="4E41068C"/>
    <w:rsid w:val="4E4151FC"/>
    <w:rsid w:val="4E4241E2"/>
    <w:rsid w:val="4E4309FB"/>
    <w:rsid w:val="4E431BC3"/>
    <w:rsid w:val="4E446E54"/>
    <w:rsid w:val="4E45017D"/>
    <w:rsid w:val="4E453CD9"/>
    <w:rsid w:val="4E460011"/>
    <w:rsid w:val="4E473EF5"/>
    <w:rsid w:val="4E494EAA"/>
    <w:rsid w:val="4E4A12EF"/>
    <w:rsid w:val="4E4A18B3"/>
    <w:rsid w:val="4E4B32B9"/>
    <w:rsid w:val="4E4B3B72"/>
    <w:rsid w:val="4E4C43C5"/>
    <w:rsid w:val="4E4F1CA6"/>
    <w:rsid w:val="4E523E2B"/>
    <w:rsid w:val="4E5361FC"/>
    <w:rsid w:val="4E551D01"/>
    <w:rsid w:val="4E561A21"/>
    <w:rsid w:val="4E577C79"/>
    <w:rsid w:val="4E585E89"/>
    <w:rsid w:val="4E5926F0"/>
    <w:rsid w:val="4E597C20"/>
    <w:rsid w:val="4E5A71D8"/>
    <w:rsid w:val="4E5B4E06"/>
    <w:rsid w:val="4E5C017D"/>
    <w:rsid w:val="4E5F249A"/>
    <w:rsid w:val="4E613D42"/>
    <w:rsid w:val="4E636855"/>
    <w:rsid w:val="4E661EA1"/>
    <w:rsid w:val="4E664E09"/>
    <w:rsid w:val="4E6F1F26"/>
    <w:rsid w:val="4E706FBE"/>
    <w:rsid w:val="4E726A98"/>
    <w:rsid w:val="4E731121"/>
    <w:rsid w:val="4E743D52"/>
    <w:rsid w:val="4E7459BB"/>
    <w:rsid w:val="4E790C36"/>
    <w:rsid w:val="4E791778"/>
    <w:rsid w:val="4E7B4D79"/>
    <w:rsid w:val="4E7C4197"/>
    <w:rsid w:val="4E7D0E90"/>
    <w:rsid w:val="4E80439A"/>
    <w:rsid w:val="4E837D2E"/>
    <w:rsid w:val="4E850579"/>
    <w:rsid w:val="4E8642F1"/>
    <w:rsid w:val="4E88697B"/>
    <w:rsid w:val="4E8E77DB"/>
    <w:rsid w:val="4E924442"/>
    <w:rsid w:val="4E9609D8"/>
    <w:rsid w:val="4E963B9B"/>
    <w:rsid w:val="4E9754DF"/>
    <w:rsid w:val="4E9F747C"/>
    <w:rsid w:val="4E9F7513"/>
    <w:rsid w:val="4EA36C51"/>
    <w:rsid w:val="4EA529C9"/>
    <w:rsid w:val="4EA63734"/>
    <w:rsid w:val="4EA6494C"/>
    <w:rsid w:val="4EA64FCD"/>
    <w:rsid w:val="4EA87096"/>
    <w:rsid w:val="4EA969B3"/>
    <w:rsid w:val="4EAD3084"/>
    <w:rsid w:val="4EAF78F5"/>
    <w:rsid w:val="4EB13565"/>
    <w:rsid w:val="4EB173BB"/>
    <w:rsid w:val="4EB25558"/>
    <w:rsid w:val="4EB522E8"/>
    <w:rsid w:val="4EB54AFE"/>
    <w:rsid w:val="4EB55A26"/>
    <w:rsid w:val="4EB6289E"/>
    <w:rsid w:val="4EB62B35"/>
    <w:rsid w:val="4EB65B46"/>
    <w:rsid w:val="4EB711BD"/>
    <w:rsid w:val="4EB82F1F"/>
    <w:rsid w:val="4EB95AF2"/>
    <w:rsid w:val="4EBB3333"/>
    <w:rsid w:val="4EC14A05"/>
    <w:rsid w:val="4EC254B1"/>
    <w:rsid w:val="4EC25928"/>
    <w:rsid w:val="4EC54053"/>
    <w:rsid w:val="4EC72180"/>
    <w:rsid w:val="4EC72601"/>
    <w:rsid w:val="4EC73B40"/>
    <w:rsid w:val="4EC800A6"/>
    <w:rsid w:val="4EC85A46"/>
    <w:rsid w:val="4ECA2430"/>
    <w:rsid w:val="4ECA3421"/>
    <w:rsid w:val="4ECB599B"/>
    <w:rsid w:val="4ECE46CA"/>
    <w:rsid w:val="4ECF28F8"/>
    <w:rsid w:val="4ECF5307"/>
    <w:rsid w:val="4ED05171"/>
    <w:rsid w:val="4ED432AF"/>
    <w:rsid w:val="4ED7183A"/>
    <w:rsid w:val="4ED8126A"/>
    <w:rsid w:val="4EDC5CD9"/>
    <w:rsid w:val="4EDE2AE6"/>
    <w:rsid w:val="4EDF4E8E"/>
    <w:rsid w:val="4EDF7028"/>
    <w:rsid w:val="4EE03DAB"/>
    <w:rsid w:val="4EE32C30"/>
    <w:rsid w:val="4EE72A98"/>
    <w:rsid w:val="4EE72FE2"/>
    <w:rsid w:val="4EE76C94"/>
    <w:rsid w:val="4EE852BE"/>
    <w:rsid w:val="4EE93F7B"/>
    <w:rsid w:val="4EEB38A7"/>
    <w:rsid w:val="4EEC0430"/>
    <w:rsid w:val="4EEC684A"/>
    <w:rsid w:val="4EEE075E"/>
    <w:rsid w:val="4EEE1EBE"/>
    <w:rsid w:val="4EEE4B65"/>
    <w:rsid w:val="4EF36E7F"/>
    <w:rsid w:val="4EF37076"/>
    <w:rsid w:val="4EF40024"/>
    <w:rsid w:val="4EF472C3"/>
    <w:rsid w:val="4EF474AD"/>
    <w:rsid w:val="4EFA3E43"/>
    <w:rsid w:val="4EFD2BD4"/>
    <w:rsid w:val="4EFE20DA"/>
    <w:rsid w:val="4EFE6861"/>
    <w:rsid w:val="4F003341"/>
    <w:rsid w:val="4F006701"/>
    <w:rsid w:val="4F030FE6"/>
    <w:rsid w:val="4F042864"/>
    <w:rsid w:val="4F043B94"/>
    <w:rsid w:val="4F056F61"/>
    <w:rsid w:val="4F070162"/>
    <w:rsid w:val="4F090066"/>
    <w:rsid w:val="4F094B98"/>
    <w:rsid w:val="4F0A0677"/>
    <w:rsid w:val="4F0B1660"/>
    <w:rsid w:val="4F0B7A15"/>
    <w:rsid w:val="4F0D4B76"/>
    <w:rsid w:val="4F0D7480"/>
    <w:rsid w:val="4F0E0DB8"/>
    <w:rsid w:val="4F0E1922"/>
    <w:rsid w:val="4F0F0B84"/>
    <w:rsid w:val="4F0F47D9"/>
    <w:rsid w:val="4F125695"/>
    <w:rsid w:val="4F126636"/>
    <w:rsid w:val="4F141CBB"/>
    <w:rsid w:val="4F144870"/>
    <w:rsid w:val="4F152EB3"/>
    <w:rsid w:val="4F1732ED"/>
    <w:rsid w:val="4F18319B"/>
    <w:rsid w:val="4F1A0B08"/>
    <w:rsid w:val="4F1B5515"/>
    <w:rsid w:val="4F1C60BB"/>
    <w:rsid w:val="4F1D2338"/>
    <w:rsid w:val="4F202E4F"/>
    <w:rsid w:val="4F22226C"/>
    <w:rsid w:val="4F271630"/>
    <w:rsid w:val="4F2B0A80"/>
    <w:rsid w:val="4F2B5D32"/>
    <w:rsid w:val="4F2B7038"/>
    <w:rsid w:val="4F2B71F4"/>
    <w:rsid w:val="4F2C1725"/>
    <w:rsid w:val="4F2D6FDD"/>
    <w:rsid w:val="4F302BDB"/>
    <w:rsid w:val="4F304322"/>
    <w:rsid w:val="4F307102"/>
    <w:rsid w:val="4F32316B"/>
    <w:rsid w:val="4F3248C2"/>
    <w:rsid w:val="4F3417F4"/>
    <w:rsid w:val="4F35132B"/>
    <w:rsid w:val="4F3672DC"/>
    <w:rsid w:val="4F3805B1"/>
    <w:rsid w:val="4F3A1C8D"/>
    <w:rsid w:val="4F3C544B"/>
    <w:rsid w:val="4F3D4771"/>
    <w:rsid w:val="4F3D520B"/>
    <w:rsid w:val="4F3E0025"/>
    <w:rsid w:val="4F400944"/>
    <w:rsid w:val="4F407FCA"/>
    <w:rsid w:val="4F445151"/>
    <w:rsid w:val="4F454FF9"/>
    <w:rsid w:val="4F461F0F"/>
    <w:rsid w:val="4F46205C"/>
    <w:rsid w:val="4F473A81"/>
    <w:rsid w:val="4F4A3132"/>
    <w:rsid w:val="4F4C7EC2"/>
    <w:rsid w:val="4F4D432A"/>
    <w:rsid w:val="4F4E2378"/>
    <w:rsid w:val="4F4E4F22"/>
    <w:rsid w:val="4F512177"/>
    <w:rsid w:val="4F5149A7"/>
    <w:rsid w:val="4F530677"/>
    <w:rsid w:val="4F532425"/>
    <w:rsid w:val="4F543749"/>
    <w:rsid w:val="4F5565C6"/>
    <w:rsid w:val="4F580107"/>
    <w:rsid w:val="4F5C5916"/>
    <w:rsid w:val="4F5E357A"/>
    <w:rsid w:val="4F5F186E"/>
    <w:rsid w:val="4F610F8A"/>
    <w:rsid w:val="4F6208B7"/>
    <w:rsid w:val="4F622668"/>
    <w:rsid w:val="4F642DC7"/>
    <w:rsid w:val="4F6519D9"/>
    <w:rsid w:val="4F660F7C"/>
    <w:rsid w:val="4F672375"/>
    <w:rsid w:val="4F687207"/>
    <w:rsid w:val="4F6C4E62"/>
    <w:rsid w:val="4F6F654F"/>
    <w:rsid w:val="4F701229"/>
    <w:rsid w:val="4F710CDB"/>
    <w:rsid w:val="4F7122D9"/>
    <w:rsid w:val="4F715355"/>
    <w:rsid w:val="4F725840"/>
    <w:rsid w:val="4F744E79"/>
    <w:rsid w:val="4F752480"/>
    <w:rsid w:val="4F781187"/>
    <w:rsid w:val="4F790062"/>
    <w:rsid w:val="4F797199"/>
    <w:rsid w:val="4F7D4D18"/>
    <w:rsid w:val="4F7D6298"/>
    <w:rsid w:val="4F7F2660"/>
    <w:rsid w:val="4F806660"/>
    <w:rsid w:val="4F8122E4"/>
    <w:rsid w:val="4F8151E4"/>
    <w:rsid w:val="4F822D0B"/>
    <w:rsid w:val="4F822E97"/>
    <w:rsid w:val="4F8425B5"/>
    <w:rsid w:val="4F844CD5"/>
    <w:rsid w:val="4F845093"/>
    <w:rsid w:val="4F8817A3"/>
    <w:rsid w:val="4F8922EB"/>
    <w:rsid w:val="4F8B7E11"/>
    <w:rsid w:val="4F8C5478"/>
    <w:rsid w:val="4F8D5E86"/>
    <w:rsid w:val="4F8E345D"/>
    <w:rsid w:val="4F8F3314"/>
    <w:rsid w:val="4F8F51C4"/>
    <w:rsid w:val="4F91680F"/>
    <w:rsid w:val="4F940087"/>
    <w:rsid w:val="4F942E5A"/>
    <w:rsid w:val="4F993A02"/>
    <w:rsid w:val="4FA25671"/>
    <w:rsid w:val="4FA5412E"/>
    <w:rsid w:val="4FA644B2"/>
    <w:rsid w:val="4FA65C34"/>
    <w:rsid w:val="4FA96F84"/>
    <w:rsid w:val="4FAA7A0D"/>
    <w:rsid w:val="4FAC4ED0"/>
    <w:rsid w:val="4FAD5FDA"/>
    <w:rsid w:val="4FAF09D6"/>
    <w:rsid w:val="4FB45A8C"/>
    <w:rsid w:val="4FB56403"/>
    <w:rsid w:val="4FB56C3C"/>
    <w:rsid w:val="4FBD24C9"/>
    <w:rsid w:val="4FC13833"/>
    <w:rsid w:val="4FC20683"/>
    <w:rsid w:val="4FC26B32"/>
    <w:rsid w:val="4FC42560"/>
    <w:rsid w:val="4FC43323"/>
    <w:rsid w:val="4FC44462"/>
    <w:rsid w:val="4FC44C3A"/>
    <w:rsid w:val="4FC564AC"/>
    <w:rsid w:val="4FC76225"/>
    <w:rsid w:val="4FC76C47"/>
    <w:rsid w:val="4FC826E4"/>
    <w:rsid w:val="4FCA5717"/>
    <w:rsid w:val="4FCB5E96"/>
    <w:rsid w:val="4FCB6460"/>
    <w:rsid w:val="4FCC6DCC"/>
    <w:rsid w:val="4FCD0374"/>
    <w:rsid w:val="4FD00FB1"/>
    <w:rsid w:val="4FD22238"/>
    <w:rsid w:val="4FD35672"/>
    <w:rsid w:val="4FD523C3"/>
    <w:rsid w:val="4FD52C43"/>
    <w:rsid w:val="4FDC2933"/>
    <w:rsid w:val="4FE007D6"/>
    <w:rsid w:val="4FE10838"/>
    <w:rsid w:val="4FE12DDE"/>
    <w:rsid w:val="4FE15C83"/>
    <w:rsid w:val="4FE23ADA"/>
    <w:rsid w:val="4FE3158E"/>
    <w:rsid w:val="4FE42FFF"/>
    <w:rsid w:val="4FE439C5"/>
    <w:rsid w:val="4FE4419C"/>
    <w:rsid w:val="4FE46E45"/>
    <w:rsid w:val="4FE62BF7"/>
    <w:rsid w:val="4FE71293"/>
    <w:rsid w:val="4FE86690"/>
    <w:rsid w:val="4FE94B38"/>
    <w:rsid w:val="4FED0AD7"/>
    <w:rsid w:val="4FF02155"/>
    <w:rsid w:val="4FF31902"/>
    <w:rsid w:val="4FF321D3"/>
    <w:rsid w:val="4FF736F9"/>
    <w:rsid w:val="4FF74789"/>
    <w:rsid w:val="4FF80D65"/>
    <w:rsid w:val="4FF8133B"/>
    <w:rsid w:val="4FF86C03"/>
    <w:rsid w:val="4FFC486B"/>
    <w:rsid w:val="4FFD1798"/>
    <w:rsid w:val="4FFD1B04"/>
    <w:rsid w:val="4FFD2DF8"/>
    <w:rsid w:val="4FFD43A5"/>
    <w:rsid w:val="50011E81"/>
    <w:rsid w:val="50045B02"/>
    <w:rsid w:val="500656EA"/>
    <w:rsid w:val="5006790E"/>
    <w:rsid w:val="50083210"/>
    <w:rsid w:val="5008608D"/>
    <w:rsid w:val="500A0F7B"/>
    <w:rsid w:val="500B0486"/>
    <w:rsid w:val="500C53F0"/>
    <w:rsid w:val="500C6DC6"/>
    <w:rsid w:val="500D2828"/>
    <w:rsid w:val="500F0A42"/>
    <w:rsid w:val="500F27CD"/>
    <w:rsid w:val="500F41AB"/>
    <w:rsid w:val="500F69BB"/>
    <w:rsid w:val="50116938"/>
    <w:rsid w:val="501226B5"/>
    <w:rsid w:val="5013191D"/>
    <w:rsid w:val="501A0DC7"/>
    <w:rsid w:val="501A2F43"/>
    <w:rsid w:val="501A7910"/>
    <w:rsid w:val="501B45F1"/>
    <w:rsid w:val="501B6147"/>
    <w:rsid w:val="501E24E0"/>
    <w:rsid w:val="501F0559"/>
    <w:rsid w:val="501F4D9E"/>
    <w:rsid w:val="50202053"/>
    <w:rsid w:val="50212524"/>
    <w:rsid w:val="502142D2"/>
    <w:rsid w:val="50214AA1"/>
    <w:rsid w:val="50214D20"/>
    <w:rsid w:val="50214F4B"/>
    <w:rsid w:val="50225BCD"/>
    <w:rsid w:val="50232056"/>
    <w:rsid w:val="50237E24"/>
    <w:rsid w:val="50242014"/>
    <w:rsid w:val="5024290F"/>
    <w:rsid w:val="50243DC2"/>
    <w:rsid w:val="502D0EC8"/>
    <w:rsid w:val="50303191"/>
    <w:rsid w:val="5031478E"/>
    <w:rsid w:val="50333F5D"/>
    <w:rsid w:val="50350601"/>
    <w:rsid w:val="503871A8"/>
    <w:rsid w:val="5038765D"/>
    <w:rsid w:val="50393C7F"/>
    <w:rsid w:val="503B294F"/>
    <w:rsid w:val="503B7C95"/>
    <w:rsid w:val="503C19ED"/>
    <w:rsid w:val="503C500F"/>
    <w:rsid w:val="503D0486"/>
    <w:rsid w:val="503E74A8"/>
    <w:rsid w:val="503F0BFC"/>
    <w:rsid w:val="503F276F"/>
    <w:rsid w:val="503F4033"/>
    <w:rsid w:val="50411BDE"/>
    <w:rsid w:val="50423F24"/>
    <w:rsid w:val="5043249A"/>
    <w:rsid w:val="504509DA"/>
    <w:rsid w:val="50470580"/>
    <w:rsid w:val="504778F9"/>
    <w:rsid w:val="50485D02"/>
    <w:rsid w:val="504928B2"/>
    <w:rsid w:val="504948A8"/>
    <w:rsid w:val="50496566"/>
    <w:rsid w:val="504A1A7A"/>
    <w:rsid w:val="504B6560"/>
    <w:rsid w:val="504C26BA"/>
    <w:rsid w:val="504E0252"/>
    <w:rsid w:val="504F52E3"/>
    <w:rsid w:val="5050375C"/>
    <w:rsid w:val="50505D10"/>
    <w:rsid w:val="5050701A"/>
    <w:rsid w:val="5052092F"/>
    <w:rsid w:val="5055689E"/>
    <w:rsid w:val="50577CF3"/>
    <w:rsid w:val="50593A6B"/>
    <w:rsid w:val="505B3370"/>
    <w:rsid w:val="505C4DDF"/>
    <w:rsid w:val="505C629B"/>
    <w:rsid w:val="505F277D"/>
    <w:rsid w:val="5060032D"/>
    <w:rsid w:val="50604AD0"/>
    <w:rsid w:val="50621959"/>
    <w:rsid w:val="50645022"/>
    <w:rsid w:val="5065129A"/>
    <w:rsid w:val="50663967"/>
    <w:rsid w:val="50680152"/>
    <w:rsid w:val="50693818"/>
    <w:rsid w:val="50697A27"/>
    <w:rsid w:val="506B7C43"/>
    <w:rsid w:val="506F03D5"/>
    <w:rsid w:val="506F6FB7"/>
    <w:rsid w:val="50705CB3"/>
    <w:rsid w:val="50711AD3"/>
    <w:rsid w:val="50715FA5"/>
    <w:rsid w:val="50721B2A"/>
    <w:rsid w:val="50722D7F"/>
    <w:rsid w:val="50724B2D"/>
    <w:rsid w:val="507702EA"/>
    <w:rsid w:val="50772144"/>
    <w:rsid w:val="50790A81"/>
    <w:rsid w:val="50791DA4"/>
    <w:rsid w:val="507D24E3"/>
    <w:rsid w:val="507F1934"/>
    <w:rsid w:val="507F5186"/>
    <w:rsid w:val="5080189F"/>
    <w:rsid w:val="50801AF6"/>
    <w:rsid w:val="50821328"/>
    <w:rsid w:val="508318FE"/>
    <w:rsid w:val="50832F53"/>
    <w:rsid w:val="50842C80"/>
    <w:rsid w:val="50843C79"/>
    <w:rsid w:val="508520B1"/>
    <w:rsid w:val="508520CA"/>
    <w:rsid w:val="50880D09"/>
    <w:rsid w:val="50884962"/>
    <w:rsid w:val="508866A3"/>
    <w:rsid w:val="508A29D8"/>
    <w:rsid w:val="508B7BE1"/>
    <w:rsid w:val="508C7E73"/>
    <w:rsid w:val="508D6961"/>
    <w:rsid w:val="508F4527"/>
    <w:rsid w:val="508F56DF"/>
    <w:rsid w:val="508F5925"/>
    <w:rsid w:val="50923421"/>
    <w:rsid w:val="50923F45"/>
    <w:rsid w:val="50937EF3"/>
    <w:rsid w:val="509448C9"/>
    <w:rsid w:val="50954360"/>
    <w:rsid w:val="509552C0"/>
    <w:rsid w:val="50987435"/>
    <w:rsid w:val="509C3036"/>
    <w:rsid w:val="509F1219"/>
    <w:rsid w:val="509F4438"/>
    <w:rsid w:val="509F75E6"/>
    <w:rsid w:val="50A11727"/>
    <w:rsid w:val="50A32F39"/>
    <w:rsid w:val="50A56CB1"/>
    <w:rsid w:val="50A70966"/>
    <w:rsid w:val="50A82940"/>
    <w:rsid w:val="50A939E7"/>
    <w:rsid w:val="50AA1A17"/>
    <w:rsid w:val="50AB0E4D"/>
    <w:rsid w:val="50AC430F"/>
    <w:rsid w:val="50AF274C"/>
    <w:rsid w:val="50B35566"/>
    <w:rsid w:val="50B81EEE"/>
    <w:rsid w:val="50B96C00"/>
    <w:rsid w:val="50BA420F"/>
    <w:rsid w:val="50BB4272"/>
    <w:rsid w:val="50BB4726"/>
    <w:rsid w:val="50BB4D03"/>
    <w:rsid w:val="50BB7B8A"/>
    <w:rsid w:val="50BD05D8"/>
    <w:rsid w:val="50BD4A4D"/>
    <w:rsid w:val="50BE2623"/>
    <w:rsid w:val="50BF3592"/>
    <w:rsid w:val="50C25B3F"/>
    <w:rsid w:val="50C35893"/>
    <w:rsid w:val="50C64C34"/>
    <w:rsid w:val="50C972B0"/>
    <w:rsid w:val="50CA011E"/>
    <w:rsid w:val="50CA4969"/>
    <w:rsid w:val="50CB19CF"/>
    <w:rsid w:val="50CB261C"/>
    <w:rsid w:val="50CC45A8"/>
    <w:rsid w:val="50CC4D42"/>
    <w:rsid w:val="50CC6933"/>
    <w:rsid w:val="50CF01D2"/>
    <w:rsid w:val="50CF59BD"/>
    <w:rsid w:val="50D106EB"/>
    <w:rsid w:val="50D4125B"/>
    <w:rsid w:val="50D46CD5"/>
    <w:rsid w:val="50D86E30"/>
    <w:rsid w:val="50DA31DB"/>
    <w:rsid w:val="50DB5212"/>
    <w:rsid w:val="50DF30C1"/>
    <w:rsid w:val="50DF3D57"/>
    <w:rsid w:val="50E13D24"/>
    <w:rsid w:val="50E15F9B"/>
    <w:rsid w:val="50E203DA"/>
    <w:rsid w:val="50E52AF5"/>
    <w:rsid w:val="50E57D20"/>
    <w:rsid w:val="50E61DA6"/>
    <w:rsid w:val="50E67A89"/>
    <w:rsid w:val="50E73B71"/>
    <w:rsid w:val="50E916DF"/>
    <w:rsid w:val="50EB7CDB"/>
    <w:rsid w:val="50ED0658"/>
    <w:rsid w:val="50ED2406"/>
    <w:rsid w:val="50EF2622"/>
    <w:rsid w:val="50F1016C"/>
    <w:rsid w:val="50F301CA"/>
    <w:rsid w:val="50F30A7C"/>
    <w:rsid w:val="50F368E7"/>
    <w:rsid w:val="50F76E43"/>
    <w:rsid w:val="50F82900"/>
    <w:rsid w:val="50FB6CF5"/>
    <w:rsid w:val="50FC1826"/>
    <w:rsid w:val="50FF6DDC"/>
    <w:rsid w:val="5100419E"/>
    <w:rsid w:val="510266D8"/>
    <w:rsid w:val="510310E0"/>
    <w:rsid w:val="51052624"/>
    <w:rsid w:val="51055FB9"/>
    <w:rsid w:val="51081672"/>
    <w:rsid w:val="51091D52"/>
    <w:rsid w:val="51095194"/>
    <w:rsid w:val="51096EE8"/>
    <w:rsid w:val="510979D3"/>
    <w:rsid w:val="510D2994"/>
    <w:rsid w:val="510D609C"/>
    <w:rsid w:val="510F6E36"/>
    <w:rsid w:val="51105382"/>
    <w:rsid w:val="511115D1"/>
    <w:rsid w:val="51134562"/>
    <w:rsid w:val="51142C07"/>
    <w:rsid w:val="51143D44"/>
    <w:rsid w:val="51155E08"/>
    <w:rsid w:val="51163869"/>
    <w:rsid w:val="511931FB"/>
    <w:rsid w:val="511A398F"/>
    <w:rsid w:val="511D0F3D"/>
    <w:rsid w:val="511E1ABF"/>
    <w:rsid w:val="511E64BB"/>
    <w:rsid w:val="511F7F2D"/>
    <w:rsid w:val="512201DC"/>
    <w:rsid w:val="51221132"/>
    <w:rsid w:val="51225804"/>
    <w:rsid w:val="51227571"/>
    <w:rsid w:val="512276F5"/>
    <w:rsid w:val="512336D0"/>
    <w:rsid w:val="51243582"/>
    <w:rsid w:val="5125227B"/>
    <w:rsid w:val="51261169"/>
    <w:rsid w:val="5128685D"/>
    <w:rsid w:val="512909EC"/>
    <w:rsid w:val="512C240E"/>
    <w:rsid w:val="512C2ADB"/>
    <w:rsid w:val="512E6945"/>
    <w:rsid w:val="512F616A"/>
    <w:rsid w:val="51312C3A"/>
    <w:rsid w:val="51322D7F"/>
    <w:rsid w:val="51337388"/>
    <w:rsid w:val="51351603"/>
    <w:rsid w:val="51351C49"/>
    <w:rsid w:val="51372C44"/>
    <w:rsid w:val="51391B1E"/>
    <w:rsid w:val="51395E50"/>
    <w:rsid w:val="513A09CC"/>
    <w:rsid w:val="513A224E"/>
    <w:rsid w:val="513C382A"/>
    <w:rsid w:val="513D15DF"/>
    <w:rsid w:val="513D6773"/>
    <w:rsid w:val="513E33A7"/>
    <w:rsid w:val="513E4D75"/>
    <w:rsid w:val="51404B0A"/>
    <w:rsid w:val="51407C6F"/>
    <w:rsid w:val="51425D94"/>
    <w:rsid w:val="51456E8F"/>
    <w:rsid w:val="51483723"/>
    <w:rsid w:val="514B3B14"/>
    <w:rsid w:val="514B4D35"/>
    <w:rsid w:val="514F6499"/>
    <w:rsid w:val="51516314"/>
    <w:rsid w:val="5154147F"/>
    <w:rsid w:val="51542485"/>
    <w:rsid w:val="51555B96"/>
    <w:rsid w:val="515718EC"/>
    <w:rsid w:val="51571F05"/>
    <w:rsid w:val="51582BF0"/>
    <w:rsid w:val="51591E55"/>
    <w:rsid w:val="5159425D"/>
    <w:rsid w:val="515A1CCB"/>
    <w:rsid w:val="515C4CC4"/>
    <w:rsid w:val="515C66EE"/>
    <w:rsid w:val="515F484E"/>
    <w:rsid w:val="516029A1"/>
    <w:rsid w:val="51605A38"/>
    <w:rsid w:val="51606BEB"/>
    <w:rsid w:val="5160707C"/>
    <w:rsid w:val="516130C7"/>
    <w:rsid w:val="51627FFA"/>
    <w:rsid w:val="51637798"/>
    <w:rsid w:val="51655262"/>
    <w:rsid w:val="516639B3"/>
    <w:rsid w:val="5167665C"/>
    <w:rsid w:val="51691CAE"/>
    <w:rsid w:val="516A345C"/>
    <w:rsid w:val="516A7E33"/>
    <w:rsid w:val="516B0AFF"/>
    <w:rsid w:val="516C5304"/>
    <w:rsid w:val="516E474C"/>
    <w:rsid w:val="516F069D"/>
    <w:rsid w:val="517125C4"/>
    <w:rsid w:val="517154FB"/>
    <w:rsid w:val="517448D5"/>
    <w:rsid w:val="5174795A"/>
    <w:rsid w:val="51792B43"/>
    <w:rsid w:val="517F1566"/>
    <w:rsid w:val="5180691A"/>
    <w:rsid w:val="51847C5A"/>
    <w:rsid w:val="51886ACD"/>
    <w:rsid w:val="518C6072"/>
    <w:rsid w:val="518D6EB4"/>
    <w:rsid w:val="51926BED"/>
    <w:rsid w:val="51932B14"/>
    <w:rsid w:val="51945C7F"/>
    <w:rsid w:val="519476E7"/>
    <w:rsid w:val="51984A67"/>
    <w:rsid w:val="5199525F"/>
    <w:rsid w:val="519B6306"/>
    <w:rsid w:val="51A03D0A"/>
    <w:rsid w:val="51A15746"/>
    <w:rsid w:val="51A15E67"/>
    <w:rsid w:val="51A57846"/>
    <w:rsid w:val="51A90311"/>
    <w:rsid w:val="51AA13A4"/>
    <w:rsid w:val="51AB26FE"/>
    <w:rsid w:val="51AC2405"/>
    <w:rsid w:val="51AC2540"/>
    <w:rsid w:val="51AE009B"/>
    <w:rsid w:val="51AE5FC4"/>
    <w:rsid w:val="51AE73B9"/>
    <w:rsid w:val="51AF590D"/>
    <w:rsid w:val="51B0120A"/>
    <w:rsid w:val="51B269D5"/>
    <w:rsid w:val="51B27C07"/>
    <w:rsid w:val="51B378A9"/>
    <w:rsid w:val="51B55619"/>
    <w:rsid w:val="51B6798B"/>
    <w:rsid w:val="51B7005D"/>
    <w:rsid w:val="51B837E5"/>
    <w:rsid w:val="51B977EB"/>
    <w:rsid w:val="51BA0672"/>
    <w:rsid w:val="51BA49DE"/>
    <w:rsid w:val="51BD68B5"/>
    <w:rsid w:val="51BE2E0D"/>
    <w:rsid w:val="51C03B5D"/>
    <w:rsid w:val="51C07632"/>
    <w:rsid w:val="51C07B1A"/>
    <w:rsid w:val="51C25AC7"/>
    <w:rsid w:val="51C32DC5"/>
    <w:rsid w:val="51C71A3C"/>
    <w:rsid w:val="51C7744D"/>
    <w:rsid w:val="51C777DD"/>
    <w:rsid w:val="51CA27EF"/>
    <w:rsid w:val="51CC5261"/>
    <w:rsid w:val="51CE38AC"/>
    <w:rsid w:val="51D14C10"/>
    <w:rsid w:val="51D33CF1"/>
    <w:rsid w:val="51D37DE1"/>
    <w:rsid w:val="51D455ED"/>
    <w:rsid w:val="51D525EF"/>
    <w:rsid w:val="51D53382"/>
    <w:rsid w:val="51D72227"/>
    <w:rsid w:val="51D84E64"/>
    <w:rsid w:val="51DA6B07"/>
    <w:rsid w:val="51DC4954"/>
    <w:rsid w:val="51DE0DC7"/>
    <w:rsid w:val="51E170FD"/>
    <w:rsid w:val="51E27A91"/>
    <w:rsid w:val="51E312FA"/>
    <w:rsid w:val="51E326CB"/>
    <w:rsid w:val="51E4492A"/>
    <w:rsid w:val="51E44931"/>
    <w:rsid w:val="51E6146C"/>
    <w:rsid w:val="51E710E2"/>
    <w:rsid w:val="51E81B77"/>
    <w:rsid w:val="51EF3EAE"/>
    <w:rsid w:val="51F15F26"/>
    <w:rsid w:val="51F24178"/>
    <w:rsid w:val="51F344F2"/>
    <w:rsid w:val="51F3507C"/>
    <w:rsid w:val="51F468F8"/>
    <w:rsid w:val="51F5480A"/>
    <w:rsid w:val="51F700FB"/>
    <w:rsid w:val="51F83E62"/>
    <w:rsid w:val="51F878FE"/>
    <w:rsid w:val="51F9536E"/>
    <w:rsid w:val="51FB28DA"/>
    <w:rsid w:val="51FB4BB3"/>
    <w:rsid w:val="51FB7B6F"/>
    <w:rsid w:val="51FD2B1C"/>
    <w:rsid w:val="51FD5E91"/>
    <w:rsid w:val="52007F7E"/>
    <w:rsid w:val="5202156C"/>
    <w:rsid w:val="52035D13"/>
    <w:rsid w:val="520364C3"/>
    <w:rsid w:val="520610B7"/>
    <w:rsid w:val="5206292B"/>
    <w:rsid w:val="520715AE"/>
    <w:rsid w:val="52072318"/>
    <w:rsid w:val="520832CA"/>
    <w:rsid w:val="520863C3"/>
    <w:rsid w:val="520949CD"/>
    <w:rsid w:val="520B584B"/>
    <w:rsid w:val="520C43F0"/>
    <w:rsid w:val="520D7136"/>
    <w:rsid w:val="520E12A9"/>
    <w:rsid w:val="520F3D1D"/>
    <w:rsid w:val="52111E4B"/>
    <w:rsid w:val="52124068"/>
    <w:rsid w:val="52181704"/>
    <w:rsid w:val="5218478B"/>
    <w:rsid w:val="52187CE4"/>
    <w:rsid w:val="521B61C5"/>
    <w:rsid w:val="521D6D1B"/>
    <w:rsid w:val="521E48B8"/>
    <w:rsid w:val="52207029"/>
    <w:rsid w:val="522176A0"/>
    <w:rsid w:val="52227819"/>
    <w:rsid w:val="52256A9E"/>
    <w:rsid w:val="52291B63"/>
    <w:rsid w:val="522D3402"/>
    <w:rsid w:val="522D51B0"/>
    <w:rsid w:val="522E2827"/>
    <w:rsid w:val="523060E4"/>
    <w:rsid w:val="52306A4E"/>
    <w:rsid w:val="52326C6A"/>
    <w:rsid w:val="52327E11"/>
    <w:rsid w:val="52333B31"/>
    <w:rsid w:val="52337DF8"/>
    <w:rsid w:val="52357C02"/>
    <w:rsid w:val="523A78CD"/>
    <w:rsid w:val="523F252D"/>
    <w:rsid w:val="52410A1B"/>
    <w:rsid w:val="52413940"/>
    <w:rsid w:val="524143BC"/>
    <w:rsid w:val="52442853"/>
    <w:rsid w:val="524439CB"/>
    <w:rsid w:val="52446464"/>
    <w:rsid w:val="52447D1C"/>
    <w:rsid w:val="52466271"/>
    <w:rsid w:val="52480483"/>
    <w:rsid w:val="52480FE4"/>
    <w:rsid w:val="5248380A"/>
    <w:rsid w:val="524A3FB4"/>
    <w:rsid w:val="524B549A"/>
    <w:rsid w:val="524C6F36"/>
    <w:rsid w:val="524D305D"/>
    <w:rsid w:val="524E5317"/>
    <w:rsid w:val="524E66A9"/>
    <w:rsid w:val="524E7A4B"/>
    <w:rsid w:val="525057E3"/>
    <w:rsid w:val="52534CC2"/>
    <w:rsid w:val="52536C5C"/>
    <w:rsid w:val="52542576"/>
    <w:rsid w:val="525428CD"/>
    <w:rsid w:val="52565592"/>
    <w:rsid w:val="52571F06"/>
    <w:rsid w:val="525824FD"/>
    <w:rsid w:val="52583254"/>
    <w:rsid w:val="52587B17"/>
    <w:rsid w:val="525B628D"/>
    <w:rsid w:val="525C3CE7"/>
    <w:rsid w:val="525D0746"/>
    <w:rsid w:val="525E180D"/>
    <w:rsid w:val="525E2AA3"/>
    <w:rsid w:val="525E4822"/>
    <w:rsid w:val="526079D3"/>
    <w:rsid w:val="52626430"/>
    <w:rsid w:val="52653A1B"/>
    <w:rsid w:val="52673101"/>
    <w:rsid w:val="526B2287"/>
    <w:rsid w:val="526D1A50"/>
    <w:rsid w:val="526D1C43"/>
    <w:rsid w:val="526D2C07"/>
    <w:rsid w:val="526E22A2"/>
    <w:rsid w:val="527055D9"/>
    <w:rsid w:val="5272586E"/>
    <w:rsid w:val="5274473A"/>
    <w:rsid w:val="52750905"/>
    <w:rsid w:val="52750E88"/>
    <w:rsid w:val="527739D5"/>
    <w:rsid w:val="52776952"/>
    <w:rsid w:val="527821A3"/>
    <w:rsid w:val="527823AA"/>
    <w:rsid w:val="527956E9"/>
    <w:rsid w:val="527C2275"/>
    <w:rsid w:val="527E3C5D"/>
    <w:rsid w:val="52807AE8"/>
    <w:rsid w:val="5282659A"/>
    <w:rsid w:val="52831274"/>
    <w:rsid w:val="52845167"/>
    <w:rsid w:val="52854D5A"/>
    <w:rsid w:val="52854FEC"/>
    <w:rsid w:val="5286116B"/>
    <w:rsid w:val="528830A0"/>
    <w:rsid w:val="52883F77"/>
    <w:rsid w:val="52887640"/>
    <w:rsid w:val="5289315A"/>
    <w:rsid w:val="528A1EC2"/>
    <w:rsid w:val="528A7301"/>
    <w:rsid w:val="52935A27"/>
    <w:rsid w:val="52944A01"/>
    <w:rsid w:val="5296082E"/>
    <w:rsid w:val="52960F02"/>
    <w:rsid w:val="529B0388"/>
    <w:rsid w:val="529C2335"/>
    <w:rsid w:val="529C2921"/>
    <w:rsid w:val="52A00006"/>
    <w:rsid w:val="52A25DE5"/>
    <w:rsid w:val="52A26C4D"/>
    <w:rsid w:val="52A336C4"/>
    <w:rsid w:val="52A5743C"/>
    <w:rsid w:val="52A843D0"/>
    <w:rsid w:val="52A90B82"/>
    <w:rsid w:val="52A920F7"/>
    <w:rsid w:val="52AC2565"/>
    <w:rsid w:val="52AC5DAB"/>
    <w:rsid w:val="52AC7784"/>
    <w:rsid w:val="52AD4542"/>
    <w:rsid w:val="52AE1893"/>
    <w:rsid w:val="52AE7F40"/>
    <w:rsid w:val="52B15E18"/>
    <w:rsid w:val="52B525B4"/>
    <w:rsid w:val="52B529AB"/>
    <w:rsid w:val="52B66437"/>
    <w:rsid w:val="52B8610A"/>
    <w:rsid w:val="52BA7052"/>
    <w:rsid w:val="52BC52F1"/>
    <w:rsid w:val="52BE405A"/>
    <w:rsid w:val="52BF00EA"/>
    <w:rsid w:val="52BF75A1"/>
    <w:rsid w:val="52C02D65"/>
    <w:rsid w:val="52C20017"/>
    <w:rsid w:val="52C344BD"/>
    <w:rsid w:val="52C403DA"/>
    <w:rsid w:val="52C51B09"/>
    <w:rsid w:val="52CB1E08"/>
    <w:rsid w:val="52CB4F03"/>
    <w:rsid w:val="52CD0741"/>
    <w:rsid w:val="52CF723A"/>
    <w:rsid w:val="52CF7A12"/>
    <w:rsid w:val="52D0085A"/>
    <w:rsid w:val="52D01F00"/>
    <w:rsid w:val="52D11B91"/>
    <w:rsid w:val="52D15E75"/>
    <w:rsid w:val="52D229CF"/>
    <w:rsid w:val="52D25D57"/>
    <w:rsid w:val="52D2705A"/>
    <w:rsid w:val="52D27B05"/>
    <w:rsid w:val="52D330F2"/>
    <w:rsid w:val="52D41ACF"/>
    <w:rsid w:val="52D63A99"/>
    <w:rsid w:val="52D64ADF"/>
    <w:rsid w:val="52D908AB"/>
    <w:rsid w:val="52DB10B0"/>
    <w:rsid w:val="52DC772A"/>
    <w:rsid w:val="52E0107E"/>
    <w:rsid w:val="52E0570E"/>
    <w:rsid w:val="52E151CF"/>
    <w:rsid w:val="52E3120B"/>
    <w:rsid w:val="52E34AC8"/>
    <w:rsid w:val="52E4406F"/>
    <w:rsid w:val="52E51DBD"/>
    <w:rsid w:val="52E55A8A"/>
    <w:rsid w:val="52E75138"/>
    <w:rsid w:val="52E83D25"/>
    <w:rsid w:val="52E84CD9"/>
    <w:rsid w:val="52E8512C"/>
    <w:rsid w:val="52E869CB"/>
    <w:rsid w:val="52EB6E86"/>
    <w:rsid w:val="52EC6E19"/>
    <w:rsid w:val="52F06763"/>
    <w:rsid w:val="52F20523"/>
    <w:rsid w:val="52F25C73"/>
    <w:rsid w:val="52F51ADE"/>
    <w:rsid w:val="52F653AC"/>
    <w:rsid w:val="52F80D23"/>
    <w:rsid w:val="52FC7FB0"/>
    <w:rsid w:val="52FD1026"/>
    <w:rsid w:val="52FE5769"/>
    <w:rsid w:val="53001ED9"/>
    <w:rsid w:val="53052BDC"/>
    <w:rsid w:val="530A5CD1"/>
    <w:rsid w:val="530B6A5E"/>
    <w:rsid w:val="530C3017"/>
    <w:rsid w:val="53103024"/>
    <w:rsid w:val="53114AD1"/>
    <w:rsid w:val="5311700C"/>
    <w:rsid w:val="53130244"/>
    <w:rsid w:val="53136A0E"/>
    <w:rsid w:val="53165C44"/>
    <w:rsid w:val="53171558"/>
    <w:rsid w:val="531719BC"/>
    <w:rsid w:val="53184635"/>
    <w:rsid w:val="53191BD8"/>
    <w:rsid w:val="531B2088"/>
    <w:rsid w:val="531E251B"/>
    <w:rsid w:val="531E6E3F"/>
    <w:rsid w:val="531F66BE"/>
    <w:rsid w:val="53200248"/>
    <w:rsid w:val="53205728"/>
    <w:rsid w:val="532105A3"/>
    <w:rsid w:val="53226CDE"/>
    <w:rsid w:val="532365B3"/>
    <w:rsid w:val="532366DF"/>
    <w:rsid w:val="532522C6"/>
    <w:rsid w:val="532760A3"/>
    <w:rsid w:val="53293B36"/>
    <w:rsid w:val="532A046B"/>
    <w:rsid w:val="532B65ED"/>
    <w:rsid w:val="532D0AF6"/>
    <w:rsid w:val="53305561"/>
    <w:rsid w:val="533268C5"/>
    <w:rsid w:val="53342250"/>
    <w:rsid w:val="53373E0C"/>
    <w:rsid w:val="53381911"/>
    <w:rsid w:val="53395DD6"/>
    <w:rsid w:val="53397B84"/>
    <w:rsid w:val="533C1422"/>
    <w:rsid w:val="533C43BF"/>
    <w:rsid w:val="533F163E"/>
    <w:rsid w:val="534C4E01"/>
    <w:rsid w:val="534F4C9D"/>
    <w:rsid w:val="53541376"/>
    <w:rsid w:val="53541B0D"/>
    <w:rsid w:val="53542C10"/>
    <w:rsid w:val="535449BE"/>
    <w:rsid w:val="53567E5F"/>
    <w:rsid w:val="53580747"/>
    <w:rsid w:val="535861E3"/>
    <w:rsid w:val="535A40C9"/>
    <w:rsid w:val="535B3F9E"/>
    <w:rsid w:val="535C03B2"/>
    <w:rsid w:val="535C08E8"/>
    <w:rsid w:val="535D517F"/>
    <w:rsid w:val="535E26F2"/>
    <w:rsid w:val="535E431E"/>
    <w:rsid w:val="535E583D"/>
    <w:rsid w:val="535E7DE9"/>
    <w:rsid w:val="535F2CAB"/>
    <w:rsid w:val="5361294A"/>
    <w:rsid w:val="536C1149"/>
    <w:rsid w:val="536C3AE9"/>
    <w:rsid w:val="53700192"/>
    <w:rsid w:val="537165C5"/>
    <w:rsid w:val="53721621"/>
    <w:rsid w:val="537223E4"/>
    <w:rsid w:val="5372416D"/>
    <w:rsid w:val="53724B48"/>
    <w:rsid w:val="537312E8"/>
    <w:rsid w:val="5373753A"/>
    <w:rsid w:val="5374184B"/>
    <w:rsid w:val="5375474E"/>
    <w:rsid w:val="5378076B"/>
    <w:rsid w:val="537851CD"/>
    <w:rsid w:val="53785CF2"/>
    <w:rsid w:val="53793579"/>
    <w:rsid w:val="537961D3"/>
    <w:rsid w:val="537D3F15"/>
    <w:rsid w:val="537E599D"/>
    <w:rsid w:val="537F58F7"/>
    <w:rsid w:val="537F7C8D"/>
    <w:rsid w:val="53813E89"/>
    <w:rsid w:val="538272DC"/>
    <w:rsid w:val="53836B4C"/>
    <w:rsid w:val="53883953"/>
    <w:rsid w:val="538C23AA"/>
    <w:rsid w:val="538C5F06"/>
    <w:rsid w:val="538E1C7E"/>
    <w:rsid w:val="538E28E8"/>
    <w:rsid w:val="539424F2"/>
    <w:rsid w:val="53946AF3"/>
    <w:rsid w:val="53986FA1"/>
    <w:rsid w:val="53987D64"/>
    <w:rsid w:val="539D0B0A"/>
    <w:rsid w:val="539E655A"/>
    <w:rsid w:val="53A10826"/>
    <w:rsid w:val="53A109EC"/>
    <w:rsid w:val="53A13E87"/>
    <w:rsid w:val="53A5521A"/>
    <w:rsid w:val="53A576A1"/>
    <w:rsid w:val="53A771E4"/>
    <w:rsid w:val="53A87D62"/>
    <w:rsid w:val="53A92F5C"/>
    <w:rsid w:val="53A96977"/>
    <w:rsid w:val="53AA0E04"/>
    <w:rsid w:val="53AC431A"/>
    <w:rsid w:val="53AC65A8"/>
    <w:rsid w:val="53AF04EB"/>
    <w:rsid w:val="53B060B1"/>
    <w:rsid w:val="53B536AF"/>
    <w:rsid w:val="53B611D5"/>
    <w:rsid w:val="53B92A73"/>
    <w:rsid w:val="53B95953"/>
    <w:rsid w:val="53BB2DB0"/>
    <w:rsid w:val="53BC5155"/>
    <w:rsid w:val="53BC52AA"/>
    <w:rsid w:val="53BF0089"/>
    <w:rsid w:val="53BF6A38"/>
    <w:rsid w:val="53C27B7A"/>
    <w:rsid w:val="53C3002E"/>
    <w:rsid w:val="53C42AE1"/>
    <w:rsid w:val="53C70A58"/>
    <w:rsid w:val="53C733EA"/>
    <w:rsid w:val="53CA1053"/>
    <w:rsid w:val="53CB1124"/>
    <w:rsid w:val="53CF0D5B"/>
    <w:rsid w:val="53D07F31"/>
    <w:rsid w:val="53D323EF"/>
    <w:rsid w:val="53D4191A"/>
    <w:rsid w:val="53D53D51"/>
    <w:rsid w:val="53D6682C"/>
    <w:rsid w:val="53D73930"/>
    <w:rsid w:val="53D75A8E"/>
    <w:rsid w:val="53D855EF"/>
    <w:rsid w:val="53DB6E71"/>
    <w:rsid w:val="53DD5ADA"/>
    <w:rsid w:val="53E50897"/>
    <w:rsid w:val="53E53868"/>
    <w:rsid w:val="53E663C2"/>
    <w:rsid w:val="53E775E0"/>
    <w:rsid w:val="53E902B2"/>
    <w:rsid w:val="53EA0824"/>
    <w:rsid w:val="53EA2C83"/>
    <w:rsid w:val="53EC23BD"/>
    <w:rsid w:val="53EE096F"/>
    <w:rsid w:val="53EE4E13"/>
    <w:rsid w:val="53EE649A"/>
    <w:rsid w:val="53F23A87"/>
    <w:rsid w:val="53F30471"/>
    <w:rsid w:val="53F32240"/>
    <w:rsid w:val="53F43CF2"/>
    <w:rsid w:val="53F53094"/>
    <w:rsid w:val="53F646BB"/>
    <w:rsid w:val="53F73CC7"/>
    <w:rsid w:val="53F75FB4"/>
    <w:rsid w:val="53F9105F"/>
    <w:rsid w:val="53F95409"/>
    <w:rsid w:val="53FA4519"/>
    <w:rsid w:val="53FB308C"/>
    <w:rsid w:val="53FD0BB2"/>
    <w:rsid w:val="53FE47F6"/>
    <w:rsid w:val="53FF596D"/>
    <w:rsid w:val="540204F2"/>
    <w:rsid w:val="5406148C"/>
    <w:rsid w:val="540775AA"/>
    <w:rsid w:val="540D772F"/>
    <w:rsid w:val="540F0490"/>
    <w:rsid w:val="54195477"/>
    <w:rsid w:val="541A1CD4"/>
    <w:rsid w:val="541A7962"/>
    <w:rsid w:val="541C1CDC"/>
    <w:rsid w:val="541C3B46"/>
    <w:rsid w:val="541C6E3A"/>
    <w:rsid w:val="541E1C3C"/>
    <w:rsid w:val="541E51F3"/>
    <w:rsid w:val="54203E10"/>
    <w:rsid w:val="54206394"/>
    <w:rsid w:val="54222D57"/>
    <w:rsid w:val="542348C1"/>
    <w:rsid w:val="54241B16"/>
    <w:rsid w:val="54256784"/>
    <w:rsid w:val="542720F3"/>
    <w:rsid w:val="54287745"/>
    <w:rsid w:val="542A3275"/>
    <w:rsid w:val="542B1BC3"/>
    <w:rsid w:val="542B35B5"/>
    <w:rsid w:val="542C1107"/>
    <w:rsid w:val="542C6158"/>
    <w:rsid w:val="542E1C2E"/>
    <w:rsid w:val="543006AF"/>
    <w:rsid w:val="54322F51"/>
    <w:rsid w:val="543344FF"/>
    <w:rsid w:val="5435330D"/>
    <w:rsid w:val="5435659E"/>
    <w:rsid w:val="543579A8"/>
    <w:rsid w:val="54360EB8"/>
    <w:rsid w:val="54361377"/>
    <w:rsid w:val="543A0058"/>
    <w:rsid w:val="543A2694"/>
    <w:rsid w:val="543E18F6"/>
    <w:rsid w:val="543E73B0"/>
    <w:rsid w:val="543F566E"/>
    <w:rsid w:val="54422466"/>
    <w:rsid w:val="54424C85"/>
    <w:rsid w:val="54425DE6"/>
    <w:rsid w:val="54441D4F"/>
    <w:rsid w:val="54447450"/>
    <w:rsid w:val="544607AB"/>
    <w:rsid w:val="54460CD6"/>
    <w:rsid w:val="54464145"/>
    <w:rsid w:val="54470311"/>
    <w:rsid w:val="544905B7"/>
    <w:rsid w:val="54494CAA"/>
    <w:rsid w:val="544A4893"/>
    <w:rsid w:val="544A58C3"/>
    <w:rsid w:val="544B6BFF"/>
    <w:rsid w:val="544C2A4C"/>
    <w:rsid w:val="544D37F6"/>
    <w:rsid w:val="544E7318"/>
    <w:rsid w:val="54520EFE"/>
    <w:rsid w:val="54522E68"/>
    <w:rsid w:val="54534C76"/>
    <w:rsid w:val="545439ED"/>
    <w:rsid w:val="5456088D"/>
    <w:rsid w:val="545705BC"/>
    <w:rsid w:val="54587553"/>
    <w:rsid w:val="545B52FD"/>
    <w:rsid w:val="545B76F0"/>
    <w:rsid w:val="545C1D7C"/>
    <w:rsid w:val="546173F5"/>
    <w:rsid w:val="54622582"/>
    <w:rsid w:val="54627C73"/>
    <w:rsid w:val="54653E00"/>
    <w:rsid w:val="546665D3"/>
    <w:rsid w:val="546906D6"/>
    <w:rsid w:val="5469735E"/>
    <w:rsid w:val="546A24E3"/>
    <w:rsid w:val="546D5D37"/>
    <w:rsid w:val="546D7BC2"/>
    <w:rsid w:val="546E089D"/>
    <w:rsid w:val="54705B41"/>
    <w:rsid w:val="54767F32"/>
    <w:rsid w:val="5477660C"/>
    <w:rsid w:val="54776BB6"/>
    <w:rsid w:val="5479292E"/>
    <w:rsid w:val="54795178"/>
    <w:rsid w:val="547A3F2A"/>
    <w:rsid w:val="547C3A59"/>
    <w:rsid w:val="547C7F7F"/>
    <w:rsid w:val="54800148"/>
    <w:rsid w:val="54815559"/>
    <w:rsid w:val="54815C87"/>
    <w:rsid w:val="54823E29"/>
    <w:rsid w:val="54824577"/>
    <w:rsid w:val="54830B1D"/>
    <w:rsid w:val="54831C83"/>
    <w:rsid w:val="548349FB"/>
    <w:rsid w:val="5483555B"/>
    <w:rsid w:val="5484165A"/>
    <w:rsid w:val="54845101"/>
    <w:rsid w:val="54851A8B"/>
    <w:rsid w:val="54852B4F"/>
    <w:rsid w:val="54882B71"/>
    <w:rsid w:val="548A313F"/>
    <w:rsid w:val="548B3393"/>
    <w:rsid w:val="548F2224"/>
    <w:rsid w:val="548F4FAE"/>
    <w:rsid w:val="5490189D"/>
    <w:rsid w:val="549029F0"/>
    <w:rsid w:val="549342DD"/>
    <w:rsid w:val="549459BA"/>
    <w:rsid w:val="54965447"/>
    <w:rsid w:val="549819CB"/>
    <w:rsid w:val="54991F18"/>
    <w:rsid w:val="549B3D40"/>
    <w:rsid w:val="549C03CB"/>
    <w:rsid w:val="549E1007"/>
    <w:rsid w:val="549F2FF9"/>
    <w:rsid w:val="54A05CFF"/>
    <w:rsid w:val="54A22E28"/>
    <w:rsid w:val="54A2461C"/>
    <w:rsid w:val="54A2520B"/>
    <w:rsid w:val="54AC46E5"/>
    <w:rsid w:val="54AE0E37"/>
    <w:rsid w:val="54AE6C5C"/>
    <w:rsid w:val="54B040ED"/>
    <w:rsid w:val="54B3589D"/>
    <w:rsid w:val="54B36E1F"/>
    <w:rsid w:val="54B576DE"/>
    <w:rsid w:val="54B75204"/>
    <w:rsid w:val="54B90F7D"/>
    <w:rsid w:val="54BA0063"/>
    <w:rsid w:val="54BA071E"/>
    <w:rsid w:val="54BA16DE"/>
    <w:rsid w:val="54BB3FAC"/>
    <w:rsid w:val="54BC281B"/>
    <w:rsid w:val="54BC5FB5"/>
    <w:rsid w:val="54C14A02"/>
    <w:rsid w:val="54C3750D"/>
    <w:rsid w:val="54C53DC5"/>
    <w:rsid w:val="54C91454"/>
    <w:rsid w:val="54CA2CF7"/>
    <w:rsid w:val="54CC3010"/>
    <w:rsid w:val="54D90AC7"/>
    <w:rsid w:val="54D91D1C"/>
    <w:rsid w:val="54DE3429"/>
    <w:rsid w:val="54DF0FCC"/>
    <w:rsid w:val="54DF112F"/>
    <w:rsid w:val="54DF3B22"/>
    <w:rsid w:val="54DF47BF"/>
    <w:rsid w:val="54DF4D2B"/>
    <w:rsid w:val="54DF5ED2"/>
    <w:rsid w:val="54E20766"/>
    <w:rsid w:val="54E3110C"/>
    <w:rsid w:val="54E6766D"/>
    <w:rsid w:val="54E9147A"/>
    <w:rsid w:val="54EE3C23"/>
    <w:rsid w:val="54EF5649"/>
    <w:rsid w:val="54F55D2D"/>
    <w:rsid w:val="54F947C8"/>
    <w:rsid w:val="54F975CB"/>
    <w:rsid w:val="54FB32F6"/>
    <w:rsid w:val="54FC70BB"/>
    <w:rsid w:val="54FE09E5"/>
    <w:rsid w:val="54FE1085"/>
    <w:rsid w:val="54FE4577"/>
    <w:rsid w:val="54FF4392"/>
    <w:rsid w:val="54FF6FEE"/>
    <w:rsid w:val="55004DFD"/>
    <w:rsid w:val="5503669C"/>
    <w:rsid w:val="55055F70"/>
    <w:rsid w:val="55067AF1"/>
    <w:rsid w:val="550D75EB"/>
    <w:rsid w:val="550F1C7D"/>
    <w:rsid w:val="55105C19"/>
    <w:rsid w:val="55117EBD"/>
    <w:rsid w:val="55133CF6"/>
    <w:rsid w:val="55134925"/>
    <w:rsid w:val="55145BC1"/>
    <w:rsid w:val="55173EF5"/>
    <w:rsid w:val="551A095A"/>
    <w:rsid w:val="55204A1B"/>
    <w:rsid w:val="552310D3"/>
    <w:rsid w:val="5523532C"/>
    <w:rsid w:val="55237949"/>
    <w:rsid w:val="55256612"/>
    <w:rsid w:val="552602ED"/>
    <w:rsid w:val="55263952"/>
    <w:rsid w:val="55272226"/>
    <w:rsid w:val="5527753F"/>
    <w:rsid w:val="55284EAB"/>
    <w:rsid w:val="552B6D80"/>
    <w:rsid w:val="552D0604"/>
    <w:rsid w:val="552E2918"/>
    <w:rsid w:val="552E7CC3"/>
    <w:rsid w:val="55327E68"/>
    <w:rsid w:val="55347F38"/>
    <w:rsid w:val="55376345"/>
    <w:rsid w:val="553935E3"/>
    <w:rsid w:val="55393E6B"/>
    <w:rsid w:val="553D2678"/>
    <w:rsid w:val="553E0F2F"/>
    <w:rsid w:val="5543068A"/>
    <w:rsid w:val="5543196F"/>
    <w:rsid w:val="55450DEB"/>
    <w:rsid w:val="55480662"/>
    <w:rsid w:val="554C68B8"/>
    <w:rsid w:val="554D33B1"/>
    <w:rsid w:val="554D6C08"/>
    <w:rsid w:val="555439CD"/>
    <w:rsid w:val="555527B8"/>
    <w:rsid w:val="55562D09"/>
    <w:rsid w:val="55572544"/>
    <w:rsid w:val="55573D3F"/>
    <w:rsid w:val="555747ED"/>
    <w:rsid w:val="555C7B5A"/>
    <w:rsid w:val="555D40AB"/>
    <w:rsid w:val="555D702F"/>
    <w:rsid w:val="555E12AB"/>
    <w:rsid w:val="555E1B24"/>
    <w:rsid w:val="555F0A02"/>
    <w:rsid w:val="55603479"/>
    <w:rsid w:val="55646BA4"/>
    <w:rsid w:val="55652470"/>
    <w:rsid w:val="55654A72"/>
    <w:rsid w:val="55671E4C"/>
    <w:rsid w:val="55674E7D"/>
    <w:rsid w:val="556829A3"/>
    <w:rsid w:val="55685ADB"/>
    <w:rsid w:val="5568615B"/>
    <w:rsid w:val="556976E2"/>
    <w:rsid w:val="556F031F"/>
    <w:rsid w:val="556F3D31"/>
    <w:rsid w:val="557044C5"/>
    <w:rsid w:val="55706AED"/>
    <w:rsid w:val="55707CFE"/>
    <w:rsid w:val="55724C33"/>
    <w:rsid w:val="557434C9"/>
    <w:rsid w:val="5575647D"/>
    <w:rsid w:val="55760C1C"/>
    <w:rsid w:val="55763FD6"/>
    <w:rsid w:val="55767BD7"/>
    <w:rsid w:val="55787D12"/>
    <w:rsid w:val="5579343C"/>
    <w:rsid w:val="557C458A"/>
    <w:rsid w:val="557D70E4"/>
    <w:rsid w:val="557E60A6"/>
    <w:rsid w:val="55807235"/>
    <w:rsid w:val="55816EE3"/>
    <w:rsid w:val="5582281D"/>
    <w:rsid w:val="55827019"/>
    <w:rsid w:val="55855303"/>
    <w:rsid w:val="55857DA2"/>
    <w:rsid w:val="558624F7"/>
    <w:rsid w:val="558A09D3"/>
    <w:rsid w:val="558D3B7B"/>
    <w:rsid w:val="558D5B0D"/>
    <w:rsid w:val="558E21D0"/>
    <w:rsid w:val="55907773"/>
    <w:rsid w:val="55911158"/>
    <w:rsid w:val="5591323A"/>
    <w:rsid w:val="55913CA7"/>
    <w:rsid w:val="55916E22"/>
    <w:rsid w:val="55944115"/>
    <w:rsid w:val="55973D40"/>
    <w:rsid w:val="55983288"/>
    <w:rsid w:val="5599019C"/>
    <w:rsid w:val="559A683E"/>
    <w:rsid w:val="559D4F9A"/>
    <w:rsid w:val="55A02C4E"/>
    <w:rsid w:val="55A26108"/>
    <w:rsid w:val="55A437E7"/>
    <w:rsid w:val="55A44275"/>
    <w:rsid w:val="55A45DF5"/>
    <w:rsid w:val="55A47301"/>
    <w:rsid w:val="55A55E20"/>
    <w:rsid w:val="55A659D2"/>
    <w:rsid w:val="55A75279"/>
    <w:rsid w:val="55A80CBA"/>
    <w:rsid w:val="55A94C21"/>
    <w:rsid w:val="55AB1A39"/>
    <w:rsid w:val="55AC288F"/>
    <w:rsid w:val="55AF4FA7"/>
    <w:rsid w:val="55B300C2"/>
    <w:rsid w:val="55B30DE4"/>
    <w:rsid w:val="55B654BC"/>
    <w:rsid w:val="55B83984"/>
    <w:rsid w:val="55B87F61"/>
    <w:rsid w:val="55B95254"/>
    <w:rsid w:val="55BA31FE"/>
    <w:rsid w:val="55BA69F6"/>
    <w:rsid w:val="55BB0C0D"/>
    <w:rsid w:val="55BD2F69"/>
    <w:rsid w:val="55BE6112"/>
    <w:rsid w:val="55C042F0"/>
    <w:rsid w:val="55C22BD6"/>
    <w:rsid w:val="55C268CB"/>
    <w:rsid w:val="55C4674F"/>
    <w:rsid w:val="55C50C2A"/>
    <w:rsid w:val="55C57D32"/>
    <w:rsid w:val="55C63AFA"/>
    <w:rsid w:val="55C83638"/>
    <w:rsid w:val="55C85316"/>
    <w:rsid w:val="55C91D94"/>
    <w:rsid w:val="55CA0F67"/>
    <w:rsid w:val="55CB275B"/>
    <w:rsid w:val="55CB540B"/>
    <w:rsid w:val="55CD5C0C"/>
    <w:rsid w:val="55CE5E4E"/>
    <w:rsid w:val="55CF1587"/>
    <w:rsid w:val="55CF47D0"/>
    <w:rsid w:val="55D046D2"/>
    <w:rsid w:val="55D0618D"/>
    <w:rsid w:val="55D1656E"/>
    <w:rsid w:val="55D16C45"/>
    <w:rsid w:val="55D175EC"/>
    <w:rsid w:val="55D23018"/>
    <w:rsid w:val="55D43B94"/>
    <w:rsid w:val="55D5266B"/>
    <w:rsid w:val="55D57314"/>
    <w:rsid w:val="55D66C15"/>
    <w:rsid w:val="55DA4846"/>
    <w:rsid w:val="55DD7E54"/>
    <w:rsid w:val="55DF6961"/>
    <w:rsid w:val="55E21D11"/>
    <w:rsid w:val="55E22705"/>
    <w:rsid w:val="55E4027B"/>
    <w:rsid w:val="55E45DAD"/>
    <w:rsid w:val="55E464CD"/>
    <w:rsid w:val="55E77124"/>
    <w:rsid w:val="55E81315"/>
    <w:rsid w:val="55E944A7"/>
    <w:rsid w:val="55E97967"/>
    <w:rsid w:val="55EA106C"/>
    <w:rsid w:val="55ED042A"/>
    <w:rsid w:val="55ED6618"/>
    <w:rsid w:val="55ED715E"/>
    <w:rsid w:val="55EE10FA"/>
    <w:rsid w:val="55F0588A"/>
    <w:rsid w:val="55F315D6"/>
    <w:rsid w:val="55F31891"/>
    <w:rsid w:val="55F62C12"/>
    <w:rsid w:val="55F90211"/>
    <w:rsid w:val="55FA60E4"/>
    <w:rsid w:val="55FB4A94"/>
    <w:rsid w:val="55FD113A"/>
    <w:rsid w:val="55FD662B"/>
    <w:rsid w:val="55FD758F"/>
    <w:rsid w:val="55FE635B"/>
    <w:rsid w:val="55FF50B5"/>
    <w:rsid w:val="560117FD"/>
    <w:rsid w:val="56020A6F"/>
    <w:rsid w:val="56020F04"/>
    <w:rsid w:val="56045EA5"/>
    <w:rsid w:val="560504B2"/>
    <w:rsid w:val="56051FA0"/>
    <w:rsid w:val="560569D9"/>
    <w:rsid w:val="56083477"/>
    <w:rsid w:val="56091589"/>
    <w:rsid w:val="56091A90"/>
    <w:rsid w:val="56093A4F"/>
    <w:rsid w:val="560C696D"/>
    <w:rsid w:val="560C6E2E"/>
    <w:rsid w:val="560E1700"/>
    <w:rsid w:val="561021B9"/>
    <w:rsid w:val="56116C19"/>
    <w:rsid w:val="561279F9"/>
    <w:rsid w:val="56134808"/>
    <w:rsid w:val="56145EC1"/>
    <w:rsid w:val="56156687"/>
    <w:rsid w:val="56166135"/>
    <w:rsid w:val="561870C5"/>
    <w:rsid w:val="561B7C55"/>
    <w:rsid w:val="561C4289"/>
    <w:rsid w:val="561C5C67"/>
    <w:rsid w:val="561F7B72"/>
    <w:rsid w:val="5620036D"/>
    <w:rsid w:val="562147E8"/>
    <w:rsid w:val="56243391"/>
    <w:rsid w:val="56256DE2"/>
    <w:rsid w:val="562763BA"/>
    <w:rsid w:val="56290384"/>
    <w:rsid w:val="56292581"/>
    <w:rsid w:val="562B176B"/>
    <w:rsid w:val="562B23B0"/>
    <w:rsid w:val="562B3E41"/>
    <w:rsid w:val="56305789"/>
    <w:rsid w:val="56311D2B"/>
    <w:rsid w:val="563133EA"/>
    <w:rsid w:val="56316980"/>
    <w:rsid w:val="563232D1"/>
    <w:rsid w:val="5633546B"/>
    <w:rsid w:val="56345C3F"/>
    <w:rsid w:val="56346552"/>
    <w:rsid w:val="563557F0"/>
    <w:rsid w:val="56355E10"/>
    <w:rsid w:val="56363FB9"/>
    <w:rsid w:val="563751AC"/>
    <w:rsid w:val="563805C7"/>
    <w:rsid w:val="56392016"/>
    <w:rsid w:val="5639236A"/>
    <w:rsid w:val="563A0FB6"/>
    <w:rsid w:val="563B57F4"/>
    <w:rsid w:val="563C3172"/>
    <w:rsid w:val="56431446"/>
    <w:rsid w:val="56435939"/>
    <w:rsid w:val="56436613"/>
    <w:rsid w:val="56442C99"/>
    <w:rsid w:val="56466840"/>
    <w:rsid w:val="5647062C"/>
    <w:rsid w:val="56482A28"/>
    <w:rsid w:val="56485DDA"/>
    <w:rsid w:val="564A6CEB"/>
    <w:rsid w:val="564D7C8C"/>
    <w:rsid w:val="56505911"/>
    <w:rsid w:val="5651344D"/>
    <w:rsid w:val="56521689"/>
    <w:rsid w:val="56531102"/>
    <w:rsid w:val="56544AAA"/>
    <w:rsid w:val="56554CD5"/>
    <w:rsid w:val="565A583D"/>
    <w:rsid w:val="565A678F"/>
    <w:rsid w:val="565C052C"/>
    <w:rsid w:val="565E627F"/>
    <w:rsid w:val="56623B01"/>
    <w:rsid w:val="566302FB"/>
    <w:rsid w:val="5663384B"/>
    <w:rsid w:val="56644B85"/>
    <w:rsid w:val="56644F18"/>
    <w:rsid w:val="566513B6"/>
    <w:rsid w:val="56653A90"/>
    <w:rsid w:val="56680EAC"/>
    <w:rsid w:val="5668243B"/>
    <w:rsid w:val="56686C95"/>
    <w:rsid w:val="56692D95"/>
    <w:rsid w:val="566A381C"/>
    <w:rsid w:val="566A683C"/>
    <w:rsid w:val="566D18CC"/>
    <w:rsid w:val="566D5394"/>
    <w:rsid w:val="566E5D97"/>
    <w:rsid w:val="567038C9"/>
    <w:rsid w:val="56705E14"/>
    <w:rsid w:val="56707685"/>
    <w:rsid w:val="56717635"/>
    <w:rsid w:val="56736927"/>
    <w:rsid w:val="56736A1A"/>
    <w:rsid w:val="56742397"/>
    <w:rsid w:val="5678422D"/>
    <w:rsid w:val="567A48DE"/>
    <w:rsid w:val="567D226A"/>
    <w:rsid w:val="567D34AD"/>
    <w:rsid w:val="567D422C"/>
    <w:rsid w:val="56813D1C"/>
    <w:rsid w:val="568304F6"/>
    <w:rsid w:val="568314B8"/>
    <w:rsid w:val="56855A05"/>
    <w:rsid w:val="56892BD1"/>
    <w:rsid w:val="568C06CE"/>
    <w:rsid w:val="568C554B"/>
    <w:rsid w:val="568D78D4"/>
    <w:rsid w:val="568E7E6D"/>
    <w:rsid w:val="56907127"/>
    <w:rsid w:val="569357FD"/>
    <w:rsid w:val="5697353F"/>
    <w:rsid w:val="56976924"/>
    <w:rsid w:val="569A4DDE"/>
    <w:rsid w:val="569B1DAD"/>
    <w:rsid w:val="569E5849"/>
    <w:rsid w:val="56A258F9"/>
    <w:rsid w:val="56A355D3"/>
    <w:rsid w:val="56A44A33"/>
    <w:rsid w:val="56A66161"/>
    <w:rsid w:val="56A67F5E"/>
    <w:rsid w:val="56A905F4"/>
    <w:rsid w:val="56A909FD"/>
    <w:rsid w:val="56AB3E08"/>
    <w:rsid w:val="56AB55C7"/>
    <w:rsid w:val="56AC12A3"/>
    <w:rsid w:val="56AD39D9"/>
    <w:rsid w:val="56AD41D8"/>
    <w:rsid w:val="56AF0889"/>
    <w:rsid w:val="56AF6653"/>
    <w:rsid w:val="56B11D18"/>
    <w:rsid w:val="56B1747B"/>
    <w:rsid w:val="56B55774"/>
    <w:rsid w:val="56B67B1C"/>
    <w:rsid w:val="56B70711"/>
    <w:rsid w:val="56B70722"/>
    <w:rsid w:val="56B75990"/>
    <w:rsid w:val="56BB392C"/>
    <w:rsid w:val="56BD287A"/>
    <w:rsid w:val="56BE054A"/>
    <w:rsid w:val="56BF664A"/>
    <w:rsid w:val="56C041AB"/>
    <w:rsid w:val="56C11EAE"/>
    <w:rsid w:val="56C14A1D"/>
    <w:rsid w:val="56C1680E"/>
    <w:rsid w:val="56C20C72"/>
    <w:rsid w:val="56C55471"/>
    <w:rsid w:val="56C9121F"/>
    <w:rsid w:val="56CB40EC"/>
    <w:rsid w:val="56CC0331"/>
    <w:rsid w:val="56CC4A40"/>
    <w:rsid w:val="56CD2AB4"/>
    <w:rsid w:val="56CE44BC"/>
    <w:rsid w:val="56CE597D"/>
    <w:rsid w:val="56D10E10"/>
    <w:rsid w:val="56D226C4"/>
    <w:rsid w:val="56D342E9"/>
    <w:rsid w:val="56D73355"/>
    <w:rsid w:val="56D93515"/>
    <w:rsid w:val="56DB78D0"/>
    <w:rsid w:val="56DE0044"/>
    <w:rsid w:val="56DF3EF1"/>
    <w:rsid w:val="56E04EE6"/>
    <w:rsid w:val="56E2790E"/>
    <w:rsid w:val="56E726A3"/>
    <w:rsid w:val="56EB0CCD"/>
    <w:rsid w:val="56ED5627"/>
    <w:rsid w:val="56EE6B8F"/>
    <w:rsid w:val="56EF350D"/>
    <w:rsid w:val="56F02C50"/>
    <w:rsid w:val="56F13791"/>
    <w:rsid w:val="56F1401C"/>
    <w:rsid w:val="56F25AE5"/>
    <w:rsid w:val="56F26B39"/>
    <w:rsid w:val="56F60705"/>
    <w:rsid w:val="56F608DE"/>
    <w:rsid w:val="56FA0EA3"/>
    <w:rsid w:val="56FD5922"/>
    <w:rsid w:val="56FE35BF"/>
    <w:rsid w:val="56FF6F40"/>
    <w:rsid w:val="570109B9"/>
    <w:rsid w:val="57033EE5"/>
    <w:rsid w:val="5704272D"/>
    <w:rsid w:val="57047FBD"/>
    <w:rsid w:val="57066870"/>
    <w:rsid w:val="57094EE7"/>
    <w:rsid w:val="570A2AF1"/>
    <w:rsid w:val="570A3D11"/>
    <w:rsid w:val="570D0E43"/>
    <w:rsid w:val="571100FC"/>
    <w:rsid w:val="5712025B"/>
    <w:rsid w:val="57133394"/>
    <w:rsid w:val="571551A8"/>
    <w:rsid w:val="57163A18"/>
    <w:rsid w:val="57165369"/>
    <w:rsid w:val="57166423"/>
    <w:rsid w:val="5717748E"/>
    <w:rsid w:val="57182A68"/>
    <w:rsid w:val="57190CF9"/>
    <w:rsid w:val="57193075"/>
    <w:rsid w:val="571D7085"/>
    <w:rsid w:val="571E1D8A"/>
    <w:rsid w:val="571F373F"/>
    <w:rsid w:val="57236B81"/>
    <w:rsid w:val="57237630"/>
    <w:rsid w:val="57242349"/>
    <w:rsid w:val="572A2FC7"/>
    <w:rsid w:val="572B6870"/>
    <w:rsid w:val="572C2696"/>
    <w:rsid w:val="572C74D1"/>
    <w:rsid w:val="572D5EB9"/>
    <w:rsid w:val="572E17E3"/>
    <w:rsid w:val="57315742"/>
    <w:rsid w:val="57360BE8"/>
    <w:rsid w:val="57380480"/>
    <w:rsid w:val="57392849"/>
    <w:rsid w:val="573A1F34"/>
    <w:rsid w:val="57454D4A"/>
    <w:rsid w:val="57462704"/>
    <w:rsid w:val="57462A56"/>
    <w:rsid w:val="57466A14"/>
    <w:rsid w:val="57477841"/>
    <w:rsid w:val="574865E8"/>
    <w:rsid w:val="57496FB3"/>
    <w:rsid w:val="574A58D4"/>
    <w:rsid w:val="574C1AFF"/>
    <w:rsid w:val="574D22C2"/>
    <w:rsid w:val="57501556"/>
    <w:rsid w:val="57515E12"/>
    <w:rsid w:val="57530959"/>
    <w:rsid w:val="57536648"/>
    <w:rsid w:val="5759762E"/>
    <w:rsid w:val="575D75C6"/>
    <w:rsid w:val="575F0807"/>
    <w:rsid w:val="575F249B"/>
    <w:rsid w:val="575F4E89"/>
    <w:rsid w:val="575F5236"/>
    <w:rsid w:val="57606C60"/>
    <w:rsid w:val="5761190C"/>
    <w:rsid w:val="57613D10"/>
    <w:rsid w:val="57641418"/>
    <w:rsid w:val="57672BA6"/>
    <w:rsid w:val="57674CB8"/>
    <w:rsid w:val="57693D14"/>
    <w:rsid w:val="576D30CD"/>
    <w:rsid w:val="576E6245"/>
    <w:rsid w:val="576E64D1"/>
    <w:rsid w:val="576F1DC6"/>
    <w:rsid w:val="5772497D"/>
    <w:rsid w:val="57727430"/>
    <w:rsid w:val="577473DD"/>
    <w:rsid w:val="57763155"/>
    <w:rsid w:val="57783371"/>
    <w:rsid w:val="577F432C"/>
    <w:rsid w:val="578007EF"/>
    <w:rsid w:val="57803FBA"/>
    <w:rsid w:val="578A2A06"/>
    <w:rsid w:val="578E4942"/>
    <w:rsid w:val="578F0507"/>
    <w:rsid w:val="578F5B2A"/>
    <w:rsid w:val="57905B97"/>
    <w:rsid w:val="57907400"/>
    <w:rsid w:val="57913CFC"/>
    <w:rsid w:val="57946F64"/>
    <w:rsid w:val="57947F3C"/>
    <w:rsid w:val="57961A24"/>
    <w:rsid w:val="57962D44"/>
    <w:rsid w:val="57967EA8"/>
    <w:rsid w:val="57974408"/>
    <w:rsid w:val="57980A74"/>
    <w:rsid w:val="57990856"/>
    <w:rsid w:val="57996E43"/>
    <w:rsid w:val="579B7F4F"/>
    <w:rsid w:val="579C269F"/>
    <w:rsid w:val="579D2EAE"/>
    <w:rsid w:val="579D4B86"/>
    <w:rsid w:val="57A046C7"/>
    <w:rsid w:val="57A203EE"/>
    <w:rsid w:val="57A21606"/>
    <w:rsid w:val="57A21736"/>
    <w:rsid w:val="57A4224B"/>
    <w:rsid w:val="57A6686F"/>
    <w:rsid w:val="57A72796"/>
    <w:rsid w:val="57A758D0"/>
    <w:rsid w:val="57A8226C"/>
    <w:rsid w:val="57A869F9"/>
    <w:rsid w:val="57AA573E"/>
    <w:rsid w:val="57AB1012"/>
    <w:rsid w:val="57AB1BDA"/>
    <w:rsid w:val="57AB585C"/>
    <w:rsid w:val="57AC4DC9"/>
    <w:rsid w:val="57AC6AAB"/>
    <w:rsid w:val="57AD7A56"/>
    <w:rsid w:val="57AE064A"/>
    <w:rsid w:val="57B029D7"/>
    <w:rsid w:val="57B05D61"/>
    <w:rsid w:val="57B25CB7"/>
    <w:rsid w:val="57B63E99"/>
    <w:rsid w:val="57B744DE"/>
    <w:rsid w:val="57B7551B"/>
    <w:rsid w:val="57B92544"/>
    <w:rsid w:val="57B9420A"/>
    <w:rsid w:val="57B94BEE"/>
    <w:rsid w:val="57BB303E"/>
    <w:rsid w:val="57BB325E"/>
    <w:rsid w:val="57C25C6C"/>
    <w:rsid w:val="57C32455"/>
    <w:rsid w:val="57C41B03"/>
    <w:rsid w:val="57C41BC4"/>
    <w:rsid w:val="57C443FF"/>
    <w:rsid w:val="57C63E96"/>
    <w:rsid w:val="57C7364D"/>
    <w:rsid w:val="57C8545D"/>
    <w:rsid w:val="57CA2624"/>
    <w:rsid w:val="57CA30F5"/>
    <w:rsid w:val="57CC5117"/>
    <w:rsid w:val="57CC673E"/>
    <w:rsid w:val="57CF636B"/>
    <w:rsid w:val="57D117A7"/>
    <w:rsid w:val="57D12A81"/>
    <w:rsid w:val="57D4431F"/>
    <w:rsid w:val="57D460CD"/>
    <w:rsid w:val="57D803F6"/>
    <w:rsid w:val="57DB1F56"/>
    <w:rsid w:val="57DE105B"/>
    <w:rsid w:val="57DE609B"/>
    <w:rsid w:val="57DF519E"/>
    <w:rsid w:val="57E07729"/>
    <w:rsid w:val="57E117E2"/>
    <w:rsid w:val="57E60EC6"/>
    <w:rsid w:val="57E914A6"/>
    <w:rsid w:val="57EA00A4"/>
    <w:rsid w:val="57F479B7"/>
    <w:rsid w:val="57F56770"/>
    <w:rsid w:val="57F60B40"/>
    <w:rsid w:val="57F7346A"/>
    <w:rsid w:val="57F933DD"/>
    <w:rsid w:val="57FA21C3"/>
    <w:rsid w:val="57FA3D86"/>
    <w:rsid w:val="57FC16CC"/>
    <w:rsid w:val="57FD55D3"/>
    <w:rsid w:val="57FF2774"/>
    <w:rsid w:val="58006EC2"/>
    <w:rsid w:val="580544D9"/>
    <w:rsid w:val="5806068A"/>
    <w:rsid w:val="58065295"/>
    <w:rsid w:val="5807626F"/>
    <w:rsid w:val="580A1AEF"/>
    <w:rsid w:val="580B06FA"/>
    <w:rsid w:val="580B1367"/>
    <w:rsid w:val="580C1D0B"/>
    <w:rsid w:val="580D1320"/>
    <w:rsid w:val="580D78BE"/>
    <w:rsid w:val="580E15DF"/>
    <w:rsid w:val="580E3B81"/>
    <w:rsid w:val="580F1587"/>
    <w:rsid w:val="580F5AE2"/>
    <w:rsid w:val="580F63B4"/>
    <w:rsid w:val="581172FF"/>
    <w:rsid w:val="58131334"/>
    <w:rsid w:val="58151E88"/>
    <w:rsid w:val="58161AEB"/>
    <w:rsid w:val="581646A0"/>
    <w:rsid w:val="58171EB4"/>
    <w:rsid w:val="5818420C"/>
    <w:rsid w:val="581E487C"/>
    <w:rsid w:val="582061F4"/>
    <w:rsid w:val="58211968"/>
    <w:rsid w:val="5822168F"/>
    <w:rsid w:val="58223802"/>
    <w:rsid w:val="58224DB5"/>
    <w:rsid w:val="58236165"/>
    <w:rsid w:val="582468D9"/>
    <w:rsid w:val="58264FF7"/>
    <w:rsid w:val="582708F3"/>
    <w:rsid w:val="58275B58"/>
    <w:rsid w:val="58285D27"/>
    <w:rsid w:val="582B6E9D"/>
    <w:rsid w:val="582C6290"/>
    <w:rsid w:val="582D29C0"/>
    <w:rsid w:val="582E44F2"/>
    <w:rsid w:val="5830419E"/>
    <w:rsid w:val="58304701"/>
    <w:rsid w:val="58313520"/>
    <w:rsid w:val="5831563D"/>
    <w:rsid w:val="58323A70"/>
    <w:rsid w:val="5833493B"/>
    <w:rsid w:val="58340C81"/>
    <w:rsid w:val="58354623"/>
    <w:rsid w:val="58354DBE"/>
    <w:rsid w:val="58361751"/>
    <w:rsid w:val="583742D9"/>
    <w:rsid w:val="583848AE"/>
    <w:rsid w:val="58394B64"/>
    <w:rsid w:val="58396889"/>
    <w:rsid w:val="583A23D4"/>
    <w:rsid w:val="583A4F83"/>
    <w:rsid w:val="583B064B"/>
    <w:rsid w:val="583D700D"/>
    <w:rsid w:val="584154F0"/>
    <w:rsid w:val="584274DB"/>
    <w:rsid w:val="58445001"/>
    <w:rsid w:val="58445720"/>
    <w:rsid w:val="5845635B"/>
    <w:rsid w:val="5846521D"/>
    <w:rsid w:val="58490429"/>
    <w:rsid w:val="584957B8"/>
    <w:rsid w:val="584B48DE"/>
    <w:rsid w:val="584B5935"/>
    <w:rsid w:val="584B63A5"/>
    <w:rsid w:val="584B6EAE"/>
    <w:rsid w:val="585039A6"/>
    <w:rsid w:val="585051A9"/>
    <w:rsid w:val="58520481"/>
    <w:rsid w:val="58523621"/>
    <w:rsid w:val="58525FC3"/>
    <w:rsid w:val="58532641"/>
    <w:rsid w:val="58566800"/>
    <w:rsid w:val="58580328"/>
    <w:rsid w:val="585C56D3"/>
    <w:rsid w:val="585C6701"/>
    <w:rsid w:val="585D0A09"/>
    <w:rsid w:val="585D389B"/>
    <w:rsid w:val="58613CD9"/>
    <w:rsid w:val="58655E86"/>
    <w:rsid w:val="5866085B"/>
    <w:rsid w:val="5869146F"/>
    <w:rsid w:val="58692AFC"/>
    <w:rsid w:val="586A5F18"/>
    <w:rsid w:val="586B6B78"/>
    <w:rsid w:val="586C70DA"/>
    <w:rsid w:val="586D7604"/>
    <w:rsid w:val="586F469E"/>
    <w:rsid w:val="5872743A"/>
    <w:rsid w:val="5873044C"/>
    <w:rsid w:val="58733CAF"/>
    <w:rsid w:val="5875165E"/>
    <w:rsid w:val="587805C2"/>
    <w:rsid w:val="58796BD0"/>
    <w:rsid w:val="587A58AD"/>
    <w:rsid w:val="587B20DB"/>
    <w:rsid w:val="587B479B"/>
    <w:rsid w:val="587E46FB"/>
    <w:rsid w:val="58801B99"/>
    <w:rsid w:val="5883389C"/>
    <w:rsid w:val="58872580"/>
    <w:rsid w:val="58882378"/>
    <w:rsid w:val="588909A5"/>
    <w:rsid w:val="588B2C30"/>
    <w:rsid w:val="588C0DCA"/>
    <w:rsid w:val="588C13C3"/>
    <w:rsid w:val="588C2F08"/>
    <w:rsid w:val="588E44CE"/>
    <w:rsid w:val="588E4D26"/>
    <w:rsid w:val="588E5E62"/>
    <w:rsid w:val="588E6CD9"/>
    <w:rsid w:val="58944008"/>
    <w:rsid w:val="58951D01"/>
    <w:rsid w:val="58975164"/>
    <w:rsid w:val="58977827"/>
    <w:rsid w:val="589870FB"/>
    <w:rsid w:val="58992291"/>
    <w:rsid w:val="5899768B"/>
    <w:rsid w:val="589B00E6"/>
    <w:rsid w:val="589B2AFB"/>
    <w:rsid w:val="589B650C"/>
    <w:rsid w:val="589D27C2"/>
    <w:rsid w:val="58A30F7B"/>
    <w:rsid w:val="58A56639"/>
    <w:rsid w:val="58A67EB8"/>
    <w:rsid w:val="58A74DE4"/>
    <w:rsid w:val="58A85344"/>
    <w:rsid w:val="58AB5080"/>
    <w:rsid w:val="58AC22F5"/>
    <w:rsid w:val="58AF0552"/>
    <w:rsid w:val="58B1200A"/>
    <w:rsid w:val="58B2640F"/>
    <w:rsid w:val="58B32187"/>
    <w:rsid w:val="58B53AAD"/>
    <w:rsid w:val="58BA61A5"/>
    <w:rsid w:val="58BD3E96"/>
    <w:rsid w:val="58BD4A45"/>
    <w:rsid w:val="58BF1678"/>
    <w:rsid w:val="58C16652"/>
    <w:rsid w:val="58C44A43"/>
    <w:rsid w:val="58C55FFD"/>
    <w:rsid w:val="58C76747"/>
    <w:rsid w:val="58C779E0"/>
    <w:rsid w:val="58C94DB8"/>
    <w:rsid w:val="58CA4C89"/>
    <w:rsid w:val="58CB3A76"/>
    <w:rsid w:val="58CE25C4"/>
    <w:rsid w:val="58D00459"/>
    <w:rsid w:val="58D117A7"/>
    <w:rsid w:val="58D16C51"/>
    <w:rsid w:val="58D2565C"/>
    <w:rsid w:val="58D46015"/>
    <w:rsid w:val="58D520FD"/>
    <w:rsid w:val="58D565A1"/>
    <w:rsid w:val="58D576CC"/>
    <w:rsid w:val="58D60BD3"/>
    <w:rsid w:val="58D66C97"/>
    <w:rsid w:val="58D8596C"/>
    <w:rsid w:val="58D908A9"/>
    <w:rsid w:val="58DA767F"/>
    <w:rsid w:val="58DF11CE"/>
    <w:rsid w:val="58E05274"/>
    <w:rsid w:val="58E32A6C"/>
    <w:rsid w:val="58E36431"/>
    <w:rsid w:val="58E37B99"/>
    <w:rsid w:val="58E40592"/>
    <w:rsid w:val="58E5606A"/>
    <w:rsid w:val="58E6430A"/>
    <w:rsid w:val="58E660E4"/>
    <w:rsid w:val="58E95674"/>
    <w:rsid w:val="58EA5152"/>
    <w:rsid w:val="58EB1FB5"/>
    <w:rsid w:val="58EC471E"/>
    <w:rsid w:val="58EE7EE4"/>
    <w:rsid w:val="58EF1D7B"/>
    <w:rsid w:val="58F34408"/>
    <w:rsid w:val="58F46E0B"/>
    <w:rsid w:val="58F7183A"/>
    <w:rsid w:val="58F82463"/>
    <w:rsid w:val="58F9403E"/>
    <w:rsid w:val="58FA6008"/>
    <w:rsid w:val="58FB7175"/>
    <w:rsid w:val="58FE136B"/>
    <w:rsid w:val="58FF127C"/>
    <w:rsid w:val="58FF44B7"/>
    <w:rsid w:val="58FF53CC"/>
    <w:rsid w:val="5900361E"/>
    <w:rsid w:val="590138FF"/>
    <w:rsid w:val="59013A7F"/>
    <w:rsid w:val="59021751"/>
    <w:rsid w:val="5902282E"/>
    <w:rsid w:val="59026FF8"/>
    <w:rsid w:val="5903310E"/>
    <w:rsid w:val="59043104"/>
    <w:rsid w:val="59050C34"/>
    <w:rsid w:val="59054452"/>
    <w:rsid w:val="590633B7"/>
    <w:rsid w:val="590649AC"/>
    <w:rsid w:val="59065651"/>
    <w:rsid w:val="590B747F"/>
    <w:rsid w:val="590B7E91"/>
    <w:rsid w:val="590C5AD4"/>
    <w:rsid w:val="590D1145"/>
    <w:rsid w:val="590F4C33"/>
    <w:rsid w:val="59113F9D"/>
    <w:rsid w:val="59115444"/>
    <w:rsid w:val="59122903"/>
    <w:rsid w:val="59123D58"/>
    <w:rsid w:val="591354C4"/>
    <w:rsid w:val="591375C4"/>
    <w:rsid w:val="591442F4"/>
    <w:rsid w:val="59193205"/>
    <w:rsid w:val="591946E0"/>
    <w:rsid w:val="591B4689"/>
    <w:rsid w:val="591D260F"/>
    <w:rsid w:val="591F78F1"/>
    <w:rsid w:val="59204769"/>
    <w:rsid w:val="592148D6"/>
    <w:rsid w:val="59215342"/>
    <w:rsid w:val="592228AF"/>
    <w:rsid w:val="59246BE1"/>
    <w:rsid w:val="59284923"/>
    <w:rsid w:val="5928537F"/>
    <w:rsid w:val="59296A94"/>
    <w:rsid w:val="592A095A"/>
    <w:rsid w:val="592B074D"/>
    <w:rsid w:val="592B136A"/>
    <w:rsid w:val="592C5211"/>
    <w:rsid w:val="592D28B8"/>
    <w:rsid w:val="592E1D05"/>
    <w:rsid w:val="592E315A"/>
    <w:rsid w:val="592E763D"/>
    <w:rsid w:val="592F5CB1"/>
    <w:rsid w:val="59315CC3"/>
    <w:rsid w:val="593508B8"/>
    <w:rsid w:val="593658DC"/>
    <w:rsid w:val="59376914"/>
    <w:rsid w:val="593851DC"/>
    <w:rsid w:val="5938526F"/>
    <w:rsid w:val="59385749"/>
    <w:rsid w:val="593D04F6"/>
    <w:rsid w:val="594138C8"/>
    <w:rsid w:val="59414A0E"/>
    <w:rsid w:val="594334F8"/>
    <w:rsid w:val="594352B9"/>
    <w:rsid w:val="59464082"/>
    <w:rsid w:val="594955EE"/>
    <w:rsid w:val="594B564D"/>
    <w:rsid w:val="594C0A16"/>
    <w:rsid w:val="59505AF3"/>
    <w:rsid w:val="595062EA"/>
    <w:rsid w:val="5952374E"/>
    <w:rsid w:val="5954235A"/>
    <w:rsid w:val="59581835"/>
    <w:rsid w:val="595915B9"/>
    <w:rsid w:val="59594C81"/>
    <w:rsid w:val="595B53E0"/>
    <w:rsid w:val="595C492B"/>
    <w:rsid w:val="595C4E22"/>
    <w:rsid w:val="59605B67"/>
    <w:rsid w:val="596061C8"/>
    <w:rsid w:val="59617E35"/>
    <w:rsid w:val="59621479"/>
    <w:rsid w:val="59633041"/>
    <w:rsid w:val="59667A7E"/>
    <w:rsid w:val="59684A16"/>
    <w:rsid w:val="59684AC8"/>
    <w:rsid w:val="596958EC"/>
    <w:rsid w:val="596A451C"/>
    <w:rsid w:val="596B0C4C"/>
    <w:rsid w:val="596B14E2"/>
    <w:rsid w:val="596B773E"/>
    <w:rsid w:val="596C2DB1"/>
    <w:rsid w:val="596D06F6"/>
    <w:rsid w:val="596F5D18"/>
    <w:rsid w:val="59707B20"/>
    <w:rsid w:val="5971149B"/>
    <w:rsid w:val="59713218"/>
    <w:rsid w:val="59714F5E"/>
    <w:rsid w:val="59724475"/>
    <w:rsid w:val="5974061A"/>
    <w:rsid w:val="59741916"/>
    <w:rsid w:val="597434BD"/>
    <w:rsid w:val="59746AE0"/>
    <w:rsid w:val="59767BB6"/>
    <w:rsid w:val="59792262"/>
    <w:rsid w:val="597933D0"/>
    <w:rsid w:val="59794B03"/>
    <w:rsid w:val="597A06F5"/>
    <w:rsid w:val="597B0EA5"/>
    <w:rsid w:val="597D7AEF"/>
    <w:rsid w:val="597E2749"/>
    <w:rsid w:val="597F3501"/>
    <w:rsid w:val="597F6805"/>
    <w:rsid w:val="598164BD"/>
    <w:rsid w:val="59822660"/>
    <w:rsid w:val="59831B59"/>
    <w:rsid w:val="59846F61"/>
    <w:rsid w:val="598558CE"/>
    <w:rsid w:val="598717DE"/>
    <w:rsid w:val="59875FD9"/>
    <w:rsid w:val="59881990"/>
    <w:rsid w:val="59884249"/>
    <w:rsid w:val="59886BA9"/>
    <w:rsid w:val="598922A9"/>
    <w:rsid w:val="59917C1E"/>
    <w:rsid w:val="59923571"/>
    <w:rsid w:val="59945B14"/>
    <w:rsid w:val="5994733E"/>
    <w:rsid w:val="599558AE"/>
    <w:rsid w:val="5996188C"/>
    <w:rsid w:val="599B3955"/>
    <w:rsid w:val="599C5D08"/>
    <w:rsid w:val="599D36ED"/>
    <w:rsid w:val="599F029F"/>
    <w:rsid w:val="599F73A4"/>
    <w:rsid w:val="59A20F8F"/>
    <w:rsid w:val="59A44A9E"/>
    <w:rsid w:val="59A5418D"/>
    <w:rsid w:val="59A57D21"/>
    <w:rsid w:val="59A760D5"/>
    <w:rsid w:val="59A80C43"/>
    <w:rsid w:val="59A87812"/>
    <w:rsid w:val="59A91B1A"/>
    <w:rsid w:val="59AB607D"/>
    <w:rsid w:val="59AD49F5"/>
    <w:rsid w:val="59AF0907"/>
    <w:rsid w:val="59AF6DF2"/>
    <w:rsid w:val="59B240C8"/>
    <w:rsid w:val="59B85921"/>
    <w:rsid w:val="59B9392E"/>
    <w:rsid w:val="59BA6E24"/>
    <w:rsid w:val="59BB7545"/>
    <w:rsid w:val="59BC6B87"/>
    <w:rsid w:val="59BD1F9C"/>
    <w:rsid w:val="59BF75B1"/>
    <w:rsid w:val="59C035F1"/>
    <w:rsid w:val="59C168BD"/>
    <w:rsid w:val="59C4289D"/>
    <w:rsid w:val="59C51DEE"/>
    <w:rsid w:val="59C52833"/>
    <w:rsid w:val="59C53F20"/>
    <w:rsid w:val="59C559BC"/>
    <w:rsid w:val="59C66E2C"/>
    <w:rsid w:val="59C733E3"/>
    <w:rsid w:val="59C955E4"/>
    <w:rsid w:val="59CB5FA4"/>
    <w:rsid w:val="59D10C4E"/>
    <w:rsid w:val="59D12AA8"/>
    <w:rsid w:val="59D30CE0"/>
    <w:rsid w:val="59D40607"/>
    <w:rsid w:val="59D41557"/>
    <w:rsid w:val="59D71111"/>
    <w:rsid w:val="59D83075"/>
    <w:rsid w:val="59D92971"/>
    <w:rsid w:val="59DA3C4F"/>
    <w:rsid w:val="59DA6117"/>
    <w:rsid w:val="59DA6183"/>
    <w:rsid w:val="59DD74BB"/>
    <w:rsid w:val="59E22D24"/>
    <w:rsid w:val="59E3084A"/>
    <w:rsid w:val="59E63780"/>
    <w:rsid w:val="59E71EF2"/>
    <w:rsid w:val="59E7658C"/>
    <w:rsid w:val="59E85388"/>
    <w:rsid w:val="59E9605A"/>
    <w:rsid w:val="59EE5177"/>
    <w:rsid w:val="59EF3692"/>
    <w:rsid w:val="59EF6473"/>
    <w:rsid w:val="59F158BB"/>
    <w:rsid w:val="59F26FD7"/>
    <w:rsid w:val="59FA4316"/>
    <w:rsid w:val="59FA6D32"/>
    <w:rsid w:val="59FB2037"/>
    <w:rsid w:val="59FB4B0B"/>
    <w:rsid w:val="59FC75C2"/>
    <w:rsid w:val="59FD5DAF"/>
    <w:rsid w:val="59FF12BE"/>
    <w:rsid w:val="5A0023DE"/>
    <w:rsid w:val="5A0062A6"/>
    <w:rsid w:val="5A02353D"/>
    <w:rsid w:val="5A0260C0"/>
    <w:rsid w:val="5A026335"/>
    <w:rsid w:val="5A094F38"/>
    <w:rsid w:val="5A09715D"/>
    <w:rsid w:val="5A0A5DD6"/>
    <w:rsid w:val="5A0C7800"/>
    <w:rsid w:val="5A0D3A8D"/>
    <w:rsid w:val="5A0D7280"/>
    <w:rsid w:val="5A0E4325"/>
    <w:rsid w:val="5A0F163F"/>
    <w:rsid w:val="5A0F666D"/>
    <w:rsid w:val="5A0F7891"/>
    <w:rsid w:val="5A103003"/>
    <w:rsid w:val="5A112B32"/>
    <w:rsid w:val="5A1334EF"/>
    <w:rsid w:val="5A1739A2"/>
    <w:rsid w:val="5A18264C"/>
    <w:rsid w:val="5A1A5111"/>
    <w:rsid w:val="5A1D43B6"/>
    <w:rsid w:val="5A1E0D29"/>
    <w:rsid w:val="5A1F5C6E"/>
    <w:rsid w:val="5A221372"/>
    <w:rsid w:val="5A23399C"/>
    <w:rsid w:val="5A26542E"/>
    <w:rsid w:val="5A2734CB"/>
    <w:rsid w:val="5A275A9B"/>
    <w:rsid w:val="5A284FBE"/>
    <w:rsid w:val="5A2A431D"/>
    <w:rsid w:val="5A2A6479"/>
    <w:rsid w:val="5A2A6514"/>
    <w:rsid w:val="5A2B1A8D"/>
    <w:rsid w:val="5A2C3F9F"/>
    <w:rsid w:val="5A2C5AEF"/>
    <w:rsid w:val="5A2E7D84"/>
    <w:rsid w:val="5A2E7FED"/>
    <w:rsid w:val="5A323487"/>
    <w:rsid w:val="5A33405D"/>
    <w:rsid w:val="5A3572F7"/>
    <w:rsid w:val="5A38146C"/>
    <w:rsid w:val="5A38695A"/>
    <w:rsid w:val="5A3F4F5F"/>
    <w:rsid w:val="5A40452F"/>
    <w:rsid w:val="5A404D50"/>
    <w:rsid w:val="5A4118AF"/>
    <w:rsid w:val="5A436DAF"/>
    <w:rsid w:val="5A46775D"/>
    <w:rsid w:val="5A4968FF"/>
    <w:rsid w:val="5A5065C9"/>
    <w:rsid w:val="5A511F04"/>
    <w:rsid w:val="5A5134CF"/>
    <w:rsid w:val="5A516638"/>
    <w:rsid w:val="5A533C21"/>
    <w:rsid w:val="5A53777D"/>
    <w:rsid w:val="5A547FBB"/>
    <w:rsid w:val="5A5B6AE0"/>
    <w:rsid w:val="5A5C54CD"/>
    <w:rsid w:val="5A5D429D"/>
    <w:rsid w:val="5A5F6550"/>
    <w:rsid w:val="5A612F8F"/>
    <w:rsid w:val="5A642503"/>
    <w:rsid w:val="5A6574B1"/>
    <w:rsid w:val="5A673250"/>
    <w:rsid w:val="5A685191"/>
    <w:rsid w:val="5A6901F2"/>
    <w:rsid w:val="5A691A29"/>
    <w:rsid w:val="5A6A38BC"/>
    <w:rsid w:val="5A6B1741"/>
    <w:rsid w:val="5A6B24C9"/>
    <w:rsid w:val="5A6F20DD"/>
    <w:rsid w:val="5A700B72"/>
    <w:rsid w:val="5A701B1D"/>
    <w:rsid w:val="5A725874"/>
    <w:rsid w:val="5A735577"/>
    <w:rsid w:val="5A7376C6"/>
    <w:rsid w:val="5A737E20"/>
    <w:rsid w:val="5A753BEA"/>
    <w:rsid w:val="5A765A82"/>
    <w:rsid w:val="5A7A71A2"/>
    <w:rsid w:val="5A7A7400"/>
    <w:rsid w:val="5A7C4169"/>
    <w:rsid w:val="5A7F4A16"/>
    <w:rsid w:val="5A7F59F2"/>
    <w:rsid w:val="5A81751F"/>
    <w:rsid w:val="5A8323EA"/>
    <w:rsid w:val="5A834E70"/>
    <w:rsid w:val="5A84202D"/>
    <w:rsid w:val="5A860738"/>
    <w:rsid w:val="5A867026"/>
    <w:rsid w:val="5A8810C0"/>
    <w:rsid w:val="5A88121A"/>
    <w:rsid w:val="5A883C0E"/>
    <w:rsid w:val="5A894136"/>
    <w:rsid w:val="5A8B6F17"/>
    <w:rsid w:val="5A8C575B"/>
    <w:rsid w:val="5A8E20A1"/>
    <w:rsid w:val="5A8F7CE5"/>
    <w:rsid w:val="5A923C08"/>
    <w:rsid w:val="5A926D42"/>
    <w:rsid w:val="5A927D6B"/>
    <w:rsid w:val="5A934421"/>
    <w:rsid w:val="5A944527"/>
    <w:rsid w:val="5A9445D0"/>
    <w:rsid w:val="5A96738B"/>
    <w:rsid w:val="5A975930"/>
    <w:rsid w:val="5A976EA0"/>
    <w:rsid w:val="5A987886"/>
    <w:rsid w:val="5A9A1850"/>
    <w:rsid w:val="5A9A6D73"/>
    <w:rsid w:val="5A9B6AFC"/>
    <w:rsid w:val="5A9C522C"/>
    <w:rsid w:val="5A9D6BBF"/>
    <w:rsid w:val="5A9D6C4B"/>
    <w:rsid w:val="5A9F0C15"/>
    <w:rsid w:val="5A9F4523"/>
    <w:rsid w:val="5AA0481D"/>
    <w:rsid w:val="5AA12E61"/>
    <w:rsid w:val="5AA20F3A"/>
    <w:rsid w:val="5AA2175C"/>
    <w:rsid w:val="5AA44F20"/>
    <w:rsid w:val="5AA601F5"/>
    <w:rsid w:val="5AA837B2"/>
    <w:rsid w:val="5AA955EF"/>
    <w:rsid w:val="5AAB1266"/>
    <w:rsid w:val="5AAB1367"/>
    <w:rsid w:val="5AAC0F80"/>
    <w:rsid w:val="5AAC1B4A"/>
    <w:rsid w:val="5AAD45D9"/>
    <w:rsid w:val="5AAE6E63"/>
    <w:rsid w:val="5AAF4C71"/>
    <w:rsid w:val="5AB0028C"/>
    <w:rsid w:val="5AB04132"/>
    <w:rsid w:val="5AB214E5"/>
    <w:rsid w:val="5AB31E59"/>
    <w:rsid w:val="5AB4109F"/>
    <w:rsid w:val="5AB57215"/>
    <w:rsid w:val="5AB57289"/>
    <w:rsid w:val="5AB741B0"/>
    <w:rsid w:val="5ABE2446"/>
    <w:rsid w:val="5AC00EC3"/>
    <w:rsid w:val="5AC418D5"/>
    <w:rsid w:val="5AC60CBE"/>
    <w:rsid w:val="5AC922BD"/>
    <w:rsid w:val="5ACE14FA"/>
    <w:rsid w:val="5AD20FEA"/>
    <w:rsid w:val="5AD24B11"/>
    <w:rsid w:val="5AD3266C"/>
    <w:rsid w:val="5AD372DD"/>
    <w:rsid w:val="5AD504D2"/>
    <w:rsid w:val="5AD62835"/>
    <w:rsid w:val="5AD66DE4"/>
    <w:rsid w:val="5AD724C3"/>
    <w:rsid w:val="5AD76600"/>
    <w:rsid w:val="5AD8032C"/>
    <w:rsid w:val="5AD94CC4"/>
    <w:rsid w:val="5ADA2A1A"/>
    <w:rsid w:val="5ADC3C17"/>
    <w:rsid w:val="5AE07559"/>
    <w:rsid w:val="5AE1122D"/>
    <w:rsid w:val="5AE64D61"/>
    <w:rsid w:val="5AE72361"/>
    <w:rsid w:val="5AE77368"/>
    <w:rsid w:val="5AE825BC"/>
    <w:rsid w:val="5AE87076"/>
    <w:rsid w:val="5AEC050F"/>
    <w:rsid w:val="5AED5E97"/>
    <w:rsid w:val="5AF01183"/>
    <w:rsid w:val="5AF71CEC"/>
    <w:rsid w:val="5AF727FF"/>
    <w:rsid w:val="5AF947C9"/>
    <w:rsid w:val="5AFB3032"/>
    <w:rsid w:val="5AFB5E5E"/>
    <w:rsid w:val="5AFE0BB0"/>
    <w:rsid w:val="5AFE5070"/>
    <w:rsid w:val="5B0329F8"/>
    <w:rsid w:val="5B070C53"/>
    <w:rsid w:val="5B075A68"/>
    <w:rsid w:val="5B084A0C"/>
    <w:rsid w:val="5B085167"/>
    <w:rsid w:val="5B0911A0"/>
    <w:rsid w:val="5B092F20"/>
    <w:rsid w:val="5B0B4DE5"/>
    <w:rsid w:val="5B0B6026"/>
    <w:rsid w:val="5B0D11E4"/>
    <w:rsid w:val="5B0E7B48"/>
    <w:rsid w:val="5B122756"/>
    <w:rsid w:val="5B136FE5"/>
    <w:rsid w:val="5B1438BE"/>
    <w:rsid w:val="5B161CB1"/>
    <w:rsid w:val="5B1B4672"/>
    <w:rsid w:val="5B1C04B7"/>
    <w:rsid w:val="5B1C3DF6"/>
    <w:rsid w:val="5B1E422F"/>
    <w:rsid w:val="5B1F58B2"/>
    <w:rsid w:val="5B214D05"/>
    <w:rsid w:val="5B2233FC"/>
    <w:rsid w:val="5B2241F5"/>
    <w:rsid w:val="5B227B31"/>
    <w:rsid w:val="5B2325BD"/>
    <w:rsid w:val="5B235672"/>
    <w:rsid w:val="5B242EC8"/>
    <w:rsid w:val="5B276A68"/>
    <w:rsid w:val="5B2B441F"/>
    <w:rsid w:val="5B2D7FCE"/>
    <w:rsid w:val="5B2E09CD"/>
    <w:rsid w:val="5B2F2BD5"/>
    <w:rsid w:val="5B30033D"/>
    <w:rsid w:val="5B321A89"/>
    <w:rsid w:val="5B323837"/>
    <w:rsid w:val="5B3255E5"/>
    <w:rsid w:val="5B33135D"/>
    <w:rsid w:val="5B34098D"/>
    <w:rsid w:val="5B350B80"/>
    <w:rsid w:val="5B374E16"/>
    <w:rsid w:val="5B392E17"/>
    <w:rsid w:val="5B393317"/>
    <w:rsid w:val="5B394BC5"/>
    <w:rsid w:val="5B3A3B37"/>
    <w:rsid w:val="5B3B0169"/>
    <w:rsid w:val="5B3C6BD9"/>
    <w:rsid w:val="5B3E00F9"/>
    <w:rsid w:val="5B3F48A8"/>
    <w:rsid w:val="5B4001D6"/>
    <w:rsid w:val="5B441EB5"/>
    <w:rsid w:val="5B46705B"/>
    <w:rsid w:val="5B4835A6"/>
    <w:rsid w:val="5B494911"/>
    <w:rsid w:val="5B4A6DD2"/>
    <w:rsid w:val="5B4B7E2B"/>
    <w:rsid w:val="5B4F380A"/>
    <w:rsid w:val="5B4F4542"/>
    <w:rsid w:val="5B514710"/>
    <w:rsid w:val="5B5152A0"/>
    <w:rsid w:val="5B553E25"/>
    <w:rsid w:val="5B5A1B4E"/>
    <w:rsid w:val="5B5D4D1A"/>
    <w:rsid w:val="5B5D720B"/>
    <w:rsid w:val="5B602C4F"/>
    <w:rsid w:val="5B615ECA"/>
    <w:rsid w:val="5B616152"/>
    <w:rsid w:val="5B6169D7"/>
    <w:rsid w:val="5B631C42"/>
    <w:rsid w:val="5B6360E6"/>
    <w:rsid w:val="5B644CD7"/>
    <w:rsid w:val="5B651057"/>
    <w:rsid w:val="5B661E88"/>
    <w:rsid w:val="5B681EAB"/>
    <w:rsid w:val="5B685A43"/>
    <w:rsid w:val="5B6909EA"/>
    <w:rsid w:val="5B6C3892"/>
    <w:rsid w:val="5B6E59D9"/>
    <w:rsid w:val="5B6E7CAE"/>
    <w:rsid w:val="5B72595D"/>
    <w:rsid w:val="5B7520B9"/>
    <w:rsid w:val="5B770C3A"/>
    <w:rsid w:val="5B7A573C"/>
    <w:rsid w:val="5B7B51DE"/>
    <w:rsid w:val="5B7E180A"/>
    <w:rsid w:val="5B7F3FE3"/>
    <w:rsid w:val="5B7F45A2"/>
    <w:rsid w:val="5B812AF3"/>
    <w:rsid w:val="5B8163F9"/>
    <w:rsid w:val="5B8179E4"/>
    <w:rsid w:val="5B8274F8"/>
    <w:rsid w:val="5B834497"/>
    <w:rsid w:val="5B873204"/>
    <w:rsid w:val="5B89685E"/>
    <w:rsid w:val="5B8D4F40"/>
    <w:rsid w:val="5B8E007B"/>
    <w:rsid w:val="5B8E38C0"/>
    <w:rsid w:val="5B903457"/>
    <w:rsid w:val="5B910294"/>
    <w:rsid w:val="5B915BF1"/>
    <w:rsid w:val="5B9229D1"/>
    <w:rsid w:val="5B932DB9"/>
    <w:rsid w:val="5B93551C"/>
    <w:rsid w:val="5B975C1A"/>
    <w:rsid w:val="5B990AB1"/>
    <w:rsid w:val="5B9A3815"/>
    <w:rsid w:val="5B9B13DC"/>
    <w:rsid w:val="5B9B5E45"/>
    <w:rsid w:val="5B9C07C7"/>
    <w:rsid w:val="5B9C13AA"/>
    <w:rsid w:val="5B9D05D6"/>
    <w:rsid w:val="5B9E0ECC"/>
    <w:rsid w:val="5B9F11E3"/>
    <w:rsid w:val="5B9F77CA"/>
    <w:rsid w:val="5BA11BE0"/>
    <w:rsid w:val="5BA1276A"/>
    <w:rsid w:val="5BA171B1"/>
    <w:rsid w:val="5BA26C0E"/>
    <w:rsid w:val="5BA44207"/>
    <w:rsid w:val="5BA616B3"/>
    <w:rsid w:val="5BA74F94"/>
    <w:rsid w:val="5BA76221"/>
    <w:rsid w:val="5BA930E3"/>
    <w:rsid w:val="5BAA1ECC"/>
    <w:rsid w:val="5BAC183B"/>
    <w:rsid w:val="5BAC35E9"/>
    <w:rsid w:val="5BAD110F"/>
    <w:rsid w:val="5BAF677F"/>
    <w:rsid w:val="5BB01ABD"/>
    <w:rsid w:val="5BB04FC8"/>
    <w:rsid w:val="5BB259EC"/>
    <w:rsid w:val="5BB262A6"/>
    <w:rsid w:val="5BB40999"/>
    <w:rsid w:val="5BB439A5"/>
    <w:rsid w:val="5BB52A29"/>
    <w:rsid w:val="5BB717A2"/>
    <w:rsid w:val="5BB94004"/>
    <w:rsid w:val="5BB95864"/>
    <w:rsid w:val="5BBC28DF"/>
    <w:rsid w:val="5BBD1895"/>
    <w:rsid w:val="5BBD7BBF"/>
    <w:rsid w:val="5BBE592E"/>
    <w:rsid w:val="5BBF0ABA"/>
    <w:rsid w:val="5BC01A76"/>
    <w:rsid w:val="5BC476C2"/>
    <w:rsid w:val="5BC7087A"/>
    <w:rsid w:val="5BCA1CA2"/>
    <w:rsid w:val="5BCA3FA5"/>
    <w:rsid w:val="5BCC3C8B"/>
    <w:rsid w:val="5BCC5A39"/>
    <w:rsid w:val="5BD12016"/>
    <w:rsid w:val="5BD13E35"/>
    <w:rsid w:val="5BD24218"/>
    <w:rsid w:val="5BD40DE9"/>
    <w:rsid w:val="5BD510E9"/>
    <w:rsid w:val="5BD542E1"/>
    <w:rsid w:val="5BD548D7"/>
    <w:rsid w:val="5BD62414"/>
    <w:rsid w:val="5BD65D2E"/>
    <w:rsid w:val="5BD84282"/>
    <w:rsid w:val="5BD91F04"/>
    <w:rsid w:val="5BDB04A2"/>
    <w:rsid w:val="5BDB4B02"/>
    <w:rsid w:val="5BDB5C7C"/>
    <w:rsid w:val="5BDC43B9"/>
    <w:rsid w:val="5BDF6C25"/>
    <w:rsid w:val="5BE20AF2"/>
    <w:rsid w:val="5BE24306"/>
    <w:rsid w:val="5BE5564C"/>
    <w:rsid w:val="5BE80399"/>
    <w:rsid w:val="5BEA08FE"/>
    <w:rsid w:val="5BEB1147"/>
    <w:rsid w:val="5BEF1728"/>
    <w:rsid w:val="5BF00F3A"/>
    <w:rsid w:val="5BF23D84"/>
    <w:rsid w:val="5BF3524D"/>
    <w:rsid w:val="5BF52D6D"/>
    <w:rsid w:val="5BF86BC5"/>
    <w:rsid w:val="5BF94355"/>
    <w:rsid w:val="5BFB00CD"/>
    <w:rsid w:val="5BFC5BA0"/>
    <w:rsid w:val="5BFC7A7E"/>
    <w:rsid w:val="5BFD4F38"/>
    <w:rsid w:val="5BFF3339"/>
    <w:rsid w:val="5C01000C"/>
    <w:rsid w:val="5C022A74"/>
    <w:rsid w:val="5C024B11"/>
    <w:rsid w:val="5C03180C"/>
    <w:rsid w:val="5C0360F7"/>
    <w:rsid w:val="5C045E8D"/>
    <w:rsid w:val="5C06150E"/>
    <w:rsid w:val="5C0907E1"/>
    <w:rsid w:val="5C094960"/>
    <w:rsid w:val="5C0A2B4B"/>
    <w:rsid w:val="5C0B0D5D"/>
    <w:rsid w:val="5C0B67B3"/>
    <w:rsid w:val="5C0F1BA7"/>
    <w:rsid w:val="5C122E3E"/>
    <w:rsid w:val="5C125416"/>
    <w:rsid w:val="5C1363FF"/>
    <w:rsid w:val="5C163543"/>
    <w:rsid w:val="5C181113"/>
    <w:rsid w:val="5C1974F3"/>
    <w:rsid w:val="5C1A677A"/>
    <w:rsid w:val="5C1E0DCE"/>
    <w:rsid w:val="5C2368CF"/>
    <w:rsid w:val="5C257039"/>
    <w:rsid w:val="5C270EC2"/>
    <w:rsid w:val="5C286214"/>
    <w:rsid w:val="5C2A055D"/>
    <w:rsid w:val="5C2B1036"/>
    <w:rsid w:val="5C2E1A10"/>
    <w:rsid w:val="5C2E30B8"/>
    <w:rsid w:val="5C2F7D76"/>
    <w:rsid w:val="5C3027EB"/>
    <w:rsid w:val="5C3242F4"/>
    <w:rsid w:val="5C364099"/>
    <w:rsid w:val="5C374912"/>
    <w:rsid w:val="5C393DFD"/>
    <w:rsid w:val="5C3B496D"/>
    <w:rsid w:val="5C3E434D"/>
    <w:rsid w:val="5C3E7F2C"/>
    <w:rsid w:val="5C3F0DB9"/>
    <w:rsid w:val="5C3F445D"/>
    <w:rsid w:val="5C422212"/>
    <w:rsid w:val="5C432D60"/>
    <w:rsid w:val="5C4361BB"/>
    <w:rsid w:val="5C4505AD"/>
    <w:rsid w:val="5C462ECD"/>
    <w:rsid w:val="5C4668EC"/>
    <w:rsid w:val="5C482601"/>
    <w:rsid w:val="5C4A00C3"/>
    <w:rsid w:val="5C4A18DA"/>
    <w:rsid w:val="5C4B4ECD"/>
    <w:rsid w:val="5C4B7B96"/>
    <w:rsid w:val="5C4C7BFE"/>
    <w:rsid w:val="5C4E4818"/>
    <w:rsid w:val="5C536B6A"/>
    <w:rsid w:val="5C573826"/>
    <w:rsid w:val="5C57732F"/>
    <w:rsid w:val="5C577F11"/>
    <w:rsid w:val="5C581FE1"/>
    <w:rsid w:val="5C5A569B"/>
    <w:rsid w:val="5C5D48E3"/>
    <w:rsid w:val="5C5D5A52"/>
    <w:rsid w:val="5C5E64BC"/>
    <w:rsid w:val="5C600EB8"/>
    <w:rsid w:val="5C6022B2"/>
    <w:rsid w:val="5C643BFC"/>
    <w:rsid w:val="5C667488"/>
    <w:rsid w:val="5C6D20C4"/>
    <w:rsid w:val="5C6E0E26"/>
    <w:rsid w:val="5C6E32CB"/>
    <w:rsid w:val="5C6E70D2"/>
    <w:rsid w:val="5C704295"/>
    <w:rsid w:val="5C733A0E"/>
    <w:rsid w:val="5C741C2D"/>
    <w:rsid w:val="5C756E79"/>
    <w:rsid w:val="5C762663"/>
    <w:rsid w:val="5C7659A5"/>
    <w:rsid w:val="5C787ACA"/>
    <w:rsid w:val="5C791AA0"/>
    <w:rsid w:val="5C793A35"/>
    <w:rsid w:val="5C7A16D1"/>
    <w:rsid w:val="5C7C0BF4"/>
    <w:rsid w:val="5C811658"/>
    <w:rsid w:val="5C811BDE"/>
    <w:rsid w:val="5C827DF1"/>
    <w:rsid w:val="5C840BC8"/>
    <w:rsid w:val="5C84141C"/>
    <w:rsid w:val="5C841519"/>
    <w:rsid w:val="5C85279A"/>
    <w:rsid w:val="5C866725"/>
    <w:rsid w:val="5C876BF0"/>
    <w:rsid w:val="5C891F61"/>
    <w:rsid w:val="5C895F0C"/>
    <w:rsid w:val="5C8B594B"/>
    <w:rsid w:val="5C8C65C2"/>
    <w:rsid w:val="5C8E1685"/>
    <w:rsid w:val="5C8E44DF"/>
    <w:rsid w:val="5C910395"/>
    <w:rsid w:val="5C924A32"/>
    <w:rsid w:val="5C943379"/>
    <w:rsid w:val="5C960867"/>
    <w:rsid w:val="5C97337E"/>
    <w:rsid w:val="5C97368A"/>
    <w:rsid w:val="5C9B308F"/>
    <w:rsid w:val="5C9B6211"/>
    <w:rsid w:val="5C9B7CF7"/>
    <w:rsid w:val="5CA040D9"/>
    <w:rsid w:val="5CA05478"/>
    <w:rsid w:val="5CA42512"/>
    <w:rsid w:val="5CA44624"/>
    <w:rsid w:val="5CA75050"/>
    <w:rsid w:val="5CA779DA"/>
    <w:rsid w:val="5CA9040F"/>
    <w:rsid w:val="5CA9444A"/>
    <w:rsid w:val="5CA95310"/>
    <w:rsid w:val="5CAC2AFB"/>
    <w:rsid w:val="5CAF23F4"/>
    <w:rsid w:val="5CAF2B29"/>
    <w:rsid w:val="5CB07109"/>
    <w:rsid w:val="5CB07976"/>
    <w:rsid w:val="5CB20F2B"/>
    <w:rsid w:val="5CB309A7"/>
    <w:rsid w:val="5CB6581C"/>
    <w:rsid w:val="5CB67575"/>
    <w:rsid w:val="5CB843B9"/>
    <w:rsid w:val="5CB87D6C"/>
    <w:rsid w:val="5CB87E4D"/>
    <w:rsid w:val="5CB91E51"/>
    <w:rsid w:val="5CBC1EBC"/>
    <w:rsid w:val="5CBC2B31"/>
    <w:rsid w:val="5CBF1F9D"/>
    <w:rsid w:val="5CC10D55"/>
    <w:rsid w:val="5CC1447B"/>
    <w:rsid w:val="5CC72DB1"/>
    <w:rsid w:val="5CC76201"/>
    <w:rsid w:val="5CC84398"/>
    <w:rsid w:val="5CC85E41"/>
    <w:rsid w:val="5CCA2340"/>
    <w:rsid w:val="5CCA6234"/>
    <w:rsid w:val="5CCB7A9F"/>
    <w:rsid w:val="5CCC6BE0"/>
    <w:rsid w:val="5CD10E2D"/>
    <w:rsid w:val="5CD51BC7"/>
    <w:rsid w:val="5CD94447"/>
    <w:rsid w:val="5CDA275D"/>
    <w:rsid w:val="5CDB234E"/>
    <w:rsid w:val="5CDD345C"/>
    <w:rsid w:val="5CDD4F75"/>
    <w:rsid w:val="5CDD5A24"/>
    <w:rsid w:val="5CDE3423"/>
    <w:rsid w:val="5CDF518F"/>
    <w:rsid w:val="5CE01D6B"/>
    <w:rsid w:val="5CE15514"/>
    <w:rsid w:val="5CEB1EEF"/>
    <w:rsid w:val="5CEB62A2"/>
    <w:rsid w:val="5CEC5FC5"/>
    <w:rsid w:val="5CEC64C2"/>
    <w:rsid w:val="5CEF278A"/>
    <w:rsid w:val="5CEF3CD6"/>
    <w:rsid w:val="5CF01451"/>
    <w:rsid w:val="5CF014AF"/>
    <w:rsid w:val="5CF019AB"/>
    <w:rsid w:val="5CF022C5"/>
    <w:rsid w:val="5CF0473B"/>
    <w:rsid w:val="5CF43EEE"/>
    <w:rsid w:val="5CF544EF"/>
    <w:rsid w:val="5CF60944"/>
    <w:rsid w:val="5CF80FC7"/>
    <w:rsid w:val="5CF97CC1"/>
    <w:rsid w:val="5CFE1B87"/>
    <w:rsid w:val="5CFE7834"/>
    <w:rsid w:val="5CFE78DA"/>
    <w:rsid w:val="5D045D49"/>
    <w:rsid w:val="5D0461EB"/>
    <w:rsid w:val="5D0631CD"/>
    <w:rsid w:val="5D07484F"/>
    <w:rsid w:val="5D0A075D"/>
    <w:rsid w:val="5D0E0DC4"/>
    <w:rsid w:val="5D0E3E30"/>
    <w:rsid w:val="5D116ED0"/>
    <w:rsid w:val="5D122073"/>
    <w:rsid w:val="5D127F25"/>
    <w:rsid w:val="5D152A65"/>
    <w:rsid w:val="5D187FCA"/>
    <w:rsid w:val="5D192D5D"/>
    <w:rsid w:val="5D195A84"/>
    <w:rsid w:val="5D1A27D4"/>
    <w:rsid w:val="5D1B1DE0"/>
    <w:rsid w:val="5D1C654D"/>
    <w:rsid w:val="5D1D40ED"/>
    <w:rsid w:val="5D1E2E7D"/>
    <w:rsid w:val="5D1E5A69"/>
    <w:rsid w:val="5D1F295C"/>
    <w:rsid w:val="5D20448D"/>
    <w:rsid w:val="5D207196"/>
    <w:rsid w:val="5D2463A8"/>
    <w:rsid w:val="5D290C69"/>
    <w:rsid w:val="5D29564F"/>
    <w:rsid w:val="5D296A43"/>
    <w:rsid w:val="5D2A2351"/>
    <w:rsid w:val="5D2B50B7"/>
    <w:rsid w:val="5D2B6597"/>
    <w:rsid w:val="5D2E5743"/>
    <w:rsid w:val="5D2F0D71"/>
    <w:rsid w:val="5D323AAD"/>
    <w:rsid w:val="5D3370C5"/>
    <w:rsid w:val="5D347AE1"/>
    <w:rsid w:val="5D3716CA"/>
    <w:rsid w:val="5D391D1E"/>
    <w:rsid w:val="5D392D48"/>
    <w:rsid w:val="5D3E4715"/>
    <w:rsid w:val="5D3F2298"/>
    <w:rsid w:val="5D407A5C"/>
    <w:rsid w:val="5D4350B8"/>
    <w:rsid w:val="5D440B5A"/>
    <w:rsid w:val="5D450CD6"/>
    <w:rsid w:val="5D46181B"/>
    <w:rsid w:val="5D4635C9"/>
    <w:rsid w:val="5D4769F6"/>
    <w:rsid w:val="5D4C30E3"/>
    <w:rsid w:val="5D4D2193"/>
    <w:rsid w:val="5D4E54F2"/>
    <w:rsid w:val="5D4F5023"/>
    <w:rsid w:val="5D5213BC"/>
    <w:rsid w:val="5D527014"/>
    <w:rsid w:val="5D555AB7"/>
    <w:rsid w:val="5D575623"/>
    <w:rsid w:val="5D5820E7"/>
    <w:rsid w:val="5D5856EE"/>
    <w:rsid w:val="5D5B46D8"/>
    <w:rsid w:val="5D5C730F"/>
    <w:rsid w:val="5D5C799B"/>
    <w:rsid w:val="5D5E0913"/>
    <w:rsid w:val="5D6009F1"/>
    <w:rsid w:val="5D610403"/>
    <w:rsid w:val="5D617DFD"/>
    <w:rsid w:val="5D624FC5"/>
    <w:rsid w:val="5D64061A"/>
    <w:rsid w:val="5D67097D"/>
    <w:rsid w:val="5D6732A7"/>
    <w:rsid w:val="5D6879E4"/>
    <w:rsid w:val="5D6B7464"/>
    <w:rsid w:val="5D6C59AE"/>
    <w:rsid w:val="5D6D574D"/>
    <w:rsid w:val="5D6E2168"/>
    <w:rsid w:val="5D6E34EE"/>
    <w:rsid w:val="5D6E46A9"/>
    <w:rsid w:val="5D6F3C14"/>
    <w:rsid w:val="5D70105F"/>
    <w:rsid w:val="5D706251"/>
    <w:rsid w:val="5D706898"/>
    <w:rsid w:val="5D753536"/>
    <w:rsid w:val="5D775E79"/>
    <w:rsid w:val="5D7944B3"/>
    <w:rsid w:val="5D7A0323"/>
    <w:rsid w:val="5D7A6CC1"/>
    <w:rsid w:val="5D7C348F"/>
    <w:rsid w:val="5D7D1D9B"/>
    <w:rsid w:val="5D7E0FB5"/>
    <w:rsid w:val="5D804BF2"/>
    <w:rsid w:val="5D804D2D"/>
    <w:rsid w:val="5D8050A5"/>
    <w:rsid w:val="5D8228D8"/>
    <w:rsid w:val="5D8365CC"/>
    <w:rsid w:val="5D836C4C"/>
    <w:rsid w:val="5D840643"/>
    <w:rsid w:val="5D847244"/>
    <w:rsid w:val="5D8744AC"/>
    <w:rsid w:val="5D8A2A3B"/>
    <w:rsid w:val="5D8E0ADB"/>
    <w:rsid w:val="5D8F023B"/>
    <w:rsid w:val="5D8F0DBC"/>
    <w:rsid w:val="5D90099D"/>
    <w:rsid w:val="5D90335C"/>
    <w:rsid w:val="5D9226FF"/>
    <w:rsid w:val="5D9407D9"/>
    <w:rsid w:val="5D94437E"/>
    <w:rsid w:val="5D95045B"/>
    <w:rsid w:val="5D950987"/>
    <w:rsid w:val="5D9B6FC6"/>
    <w:rsid w:val="5D9C5497"/>
    <w:rsid w:val="5D9F09E3"/>
    <w:rsid w:val="5DA0010B"/>
    <w:rsid w:val="5DA36C6E"/>
    <w:rsid w:val="5DA634FE"/>
    <w:rsid w:val="5DA851AA"/>
    <w:rsid w:val="5DA9253C"/>
    <w:rsid w:val="5DAA4204"/>
    <w:rsid w:val="5DAE126A"/>
    <w:rsid w:val="5DAF4B5B"/>
    <w:rsid w:val="5DB226F4"/>
    <w:rsid w:val="5DB32C7C"/>
    <w:rsid w:val="5DB70508"/>
    <w:rsid w:val="5DB84990"/>
    <w:rsid w:val="5DB907B0"/>
    <w:rsid w:val="5DB90F7A"/>
    <w:rsid w:val="5DBA145F"/>
    <w:rsid w:val="5DBB3234"/>
    <w:rsid w:val="5DBC2813"/>
    <w:rsid w:val="5DBE61C6"/>
    <w:rsid w:val="5DC13F09"/>
    <w:rsid w:val="5DC15346"/>
    <w:rsid w:val="5DC23927"/>
    <w:rsid w:val="5DC3624D"/>
    <w:rsid w:val="5DC42600"/>
    <w:rsid w:val="5DC5095C"/>
    <w:rsid w:val="5DCB29AF"/>
    <w:rsid w:val="5DCC215D"/>
    <w:rsid w:val="5DCE3D00"/>
    <w:rsid w:val="5DD1385B"/>
    <w:rsid w:val="5DD30732"/>
    <w:rsid w:val="5DD406F0"/>
    <w:rsid w:val="5DD55FC3"/>
    <w:rsid w:val="5DD65819"/>
    <w:rsid w:val="5DD65D5C"/>
    <w:rsid w:val="5DD726F0"/>
    <w:rsid w:val="5DD81D33"/>
    <w:rsid w:val="5DD9260E"/>
    <w:rsid w:val="5DDA2FCA"/>
    <w:rsid w:val="5DDB4824"/>
    <w:rsid w:val="5DDC7692"/>
    <w:rsid w:val="5DDC7ED6"/>
    <w:rsid w:val="5DDD2180"/>
    <w:rsid w:val="5DDF56B1"/>
    <w:rsid w:val="5DE163A9"/>
    <w:rsid w:val="5DE2479D"/>
    <w:rsid w:val="5DE30E18"/>
    <w:rsid w:val="5DE3706A"/>
    <w:rsid w:val="5DE43393"/>
    <w:rsid w:val="5DE5295D"/>
    <w:rsid w:val="5DE93672"/>
    <w:rsid w:val="5DEA03F9"/>
    <w:rsid w:val="5DEA21A7"/>
    <w:rsid w:val="5DEC0ABA"/>
    <w:rsid w:val="5DEC1A5A"/>
    <w:rsid w:val="5DF12662"/>
    <w:rsid w:val="5DF26B74"/>
    <w:rsid w:val="5DF63241"/>
    <w:rsid w:val="5DF66D9E"/>
    <w:rsid w:val="5DFA1E8E"/>
    <w:rsid w:val="5DFC012C"/>
    <w:rsid w:val="5DFE0321"/>
    <w:rsid w:val="5DFE20F6"/>
    <w:rsid w:val="5DFE4A99"/>
    <w:rsid w:val="5E025618"/>
    <w:rsid w:val="5E0433AB"/>
    <w:rsid w:val="5E0512FB"/>
    <w:rsid w:val="5E053C23"/>
    <w:rsid w:val="5E064DB1"/>
    <w:rsid w:val="5E0859BF"/>
    <w:rsid w:val="5E0A5AA0"/>
    <w:rsid w:val="5E0A62C7"/>
    <w:rsid w:val="5E0B3B5E"/>
    <w:rsid w:val="5E0E38C7"/>
    <w:rsid w:val="5E10007F"/>
    <w:rsid w:val="5E1163F3"/>
    <w:rsid w:val="5E1409C2"/>
    <w:rsid w:val="5E147480"/>
    <w:rsid w:val="5E155BAF"/>
    <w:rsid w:val="5E18606A"/>
    <w:rsid w:val="5E1C2810"/>
    <w:rsid w:val="5E1C59B5"/>
    <w:rsid w:val="5E1F7153"/>
    <w:rsid w:val="5E21280D"/>
    <w:rsid w:val="5E21587C"/>
    <w:rsid w:val="5E220518"/>
    <w:rsid w:val="5E2355E5"/>
    <w:rsid w:val="5E244D3F"/>
    <w:rsid w:val="5E250411"/>
    <w:rsid w:val="5E266805"/>
    <w:rsid w:val="5E274F00"/>
    <w:rsid w:val="5E2A0E0A"/>
    <w:rsid w:val="5E2A7690"/>
    <w:rsid w:val="5E2F5A2B"/>
    <w:rsid w:val="5E300EB7"/>
    <w:rsid w:val="5E310BA7"/>
    <w:rsid w:val="5E323B4E"/>
    <w:rsid w:val="5E33738C"/>
    <w:rsid w:val="5E376434"/>
    <w:rsid w:val="5E3852D4"/>
    <w:rsid w:val="5E3B2A02"/>
    <w:rsid w:val="5E3E6D3F"/>
    <w:rsid w:val="5E40270F"/>
    <w:rsid w:val="5E407DEF"/>
    <w:rsid w:val="5E46232D"/>
    <w:rsid w:val="5E4669D1"/>
    <w:rsid w:val="5E4677FF"/>
    <w:rsid w:val="5E471D9D"/>
    <w:rsid w:val="5E482C9B"/>
    <w:rsid w:val="5E49655D"/>
    <w:rsid w:val="5E4D2736"/>
    <w:rsid w:val="5E4D7750"/>
    <w:rsid w:val="5E4E7C2E"/>
    <w:rsid w:val="5E524452"/>
    <w:rsid w:val="5E5279BF"/>
    <w:rsid w:val="5E550861"/>
    <w:rsid w:val="5E56544B"/>
    <w:rsid w:val="5E567027"/>
    <w:rsid w:val="5E596B15"/>
    <w:rsid w:val="5E59732C"/>
    <w:rsid w:val="5E5A37D0"/>
    <w:rsid w:val="5E5C1902"/>
    <w:rsid w:val="5E5D0E54"/>
    <w:rsid w:val="5E5F3E54"/>
    <w:rsid w:val="5E5F73F7"/>
    <w:rsid w:val="5E611B64"/>
    <w:rsid w:val="5E6223BA"/>
    <w:rsid w:val="5E6449B6"/>
    <w:rsid w:val="5E646211"/>
    <w:rsid w:val="5E652E0C"/>
    <w:rsid w:val="5E6774CB"/>
    <w:rsid w:val="5E68756F"/>
    <w:rsid w:val="5E693A13"/>
    <w:rsid w:val="5E6B2E08"/>
    <w:rsid w:val="5E6B4CEC"/>
    <w:rsid w:val="5E7325A5"/>
    <w:rsid w:val="5E79177D"/>
    <w:rsid w:val="5E7A6DAD"/>
    <w:rsid w:val="5E7C3A62"/>
    <w:rsid w:val="5E7D0678"/>
    <w:rsid w:val="5E7D2913"/>
    <w:rsid w:val="5E7E040C"/>
    <w:rsid w:val="5E7E1ACC"/>
    <w:rsid w:val="5E801FD2"/>
    <w:rsid w:val="5E80741A"/>
    <w:rsid w:val="5E812ADB"/>
    <w:rsid w:val="5E850121"/>
    <w:rsid w:val="5E862A88"/>
    <w:rsid w:val="5E873E9A"/>
    <w:rsid w:val="5E8A4102"/>
    <w:rsid w:val="5E8E4CA7"/>
    <w:rsid w:val="5E907E17"/>
    <w:rsid w:val="5E923D87"/>
    <w:rsid w:val="5E923FFC"/>
    <w:rsid w:val="5E9460C0"/>
    <w:rsid w:val="5E9667B2"/>
    <w:rsid w:val="5E987E55"/>
    <w:rsid w:val="5E990FD6"/>
    <w:rsid w:val="5E9B7945"/>
    <w:rsid w:val="5E9C7A88"/>
    <w:rsid w:val="5E9D2735"/>
    <w:rsid w:val="5E9F7435"/>
    <w:rsid w:val="5EA46DAC"/>
    <w:rsid w:val="5EA81AD9"/>
    <w:rsid w:val="5EA94C18"/>
    <w:rsid w:val="5EAA068B"/>
    <w:rsid w:val="5EB06857"/>
    <w:rsid w:val="5EB258ED"/>
    <w:rsid w:val="5EB31862"/>
    <w:rsid w:val="5EB6176C"/>
    <w:rsid w:val="5EB708B5"/>
    <w:rsid w:val="5EB84CAD"/>
    <w:rsid w:val="5EB921FB"/>
    <w:rsid w:val="5EB97420"/>
    <w:rsid w:val="5EBA0137"/>
    <w:rsid w:val="5EBA426F"/>
    <w:rsid w:val="5EBA4776"/>
    <w:rsid w:val="5EBB612C"/>
    <w:rsid w:val="5EBB77E2"/>
    <w:rsid w:val="5EBE084E"/>
    <w:rsid w:val="5EBE53E1"/>
    <w:rsid w:val="5EC155FD"/>
    <w:rsid w:val="5EC32253"/>
    <w:rsid w:val="5EC44814"/>
    <w:rsid w:val="5EC53AB8"/>
    <w:rsid w:val="5EC561FA"/>
    <w:rsid w:val="5EC63C25"/>
    <w:rsid w:val="5EC91D00"/>
    <w:rsid w:val="5EC97E8A"/>
    <w:rsid w:val="5ECA2AE6"/>
    <w:rsid w:val="5ECA474B"/>
    <w:rsid w:val="5ECB6BAD"/>
    <w:rsid w:val="5ECC156F"/>
    <w:rsid w:val="5ECC1EB5"/>
    <w:rsid w:val="5ECC28A7"/>
    <w:rsid w:val="5ECC4EB7"/>
    <w:rsid w:val="5ECE2628"/>
    <w:rsid w:val="5ECE3876"/>
    <w:rsid w:val="5ED03731"/>
    <w:rsid w:val="5ED21264"/>
    <w:rsid w:val="5ED608A7"/>
    <w:rsid w:val="5ED63AFE"/>
    <w:rsid w:val="5ED66BCF"/>
    <w:rsid w:val="5ED8339D"/>
    <w:rsid w:val="5ED92631"/>
    <w:rsid w:val="5ED93C0D"/>
    <w:rsid w:val="5EDC2647"/>
    <w:rsid w:val="5EDC5DE9"/>
    <w:rsid w:val="5EDD61AF"/>
    <w:rsid w:val="5EE00CB1"/>
    <w:rsid w:val="5EE035AA"/>
    <w:rsid w:val="5EE14D67"/>
    <w:rsid w:val="5EE32756"/>
    <w:rsid w:val="5EE54982"/>
    <w:rsid w:val="5EE6160F"/>
    <w:rsid w:val="5EE66E12"/>
    <w:rsid w:val="5EE779E9"/>
    <w:rsid w:val="5EE83A02"/>
    <w:rsid w:val="5EEA588B"/>
    <w:rsid w:val="5EEA6F6E"/>
    <w:rsid w:val="5EEE139D"/>
    <w:rsid w:val="5EF13A09"/>
    <w:rsid w:val="5EF46564"/>
    <w:rsid w:val="5EF628D5"/>
    <w:rsid w:val="5EF7454D"/>
    <w:rsid w:val="5EFA035E"/>
    <w:rsid w:val="5EFA466C"/>
    <w:rsid w:val="5EFB14EF"/>
    <w:rsid w:val="5EFC6636"/>
    <w:rsid w:val="5EFD3F92"/>
    <w:rsid w:val="5EFE4CD1"/>
    <w:rsid w:val="5EFE69E4"/>
    <w:rsid w:val="5F012260"/>
    <w:rsid w:val="5F013EFE"/>
    <w:rsid w:val="5F026383"/>
    <w:rsid w:val="5F0541AD"/>
    <w:rsid w:val="5F0674B4"/>
    <w:rsid w:val="5F070DC3"/>
    <w:rsid w:val="5F073279"/>
    <w:rsid w:val="5F083639"/>
    <w:rsid w:val="5F0924A5"/>
    <w:rsid w:val="5F0A05DB"/>
    <w:rsid w:val="5F0A4F6A"/>
    <w:rsid w:val="5F0B0627"/>
    <w:rsid w:val="5F0B0AAC"/>
    <w:rsid w:val="5F10500B"/>
    <w:rsid w:val="5F127166"/>
    <w:rsid w:val="5F13572D"/>
    <w:rsid w:val="5F142D0C"/>
    <w:rsid w:val="5F155949"/>
    <w:rsid w:val="5F166D57"/>
    <w:rsid w:val="5F17346F"/>
    <w:rsid w:val="5F1A2011"/>
    <w:rsid w:val="5F1A27F1"/>
    <w:rsid w:val="5F1A4D0E"/>
    <w:rsid w:val="5F1B2392"/>
    <w:rsid w:val="5F1B4C1E"/>
    <w:rsid w:val="5F1B5964"/>
    <w:rsid w:val="5F1C4826"/>
    <w:rsid w:val="5F1D035A"/>
    <w:rsid w:val="5F1F6FC4"/>
    <w:rsid w:val="5F2215C7"/>
    <w:rsid w:val="5F230BB6"/>
    <w:rsid w:val="5F294F51"/>
    <w:rsid w:val="5F2A4500"/>
    <w:rsid w:val="5F2A728B"/>
    <w:rsid w:val="5F2B0CC9"/>
    <w:rsid w:val="5F2D1234"/>
    <w:rsid w:val="5F2E191F"/>
    <w:rsid w:val="5F2F28C1"/>
    <w:rsid w:val="5F2F3131"/>
    <w:rsid w:val="5F30140B"/>
    <w:rsid w:val="5F3029BE"/>
    <w:rsid w:val="5F381799"/>
    <w:rsid w:val="5F394231"/>
    <w:rsid w:val="5F3A41E4"/>
    <w:rsid w:val="5F3C72AB"/>
    <w:rsid w:val="5F3D2C96"/>
    <w:rsid w:val="5F3D42A6"/>
    <w:rsid w:val="5F3F3148"/>
    <w:rsid w:val="5F400B54"/>
    <w:rsid w:val="5F441D8B"/>
    <w:rsid w:val="5F4453CF"/>
    <w:rsid w:val="5F465B03"/>
    <w:rsid w:val="5F472748"/>
    <w:rsid w:val="5F496F68"/>
    <w:rsid w:val="5F4A72AB"/>
    <w:rsid w:val="5F4D50E3"/>
    <w:rsid w:val="5F5024DD"/>
    <w:rsid w:val="5F5032BD"/>
    <w:rsid w:val="5F51138B"/>
    <w:rsid w:val="5F511573"/>
    <w:rsid w:val="5F527FB5"/>
    <w:rsid w:val="5F540F7A"/>
    <w:rsid w:val="5F556EC3"/>
    <w:rsid w:val="5F565CB5"/>
    <w:rsid w:val="5F585299"/>
    <w:rsid w:val="5F590DA2"/>
    <w:rsid w:val="5F5A7D5B"/>
    <w:rsid w:val="5F5C2317"/>
    <w:rsid w:val="5F5C45EC"/>
    <w:rsid w:val="5F5D1CEF"/>
    <w:rsid w:val="5F5D2DC9"/>
    <w:rsid w:val="5F5E6222"/>
    <w:rsid w:val="5F600E23"/>
    <w:rsid w:val="5F603D58"/>
    <w:rsid w:val="5F6917F1"/>
    <w:rsid w:val="5F6A7B08"/>
    <w:rsid w:val="5F6B37BB"/>
    <w:rsid w:val="5F6B438A"/>
    <w:rsid w:val="5F6C4160"/>
    <w:rsid w:val="5F6E7E77"/>
    <w:rsid w:val="5F714795"/>
    <w:rsid w:val="5F742670"/>
    <w:rsid w:val="5F7920AE"/>
    <w:rsid w:val="5F7A19D1"/>
    <w:rsid w:val="5F7D704B"/>
    <w:rsid w:val="5F7F6ED0"/>
    <w:rsid w:val="5F8113E1"/>
    <w:rsid w:val="5F8278A0"/>
    <w:rsid w:val="5F8403D9"/>
    <w:rsid w:val="5F857D76"/>
    <w:rsid w:val="5F860F9C"/>
    <w:rsid w:val="5F88611B"/>
    <w:rsid w:val="5F89033F"/>
    <w:rsid w:val="5F893C41"/>
    <w:rsid w:val="5F896A79"/>
    <w:rsid w:val="5F8A1DBA"/>
    <w:rsid w:val="5F8B2C74"/>
    <w:rsid w:val="5F8B4A60"/>
    <w:rsid w:val="5F8C442A"/>
    <w:rsid w:val="5F8D746F"/>
    <w:rsid w:val="5F8E36B6"/>
    <w:rsid w:val="5F8E667B"/>
    <w:rsid w:val="5F90440D"/>
    <w:rsid w:val="5F915FF5"/>
    <w:rsid w:val="5F924041"/>
    <w:rsid w:val="5F936D58"/>
    <w:rsid w:val="5F937340"/>
    <w:rsid w:val="5F941C0E"/>
    <w:rsid w:val="5F942D12"/>
    <w:rsid w:val="5F96238D"/>
    <w:rsid w:val="5F973477"/>
    <w:rsid w:val="5F99375D"/>
    <w:rsid w:val="5F9A1FF5"/>
    <w:rsid w:val="5F9A2BFD"/>
    <w:rsid w:val="5F9F0479"/>
    <w:rsid w:val="5FA10E4B"/>
    <w:rsid w:val="5FA12D39"/>
    <w:rsid w:val="5FA34D03"/>
    <w:rsid w:val="5FA36AB1"/>
    <w:rsid w:val="5FA55060"/>
    <w:rsid w:val="5FAA2E50"/>
    <w:rsid w:val="5FAF1377"/>
    <w:rsid w:val="5FB04FD5"/>
    <w:rsid w:val="5FB11A39"/>
    <w:rsid w:val="5FB12DAC"/>
    <w:rsid w:val="5FB17640"/>
    <w:rsid w:val="5FB17D4A"/>
    <w:rsid w:val="5FB20918"/>
    <w:rsid w:val="5FB24754"/>
    <w:rsid w:val="5FB256BA"/>
    <w:rsid w:val="5FB40CBE"/>
    <w:rsid w:val="5FB46E32"/>
    <w:rsid w:val="5FB57100"/>
    <w:rsid w:val="5FB7255D"/>
    <w:rsid w:val="5FB9704F"/>
    <w:rsid w:val="5FBA1095"/>
    <w:rsid w:val="5FBB09C0"/>
    <w:rsid w:val="5FBC01B0"/>
    <w:rsid w:val="5FBC0E67"/>
    <w:rsid w:val="5FBD33EF"/>
    <w:rsid w:val="5FC15189"/>
    <w:rsid w:val="5FC27564"/>
    <w:rsid w:val="5FC37153"/>
    <w:rsid w:val="5FC5111D"/>
    <w:rsid w:val="5FC92533"/>
    <w:rsid w:val="5FCB26C6"/>
    <w:rsid w:val="5FCC369F"/>
    <w:rsid w:val="5FCD0507"/>
    <w:rsid w:val="5FCD3436"/>
    <w:rsid w:val="5FCD62A3"/>
    <w:rsid w:val="5FD20C99"/>
    <w:rsid w:val="5FD77EFF"/>
    <w:rsid w:val="5FD964C1"/>
    <w:rsid w:val="5FDC0215"/>
    <w:rsid w:val="5FDD0F24"/>
    <w:rsid w:val="5FDD1CE9"/>
    <w:rsid w:val="5FDD388C"/>
    <w:rsid w:val="5FE108FE"/>
    <w:rsid w:val="5FE31CFB"/>
    <w:rsid w:val="5FE56DA8"/>
    <w:rsid w:val="5FE77D1B"/>
    <w:rsid w:val="5FE80968"/>
    <w:rsid w:val="5FEB06C3"/>
    <w:rsid w:val="5FEC48FC"/>
    <w:rsid w:val="5FEE3149"/>
    <w:rsid w:val="5FF0256E"/>
    <w:rsid w:val="5FF10E3C"/>
    <w:rsid w:val="5FF324B2"/>
    <w:rsid w:val="5FF4555F"/>
    <w:rsid w:val="5FF569DD"/>
    <w:rsid w:val="5FF65FD7"/>
    <w:rsid w:val="5FF76DFD"/>
    <w:rsid w:val="5FF92B75"/>
    <w:rsid w:val="5FFB4F5D"/>
    <w:rsid w:val="5FFF3886"/>
    <w:rsid w:val="6003052F"/>
    <w:rsid w:val="6006207C"/>
    <w:rsid w:val="600734E4"/>
    <w:rsid w:val="600811A3"/>
    <w:rsid w:val="600B4656"/>
    <w:rsid w:val="600C074B"/>
    <w:rsid w:val="600C739C"/>
    <w:rsid w:val="600D1259"/>
    <w:rsid w:val="600D2A18"/>
    <w:rsid w:val="600E0336"/>
    <w:rsid w:val="600E7A19"/>
    <w:rsid w:val="600F0E84"/>
    <w:rsid w:val="601370AD"/>
    <w:rsid w:val="60153AD4"/>
    <w:rsid w:val="60184C9F"/>
    <w:rsid w:val="601878EC"/>
    <w:rsid w:val="60193217"/>
    <w:rsid w:val="60196950"/>
    <w:rsid w:val="601A7B60"/>
    <w:rsid w:val="601B0473"/>
    <w:rsid w:val="601D2D07"/>
    <w:rsid w:val="601F0CA4"/>
    <w:rsid w:val="602331A6"/>
    <w:rsid w:val="60246BBD"/>
    <w:rsid w:val="60255E4C"/>
    <w:rsid w:val="60297069"/>
    <w:rsid w:val="602A2DB7"/>
    <w:rsid w:val="602C3CED"/>
    <w:rsid w:val="602C6E16"/>
    <w:rsid w:val="602D6CC3"/>
    <w:rsid w:val="602E0647"/>
    <w:rsid w:val="602E7447"/>
    <w:rsid w:val="602E7E7A"/>
    <w:rsid w:val="603022F8"/>
    <w:rsid w:val="60305848"/>
    <w:rsid w:val="60313330"/>
    <w:rsid w:val="603409BC"/>
    <w:rsid w:val="60341DFF"/>
    <w:rsid w:val="60354721"/>
    <w:rsid w:val="603558BB"/>
    <w:rsid w:val="60365B77"/>
    <w:rsid w:val="6037544B"/>
    <w:rsid w:val="603B7164"/>
    <w:rsid w:val="603B746C"/>
    <w:rsid w:val="603D6F06"/>
    <w:rsid w:val="603E5C22"/>
    <w:rsid w:val="603F161D"/>
    <w:rsid w:val="603F247B"/>
    <w:rsid w:val="60403E4B"/>
    <w:rsid w:val="604253C4"/>
    <w:rsid w:val="60432042"/>
    <w:rsid w:val="60437A8C"/>
    <w:rsid w:val="604743C7"/>
    <w:rsid w:val="60481C06"/>
    <w:rsid w:val="60491AA0"/>
    <w:rsid w:val="604A062B"/>
    <w:rsid w:val="604A1DCE"/>
    <w:rsid w:val="604A6596"/>
    <w:rsid w:val="604E402C"/>
    <w:rsid w:val="605003D2"/>
    <w:rsid w:val="605012DD"/>
    <w:rsid w:val="60510EC7"/>
    <w:rsid w:val="60536729"/>
    <w:rsid w:val="60543A07"/>
    <w:rsid w:val="605566A3"/>
    <w:rsid w:val="60560782"/>
    <w:rsid w:val="60564D52"/>
    <w:rsid w:val="60583B62"/>
    <w:rsid w:val="605C4D71"/>
    <w:rsid w:val="605D49C0"/>
    <w:rsid w:val="605D59D3"/>
    <w:rsid w:val="605E3920"/>
    <w:rsid w:val="60623393"/>
    <w:rsid w:val="60625C4F"/>
    <w:rsid w:val="606319D9"/>
    <w:rsid w:val="60645364"/>
    <w:rsid w:val="606662A8"/>
    <w:rsid w:val="606A0ACB"/>
    <w:rsid w:val="606D435A"/>
    <w:rsid w:val="606E4F86"/>
    <w:rsid w:val="60714ECA"/>
    <w:rsid w:val="60716BAF"/>
    <w:rsid w:val="6073026E"/>
    <w:rsid w:val="60735D29"/>
    <w:rsid w:val="60753543"/>
    <w:rsid w:val="60757022"/>
    <w:rsid w:val="60767E0E"/>
    <w:rsid w:val="60770067"/>
    <w:rsid w:val="60771CEC"/>
    <w:rsid w:val="6078465A"/>
    <w:rsid w:val="60791F08"/>
    <w:rsid w:val="607921ED"/>
    <w:rsid w:val="607A784F"/>
    <w:rsid w:val="607B2F7F"/>
    <w:rsid w:val="607D18D0"/>
    <w:rsid w:val="607D1DAF"/>
    <w:rsid w:val="607D39E9"/>
    <w:rsid w:val="607D3F94"/>
    <w:rsid w:val="60802A91"/>
    <w:rsid w:val="60844B35"/>
    <w:rsid w:val="6086533D"/>
    <w:rsid w:val="60865C4F"/>
    <w:rsid w:val="60871E55"/>
    <w:rsid w:val="60883EF9"/>
    <w:rsid w:val="6089581F"/>
    <w:rsid w:val="608A3BAB"/>
    <w:rsid w:val="60937C43"/>
    <w:rsid w:val="6094416F"/>
    <w:rsid w:val="60944F56"/>
    <w:rsid w:val="609467F8"/>
    <w:rsid w:val="609C2DC7"/>
    <w:rsid w:val="60A052D9"/>
    <w:rsid w:val="60A10993"/>
    <w:rsid w:val="60A221C6"/>
    <w:rsid w:val="60A32AE1"/>
    <w:rsid w:val="60A5633F"/>
    <w:rsid w:val="60A56ED9"/>
    <w:rsid w:val="60A62370"/>
    <w:rsid w:val="60A76658"/>
    <w:rsid w:val="60AB3D37"/>
    <w:rsid w:val="60AB436C"/>
    <w:rsid w:val="60AF5E3A"/>
    <w:rsid w:val="60B01DDD"/>
    <w:rsid w:val="60B52DA4"/>
    <w:rsid w:val="60B5668B"/>
    <w:rsid w:val="60B60A66"/>
    <w:rsid w:val="60B910A4"/>
    <w:rsid w:val="60BA09B6"/>
    <w:rsid w:val="60BA3D33"/>
    <w:rsid w:val="60BB5CEF"/>
    <w:rsid w:val="60BC4C45"/>
    <w:rsid w:val="60BD019D"/>
    <w:rsid w:val="60BE031E"/>
    <w:rsid w:val="60BF5348"/>
    <w:rsid w:val="60C211B9"/>
    <w:rsid w:val="60C33B65"/>
    <w:rsid w:val="60C600BD"/>
    <w:rsid w:val="60C74A21"/>
    <w:rsid w:val="60C76594"/>
    <w:rsid w:val="60CB5D5D"/>
    <w:rsid w:val="60CD2504"/>
    <w:rsid w:val="60CD3DD2"/>
    <w:rsid w:val="60CE7B5E"/>
    <w:rsid w:val="60CF1858"/>
    <w:rsid w:val="60CF5B28"/>
    <w:rsid w:val="60D310BD"/>
    <w:rsid w:val="60D340D8"/>
    <w:rsid w:val="60D3721E"/>
    <w:rsid w:val="60D660DB"/>
    <w:rsid w:val="60D66B50"/>
    <w:rsid w:val="60D90263"/>
    <w:rsid w:val="60DB227B"/>
    <w:rsid w:val="60E03D35"/>
    <w:rsid w:val="60E108F0"/>
    <w:rsid w:val="60E16B35"/>
    <w:rsid w:val="60E757AB"/>
    <w:rsid w:val="60EA6962"/>
    <w:rsid w:val="60EB43B7"/>
    <w:rsid w:val="60EC024A"/>
    <w:rsid w:val="60ED27C2"/>
    <w:rsid w:val="60ED47F7"/>
    <w:rsid w:val="60F021CA"/>
    <w:rsid w:val="60F021F1"/>
    <w:rsid w:val="60F05659"/>
    <w:rsid w:val="60F32701"/>
    <w:rsid w:val="60F332A4"/>
    <w:rsid w:val="60F36B8D"/>
    <w:rsid w:val="60F534E3"/>
    <w:rsid w:val="60F56F31"/>
    <w:rsid w:val="60F64F74"/>
    <w:rsid w:val="60F66999"/>
    <w:rsid w:val="60F8173F"/>
    <w:rsid w:val="60F84C50"/>
    <w:rsid w:val="60F872D1"/>
    <w:rsid w:val="60F872EB"/>
    <w:rsid w:val="60FB291D"/>
    <w:rsid w:val="61003D98"/>
    <w:rsid w:val="61011FB6"/>
    <w:rsid w:val="61023CAB"/>
    <w:rsid w:val="61042C76"/>
    <w:rsid w:val="61054FEA"/>
    <w:rsid w:val="6105554A"/>
    <w:rsid w:val="610567ED"/>
    <w:rsid w:val="61065008"/>
    <w:rsid w:val="610671BC"/>
    <w:rsid w:val="6109509E"/>
    <w:rsid w:val="610B0DB2"/>
    <w:rsid w:val="610E7BD3"/>
    <w:rsid w:val="610F0128"/>
    <w:rsid w:val="61112140"/>
    <w:rsid w:val="61113F3C"/>
    <w:rsid w:val="61125C92"/>
    <w:rsid w:val="61142087"/>
    <w:rsid w:val="6115342D"/>
    <w:rsid w:val="61167757"/>
    <w:rsid w:val="611773C1"/>
    <w:rsid w:val="61180EEA"/>
    <w:rsid w:val="61182674"/>
    <w:rsid w:val="61182A95"/>
    <w:rsid w:val="611A21C3"/>
    <w:rsid w:val="611D29B2"/>
    <w:rsid w:val="611F18E7"/>
    <w:rsid w:val="611F2285"/>
    <w:rsid w:val="612018BC"/>
    <w:rsid w:val="61202383"/>
    <w:rsid w:val="612405B5"/>
    <w:rsid w:val="61243C22"/>
    <w:rsid w:val="6124725C"/>
    <w:rsid w:val="612564D4"/>
    <w:rsid w:val="61273860"/>
    <w:rsid w:val="612A6F47"/>
    <w:rsid w:val="612A7664"/>
    <w:rsid w:val="612B1454"/>
    <w:rsid w:val="612C1C79"/>
    <w:rsid w:val="612C2AD6"/>
    <w:rsid w:val="612D2297"/>
    <w:rsid w:val="612F4224"/>
    <w:rsid w:val="612F43BC"/>
    <w:rsid w:val="6130164C"/>
    <w:rsid w:val="61302B1F"/>
    <w:rsid w:val="61306A6A"/>
    <w:rsid w:val="6131146C"/>
    <w:rsid w:val="6131633F"/>
    <w:rsid w:val="61325454"/>
    <w:rsid w:val="61330309"/>
    <w:rsid w:val="61334452"/>
    <w:rsid w:val="61350732"/>
    <w:rsid w:val="613678B3"/>
    <w:rsid w:val="61374575"/>
    <w:rsid w:val="613953E8"/>
    <w:rsid w:val="613A51F3"/>
    <w:rsid w:val="613B38DF"/>
    <w:rsid w:val="613D1187"/>
    <w:rsid w:val="613F2186"/>
    <w:rsid w:val="613F4E8F"/>
    <w:rsid w:val="614057E7"/>
    <w:rsid w:val="61433E39"/>
    <w:rsid w:val="614442C4"/>
    <w:rsid w:val="61460593"/>
    <w:rsid w:val="61471808"/>
    <w:rsid w:val="6147608A"/>
    <w:rsid w:val="614827AF"/>
    <w:rsid w:val="61490DC8"/>
    <w:rsid w:val="614C3178"/>
    <w:rsid w:val="614E2283"/>
    <w:rsid w:val="614E3847"/>
    <w:rsid w:val="614F2217"/>
    <w:rsid w:val="61500AEA"/>
    <w:rsid w:val="61504151"/>
    <w:rsid w:val="61511B1A"/>
    <w:rsid w:val="615415F8"/>
    <w:rsid w:val="615B1EA2"/>
    <w:rsid w:val="615B7076"/>
    <w:rsid w:val="615D5E2B"/>
    <w:rsid w:val="61615C23"/>
    <w:rsid w:val="61653F98"/>
    <w:rsid w:val="61656152"/>
    <w:rsid w:val="61661DFE"/>
    <w:rsid w:val="61677FB2"/>
    <w:rsid w:val="6168411E"/>
    <w:rsid w:val="61695CA4"/>
    <w:rsid w:val="616B04A9"/>
    <w:rsid w:val="616C788C"/>
    <w:rsid w:val="617056A1"/>
    <w:rsid w:val="61716147"/>
    <w:rsid w:val="61733876"/>
    <w:rsid w:val="61780EDC"/>
    <w:rsid w:val="617A5F38"/>
    <w:rsid w:val="617A7B18"/>
    <w:rsid w:val="617C580C"/>
    <w:rsid w:val="617E7143"/>
    <w:rsid w:val="617F0829"/>
    <w:rsid w:val="617F52FC"/>
    <w:rsid w:val="617F5963"/>
    <w:rsid w:val="6180338D"/>
    <w:rsid w:val="6183741E"/>
    <w:rsid w:val="61840680"/>
    <w:rsid w:val="61846CBA"/>
    <w:rsid w:val="61846CEC"/>
    <w:rsid w:val="61872F91"/>
    <w:rsid w:val="61876F52"/>
    <w:rsid w:val="618934A9"/>
    <w:rsid w:val="618B3CA1"/>
    <w:rsid w:val="61923281"/>
    <w:rsid w:val="61951EC2"/>
    <w:rsid w:val="61971E95"/>
    <w:rsid w:val="61972052"/>
    <w:rsid w:val="619772D0"/>
    <w:rsid w:val="61994610"/>
    <w:rsid w:val="619A0388"/>
    <w:rsid w:val="619C7E47"/>
    <w:rsid w:val="619E574C"/>
    <w:rsid w:val="619F0B66"/>
    <w:rsid w:val="619F774C"/>
    <w:rsid w:val="61A568F7"/>
    <w:rsid w:val="61A60612"/>
    <w:rsid w:val="61A71ADA"/>
    <w:rsid w:val="61A865C6"/>
    <w:rsid w:val="61AB2C8B"/>
    <w:rsid w:val="61AC51DE"/>
    <w:rsid w:val="61AF0866"/>
    <w:rsid w:val="61AF3E33"/>
    <w:rsid w:val="61B022B6"/>
    <w:rsid w:val="61B560D6"/>
    <w:rsid w:val="61B56583"/>
    <w:rsid w:val="61B97539"/>
    <w:rsid w:val="61BE3739"/>
    <w:rsid w:val="61BE3ECD"/>
    <w:rsid w:val="61BE5E24"/>
    <w:rsid w:val="61BF13B4"/>
    <w:rsid w:val="61C0539C"/>
    <w:rsid w:val="61C14DE6"/>
    <w:rsid w:val="61C15914"/>
    <w:rsid w:val="61C43841"/>
    <w:rsid w:val="61C54795"/>
    <w:rsid w:val="61C5611D"/>
    <w:rsid w:val="61C67783"/>
    <w:rsid w:val="61CB6793"/>
    <w:rsid w:val="61CB78F0"/>
    <w:rsid w:val="61CD20D8"/>
    <w:rsid w:val="61CD354B"/>
    <w:rsid w:val="61CD52F7"/>
    <w:rsid w:val="61CE33EF"/>
    <w:rsid w:val="61CF1527"/>
    <w:rsid w:val="61D24BA8"/>
    <w:rsid w:val="61D35174"/>
    <w:rsid w:val="61D4389A"/>
    <w:rsid w:val="61D52193"/>
    <w:rsid w:val="61D63DC0"/>
    <w:rsid w:val="61D72450"/>
    <w:rsid w:val="61D855D5"/>
    <w:rsid w:val="61D903BB"/>
    <w:rsid w:val="61D90EB0"/>
    <w:rsid w:val="61D91182"/>
    <w:rsid w:val="61D94A0C"/>
    <w:rsid w:val="61DA4F11"/>
    <w:rsid w:val="61DB6CDD"/>
    <w:rsid w:val="61E104DD"/>
    <w:rsid w:val="61E17D65"/>
    <w:rsid w:val="61E33285"/>
    <w:rsid w:val="61E4236B"/>
    <w:rsid w:val="61E635CD"/>
    <w:rsid w:val="61E7584C"/>
    <w:rsid w:val="61EC178B"/>
    <w:rsid w:val="61EC5E7B"/>
    <w:rsid w:val="61EF3886"/>
    <w:rsid w:val="61F50CED"/>
    <w:rsid w:val="61F53F49"/>
    <w:rsid w:val="61F66A99"/>
    <w:rsid w:val="61F73F4F"/>
    <w:rsid w:val="61F9579C"/>
    <w:rsid w:val="61FA4982"/>
    <w:rsid w:val="61FE0917"/>
    <w:rsid w:val="62007EDA"/>
    <w:rsid w:val="6201025E"/>
    <w:rsid w:val="62013F63"/>
    <w:rsid w:val="620516D8"/>
    <w:rsid w:val="62062E71"/>
    <w:rsid w:val="62065A1D"/>
    <w:rsid w:val="62067EB6"/>
    <w:rsid w:val="620724CE"/>
    <w:rsid w:val="62087207"/>
    <w:rsid w:val="620A16C0"/>
    <w:rsid w:val="620A72BB"/>
    <w:rsid w:val="620B4DE2"/>
    <w:rsid w:val="620C7173"/>
    <w:rsid w:val="620D4CBF"/>
    <w:rsid w:val="620D5C5B"/>
    <w:rsid w:val="620D75E7"/>
    <w:rsid w:val="620F19B0"/>
    <w:rsid w:val="621243C2"/>
    <w:rsid w:val="62192F20"/>
    <w:rsid w:val="621C2B4B"/>
    <w:rsid w:val="621E30DA"/>
    <w:rsid w:val="621F47D7"/>
    <w:rsid w:val="6223212B"/>
    <w:rsid w:val="62262181"/>
    <w:rsid w:val="62274EF3"/>
    <w:rsid w:val="622A170C"/>
    <w:rsid w:val="622B46AC"/>
    <w:rsid w:val="62312A9A"/>
    <w:rsid w:val="62327299"/>
    <w:rsid w:val="62353CC6"/>
    <w:rsid w:val="623545DE"/>
    <w:rsid w:val="62392CEF"/>
    <w:rsid w:val="62393C96"/>
    <w:rsid w:val="623970E2"/>
    <w:rsid w:val="623B56C7"/>
    <w:rsid w:val="623C31ED"/>
    <w:rsid w:val="623E51B7"/>
    <w:rsid w:val="62406C57"/>
    <w:rsid w:val="62410334"/>
    <w:rsid w:val="62420E15"/>
    <w:rsid w:val="6243034A"/>
    <w:rsid w:val="624327CD"/>
    <w:rsid w:val="62440DBA"/>
    <w:rsid w:val="62450BAF"/>
    <w:rsid w:val="62460E3D"/>
    <w:rsid w:val="62465E1A"/>
    <w:rsid w:val="624857B2"/>
    <w:rsid w:val="62487AAD"/>
    <w:rsid w:val="624C7DBC"/>
    <w:rsid w:val="624F0F76"/>
    <w:rsid w:val="624F2F20"/>
    <w:rsid w:val="625115EB"/>
    <w:rsid w:val="62522FED"/>
    <w:rsid w:val="6252765A"/>
    <w:rsid w:val="625325B9"/>
    <w:rsid w:val="62541937"/>
    <w:rsid w:val="62551E95"/>
    <w:rsid w:val="62554E07"/>
    <w:rsid w:val="62565C77"/>
    <w:rsid w:val="62594812"/>
    <w:rsid w:val="62596CFD"/>
    <w:rsid w:val="625978FB"/>
    <w:rsid w:val="625A457B"/>
    <w:rsid w:val="625B7F90"/>
    <w:rsid w:val="625D388F"/>
    <w:rsid w:val="62601DAE"/>
    <w:rsid w:val="62603A0B"/>
    <w:rsid w:val="62606EDF"/>
    <w:rsid w:val="62622323"/>
    <w:rsid w:val="6263278A"/>
    <w:rsid w:val="62632EB3"/>
    <w:rsid w:val="62640A27"/>
    <w:rsid w:val="62642BA1"/>
    <w:rsid w:val="62691278"/>
    <w:rsid w:val="62693516"/>
    <w:rsid w:val="62694134"/>
    <w:rsid w:val="626A5FAC"/>
    <w:rsid w:val="626B38D4"/>
    <w:rsid w:val="626E048A"/>
    <w:rsid w:val="626F2FDC"/>
    <w:rsid w:val="62700565"/>
    <w:rsid w:val="62712550"/>
    <w:rsid w:val="62714182"/>
    <w:rsid w:val="62724E61"/>
    <w:rsid w:val="62767571"/>
    <w:rsid w:val="62796D35"/>
    <w:rsid w:val="627A375E"/>
    <w:rsid w:val="627C183B"/>
    <w:rsid w:val="628218E8"/>
    <w:rsid w:val="628231EC"/>
    <w:rsid w:val="62836AC2"/>
    <w:rsid w:val="62851D59"/>
    <w:rsid w:val="62882AB5"/>
    <w:rsid w:val="628D0A61"/>
    <w:rsid w:val="628E2114"/>
    <w:rsid w:val="628E59C8"/>
    <w:rsid w:val="628F364A"/>
    <w:rsid w:val="628F6FF1"/>
    <w:rsid w:val="62905D17"/>
    <w:rsid w:val="6291405E"/>
    <w:rsid w:val="62944F7B"/>
    <w:rsid w:val="6299435D"/>
    <w:rsid w:val="629953A0"/>
    <w:rsid w:val="6299785B"/>
    <w:rsid w:val="629C0B75"/>
    <w:rsid w:val="629C209B"/>
    <w:rsid w:val="629F473F"/>
    <w:rsid w:val="62A03458"/>
    <w:rsid w:val="62A16C5F"/>
    <w:rsid w:val="62A2174A"/>
    <w:rsid w:val="62A22E05"/>
    <w:rsid w:val="62A3046E"/>
    <w:rsid w:val="62A4034A"/>
    <w:rsid w:val="62A4517E"/>
    <w:rsid w:val="62A47791"/>
    <w:rsid w:val="62A47EAF"/>
    <w:rsid w:val="62A50FBF"/>
    <w:rsid w:val="62A52BBD"/>
    <w:rsid w:val="62A62069"/>
    <w:rsid w:val="62A74B0A"/>
    <w:rsid w:val="62A8285D"/>
    <w:rsid w:val="62AB1CFF"/>
    <w:rsid w:val="62AB35F5"/>
    <w:rsid w:val="62AB3A66"/>
    <w:rsid w:val="62AE6320"/>
    <w:rsid w:val="62AF1096"/>
    <w:rsid w:val="62AF1C11"/>
    <w:rsid w:val="62B13986"/>
    <w:rsid w:val="62B2525D"/>
    <w:rsid w:val="62B5320D"/>
    <w:rsid w:val="62B637AC"/>
    <w:rsid w:val="62BC1EF2"/>
    <w:rsid w:val="62BC278C"/>
    <w:rsid w:val="62C21F0F"/>
    <w:rsid w:val="62C426BF"/>
    <w:rsid w:val="62C52926"/>
    <w:rsid w:val="62C531E2"/>
    <w:rsid w:val="62C6476F"/>
    <w:rsid w:val="62C65E50"/>
    <w:rsid w:val="62C758E7"/>
    <w:rsid w:val="62C76F5B"/>
    <w:rsid w:val="62C966B1"/>
    <w:rsid w:val="62CE653B"/>
    <w:rsid w:val="62CF43D3"/>
    <w:rsid w:val="62CF5136"/>
    <w:rsid w:val="62D33B51"/>
    <w:rsid w:val="62D81168"/>
    <w:rsid w:val="62D81464"/>
    <w:rsid w:val="62DA33F9"/>
    <w:rsid w:val="62DA3B57"/>
    <w:rsid w:val="62DB2A06"/>
    <w:rsid w:val="62DB6401"/>
    <w:rsid w:val="62DB6FCA"/>
    <w:rsid w:val="62DF24F6"/>
    <w:rsid w:val="62E2282A"/>
    <w:rsid w:val="62E35B84"/>
    <w:rsid w:val="62E44591"/>
    <w:rsid w:val="62E523AD"/>
    <w:rsid w:val="62E87CFF"/>
    <w:rsid w:val="62EA49F7"/>
    <w:rsid w:val="62EC3861"/>
    <w:rsid w:val="62EE1AA8"/>
    <w:rsid w:val="62EE37AB"/>
    <w:rsid w:val="62EE3ABB"/>
    <w:rsid w:val="62EF04A1"/>
    <w:rsid w:val="62F02419"/>
    <w:rsid w:val="62F13FD7"/>
    <w:rsid w:val="62F31A87"/>
    <w:rsid w:val="62F433A2"/>
    <w:rsid w:val="62F50EE4"/>
    <w:rsid w:val="62F6033A"/>
    <w:rsid w:val="62F67840"/>
    <w:rsid w:val="62FA7330"/>
    <w:rsid w:val="62FB01BA"/>
    <w:rsid w:val="62FB4715"/>
    <w:rsid w:val="62FC7B6F"/>
    <w:rsid w:val="62FD0BCE"/>
    <w:rsid w:val="62FF6FED"/>
    <w:rsid w:val="63057A83"/>
    <w:rsid w:val="6306250C"/>
    <w:rsid w:val="63065CD5"/>
    <w:rsid w:val="63091321"/>
    <w:rsid w:val="630A64AC"/>
    <w:rsid w:val="630D297B"/>
    <w:rsid w:val="630E06E5"/>
    <w:rsid w:val="630E7E62"/>
    <w:rsid w:val="630F26B0"/>
    <w:rsid w:val="631359AD"/>
    <w:rsid w:val="631427CA"/>
    <w:rsid w:val="63156ACB"/>
    <w:rsid w:val="63166103"/>
    <w:rsid w:val="63191898"/>
    <w:rsid w:val="63192A5C"/>
    <w:rsid w:val="631A2437"/>
    <w:rsid w:val="631A2989"/>
    <w:rsid w:val="631B0B10"/>
    <w:rsid w:val="631B52B1"/>
    <w:rsid w:val="631D313F"/>
    <w:rsid w:val="631D6127"/>
    <w:rsid w:val="631E44B4"/>
    <w:rsid w:val="63202715"/>
    <w:rsid w:val="63203258"/>
    <w:rsid w:val="63223DF2"/>
    <w:rsid w:val="632306A6"/>
    <w:rsid w:val="63264FFF"/>
    <w:rsid w:val="63293771"/>
    <w:rsid w:val="632D4E12"/>
    <w:rsid w:val="632F254C"/>
    <w:rsid w:val="63304B00"/>
    <w:rsid w:val="63312B94"/>
    <w:rsid w:val="63313393"/>
    <w:rsid w:val="633311F2"/>
    <w:rsid w:val="63364CAB"/>
    <w:rsid w:val="63381C06"/>
    <w:rsid w:val="63387E58"/>
    <w:rsid w:val="633A597E"/>
    <w:rsid w:val="633C0046"/>
    <w:rsid w:val="633C0A9B"/>
    <w:rsid w:val="633F05C4"/>
    <w:rsid w:val="63435BA8"/>
    <w:rsid w:val="63440485"/>
    <w:rsid w:val="6344176E"/>
    <w:rsid w:val="63443B2A"/>
    <w:rsid w:val="63447FFD"/>
    <w:rsid w:val="634559E1"/>
    <w:rsid w:val="63462575"/>
    <w:rsid w:val="63492756"/>
    <w:rsid w:val="63495C60"/>
    <w:rsid w:val="634B6020"/>
    <w:rsid w:val="634C7D0C"/>
    <w:rsid w:val="634D33F7"/>
    <w:rsid w:val="634E2D11"/>
    <w:rsid w:val="635051A2"/>
    <w:rsid w:val="63540ECF"/>
    <w:rsid w:val="635A06C9"/>
    <w:rsid w:val="635E1959"/>
    <w:rsid w:val="635E68C3"/>
    <w:rsid w:val="635F2B38"/>
    <w:rsid w:val="635F7193"/>
    <w:rsid w:val="63600129"/>
    <w:rsid w:val="6363469A"/>
    <w:rsid w:val="63651857"/>
    <w:rsid w:val="636641C2"/>
    <w:rsid w:val="636B6128"/>
    <w:rsid w:val="636E2187"/>
    <w:rsid w:val="636E4620"/>
    <w:rsid w:val="636E637B"/>
    <w:rsid w:val="636F3D88"/>
    <w:rsid w:val="636F72E5"/>
    <w:rsid w:val="6370704F"/>
    <w:rsid w:val="63711EB3"/>
    <w:rsid w:val="63726EBE"/>
    <w:rsid w:val="63760ED5"/>
    <w:rsid w:val="637725E4"/>
    <w:rsid w:val="6378505C"/>
    <w:rsid w:val="637866F7"/>
    <w:rsid w:val="6379671D"/>
    <w:rsid w:val="637C1792"/>
    <w:rsid w:val="637E7EE7"/>
    <w:rsid w:val="637F15E3"/>
    <w:rsid w:val="63811A2A"/>
    <w:rsid w:val="638135AD"/>
    <w:rsid w:val="63887D25"/>
    <w:rsid w:val="638A4013"/>
    <w:rsid w:val="638B442C"/>
    <w:rsid w:val="638C0ABE"/>
    <w:rsid w:val="638C5556"/>
    <w:rsid w:val="6392045D"/>
    <w:rsid w:val="6392402A"/>
    <w:rsid w:val="639375D4"/>
    <w:rsid w:val="63960312"/>
    <w:rsid w:val="63961E18"/>
    <w:rsid w:val="6396747B"/>
    <w:rsid w:val="6398188C"/>
    <w:rsid w:val="63984E11"/>
    <w:rsid w:val="63986623"/>
    <w:rsid w:val="639935CB"/>
    <w:rsid w:val="639A4873"/>
    <w:rsid w:val="639A4BC2"/>
    <w:rsid w:val="639C0FE1"/>
    <w:rsid w:val="639C4644"/>
    <w:rsid w:val="639E1B75"/>
    <w:rsid w:val="639E405C"/>
    <w:rsid w:val="63A07D94"/>
    <w:rsid w:val="63A16A0A"/>
    <w:rsid w:val="63A177AC"/>
    <w:rsid w:val="63A97528"/>
    <w:rsid w:val="63AA04EF"/>
    <w:rsid w:val="63AC0857"/>
    <w:rsid w:val="63AC13BE"/>
    <w:rsid w:val="63AE3C76"/>
    <w:rsid w:val="63AF421B"/>
    <w:rsid w:val="63B03E93"/>
    <w:rsid w:val="63B255B0"/>
    <w:rsid w:val="63B37812"/>
    <w:rsid w:val="63B6749F"/>
    <w:rsid w:val="63B67681"/>
    <w:rsid w:val="63B831A3"/>
    <w:rsid w:val="63B93C6D"/>
    <w:rsid w:val="63BA007B"/>
    <w:rsid w:val="63BA0A78"/>
    <w:rsid w:val="63BE4E0C"/>
    <w:rsid w:val="63BF1569"/>
    <w:rsid w:val="63C06B29"/>
    <w:rsid w:val="63C10293"/>
    <w:rsid w:val="63C13032"/>
    <w:rsid w:val="63C16C95"/>
    <w:rsid w:val="63C26CEC"/>
    <w:rsid w:val="63C33B12"/>
    <w:rsid w:val="63C82F8A"/>
    <w:rsid w:val="63C9482D"/>
    <w:rsid w:val="63CB095A"/>
    <w:rsid w:val="63CE7F38"/>
    <w:rsid w:val="63D06E20"/>
    <w:rsid w:val="63D4071D"/>
    <w:rsid w:val="63D60EDA"/>
    <w:rsid w:val="63D6184D"/>
    <w:rsid w:val="63D73881"/>
    <w:rsid w:val="63D863CE"/>
    <w:rsid w:val="63DB4234"/>
    <w:rsid w:val="63DC6A36"/>
    <w:rsid w:val="63DF505B"/>
    <w:rsid w:val="63E05CD4"/>
    <w:rsid w:val="63E13A0B"/>
    <w:rsid w:val="63E32A48"/>
    <w:rsid w:val="63E51F44"/>
    <w:rsid w:val="63E54F4D"/>
    <w:rsid w:val="63E57160"/>
    <w:rsid w:val="63E853DA"/>
    <w:rsid w:val="63F14EF6"/>
    <w:rsid w:val="63F21DB5"/>
    <w:rsid w:val="63F24EAB"/>
    <w:rsid w:val="63F57AF7"/>
    <w:rsid w:val="63F634EE"/>
    <w:rsid w:val="63F64AF7"/>
    <w:rsid w:val="63F75454"/>
    <w:rsid w:val="63F754A9"/>
    <w:rsid w:val="63F869A5"/>
    <w:rsid w:val="63FA4B07"/>
    <w:rsid w:val="63FB15CA"/>
    <w:rsid w:val="63FB2CA3"/>
    <w:rsid w:val="63FD075A"/>
    <w:rsid w:val="63FE0966"/>
    <w:rsid w:val="63FF0976"/>
    <w:rsid w:val="64012E4C"/>
    <w:rsid w:val="6401649C"/>
    <w:rsid w:val="64055F8C"/>
    <w:rsid w:val="64065861"/>
    <w:rsid w:val="640A167C"/>
    <w:rsid w:val="640A686C"/>
    <w:rsid w:val="640C0C4F"/>
    <w:rsid w:val="640D3093"/>
    <w:rsid w:val="640F284C"/>
    <w:rsid w:val="64110C2A"/>
    <w:rsid w:val="64126193"/>
    <w:rsid w:val="641565CF"/>
    <w:rsid w:val="64173FAB"/>
    <w:rsid w:val="64184481"/>
    <w:rsid w:val="641972CC"/>
    <w:rsid w:val="641A2EB6"/>
    <w:rsid w:val="641B249A"/>
    <w:rsid w:val="641B57B0"/>
    <w:rsid w:val="641C7510"/>
    <w:rsid w:val="641E0A73"/>
    <w:rsid w:val="641E2BAA"/>
    <w:rsid w:val="641E4437"/>
    <w:rsid w:val="64200159"/>
    <w:rsid w:val="64257037"/>
    <w:rsid w:val="64265F03"/>
    <w:rsid w:val="64286195"/>
    <w:rsid w:val="64293D38"/>
    <w:rsid w:val="642B28DE"/>
    <w:rsid w:val="64306D81"/>
    <w:rsid w:val="64326656"/>
    <w:rsid w:val="64334771"/>
    <w:rsid w:val="64346872"/>
    <w:rsid w:val="643675B0"/>
    <w:rsid w:val="643868C0"/>
    <w:rsid w:val="643A028E"/>
    <w:rsid w:val="643D3B89"/>
    <w:rsid w:val="643D3FEB"/>
    <w:rsid w:val="643F38FC"/>
    <w:rsid w:val="644147A1"/>
    <w:rsid w:val="64426DAA"/>
    <w:rsid w:val="64430ED3"/>
    <w:rsid w:val="64463452"/>
    <w:rsid w:val="644938A5"/>
    <w:rsid w:val="64496D04"/>
    <w:rsid w:val="644B6B17"/>
    <w:rsid w:val="644C7A09"/>
    <w:rsid w:val="644D16E1"/>
    <w:rsid w:val="644E1944"/>
    <w:rsid w:val="644F0E26"/>
    <w:rsid w:val="64502843"/>
    <w:rsid w:val="645667E8"/>
    <w:rsid w:val="64575A07"/>
    <w:rsid w:val="645A05F8"/>
    <w:rsid w:val="645A307F"/>
    <w:rsid w:val="645B024E"/>
    <w:rsid w:val="645E1FFF"/>
    <w:rsid w:val="645F7626"/>
    <w:rsid w:val="6460200F"/>
    <w:rsid w:val="64612268"/>
    <w:rsid w:val="6461590B"/>
    <w:rsid w:val="64622C14"/>
    <w:rsid w:val="6463001F"/>
    <w:rsid w:val="64644A09"/>
    <w:rsid w:val="646475B1"/>
    <w:rsid w:val="64684387"/>
    <w:rsid w:val="6469020F"/>
    <w:rsid w:val="646912C2"/>
    <w:rsid w:val="64692D9E"/>
    <w:rsid w:val="646D0D28"/>
    <w:rsid w:val="647247BA"/>
    <w:rsid w:val="64753107"/>
    <w:rsid w:val="64796606"/>
    <w:rsid w:val="647B13BB"/>
    <w:rsid w:val="647C1FC7"/>
    <w:rsid w:val="647D7F61"/>
    <w:rsid w:val="64801A8E"/>
    <w:rsid w:val="64805D2F"/>
    <w:rsid w:val="6481138B"/>
    <w:rsid w:val="648127D6"/>
    <w:rsid w:val="64850E7B"/>
    <w:rsid w:val="64872E45"/>
    <w:rsid w:val="648B0D38"/>
    <w:rsid w:val="648D48E5"/>
    <w:rsid w:val="648D579B"/>
    <w:rsid w:val="649015CE"/>
    <w:rsid w:val="6496671E"/>
    <w:rsid w:val="64972BCD"/>
    <w:rsid w:val="649816E5"/>
    <w:rsid w:val="64984948"/>
    <w:rsid w:val="649B64EF"/>
    <w:rsid w:val="649C2211"/>
    <w:rsid w:val="649D1248"/>
    <w:rsid w:val="649D4F28"/>
    <w:rsid w:val="649E018F"/>
    <w:rsid w:val="649E1F3D"/>
    <w:rsid w:val="649E70EC"/>
    <w:rsid w:val="64A064C3"/>
    <w:rsid w:val="64A1544D"/>
    <w:rsid w:val="64A657C0"/>
    <w:rsid w:val="64A70DF2"/>
    <w:rsid w:val="64A751B9"/>
    <w:rsid w:val="64A7633E"/>
    <w:rsid w:val="64A76B4E"/>
    <w:rsid w:val="64A82A4A"/>
    <w:rsid w:val="64A905D0"/>
    <w:rsid w:val="64AA08E2"/>
    <w:rsid w:val="64AA6B34"/>
    <w:rsid w:val="64AB34C2"/>
    <w:rsid w:val="64AD2443"/>
    <w:rsid w:val="64AD3F2E"/>
    <w:rsid w:val="64B035E7"/>
    <w:rsid w:val="64B276A2"/>
    <w:rsid w:val="64B30C5C"/>
    <w:rsid w:val="64B34C82"/>
    <w:rsid w:val="64B549B2"/>
    <w:rsid w:val="64B75E1C"/>
    <w:rsid w:val="64B84886"/>
    <w:rsid w:val="64B905C4"/>
    <w:rsid w:val="64B9710F"/>
    <w:rsid w:val="64BB489D"/>
    <w:rsid w:val="64BE438D"/>
    <w:rsid w:val="64C03C61"/>
    <w:rsid w:val="64C15076"/>
    <w:rsid w:val="64C179D9"/>
    <w:rsid w:val="64C74D38"/>
    <w:rsid w:val="64C841F0"/>
    <w:rsid w:val="64CC2606"/>
    <w:rsid w:val="64CC2E4D"/>
    <w:rsid w:val="64CD45D0"/>
    <w:rsid w:val="64CE04F6"/>
    <w:rsid w:val="64CE253B"/>
    <w:rsid w:val="64D17652"/>
    <w:rsid w:val="64D22DEC"/>
    <w:rsid w:val="64D3275D"/>
    <w:rsid w:val="64D33131"/>
    <w:rsid w:val="64D35E8F"/>
    <w:rsid w:val="64D50F01"/>
    <w:rsid w:val="64D616D7"/>
    <w:rsid w:val="64DA1CA0"/>
    <w:rsid w:val="64DC7427"/>
    <w:rsid w:val="64E17528"/>
    <w:rsid w:val="64E32012"/>
    <w:rsid w:val="64E4091A"/>
    <w:rsid w:val="64E64983"/>
    <w:rsid w:val="64E978B3"/>
    <w:rsid w:val="64EA091A"/>
    <w:rsid w:val="64EA5182"/>
    <w:rsid w:val="64EB215E"/>
    <w:rsid w:val="64EE5698"/>
    <w:rsid w:val="64EE6189"/>
    <w:rsid w:val="64EF7C37"/>
    <w:rsid w:val="64F105F3"/>
    <w:rsid w:val="64F16AC5"/>
    <w:rsid w:val="64F64550"/>
    <w:rsid w:val="64F662C7"/>
    <w:rsid w:val="64F75603"/>
    <w:rsid w:val="64F7783F"/>
    <w:rsid w:val="64F90A94"/>
    <w:rsid w:val="64F920B9"/>
    <w:rsid w:val="64F93617"/>
    <w:rsid w:val="64FB314B"/>
    <w:rsid w:val="64FB317E"/>
    <w:rsid w:val="64FC7E4E"/>
    <w:rsid w:val="64FD7A36"/>
    <w:rsid w:val="64FF5D1D"/>
    <w:rsid w:val="65003288"/>
    <w:rsid w:val="65013A9E"/>
    <w:rsid w:val="6503593A"/>
    <w:rsid w:val="650359D6"/>
    <w:rsid w:val="65044496"/>
    <w:rsid w:val="65070F64"/>
    <w:rsid w:val="650822B8"/>
    <w:rsid w:val="650B1598"/>
    <w:rsid w:val="650B3564"/>
    <w:rsid w:val="650D1FBF"/>
    <w:rsid w:val="651003ED"/>
    <w:rsid w:val="65101E2A"/>
    <w:rsid w:val="65106312"/>
    <w:rsid w:val="6511401A"/>
    <w:rsid w:val="65123A24"/>
    <w:rsid w:val="6517330B"/>
    <w:rsid w:val="65176F60"/>
    <w:rsid w:val="6518584B"/>
    <w:rsid w:val="651A3ECB"/>
    <w:rsid w:val="651C28CE"/>
    <w:rsid w:val="651C63EC"/>
    <w:rsid w:val="651F0325"/>
    <w:rsid w:val="651F3741"/>
    <w:rsid w:val="65206FD5"/>
    <w:rsid w:val="652105D0"/>
    <w:rsid w:val="65211833"/>
    <w:rsid w:val="65213A73"/>
    <w:rsid w:val="65223C55"/>
    <w:rsid w:val="65291804"/>
    <w:rsid w:val="652B11D6"/>
    <w:rsid w:val="652D3AAC"/>
    <w:rsid w:val="652E4A97"/>
    <w:rsid w:val="652F0DE7"/>
    <w:rsid w:val="652F585E"/>
    <w:rsid w:val="65302769"/>
    <w:rsid w:val="65314B5F"/>
    <w:rsid w:val="653171DB"/>
    <w:rsid w:val="65352819"/>
    <w:rsid w:val="6535464F"/>
    <w:rsid w:val="653561E9"/>
    <w:rsid w:val="65361EB4"/>
    <w:rsid w:val="65381B2B"/>
    <w:rsid w:val="653921B5"/>
    <w:rsid w:val="653C073C"/>
    <w:rsid w:val="65403BAB"/>
    <w:rsid w:val="65411D57"/>
    <w:rsid w:val="654245E4"/>
    <w:rsid w:val="65462191"/>
    <w:rsid w:val="654803C9"/>
    <w:rsid w:val="65487ED7"/>
    <w:rsid w:val="654A547A"/>
    <w:rsid w:val="654B0C57"/>
    <w:rsid w:val="654C5C98"/>
    <w:rsid w:val="654C7BEB"/>
    <w:rsid w:val="654D32FD"/>
    <w:rsid w:val="654F1534"/>
    <w:rsid w:val="65506D13"/>
    <w:rsid w:val="65546186"/>
    <w:rsid w:val="65553264"/>
    <w:rsid w:val="655645C6"/>
    <w:rsid w:val="65565908"/>
    <w:rsid w:val="65573663"/>
    <w:rsid w:val="655811BD"/>
    <w:rsid w:val="65582AF2"/>
    <w:rsid w:val="6559452A"/>
    <w:rsid w:val="65595AB0"/>
    <w:rsid w:val="65597F76"/>
    <w:rsid w:val="655B2DD2"/>
    <w:rsid w:val="655B72AD"/>
    <w:rsid w:val="655C5DDB"/>
    <w:rsid w:val="655C5EBC"/>
    <w:rsid w:val="655E49DF"/>
    <w:rsid w:val="655F791E"/>
    <w:rsid w:val="656224CF"/>
    <w:rsid w:val="65631293"/>
    <w:rsid w:val="65644F35"/>
    <w:rsid w:val="65652A5B"/>
    <w:rsid w:val="65681E83"/>
    <w:rsid w:val="656A6C0C"/>
    <w:rsid w:val="656D0C3B"/>
    <w:rsid w:val="656D44FD"/>
    <w:rsid w:val="656D46A1"/>
    <w:rsid w:val="656E00F0"/>
    <w:rsid w:val="656E3ADD"/>
    <w:rsid w:val="656F1F75"/>
    <w:rsid w:val="65701873"/>
    <w:rsid w:val="657201C9"/>
    <w:rsid w:val="65735178"/>
    <w:rsid w:val="657607C4"/>
    <w:rsid w:val="65765381"/>
    <w:rsid w:val="65766A16"/>
    <w:rsid w:val="65787252"/>
    <w:rsid w:val="657A1078"/>
    <w:rsid w:val="657A10AB"/>
    <w:rsid w:val="657E04FF"/>
    <w:rsid w:val="65821003"/>
    <w:rsid w:val="65841133"/>
    <w:rsid w:val="65843E73"/>
    <w:rsid w:val="6584570A"/>
    <w:rsid w:val="65862199"/>
    <w:rsid w:val="6587133C"/>
    <w:rsid w:val="65881026"/>
    <w:rsid w:val="65896749"/>
    <w:rsid w:val="658F217A"/>
    <w:rsid w:val="65905D2A"/>
    <w:rsid w:val="65906F90"/>
    <w:rsid w:val="659121A9"/>
    <w:rsid w:val="659147D3"/>
    <w:rsid w:val="659F053F"/>
    <w:rsid w:val="65A21AB7"/>
    <w:rsid w:val="65A41F9B"/>
    <w:rsid w:val="65A62989"/>
    <w:rsid w:val="65A6554D"/>
    <w:rsid w:val="65A75E63"/>
    <w:rsid w:val="65A9300C"/>
    <w:rsid w:val="65A9659D"/>
    <w:rsid w:val="65AA4049"/>
    <w:rsid w:val="65AB6E42"/>
    <w:rsid w:val="65AC2FB4"/>
    <w:rsid w:val="65AC6DB4"/>
    <w:rsid w:val="65AF7674"/>
    <w:rsid w:val="65B21B6B"/>
    <w:rsid w:val="65B430DC"/>
    <w:rsid w:val="65B637A7"/>
    <w:rsid w:val="65B86A96"/>
    <w:rsid w:val="65BB456B"/>
    <w:rsid w:val="65BC45FD"/>
    <w:rsid w:val="65BC4D6F"/>
    <w:rsid w:val="65BC6221"/>
    <w:rsid w:val="65BC7E5D"/>
    <w:rsid w:val="65BE2982"/>
    <w:rsid w:val="65BF0D3B"/>
    <w:rsid w:val="65BF6C48"/>
    <w:rsid w:val="65C717C5"/>
    <w:rsid w:val="65C9089F"/>
    <w:rsid w:val="65C9123C"/>
    <w:rsid w:val="65C922F7"/>
    <w:rsid w:val="65CD26C6"/>
    <w:rsid w:val="65CE48A4"/>
    <w:rsid w:val="65CF7F5D"/>
    <w:rsid w:val="65D25B65"/>
    <w:rsid w:val="65D642B1"/>
    <w:rsid w:val="65D8147F"/>
    <w:rsid w:val="65D87CB6"/>
    <w:rsid w:val="65D91E3D"/>
    <w:rsid w:val="65DA6FA5"/>
    <w:rsid w:val="65DB253C"/>
    <w:rsid w:val="65DB6F0D"/>
    <w:rsid w:val="65DD0843"/>
    <w:rsid w:val="65E16581"/>
    <w:rsid w:val="65E42EA7"/>
    <w:rsid w:val="65E56D8D"/>
    <w:rsid w:val="65E6245D"/>
    <w:rsid w:val="65E6471A"/>
    <w:rsid w:val="65E7230C"/>
    <w:rsid w:val="65E74EDD"/>
    <w:rsid w:val="65E82B61"/>
    <w:rsid w:val="65E911FF"/>
    <w:rsid w:val="65E94E9D"/>
    <w:rsid w:val="65E969BF"/>
    <w:rsid w:val="65EA2E46"/>
    <w:rsid w:val="65ED7F52"/>
    <w:rsid w:val="65F31E15"/>
    <w:rsid w:val="65F41C7C"/>
    <w:rsid w:val="65F53DDF"/>
    <w:rsid w:val="65F90B5C"/>
    <w:rsid w:val="65F90D46"/>
    <w:rsid w:val="65FC0D26"/>
    <w:rsid w:val="65FC3E00"/>
    <w:rsid w:val="65FC5075"/>
    <w:rsid w:val="65FE182A"/>
    <w:rsid w:val="65FF6A0B"/>
    <w:rsid w:val="6601021D"/>
    <w:rsid w:val="66012783"/>
    <w:rsid w:val="66027A69"/>
    <w:rsid w:val="660306DA"/>
    <w:rsid w:val="660364FC"/>
    <w:rsid w:val="660447B7"/>
    <w:rsid w:val="66047920"/>
    <w:rsid w:val="66061B48"/>
    <w:rsid w:val="66083B12"/>
    <w:rsid w:val="66086072"/>
    <w:rsid w:val="66092FE9"/>
    <w:rsid w:val="660A3579"/>
    <w:rsid w:val="660A56EF"/>
    <w:rsid w:val="660B5F04"/>
    <w:rsid w:val="660E00BD"/>
    <w:rsid w:val="660F30F2"/>
    <w:rsid w:val="66120DC5"/>
    <w:rsid w:val="661454EB"/>
    <w:rsid w:val="6614781D"/>
    <w:rsid w:val="66151F0F"/>
    <w:rsid w:val="66162E87"/>
    <w:rsid w:val="66175C54"/>
    <w:rsid w:val="66177F7C"/>
    <w:rsid w:val="66181D58"/>
    <w:rsid w:val="66186990"/>
    <w:rsid w:val="661C518D"/>
    <w:rsid w:val="661E76E7"/>
    <w:rsid w:val="6621658D"/>
    <w:rsid w:val="66224E91"/>
    <w:rsid w:val="66232A8A"/>
    <w:rsid w:val="66244283"/>
    <w:rsid w:val="66262B4C"/>
    <w:rsid w:val="662724F5"/>
    <w:rsid w:val="662928D3"/>
    <w:rsid w:val="662A30D0"/>
    <w:rsid w:val="662A7118"/>
    <w:rsid w:val="662B5A52"/>
    <w:rsid w:val="662C3140"/>
    <w:rsid w:val="662D6CA5"/>
    <w:rsid w:val="66300BF5"/>
    <w:rsid w:val="66303069"/>
    <w:rsid w:val="663133D8"/>
    <w:rsid w:val="663138AC"/>
    <w:rsid w:val="6631536B"/>
    <w:rsid w:val="66315C8D"/>
    <w:rsid w:val="6632293D"/>
    <w:rsid w:val="6634086E"/>
    <w:rsid w:val="6635340B"/>
    <w:rsid w:val="66365166"/>
    <w:rsid w:val="66374852"/>
    <w:rsid w:val="663813FA"/>
    <w:rsid w:val="66384DC2"/>
    <w:rsid w:val="66395AD7"/>
    <w:rsid w:val="663B633D"/>
    <w:rsid w:val="663D0474"/>
    <w:rsid w:val="663E5786"/>
    <w:rsid w:val="663E6AC9"/>
    <w:rsid w:val="66414944"/>
    <w:rsid w:val="664832B7"/>
    <w:rsid w:val="66494CEF"/>
    <w:rsid w:val="664B16AA"/>
    <w:rsid w:val="664B1C51"/>
    <w:rsid w:val="664B39FF"/>
    <w:rsid w:val="664C704A"/>
    <w:rsid w:val="664C79F9"/>
    <w:rsid w:val="665059E9"/>
    <w:rsid w:val="6652599C"/>
    <w:rsid w:val="66535697"/>
    <w:rsid w:val="66542FC7"/>
    <w:rsid w:val="66571C61"/>
    <w:rsid w:val="66581E87"/>
    <w:rsid w:val="6658595E"/>
    <w:rsid w:val="665C5C0C"/>
    <w:rsid w:val="665E3732"/>
    <w:rsid w:val="66606868"/>
    <w:rsid w:val="66653160"/>
    <w:rsid w:val="66694B9F"/>
    <w:rsid w:val="666B3587"/>
    <w:rsid w:val="666C55C6"/>
    <w:rsid w:val="667016B7"/>
    <w:rsid w:val="66707915"/>
    <w:rsid w:val="66711015"/>
    <w:rsid w:val="6672159B"/>
    <w:rsid w:val="66734E89"/>
    <w:rsid w:val="66752956"/>
    <w:rsid w:val="66783064"/>
    <w:rsid w:val="6678720D"/>
    <w:rsid w:val="66790B56"/>
    <w:rsid w:val="667C1E0A"/>
    <w:rsid w:val="667D3BE9"/>
    <w:rsid w:val="667E0551"/>
    <w:rsid w:val="667E639F"/>
    <w:rsid w:val="667F6659"/>
    <w:rsid w:val="6681673B"/>
    <w:rsid w:val="668272C8"/>
    <w:rsid w:val="66831F42"/>
    <w:rsid w:val="66833198"/>
    <w:rsid w:val="668543CC"/>
    <w:rsid w:val="6686712D"/>
    <w:rsid w:val="66873D34"/>
    <w:rsid w:val="66875B6F"/>
    <w:rsid w:val="668A2673"/>
    <w:rsid w:val="668B029F"/>
    <w:rsid w:val="668D700A"/>
    <w:rsid w:val="668F7D8F"/>
    <w:rsid w:val="66903B07"/>
    <w:rsid w:val="669453A6"/>
    <w:rsid w:val="669606F4"/>
    <w:rsid w:val="6696398A"/>
    <w:rsid w:val="66976C44"/>
    <w:rsid w:val="669E55C0"/>
    <w:rsid w:val="66A122C6"/>
    <w:rsid w:val="66A6055F"/>
    <w:rsid w:val="66A73722"/>
    <w:rsid w:val="66A8718F"/>
    <w:rsid w:val="66AD0761"/>
    <w:rsid w:val="66AD72F4"/>
    <w:rsid w:val="66AF0431"/>
    <w:rsid w:val="66B33EB2"/>
    <w:rsid w:val="66B372A4"/>
    <w:rsid w:val="66B45A6A"/>
    <w:rsid w:val="66B63055"/>
    <w:rsid w:val="66B75567"/>
    <w:rsid w:val="66B80D07"/>
    <w:rsid w:val="66B82471"/>
    <w:rsid w:val="66B955EA"/>
    <w:rsid w:val="66BB3915"/>
    <w:rsid w:val="66BD2C24"/>
    <w:rsid w:val="66BD382C"/>
    <w:rsid w:val="66BD60BE"/>
    <w:rsid w:val="66BF2781"/>
    <w:rsid w:val="66C0123E"/>
    <w:rsid w:val="66C25C19"/>
    <w:rsid w:val="66C33F9A"/>
    <w:rsid w:val="66C74719"/>
    <w:rsid w:val="66C8163B"/>
    <w:rsid w:val="66C8504F"/>
    <w:rsid w:val="66C90F36"/>
    <w:rsid w:val="66CA1D93"/>
    <w:rsid w:val="66CC01D9"/>
    <w:rsid w:val="66CC0FE3"/>
    <w:rsid w:val="66CC7B8D"/>
    <w:rsid w:val="66CF2531"/>
    <w:rsid w:val="66D12173"/>
    <w:rsid w:val="66D63080"/>
    <w:rsid w:val="66DA1CD5"/>
    <w:rsid w:val="66DA7115"/>
    <w:rsid w:val="66DB1226"/>
    <w:rsid w:val="66DD4F9F"/>
    <w:rsid w:val="66DE5093"/>
    <w:rsid w:val="66DF275A"/>
    <w:rsid w:val="66DF6DBA"/>
    <w:rsid w:val="66E208E7"/>
    <w:rsid w:val="66E357A4"/>
    <w:rsid w:val="66E64E7C"/>
    <w:rsid w:val="66EA76BB"/>
    <w:rsid w:val="66ED4AB6"/>
    <w:rsid w:val="66F23464"/>
    <w:rsid w:val="66F37079"/>
    <w:rsid w:val="66F55CC4"/>
    <w:rsid w:val="66F57CFF"/>
    <w:rsid w:val="66F61BBC"/>
    <w:rsid w:val="66F81BC8"/>
    <w:rsid w:val="66F95107"/>
    <w:rsid w:val="66FA39C9"/>
    <w:rsid w:val="66FB090B"/>
    <w:rsid w:val="66FB69A8"/>
    <w:rsid w:val="66FB7581"/>
    <w:rsid w:val="66FF1534"/>
    <w:rsid w:val="670047E9"/>
    <w:rsid w:val="67015BFA"/>
    <w:rsid w:val="67060A91"/>
    <w:rsid w:val="67075BE5"/>
    <w:rsid w:val="6707743F"/>
    <w:rsid w:val="670924C8"/>
    <w:rsid w:val="67096724"/>
    <w:rsid w:val="670D6F06"/>
    <w:rsid w:val="6712276E"/>
    <w:rsid w:val="671303DF"/>
    <w:rsid w:val="671363EA"/>
    <w:rsid w:val="67140640"/>
    <w:rsid w:val="671564F9"/>
    <w:rsid w:val="67193AFD"/>
    <w:rsid w:val="67196F45"/>
    <w:rsid w:val="671B1623"/>
    <w:rsid w:val="671B488C"/>
    <w:rsid w:val="6723058E"/>
    <w:rsid w:val="67242E77"/>
    <w:rsid w:val="672516C8"/>
    <w:rsid w:val="67252D64"/>
    <w:rsid w:val="6725662B"/>
    <w:rsid w:val="67271BEB"/>
    <w:rsid w:val="6727569A"/>
    <w:rsid w:val="67292A56"/>
    <w:rsid w:val="672A4582"/>
    <w:rsid w:val="672C11D7"/>
    <w:rsid w:val="672F1572"/>
    <w:rsid w:val="672F1E25"/>
    <w:rsid w:val="672F43AB"/>
    <w:rsid w:val="67304257"/>
    <w:rsid w:val="67304A31"/>
    <w:rsid w:val="673078F4"/>
    <w:rsid w:val="673152EA"/>
    <w:rsid w:val="67332E10"/>
    <w:rsid w:val="67334BBF"/>
    <w:rsid w:val="67341521"/>
    <w:rsid w:val="6734292B"/>
    <w:rsid w:val="67352056"/>
    <w:rsid w:val="673546C2"/>
    <w:rsid w:val="67382E47"/>
    <w:rsid w:val="673E2B17"/>
    <w:rsid w:val="673F17B5"/>
    <w:rsid w:val="673F7DDD"/>
    <w:rsid w:val="674110B2"/>
    <w:rsid w:val="67413CAB"/>
    <w:rsid w:val="6743374F"/>
    <w:rsid w:val="67433C69"/>
    <w:rsid w:val="674344B4"/>
    <w:rsid w:val="674402EA"/>
    <w:rsid w:val="67451296"/>
    <w:rsid w:val="67452B44"/>
    <w:rsid w:val="6745427E"/>
    <w:rsid w:val="67470341"/>
    <w:rsid w:val="674B254B"/>
    <w:rsid w:val="674B45CE"/>
    <w:rsid w:val="674C5208"/>
    <w:rsid w:val="675055AB"/>
    <w:rsid w:val="67523D3D"/>
    <w:rsid w:val="6753313D"/>
    <w:rsid w:val="67534958"/>
    <w:rsid w:val="675563A9"/>
    <w:rsid w:val="67560823"/>
    <w:rsid w:val="675B62F9"/>
    <w:rsid w:val="675B7975"/>
    <w:rsid w:val="675C418F"/>
    <w:rsid w:val="676139E8"/>
    <w:rsid w:val="67630015"/>
    <w:rsid w:val="6764121C"/>
    <w:rsid w:val="6764746E"/>
    <w:rsid w:val="67653667"/>
    <w:rsid w:val="67666577"/>
    <w:rsid w:val="676674D5"/>
    <w:rsid w:val="67670D0C"/>
    <w:rsid w:val="676B09B9"/>
    <w:rsid w:val="676F196F"/>
    <w:rsid w:val="676F5230"/>
    <w:rsid w:val="67711F19"/>
    <w:rsid w:val="67713C07"/>
    <w:rsid w:val="67741601"/>
    <w:rsid w:val="6777767C"/>
    <w:rsid w:val="67784872"/>
    <w:rsid w:val="677A6584"/>
    <w:rsid w:val="677C3F3B"/>
    <w:rsid w:val="677E4066"/>
    <w:rsid w:val="67801DCE"/>
    <w:rsid w:val="67813634"/>
    <w:rsid w:val="67836383"/>
    <w:rsid w:val="67841F6B"/>
    <w:rsid w:val="67853622"/>
    <w:rsid w:val="67875380"/>
    <w:rsid w:val="67885506"/>
    <w:rsid w:val="678B29B5"/>
    <w:rsid w:val="678D122D"/>
    <w:rsid w:val="678E7198"/>
    <w:rsid w:val="678F009F"/>
    <w:rsid w:val="678F642C"/>
    <w:rsid w:val="6790652E"/>
    <w:rsid w:val="6793565D"/>
    <w:rsid w:val="679508F7"/>
    <w:rsid w:val="67955FA2"/>
    <w:rsid w:val="6796464D"/>
    <w:rsid w:val="67966EFB"/>
    <w:rsid w:val="679767B0"/>
    <w:rsid w:val="6798347E"/>
    <w:rsid w:val="679A2F86"/>
    <w:rsid w:val="679C71D3"/>
    <w:rsid w:val="679D2ECE"/>
    <w:rsid w:val="679D51D1"/>
    <w:rsid w:val="679D64DC"/>
    <w:rsid w:val="679D71D0"/>
    <w:rsid w:val="67A03382"/>
    <w:rsid w:val="67A17B6A"/>
    <w:rsid w:val="67A22A38"/>
    <w:rsid w:val="67A36984"/>
    <w:rsid w:val="67A56A01"/>
    <w:rsid w:val="67A94E81"/>
    <w:rsid w:val="67AD6E5F"/>
    <w:rsid w:val="67AF38CF"/>
    <w:rsid w:val="67B033B3"/>
    <w:rsid w:val="67B042AE"/>
    <w:rsid w:val="67B26EF1"/>
    <w:rsid w:val="67B7165E"/>
    <w:rsid w:val="67BB436F"/>
    <w:rsid w:val="67BC0EC5"/>
    <w:rsid w:val="67BD6B7E"/>
    <w:rsid w:val="67C316C1"/>
    <w:rsid w:val="67C43A69"/>
    <w:rsid w:val="67C45E83"/>
    <w:rsid w:val="67C57D68"/>
    <w:rsid w:val="67C65F4E"/>
    <w:rsid w:val="67C717AB"/>
    <w:rsid w:val="67C90AB6"/>
    <w:rsid w:val="67C91A15"/>
    <w:rsid w:val="67CF4511"/>
    <w:rsid w:val="67D23394"/>
    <w:rsid w:val="67D30150"/>
    <w:rsid w:val="67D31A15"/>
    <w:rsid w:val="67D55353"/>
    <w:rsid w:val="67D62E8B"/>
    <w:rsid w:val="67D6379C"/>
    <w:rsid w:val="67D8186F"/>
    <w:rsid w:val="67DA7F59"/>
    <w:rsid w:val="67DD13E7"/>
    <w:rsid w:val="67DD5AB7"/>
    <w:rsid w:val="67DF199D"/>
    <w:rsid w:val="67E1291B"/>
    <w:rsid w:val="67E20393"/>
    <w:rsid w:val="67E30A6F"/>
    <w:rsid w:val="67EB72AC"/>
    <w:rsid w:val="67EC1CA1"/>
    <w:rsid w:val="67EC5B5E"/>
    <w:rsid w:val="67EE6DE1"/>
    <w:rsid w:val="67F105D6"/>
    <w:rsid w:val="67F152C4"/>
    <w:rsid w:val="67F73E3E"/>
    <w:rsid w:val="67F84C8E"/>
    <w:rsid w:val="67F9202C"/>
    <w:rsid w:val="67FA7265"/>
    <w:rsid w:val="67FD145A"/>
    <w:rsid w:val="68012B6E"/>
    <w:rsid w:val="680227E3"/>
    <w:rsid w:val="68045505"/>
    <w:rsid w:val="68063941"/>
    <w:rsid w:val="680B7C85"/>
    <w:rsid w:val="680C4DB4"/>
    <w:rsid w:val="680D1544"/>
    <w:rsid w:val="68111B38"/>
    <w:rsid w:val="68117410"/>
    <w:rsid w:val="68150768"/>
    <w:rsid w:val="68160568"/>
    <w:rsid w:val="6817003C"/>
    <w:rsid w:val="681A494B"/>
    <w:rsid w:val="681B220E"/>
    <w:rsid w:val="681C38A5"/>
    <w:rsid w:val="681D066F"/>
    <w:rsid w:val="682155DA"/>
    <w:rsid w:val="68223D12"/>
    <w:rsid w:val="682409AB"/>
    <w:rsid w:val="682516B2"/>
    <w:rsid w:val="682734E0"/>
    <w:rsid w:val="682747F7"/>
    <w:rsid w:val="68286EC6"/>
    <w:rsid w:val="682B322E"/>
    <w:rsid w:val="682B3AE8"/>
    <w:rsid w:val="682B4227"/>
    <w:rsid w:val="682C160E"/>
    <w:rsid w:val="682D7609"/>
    <w:rsid w:val="682E1F8E"/>
    <w:rsid w:val="68301BFC"/>
    <w:rsid w:val="68307350"/>
    <w:rsid w:val="68352C3E"/>
    <w:rsid w:val="68352E9A"/>
    <w:rsid w:val="68392338"/>
    <w:rsid w:val="683A7568"/>
    <w:rsid w:val="683D0D89"/>
    <w:rsid w:val="683E5F59"/>
    <w:rsid w:val="683F6F0F"/>
    <w:rsid w:val="68404F2C"/>
    <w:rsid w:val="68415DA4"/>
    <w:rsid w:val="68420E31"/>
    <w:rsid w:val="68427DF8"/>
    <w:rsid w:val="6847625B"/>
    <w:rsid w:val="684A43AC"/>
    <w:rsid w:val="684B5F38"/>
    <w:rsid w:val="684C37B6"/>
    <w:rsid w:val="684C5A6A"/>
    <w:rsid w:val="684D27F6"/>
    <w:rsid w:val="684D5796"/>
    <w:rsid w:val="684E1F44"/>
    <w:rsid w:val="684E2E22"/>
    <w:rsid w:val="684E3B5F"/>
    <w:rsid w:val="684E5A28"/>
    <w:rsid w:val="684F5205"/>
    <w:rsid w:val="6850780D"/>
    <w:rsid w:val="685249D6"/>
    <w:rsid w:val="68531414"/>
    <w:rsid w:val="685748DD"/>
    <w:rsid w:val="685847A6"/>
    <w:rsid w:val="685A43CD"/>
    <w:rsid w:val="685C5D9D"/>
    <w:rsid w:val="685D30CC"/>
    <w:rsid w:val="6860774A"/>
    <w:rsid w:val="6861124B"/>
    <w:rsid w:val="68616642"/>
    <w:rsid w:val="68634155"/>
    <w:rsid w:val="686A1D30"/>
    <w:rsid w:val="686B0388"/>
    <w:rsid w:val="686F60CA"/>
    <w:rsid w:val="68703BF0"/>
    <w:rsid w:val="687513D4"/>
    <w:rsid w:val="6877283A"/>
    <w:rsid w:val="687823AA"/>
    <w:rsid w:val="68784853"/>
    <w:rsid w:val="68790CF7"/>
    <w:rsid w:val="687B6680"/>
    <w:rsid w:val="687B7D76"/>
    <w:rsid w:val="687C4BDF"/>
    <w:rsid w:val="68802085"/>
    <w:rsid w:val="68831B76"/>
    <w:rsid w:val="68831E88"/>
    <w:rsid w:val="6883780E"/>
    <w:rsid w:val="688471B6"/>
    <w:rsid w:val="688537A8"/>
    <w:rsid w:val="6886400F"/>
    <w:rsid w:val="68882CE8"/>
    <w:rsid w:val="6888718C"/>
    <w:rsid w:val="688A2F04"/>
    <w:rsid w:val="688B27D8"/>
    <w:rsid w:val="688D6DD8"/>
    <w:rsid w:val="688E71EC"/>
    <w:rsid w:val="688E765B"/>
    <w:rsid w:val="6891753C"/>
    <w:rsid w:val="68923629"/>
    <w:rsid w:val="689328ED"/>
    <w:rsid w:val="6893389A"/>
    <w:rsid w:val="68942C47"/>
    <w:rsid w:val="68975621"/>
    <w:rsid w:val="689945B4"/>
    <w:rsid w:val="68994EF5"/>
    <w:rsid w:val="68996CFF"/>
    <w:rsid w:val="689B5E84"/>
    <w:rsid w:val="689C6793"/>
    <w:rsid w:val="689D1176"/>
    <w:rsid w:val="689E665F"/>
    <w:rsid w:val="68A112AF"/>
    <w:rsid w:val="68A65370"/>
    <w:rsid w:val="68A66228"/>
    <w:rsid w:val="68A77B72"/>
    <w:rsid w:val="68AB2154"/>
    <w:rsid w:val="68AB2361"/>
    <w:rsid w:val="68AD1BBA"/>
    <w:rsid w:val="68AD64E2"/>
    <w:rsid w:val="68B05DEC"/>
    <w:rsid w:val="68B131CE"/>
    <w:rsid w:val="68B47F81"/>
    <w:rsid w:val="68B63CF9"/>
    <w:rsid w:val="68B74B2D"/>
    <w:rsid w:val="68B913F2"/>
    <w:rsid w:val="68B9641D"/>
    <w:rsid w:val="68BA4E6C"/>
    <w:rsid w:val="68BB68A0"/>
    <w:rsid w:val="68BC0BE4"/>
    <w:rsid w:val="68C43B11"/>
    <w:rsid w:val="68C47A98"/>
    <w:rsid w:val="68C60434"/>
    <w:rsid w:val="68C727AC"/>
    <w:rsid w:val="68C728E7"/>
    <w:rsid w:val="68C76D92"/>
    <w:rsid w:val="68C77E96"/>
    <w:rsid w:val="68C901BB"/>
    <w:rsid w:val="68C93274"/>
    <w:rsid w:val="68CA463D"/>
    <w:rsid w:val="68CD37B3"/>
    <w:rsid w:val="68CD6011"/>
    <w:rsid w:val="68CE5D57"/>
    <w:rsid w:val="68D04B7E"/>
    <w:rsid w:val="68D14AF8"/>
    <w:rsid w:val="68D27307"/>
    <w:rsid w:val="68D4198E"/>
    <w:rsid w:val="68D93B23"/>
    <w:rsid w:val="68DB3760"/>
    <w:rsid w:val="68DC4DE2"/>
    <w:rsid w:val="68DE38C7"/>
    <w:rsid w:val="68E13B71"/>
    <w:rsid w:val="68E5013A"/>
    <w:rsid w:val="68E72104"/>
    <w:rsid w:val="68EA74FF"/>
    <w:rsid w:val="68EB27F1"/>
    <w:rsid w:val="68EB77F4"/>
    <w:rsid w:val="68EB7A95"/>
    <w:rsid w:val="68F60416"/>
    <w:rsid w:val="68F76D68"/>
    <w:rsid w:val="68FC6552"/>
    <w:rsid w:val="68FD36D6"/>
    <w:rsid w:val="68FE744E"/>
    <w:rsid w:val="68FF5475"/>
    <w:rsid w:val="69000E6D"/>
    <w:rsid w:val="690116A2"/>
    <w:rsid w:val="69012A9A"/>
    <w:rsid w:val="69015DDF"/>
    <w:rsid w:val="69024B81"/>
    <w:rsid w:val="69026F3E"/>
    <w:rsid w:val="69030825"/>
    <w:rsid w:val="69034A64"/>
    <w:rsid w:val="69054339"/>
    <w:rsid w:val="69060B2F"/>
    <w:rsid w:val="69075540"/>
    <w:rsid w:val="6908045D"/>
    <w:rsid w:val="6908360F"/>
    <w:rsid w:val="69086F3E"/>
    <w:rsid w:val="690B0D87"/>
    <w:rsid w:val="69117181"/>
    <w:rsid w:val="69140A12"/>
    <w:rsid w:val="69154248"/>
    <w:rsid w:val="69164798"/>
    <w:rsid w:val="69192C6C"/>
    <w:rsid w:val="691A3DDD"/>
    <w:rsid w:val="691B1DAE"/>
    <w:rsid w:val="691E3011"/>
    <w:rsid w:val="69280ED7"/>
    <w:rsid w:val="692A0F44"/>
    <w:rsid w:val="692B39EF"/>
    <w:rsid w:val="692C5D69"/>
    <w:rsid w:val="69303F51"/>
    <w:rsid w:val="6934320B"/>
    <w:rsid w:val="69347B88"/>
    <w:rsid w:val="69374229"/>
    <w:rsid w:val="69382960"/>
    <w:rsid w:val="69382B2F"/>
    <w:rsid w:val="693968A0"/>
    <w:rsid w:val="693A1CEA"/>
    <w:rsid w:val="693C595D"/>
    <w:rsid w:val="693D530D"/>
    <w:rsid w:val="69421C1A"/>
    <w:rsid w:val="69432B78"/>
    <w:rsid w:val="69454337"/>
    <w:rsid w:val="6945674B"/>
    <w:rsid w:val="694620EB"/>
    <w:rsid w:val="69471015"/>
    <w:rsid w:val="694844F6"/>
    <w:rsid w:val="694A254A"/>
    <w:rsid w:val="694A4CE6"/>
    <w:rsid w:val="694B4C11"/>
    <w:rsid w:val="694D54D6"/>
    <w:rsid w:val="694E2184"/>
    <w:rsid w:val="69506116"/>
    <w:rsid w:val="695174AB"/>
    <w:rsid w:val="695340C3"/>
    <w:rsid w:val="695428ED"/>
    <w:rsid w:val="69557A60"/>
    <w:rsid w:val="69574B35"/>
    <w:rsid w:val="69587098"/>
    <w:rsid w:val="69593314"/>
    <w:rsid w:val="695A7ED3"/>
    <w:rsid w:val="695B11C1"/>
    <w:rsid w:val="695B664F"/>
    <w:rsid w:val="695D5FC9"/>
    <w:rsid w:val="695E36CB"/>
    <w:rsid w:val="695F7C5B"/>
    <w:rsid w:val="69604BB4"/>
    <w:rsid w:val="696138C0"/>
    <w:rsid w:val="6961656F"/>
    <w:rsid w:val="69616F07"/>
    <w:rsid w:val="696377C0"/>
    <w:rsid w:val="69641F47"/>
    <w:rsid w:val="69643755"/>
    <w:rsid w:val="696543CD"/>
    <w:rsid w:val="696567ED"/>
    <w:rsid w:val="6965772A"/>
    <w:rsid w:val="69670670"/>
    <w:rsid w:val="69674FF3"/>
    <w:rsid w:val="69690D6B"/>
    <w:rsid w:val="696A0247"/>
    <w:rsid w:val="696A6B0E"/>
    <w:rsid w:val="696D54E3"/>
    <w:rsid w:val="696D5532"/>
    <w:rsid w:val="696E6E39"/>
    <w:rsid w:val="69730486"/>
    <w:rsid w:val="69734CD7"/>
    <w:rsid w:val="6974105C"/>
    <w:rsid w:val="6975083F"/>
    <w:rsid w:val="6975399C"/>
    <w:rsid w:val="69755139"/>
    <w:rsid w:val="69771118"/>
    <w:rsid w:val="697A0C17"/>
    <w:rsid w:val="697A2F79"/>
    <w:rsid w:val="697D3FE1"/>
    <w:rsid w:val="697D4817"/>
    <w:rsid w:val="697E0BFB"/>
    <w:rsid w:val="6980241C"/>
    <w:rsid w:val="6981272F"/>
    <w:rsid w:val="69812CFE"/>
    <w:rsid w:val="69813694"/>
    <w:rsid w:val="698332F2"/>
    <w:rsid w:val="69861C71"/>
    <w:rsid w:val="69872431"/>
    <w:rsid w:val="69875BD5"/>
    <w:rsid w:val="698A6080"/>
    <w:rsid w:val="698C05B6"/>
    <w:rsid w:val="698F22FA"/>
    <w:rsid w:val="69912443"/>
    <w:rsid w:val="69927375"/>
    <w:rsid w:val="69945095"/>
    <w:rsid w:val="699472E5"/>
    <w:rsid w:val="6998016C"/>
    <w:rsid w:val="69995197"/>
    <w:rsid w:val="699B2742"/>
    <w:rsid w:val="699D6C67"/>
    <w:rsid w:val="699D7017"/>
    <w:rsid w:val="699E3602"/>
    <w:rsid w:val="699E5870"/>
    <w:rsid w:val="699F653B"/>
    <w:rsid w:val="69A04B5C"/>
    <w:rsid w:val="69A17E26"/>
    <w:rsid w:val="69A264A8"/>
    <w:rsid w:val="69A53E97"/>
    <w:rsid w:val="69A73642"/>
    <w:rsid w:val="69A84CE1"/>
    <w:rsid w:val="69A91168"/>
    <w:rsid w:val="69A917DD"/>
    <w:rsid w:val="69A920BB"/>
    <w:rsid w:val="69AC6CED"/>
    <w:rsid w:val="69AD387F"/>
    <w:rsid w:val="69AE0D51"/>
    <w:rsid w:val="69B00B31"/>
    <w:rsid w:val="69B00F3B"/>
    <w:rsid w:val="69B523B5"/>
    <w:rsid w:val="69B63CCB"/>
    <w:rsid w:val="69BB70ED"/>
    <w:rsid w:val="69BE1E8E"/>
    <w:rsid w:val="69C04073"/>
    <w:rsid w:val="69C042A7"/>
    <w:rsid w:val="69C246FB"/>
    <w:rsid w:val="69CA7330"/>
    <w:rsid w:val="69CB189E"/>
    <w:rsid w:val="69CF4D5F"/>
    <w:rsid w:val="69CF7EF2"/>
    <w:rsid w:val="69D2289E"/>
    <w:rsid w:val="69D53A9E"/>
    <w:rsid w:val="69D57533"/>
    <w:rsid w:val="69D628AB"/>
    <w:rsid w:val="69D66AB0"/>
    <w:rsid w:val="69D73C5D"/>
    <w:rsid w:val="69D75428"/>
    <w:rsid w:val="69D837FB"/>
    <w:rsid w:val="69DD7064"/>
    <w:rsid w:val="69DD78EE"/>
    <w:rsid w:val="69E609EF"/>
    <w:rsid w:val="69E66B7B"/>
    <w:rsid w:val="69E72135"/>
    <w:rsid w:val="69E76F91"/>
    <w:rsid w:val="69EE1271"/>
    <w:rsid w:val="69F06D97"/>
    <w:rsid w:val="69F12E74"/>
    <w:rsid w:val="69F16886"/>
    <w:rsid w:val="69F218E8"/>
    <w:rsid w:val="69F401E1"/>
    <w:rsid w:val="69F456B2"/>
    <w:rsid w:val="69F50A13"/>
    <w:rsid w:val="69F575EB"/>
    <w:rsid w:val="69F57C38"/>
    <w:rsid w:val="69F8672E"/>
    <w:rsid w:val="69F918F5"/>
    <w:rsid w:val="69FA3CDC"/>
    <w:rsid w:val="69FA5E67"/>
    <w:rsid w:val="69FE0894"/>
    <w:rsid w:val="69FE105F"/>
    <w:rsid w:val="69FF56F4"/>
    <w:rsid w:val="69FF6FDA"/>
    <w:rsid w:val="6A01721A"/>
    <w:rsid w:val="6A0264B2"/>
    <w:rsid w:val="6A053E00"/>
    <w:rsid w:val="6A07418A"/>
    <w:rsid w:val="6A0942FC"/>
    <w:rsid w:val="6A0A5262"/>
    <w:rsid w:val="6A0B1059"/>
    <w:rsid w:val="6A0D5B9B"/>
    <w:rsid w:val="6A0F7BD1"/>
    <w:rsid w:val="6A10568B"/>
    <w:rsid w:val="6A141657"/>
    <w:rsid w:val="6A146BDC"/>
    <w:rsid w:val="6A152B2A"/>
    <w:rsid w:val="6A1C6802"/>
    <w:rsid w:val="6A1D1616"/>
    <w:rsid w:val="6A235652"/>
    <w:rsid w:val="6A246134"/>
    <w:rsid w:val="6A255D8C"/>
    <w:rsid w:val="6A256D09"/>
    <w:rsid w:val="6A264C09"/>
    <w:rsid w:val="6A2B11B7"/>
    <w:rsid w:val="6A2C3B18"/>
    <w:rsid w:val="6A2C3B47"/>
    <w:rsid w:val="6A2F26E7"/>
    <w:rsid w:val="6A2F7E33"/>
    <w:rsid w:val="6A31115D"/>
    <w:rsid w:val="6A330C5D"/>
    <w:rsid w:val="6A331139"/>
    <w:rsid w:val="6A377083"/>
    <w:rsid w:val="6A380B93"/>
    <w:rsid w:val="6A387B0C"/>
    <w:rsid w:val="6A39343C"/>
    <w:rsid w:val="6A3B1FAD"/>
    <w:rsid w:val="6A3C642F"/>
    <w:rsid w:val="6A41580B"/>
    <w:rsid w:val="6A425D55"/>
    <w:rsid w:val="6A4624AE"/>
    <w:rsid w:val="6A477BDD"/>
    <w:rsid w:val="6A4820AD"/>
    <w:rsid w:val="6A487533"/>
    <w:rsid w:val="6A4875ED"/>
    <w:rsid w:val="6A48774E"/>
    <w:rsid w:val="6A4A03A3"/>
    <w:rsid w:val="6A4A34DC"/>
    <w:rsid w:val="6A4A42DB"/>
    <w:rsid w:val="6A4A5A55"/>
    <w:rsid w:val="6A4D03B1"/>
    <w:rsid w:val="6A4D1742"/>
    <w:rsid w:val="6A4F296B"/>
    <w:rsid w:val="6A503CD9"/>
    <w:rsid w:val="6A504B36"/>
    <w:rsid w:val="6A5050DE"/>
    <w:rsid w:val="6A506EA8"/>
    <w:rsid w:val="6A5147DC"/>
    <w:rsid w:val="6A516435"/>
    <w:rsid w:val="6A51658D"/>
    <w:rsid w:val="6A524E84"/>
    <w:rsid w:val="6A5512FB"/>
    <w:rsid w:val="6A555414"/>
    <w:rsid w:val="6A595319"/>
    <w:rsid w:val="6A5D5E4B"/>
    <w:rsid w:val="6A5E2CE0"/>
    <w:rsid w:val="6A5F5BA1"/>
    <w:rsid w:val="6A61598F"/>
    <w:rsid w:val="6A617BB6"/>
    <w:rsid w:val="6A626FF8"/>
    <w:rsid w:val="6A6402DF"/>
    <w:rsid w:val="6A652D50"/>
    <w:rsid w:val="6A6534F3"/>
    <w:rsid w:val="6A670C5E"/>
    <w:rsid w:val="6A67504C"/>
    <w:rsid w:val="6A6A2BE2"/>
    <w:rsid w:val="6A6E0D87"/>
    <w:rsid w:val="6A6F45A5"/>
    <w:rsid w:val="6A715BCE"/>
    <w:rsid w:val="6A7259FE"/>
    <w:rsid w:val="6A73458C"/>
    <w:rsid w:val="6A737B41"/>
    <w:rsid w:val="6A752255"/>
    <w:rsid w:val="6A782CF2"/>
    <w:rsid w:val="6A7A1A99"/>
    <w:rsid w:val="6A7D5970"/>
    <w:rsid w:val="6A8524F5"/>
    <w:rsid w:val="6A86594D"/>
    <w:rsid w:val="6A885221"/>
    <w:rsid w:val="6A8C4C1A"/>
    <w:rsid w:val="6A8D3F60"/>
    <w:rsid w:val="6A90057A"/>
    <w:rsid w:val="6A9040D6"/>
    <w:rsid w:val="6A906D98"/>
    <w:rsid w:val="6A907575"/>
    <w:rsid w:val="6A94006A"/>
    <w:rsid w:val="6A95278F"/>
    <w:rsid w:val="6A95683A"/>
    <w:rsid w:val="6A970205"/>
    <w:rsid w:val="6A9744B5"/>
    <w:rsid w:val="6A9A57A4"/>
    <w:rsid w:val="6A9D215F"/>
    <w:rsid w:val="6A9D53A6"/>
    <w:rsid w:val="6A9F31D7"/>
    <w:rsid w:val="6A9F7389"/>
    <w:rsid w:val="6AA2775F"/>
    <w:rsid w:val="6AA57DA9"/>
    <w:rsid w:val="6AA86A6F"/>
    <w:rsid w:val="6AAA37E5"/>
    <w:rsid w:val="6AAC257C"/>
    <w:rsid w:val="6AAF5675"/>
    <w:rsid w:val="6AAF5F99"/>
    <w:rsid w:val="6AB02ED0"/>
    <w:rsid w:val="6AB0795E"/>
    <w:rsid w:val="6AB211E6"/>
    <w:rsid w:val="6AB32CFC"/>
    <w:rsid w:val="6AB36194"/>
    <w:rsid w:val="6AB53B3C"/>
    <w:rsid w:val="6AB95A1E"/>
    <w:rsid w:val="6ABE2785"/>
    <w:rsid w:val="6AC125C8"/>
    <w:rsid w:val="6AC513D4"/>
    <w:rsid w:val="6AC73CB8"/>
    <w:rsid w:val="6ACB15B2"/>
    <w:rsid w:val="6ACB26CD"/>
    <w:rsid w:val="6ACD2422"/>
    <w:rsid w:val="6ACD2BDD"/>
    <w:rsid w:val="6ACF3D0D"/>
    <w:rsid w:val="6ACF61B2"/>
    <w:rsid w:val="6AD00976"/>
    <w:rsid w:val="6AD0354C"/>
    <w:rsid w:val="6AD31995"/>
    <w:rsid w:val="6AD5555E"/>
    <w:rsid w:val="6AD64D9C"/>
    <w:rsid w:val="6AD921F8"/>
    <w:rsid w:val="6AD9782B"/>
    <w:rsid w:val="6ADA2AD7"/>
    <w:rsid w:val="6ADA35A3"/>
    <w:rsid w:val="6ADA5455"/>
    <w:rsid w:val="6ADA6514"/>
    <w:rsid w:val="6ADB000A"/>
    <w:rsid w:val="6ADD3AC7"/>
    <w:rsid w:val="6ADE1859"/>
    <w:rsid w:val="6AE01D99"/>
    <w:rsid w:val="6AE20E87"/>
    <w:rsid w:val="6AE32207"/>
    <w:rsid w:val="6AE341AB"/>
    <w:rsid w:val="6AE45724"/>
    <w:rsid w:val="6AE50D6F"/>
    <w:rsid w:val="6AE939AD"/>
    <w:rsid w:val="6AEB70B9"/>
    <w:rsid w:val="6AEB755E"/>
    <w:rsid w:val="6AEE6CD6"/>
    <w:rsid w:val="6AEF045F"/>
    <w:rsid w:val="6AF02DC7"/>
    <w:rsid w:val="6AF35C29"/>
    <w:rsid w:val="6AF40B09"/>
    <w:rsid w:val="6AF44D7B"/>
    <w:rsid w:val="6AF60D7D"/>
    <w:rsid w:val="6AFA1B16"/>
    <w:rsid w:val="6AFC65BA"/>
    <w:rsid w:val="6B0533C5"/>
    <w:rsid w:val="6B072F56"/>
    <w:rsid w:val="6B087B97"/>
    <w:rsid w:val="6B0934A1"/>
    <w:rsid w:val="6B0B2E39"/>
    <w:rsid w:val="6B11134B"/>
    <w:rsid w:val="6B1747F7"/>
    <w:rsid w:val="6B1B4CFB"/>
    <w:rsid w:val="6B1B6FEE"/>
    <w:rsid w:val="6B1C0AB8"/>
    <w:rsid w:val="6B1C1E82"/>
    <w:rsid w:val="6B1F1D41"/>
    <w:rsid w:val="6B1F6984"/>
    <w:rsid w:val="6B203816"/>
    <w:rsid w:val="6B2148EA"/>
    <w:rsid w:val="6B226886"/>
    <w:rsid w:val="6B2378E4"/>
    <w:rsid w:val="6B244B6D"/>
    <w:rsid w:val="6B25446F"/>
    <w:rsid w:val="6B272C8C"/>
    <w:rsid w:val="6B2807B2"/>
    <w:rsid w:val="6B2868E6"/>
    <w:rsid w:val="6B2F0945"/>
    <w:rsid w:val="6B2F7D48"/>
    <w:rsid w:val="6B314FD2"/>
    <w:rsid w:val="6B316985"/>
    <w:rsid w:val="6B336519"/>
    <w:rsid w:val="6B3644A7"/>
    <w:rsid w:val="6B3711BD"/>
    <w:rsid w:val="6B3761F4"/>
    <w:rsid w:val="6B391604"/>
    <w:rsid w:val="6B3A4731"/>
    <w:rsid w:val="6B3B77DD"/>
    <w:rsid w:val="6B3E1281"/>
    <w:rsid w:val="6B3E3B32"/>
    <w:rsid w:val="6B4132A3"/>
    <w:rsid w:val="6B454B19"/>
    <w:rsid w:val="6B472E6F"/>
    <w:rsid w:val="6B4948E2"/>
    <w:rsid w:val="6B4B5BDA"/>
    <w:rsid w:val="6B4C7699"/>
    <w:rsid w:val="6B4E5902"/>
    <w:rsid w:val="6B4E646B"/>
    <w:rsid w:val="6B4F21E3"/>
    <w:rsid w:val="6B506DE4"/>
    <w:rsid w:val="6B5108D5"/>
    <w:rsid w:val="6B53053B"/>
    <w:rsid w:val="6B556E30"/>
    <w:rsid w:val="6B5617C3"/>
    <w:rsid w:val="6B5B2AC9"/>
    <w:rsid w:val="6B5B46E4"/>
    <w:rsid w:val="6B5C220A"/>
    <w:rsid w:val="6B601CFA"/>
    <w:rsid w:val="6B602422"/>
    <w:rsid w:val="6B612BC3"/>
    <w:rsid w:val="6B640AE2"/>
    <w:rsid w:val="6B65775F"/>
    <w:rsid w:val="6B672872"/>
    <w:rsid w:val="6B6738BE"/>
    <w:rsid w:val="6B6B5B7D"/>
    <w:rsid w:val="6B6C069F"/>
    <w:rsid w:val="6B6C4B45"/>
    <w:rsid w:val="6B715CB5"/>
    <w:rsid w:val="6B736AB7"/>
    <w:rsid w:val="6B7439F8"/>
    <w:rsid w:val="6B7441D2"/>
    <w:rsid w:val="6B75171B"/>
    <w:rsid w:val="6B7665F0"/>
    <w:rsid w:val="6B792DB5"/>
    <w:rsid w:val="6B7A36A2"/>
    <w:rsid w:val="6B7B6D33"/>
    <w:rsid w:val="6B7C0B1E"/>
    <w:rsid w:val="6B7C24AE"/>
    <w:rsid w:val="6B7C49FE"/>
    <w:rsid w:val="6B7C771D"/>
    <w:rsid w:val="6B800983"/>
    <w:rsid w:val="6B817EDE"/>
    <w:rsid w:val="6B826531"/>
    <w:rsid w:val="6B827EC3"/>
    <w:rsid w:val="6B833C3B"/>
    <w:rsid w:val="6B871FA6"/>
    <w:rsid w:val="6B88416D"/>
    <w:rsid w:val="6B8844A9"/>
    <w:rsid w:val="6B8D6FBA"/>
    <w:rsid w:val="6B8F45B9"/>
    <w:rsid w:val="6B910106"/>
    <w:rsid w:val="6B910B08"/>
    <w:rsid w:val="6B9402BB"/>
    <w:rsid w:val="6B957ACB"/>
    <w:rsid w:val="6B98220A"/>
    <w:rsid w:val="6B9876E6"/>
    <w:rsid w:val="6B9D24AB"/>
    <w:rsid w:val="6B9E2823"/>
    <w:rsid w:val="6B9F5A19"/>
    <w:rsid w:val="6BA0071C"/>
    <w:rsid w:val="6BA0659B"/>
    <w:rsid w:val="6BA20565"/>
    <w:rsid w:val="6BA271FB"/>
    <w:rsid w:val="6BA46DE9"/>
    <w:rsid w:val="6BA50055"/>
    <w:rsid w:val="6BA605BD"/>
    <w:rsid w:val="6BA67484"/>
    <w:rsid w:val="6BA70FC7"/>
    <w:rsid w:val="6BA73DCD"/>
    <w:rsid w:val="6BA83A53"/>
    <w:rsid w:val="6BA90E53"/>
    <w:rsid w:val="6BA936A1"/>
    <w:rsid w:val="6BA96C69"/>
    <w:rsid w:val="6BAB6CB1"/>
    <w:rsid w:val="6BAE1754"/>
    <w:rsid w:val="6BAE58B8"/>
    <w:rsid w:val="6BAF57FE"/>
    <w:rsid w:val="6BB13C7D"/>
    <w:rsid w:val="6BB1457D"/>
    <w:rsid w:val="6BB1640F"/>
    <w:rsid w:val="6BB25B5E"/>
    <w:rsid w:val="6BB63360"/>
    <w:rsid w:val="6BBB054E"/>
    <w:rsid w:val="6BBB33D4"/>
    <w:rsid w:val="6BBF04B2"/>
    <w:rsid w:val="6BBF5090"/>
    <w:rsid w:val="6BBF563B"/>
    <w:rsid w:val="6BC058EB"/>
    <w:rsid w:val="6BC35ADF"/>
    <w:rsid w:val="6BC67D6B"/>
    <w:rsid w:val="6BC70A74"/>
    <w:rsid w:val="6BC924C2"/>
    <w:rsid w:val="6BCD5D2A"/>
    <w:rsid w:val="6BCE6857"/>
    <w:rsid w:val="6BCF3FAB"/>
    <w:rsid w:val="6BD32A44"/>
    <w:rsid w:val="6BD55568"/>
    <w:rsid w:val="6BD6020E"/>
    <w:rsid w:val="6BD83F86"/>
    <w:rsid w:val="6BD85C84"/>
    <w:rsid w:val="6BD9600D"/>
    <w:rsid w:val="6BDA116D"/>
    <w:rsid w:val="6BDB5825"/>
    <w:rsid w:val="6BDE3556"/>
    <w:rsid w:val="6BDF0725"/>
    <w:rsid w:val="6BDF4779"/>
    <w:rsid w:val="6BE01BD4"/>
    <w:rsid w:val="6BE400F3"/>
    <w:rsid w:val="6BE56C55"/>
    <w:rsid w:val="6BE57080"/>
    <w:rsid w:val="6BEA3CBA"/>
    <w:rsid w:val="6BEC5B20"/>
    <w:rsid w:val="6BEC5C84"/>
    <w:rsid w:val="6BF31050"/>
    <w:rsid w:val="6BF31BDA"/>
    <w:rsid w:val="6BF33152"/>
    <w:rsid w:val="6BF3321B"/>
    <w:rsid w:val="6BF37628"/>
    <w:rsid w:val="6BF54EC4"/>
    <w:rsid w:val="6BF806AB"/>
    <w:rsid w:val="6BF9243D"/>
    <w:rsid w:val="6BF95652"/>
    <w:rsid w:val="6BFB1533"/>
    <w:rsid w:val="6BFB6C5C"/>
    <w:rsid w:val="6BFF02C9"/>
    <w:rsid w:val="6C0134DD"/>
    <w:rsid w:val="6C027255"/>
    <w:rsid w:val="6C03752E"/>
    <w:rsid w:val="6C0429FF"/>
    <w:rsid w:val="6C080E0E"/>
    <w:rsid w:val="6C081D52"/>
    <w:rsid w:val="6C093545"/>
    <w:rsid w:val="6C09788E"/>
    <w:rsid w:val="6C0A0CAB"/>
    <w:rsid w:val="6C0A2E77"/>
    <w:rsid w:val="6C0F536A"/>
    <w:rsid w:val="6C0F5DFD"/>
    <w:rsid w:val="6C112D8E"/>
    <w:rsid w:val="6C134FBF"/>
    <w:rsid w:val="6C143E47"/>
    <w:rsid w:val="6C1825D5"/>
    <w:rsid w:val="6C1D5E3D"/>
    <w:rsid w:val="6C1D6F03"/>
    <w:rsid w:val="6C1E3031"/>
    <w:rsid w:val="6C1E475D"/>
    <w:rsid w:val="6C2001B8"/>
    <w:rsid w:val="6C214CF5"/>
    <w:rsid w:val="6C216774"/>
    <w:rsid w:val="6C222F18"/>
    <w:rsid w:val="6C225202"/>
    <w:rsid w:val="6C256AA0"/>
    <w:rsid w:val="6C257427"/>
    <w:rsid w:val="6C267387"/>
    <w:rsid w:val="6C267E10"/>
    <w:rsid w:val="6C271A11"/>
    <w:rsid w:val="6C2B0EE9"/>
    <w:rsid w:val="6C2C43D3"/>
    <w:rsid w:val="6C2C6499"/>
    <w:rsid w:val="6C2E32E0"/>
    <w:rsid w:val="6C30791F"/>
    <w:rsid w:val="6C311952"/>
    <w:rsid w:val="6C313697"/>
    <w:rsid w:val="6C34396C"/>
    <w:rsid w:val="6C36419C"/>
    <w:rsid w:val="6C367D0C"/>
    <w:rsid w:val="6C375151"/>
    <w:rsid w:val="6C376AE6"/>
    <w:rsid w:val="6C376EFF"/>
    <w:rsid w:val="6C3A3311"/>
    <w:rsid w:val="6C3B50C0"/>
    <w:rsid w:val="6C3B62C3"/>
    <w:rsid w:val="6C3D226F"/>
    <w:rsid w:val="6C3D677F"/>
    <w:rsid w:val="6C3E1A82"/>
    <w:rsid w:val="6C3F1E8F"/>
    <w:rsid w:val="6C3F3BA4"/>
    <w:rsid w:val="6C411DF3"/>
    <w:rsid w:val="6C44161C"/>
    <w:rsid w:val="6C450EF0"/>
    <w:rsid w:val="6C4728CF"/>
    <w:rsid w:val="6C49148D"/>
    <w:rsid w:val="6C4A62C0"/>
    <w:rsid w:val="6C4B1AF5"/>
    <w:rsid w:val="6C4B41D9"/>
    <w:rsid w:val="6C4C402C"/>
    <w:rsid w:val="6C4C728B"/>
    <w:rsid w:val="6C5318E8"/>
    <w:rsid w:val="6C554B6F"/>
    <w:rsid w:val="6C557385"/>
    <w:rsid w:val="6C565829"/>
    <w:rsid w:val="6C57134F"/>
    <w:rsid w:val="6C5A2BED"/>
    <w:rsid w:val="6C5A5CA5"/>
    <w:rsid w:val="6C5B0BC5"/>
    <w:rsid w:val="6C5C4BB7"/>
    <w:rsid w:val="6C5F064E"/>
    <w:rsid w:val="6C5F2A4E"/>
    <w:rsid w:val="6C5F6F46"/>
    <w:rsid w:val="6C63576E"/>
    <w:rsid w:val="6C636E4F"/>
    <w:rsid w:val="6C647D9B"/>
    <w:rsid w:val="6C6731BA"/>
    <w:rsid w:val="6C680913"/>
    <w:rsid w:val="6C680B1B"/>
    <w:rsid w:val="6C6A16B1"/>
    <w:rsid w:val="6C6A1C01"/>
    <w:rsid w:val="6C6D2921"/>
    <w:rsid w:val="6C6E484C"/>
    <w:rsid w:val="6C773F16"/>
    <w:rsid w:val="6C7A7497"/>
    <w:rsid w:val="6C7D068A"/>
    <w:rsid w:val="6C7D4B2E"/>
    <w:rsid w:val="6C822233"/>
    <w:rsid w:val="6C823EF2"/>
    <w:rsid w:val="6C8275A7"/>
    <w:rsid w:val="6C841AC8"/>
    <w:rsid w:val="6C844F42"/>
    <w:rsid w:val="6C882FC9"/>
    <w:rsid w:val="6C88775B"/>
    <w:rsid w:val="6C894D90"/>
    <w:rsid w:val="6C8B3298"/>
    <w:rsid w:val="6C8C24FD"/>
    <w:rsid w:val="6C8F1D05"/>
    <w:rsid w:val="6C8F6C1A"/>
    <w:rsid w:val="6C9035C7"/>
    <w:rsid w:val="6C933BA9"/>
    <w:rsid w:val="6C954E9B"/>
    <w:rsid w:val="6C970433"/>
    <w:rsid w:val="6C9818B5"/>
    <w:rsid w:val="6C9971E0"/>
    <w:rsid w:val="6C9B7D45"/>
    <w:rsid w:val="6C9C1458"/>
    <w:rsid w:val="6C9C5CF1"/>
    <w:rsid w:val="6C9C6D62"/>
    <w:rsid w:val="6C9E119C"/>
    <w:rsid w:val="6C9E2CD9"/>
    <w:rsid w:val="6C9E5240"/>
    <w:rsid w:val="6C9F23FB"/>
    <w:rsid w:val="6CA2272C"/>
    <w:rsid w:val="6CA4030D"/>
    <w:rsid w:val="6CA41390"/>
    <w:rsid w:val="6CA45F00"/>
    <w:rsid w:val="6CA50515"/>
    <w:rsid w:val="6CA6001D"/>
    <w:rsid w:val="6CA60A7B"/>
    <w:rsid w:val="6CA8146A"/>
    <w:rsid w:val="6CA91B67"/>
    <w:rsid w:val="6CAD3F7A"/>
    <w:rsid w:val="6CAD5413"/>
    <w:rsid w:val="6CB07DDA"/>
    <w:rsid w:val="6CB30550"/>
    <w:rsid w:val="6CB57E24"/>
    <w:rsid w:val="6CB71217"/>
    <w:rsid w:val="6CB767C1"/>
    <w:rsid w:val="6CBA6439"/>
    <w:rsid w:val="6CBE6E8E"/>
    <w:rsid w:val="6CBF0CA2"/>
    <w:rsid w:val="6CC013E8"/>
    <w:rsid w:val="6CC11AAF"/>
    <w:rsid w:val="6CC24FF6"/>
    <w:rsid w:val="6CC5333F"/>
    <w:rsid w:val="6CCA7D73"/>
    <w:rsid w:val="6CCD0B11"/>
    <w:rsid w:val="6CCE55B8"/>
    <w:rsid w:val="6CCE7137"/>
    <w:rsid w:val="6CCF70E3"/>
    <w:rsid w:val="6CD04C5E"/>
    <w:rsid w:val="6CD32365"/>
    <w:rsid w:val="6CD40BF2"/>
    <w:rsid w:val="6CD65469"/>
    <w:rsid w:val="6CD749C7"/>
    <w:rsid w:val="6CD81D64"/>
    <w:rsid w:val="6CD925DB"/>
    <w:rsid w:val="6CD92F7A"/>
    <w:rsid w:val="6CD93854"/>
    <w:rsid w:val="6CD940F4"/>
    <w:rsid w:val="6CDA5ADC"/>
    <w:rsid w:val="6CDC7043"/>
    <w:rsid w:val="6CDC7AA6"/>
    <w:rsid w:val="6CDF2638"/>
    <w:rsid w:val="6CDF6F00"/>
    <w:rsid w:val="6CE049BB"/>
    <w:rsid w:val="6CE1418C"/>
    <w:rsid w:val="6CE82822"/>
    <w:rsid w:val="6CEA1D6F"/>
    <w:rsid w:val="6CEA21C3"/>
    <w:rsid w:val="6CEB3AC8"/>
    <w:rsid w:val="6CEC33B0"/>
    <w:rsid w:val="6CEC3416"/>
    <w:rsid w:val="6CEC6AEB"/>
    <w:rsid w:val="6CED34E0"/>
    <w:rsid w:val="6CED3A62"/>
    <w:rsid w:val="6CEE3336"/>
    <w:rsid w:val="6CF01821"/>
    <w:rsid w:val="6CF45094"/>
    <w:rsid w:val="6CF50B68"/>
    <w:rsid w:val="6CF546C4"/>
    <w:rsid w:val="6CFA45D8"/>
    <w:rsid w:val="6CFD064B"/>
    <w:rsid w:val="6D00445A"/>
    <w:rsid w:val="6D010C1D"/>
    <w:rsid w:val="6D013776"/>
    <w:rsid w:val="6D017A2B"/>
    <w:rsid w:val="6D025CC0"/>
    <w:rsid w:val="6D035E84"/>
    <w:rsid w:val="6D040C67"/>
    <w:rsid w:val="6D047261"/>
    <w:rsid w:val="6D050DAB"/>
    <w:rsid w:val="6D065684"/>
    <w:rsid w:val="6D084073"/>
    <w:rsid w:val="6D0E0FD9"/>
    <w:rsid w:val="6D0E6B40"/>
    <w:rsid w:val="6D0F4E05"/>
    <w:rsid w:val="6D102C07"/>
    <w:rsid w:val="6D1234C8"/>
    <w:rsid w:val="6D123CB1"/>
    <w:rsid w:val="6D126DB6"/>
    <w:rsid w:val="6D162C47"/>
    <w:rsid w:val="6D162FB8"/>
    <w:rsid w:val="6D166AA4"/>
    <w:rsid w:val="6D1976C5"/>
    <w:rsid w:val="6D1B7989"/>
    <w:rsid w:val="6D1D7BBB"/>
    <w:rsid w:val="6D1F1741"/>
    <w:rsid w:val="6D2173D6"/>
    <w:rsid w:val="6D240D81"/>
    <w:rsid w:val="6D2441F8"/>
    <w:rsid w:val="6D2562C1"/>
    <w:rsid w:val="6D26526D"/>
    <w:rsid w:val="6D2B73B8"/>
    <w:rsid w:val="6D2C7849"/>
    <w:rsid w:val="6D2F5E28"/>
    <w:rsid w:val="6D2F710E"/>
    <w:rsid w:val="6D310541"/>
    <w:rsid w:val="6D315F01"/>
    <w:rsid w:val="6D34775C"/>
    <w:rsid w:val="6D370745"/>
    <w:rsid w:val="6D382835"/>
    <w:rsid w:val="6D3B2ED7"/>
    <w:rsid w:val="6D3C22F3"/>
    <w:rsid w:val="6D3D5491"/>
    <w:rsid w:val="6D3E250F"/>
    <w:rsid w:val="6D3E42BD"/>
    <w:rsid w:val="6D400035"/>
    <w:rsid w:val="6D423282"/>
    <w:rsid w:val="6D434DE7"/>
    <w:rsid w:val="6D437F11"/>
    <w:rsid w:val="6D441346"/>
    <w:rsid w:val="6D45564C"/>
    <w:rsid w:val="6D456CD2"/>
    <w:rsid w:val="6D46401E"/>
    <w:rsid w:val="6D474A8C"/>
    <w:rsid w:val="6D4E18DB"/>
    <w:rsid w:val="6D4E5989"/>
    <w:rsid w:val="6D514307"/>
    <w:rsid w:val="6D541563"/>
    <w:rsid w:val="6D5442CD"/>
    <w:rsid w:val="6D547DFC"/>
    <w:rsid w:val="6D572C51"/>
    <w:rsid w:val="6D5C3F23"/>
    <w:rsid w:val="6D606A37"/>
    <w:rsid w:val="6D614342"/>
    <w:rsid w:val="6D614C29"/>
    <w:rsid w:val="6D617EE0"/>
    <w:rsid w:val="6D626F35"/>
    <w:rsid w:val="6D633D24"/>
    <w:rsid w:val="6D633F3F"/>
    <w:rsid w:val="6D666345"/>
    <w:rsid w:val="6D700CC9"/>
    <w:rsid w:val="6D750810"/>
    <w:rsid w:val="6D753133"/>
    <w:rsid w:val="6D760249"/>
    <w:rsid w:val="6D763A57"/>
    <w:rsid w:val="6D7653AA"/>
    <w:rsid w:val="6D765805"/>
    <w:rsid w:val="6D76580A"/>
    <w:rsid w:val="6D7970A3"/>
    <w:rsid w:val="6D7A29BA"/>
    <w:rsid w:val="6D7A5D42"/>
    <w:rsid w:val="6D7C7AF6"/>
    <w:rsid w:val="6D7D499B"/>
    <w:rsid w:val="6D7D4F8C"/>
    <w:rsid w:val="6D7D538C"/>
    <w:rsid w:val="6D7D685A"/>
    <w:rsid w:val="6D806684"/>
    <w:rsid w:val="6D8114DB"/>
    <w:rsid w:val="6D837F22"/>
    <w:rsid w:val="6D8617C0"/>
    <w:rsid w:val="6D864406"/>
    <w:rsid w:val="6D872C8C"/>
    <w:rsid w:val="6D8819DC"/>
    <w:rsid w:val="6D89398E"/>
    <w:rsid w:val="6D8A5754"/>
    <w:rsid w:val="6D8B3E6D"/>
    <w:rsid w:val="6D8D0DA1"/>
    <w:rsid w:val="6D8D5497"/>
    <w:rsid w:val="6D90476F"/>
    <w:rsid w:val="6D905392"/>
    <w:rsid w:val="6D905582"/>
    <w:rsid w:val="6D916046"/>
    <w:rsid w:val="6D921FA8"/>
    <w:rsid w:val="6D922E83"/>
    <w:rsid w:val="6D925B9A"/>
    <w:rsid w:val="6D92712B"/>
    <w:rsid w:val="6D93721C"/>
    <w:rsid w:val="6D947C44"/>
    <w:rsid w:val="6D967D3F"/>
    <w:rsid w:val="6D97017A"/>
    <w:rsid w:val="6D97577B"/>
    <w:rsid w:val="6D985BAF"/>
    <w:rsid w:val="6D991C48"/>
    <w:rsid w:val="6D9A328F"/>
    <w:rsid w:val="6D9B1E83"/>
    <w:rsid w:val="6D9D3515"/>
    <w:rsid w:val="6D9D6ADA"/>
    <w:rsid w:val="6D9E2FAE"/>
    <w:rsid w:val="6DA156AB"/>
    <w:rsid w:val="6DA2135C"/>
    <w:rsid w:val="6DA22595"/>
    <w:rsid w:val="6DA35980"/>
    <w:rsid w:val="6DA46816"/>
    <w:rsid w:val="6DA47AD1"/>
    <w:rsid w:val="6DA74784"/>
    <w:rsid w:val="6DA83148"/>
    <w:rsid w:val="6DA87988"/>
    <w:rsid w:val="6DA9481E"/>
    <w:rsid w:val="6DAC1227"/>
    <w:rsid w:val="6DAC1B9E"/>
    <w:rsid w:val="6DAC5706"/>
    <w:rsid w:val="6DAD03B8"/>
    <w:rsid w:val="6DAD6486"/>
    <w:rsid w:val="6DAE7EEA"/>
    <w:rsid w:val="6DAE7F76"/>
    <w:rsid w:val="6DB069FA"/>
    <w:rsid w:val="6DB17682"/>
    <w:rsid w:val="6DB24631"/>
    <w:rsid w:val="6DB827AB"/>
    <w:rsid w:val="6DB84459"/>
    <w:rsid w:val="6DB90B18"/>
    <w:rsid w:val="6DB930A7"/>
    <w:rsid w:val="6DBA1D77"/>
    <w:rsid w:val="6DBB4BB8"/>
    <w:rsid w:val="6DBB74DC"/>
    <w:rsid w:val="6DBE160B"/>
    <w:rsid w:val="6DC03747"/>
    <w:rsid w:val="6DC04CD2"/>
    <w:rsid w:val="6DC25E5A"/>
    <w:rsid w:val="6DC26C9C"/>
    <w:rsid w:val="6DC26E48"/>
    <w:rsid w:val="6DC32F5A"/>
    <w:rsid w:val="6DC422D3"/>
    <w:rsid w:val="6DC6748B"/>
    <w:rsid w:val="6DC7083B"/>
    <w:rsid w:val="6DC72505"/>
    <w:rsid w:val="6DC80457"/>
    <w:rsid w:val="6DC82441"/>
    <w:rsid w:val="6DC85379"/>
    <w:rsid w:val="6DCA6E54"/>
    <w:rsid w:val="6DCC5A0D"/>
    <w:rsid w:val="6DD3365C"/>
    <w:rsid w:val="6DD5072C"/>
    <w:rsid w:val="6DD67CE4"/>
    <w:rsid w:val="6DD8026E"/>
    <w:rsid w:val="6DD80BB6"/>
    <w:rsid w:val="6DD8201C"/>
    <w:rsid w:val="6DDB1B0C"/>
    <w:rsid w:val="6DDD3738"/>
    <w:rsid w:val="6DE41868"/>
    <w:rsid w:val="6DE43CE3"/>
    <w:rsid w:val="6DE50BDD"/>
    <w:rsid w:val="6DE55A7F"/>
    <w:rsid w:val="6DE85CF0"/>
    <w:rsid w:val="6DEA2D23"/>
    <w:rsid w:val="6DEB531D"/>
    <w:rsid w:val="6DEF5107"/>
    <w:rsid w:val="6DF05E70"/>
    <w:rsid w:val="6DF1132F"/>
    <w:rsid w:val="6DF27CDE"/>
    <w:rsid w:val="6DF34D5E"/>
    <w:rsid w:val="6DF350A8"/>
    <w:rsid w:val="6DF46A57"/>
    <w:rsid w:val="6DF66946"/>
    <w:rsid w:val="6DF93E88"/>
    <w:rsid w:val="6DFB5D0A"/>
    <w:rsid w:val="6DFC0FA5"/>
    <w:rsid w:val="6DFC4A5E"/>
    <w:rsid w:val="6DFD0936"/>
    <w:rsid w:val="6DFF1996"/>
    <w:rsid w:val="6E00080A"/>
    <w:rsid w:val="6E001F67"/>
    <w:rsid w:val="6E004945"/>
    <w:rsid w:val="6E0049EA"/>
    <w:rsid w:val="6E093712"/>
    <w:rsid w:val="6E0937D6"/>
    <w:rsid w:val="6E0A2A1F"/>
    <w:rsid w:val="6E0B0AEF"/>
    <w:rsid w:val="6E1101B1"/>
    <w:rsid w:val="6E123FEF"/>
    <w:rsid w:val="6E163370"/>
    <w:rsid w:val="6E164915"/>
    <w:rsid w:val="6E191756"/>
    <w:rsid w:val="6E1B45FE"/>
    <w:rsid w:val="6E1D5BE9"/>
    <w:rsid w:val="6E1D665C"/>
    <w:rsid w:val="6E1E5AB8"/>
    <w:rsid w:val="6E1F0DEC"/>
    <w:rsid w:val="6E225AB8"/>
    <w:rsid w:val="6E234D2D"/>
    <w:rsid w:val="6E241705"/>
    <w:rsid w:val="6E245083"/>
    <w:rsid w:val="6E2530F7"/>
    <w:rsid w:val="6E2616D4"/>
    <w:rsid w:val="6E292A60"/>
    <w:rsid w:val="6E2A176F"/>
    <w:rsid w:val="6E2A65EF"/>
    <w:rsid w:val="6E2E629D"/>
    <w:rsid w:val="6E2F3C06"/>
    <w:rsid w:val="6E2F70FC"/>
    <w:rsid w:val="6E3006E9"/>
    <w:rsid w:val="6E350508"/>
    <w:rsid w:val="6E3505E0"/>
    <w:rsid w:val="6E39051D"/>
    <w:rsid w:val="6E392737"/>
    <w:rsid w:val="6E3C6058"/>
    <w:rsid w:val="6E3F605F"/>
    <w:rsid w:val="6E420342"/>
    <w:rsid w:val="6E424186"/>
    <w:rsid w:val="6E43025E"/>
    <w:rsid w:val="6E431EB9"/>
    <w:rsid w:val="6E4476B1"/>
    <w:rsid w:val="6E4678CD"/>
    <w:rsid w:val="6E4826E3"/>
    <w:rsid w:val="6E494CC8"/>
    <w:rsid w:val="6E4C2A0A"/>
    <w:rsid w:val="6E4C5016"/>
    <w:rsid w:val="6E4E3245"/>
    <w:rsid w:val="6E501DDD"/>
    <w:rsid w:val="6E5513AA"/>
    <w:rsid w:val="6E5518BE"/>
    <w:rsid w:val="6E55366C"/>
    <w:rsid w:val="6E556440"/>
    <w:rsid w:val="6E557B10"/>
    <w:rsid w:val="6E5673E4"/>
    <w:rsid w:val="6E5730D2"/>
    <w:rsid w:val="6E575BF1"/>
    <w:rsid w:val="6E597FCB"/>
    <w:rsid w:val="6E5A06E5"/>
    <w:rsid w:val="6E5A0E6C"/>
    <w:rsid w:val="6E5A3E2A"/>
    <w:rsid w:val="6E5A6ED5"/>
    <w:rsid w:val="6E5B1C96"/>
    <w:rsid w:val="6E5B2C4D"/>
    <w:rsid w:val="6E5B3305"/>
    <w:rsid w:val="6E5E7019"/>
    <w:rsid w:val="6E5F273D"/>
    <w:rsid w:val="6E647D14"/>
    <w:rsid w:val="6E650885"/>
    <w:rsid w:val="6E683DAB"/>
    <w:rsid w:val="6E6A0D4E"/>
    <w:rsid w:val="6E6B1640"/>
    <w:rsid w:val="6E6C6C08"/>
    <w:rsid w:val="6E6D7103"/>
    <w:rsid w:val="6E71257D"/>
    <w:rsid w:val="6E7206C2"/>
    <w:rsid w:val="6E751F61"/>
    <w:rsid w:val="6E7716EB"/>
    <w:rsid w:val="6E7855FA"/>
    <w:rsid w:val="6E7B4937"/>
    <w:rsid w:val="6E7E1F7D"/>
    <w:rsid w:val="6E7F693B"/>
    <w:rsid w:val="6E807EA5"/>
    <w:rsid w:val="6E847705"/>
    <w:rsid w:val="6E850E66"/>
    <w:rsid w:val="6E880056"/>
    <w:rsid w:val="6E880597"/>
    <w:rsid w:val="6E883794"/>
    <w:rsid w:val="6E8A76DB"/>
    <w:rsid w:val="6E8B3E10"/>
    <w:rsid w:val="6E8D3A60"/>
    <w:rsid w:val="6E8D5A88"/>
    <w:rsid w:val="6E8E4DD0"/>
    <w:rsid w:val="6E91041D"/>
    <w:rsid w:val="6E9151FC"/>
    <w:rsid w:val="6E91666F"/>
    <w:rsid w:val="6E945F70"/>
    <w:rsid w:val="6E955989"/>
    <w:rsid w:val="6E972767"/>
    <w:rsid w:val="6E99090D"/>
    <w:rsid w:val="6E993B21"/>
    <w:rsid w:val="6E9D3265"/>
    <w:rsid w:val="6EA075EE"/>
    <w:rsid w:val="6EA14B04"/>
    <w:rsid w:val="6EA25213"/>
    <w:rsid w:val="6EA4009D"/>
    <w:rsid w:val="6EA5011D"/>
    <w:rsid w:val="6EA51AD2"/>
    <w:rsid w:val="6EA74F6E"/>
    <w:rsid w:val="6EA759EF"/>
    <w:rsid w:val="6EAA0A87"/>
    <w:rsid w:val="6EAA570F"/>
    <w:rsid w:val="6EAC1EA4"/>
    <w:rsid w:val="6EAD34A8"/>
    <w:rsid w:val="6EB177C7"/>
    <w:rsid w:val="6EB3622C"/>
    <w:rsid w:val="6EB41347"/>
    <w:rsid w:val="6EB47D3A"/>
    <w:rsid w:val="6EB65E3A"/>
    <w:rsid w:val="6EB72579"/>
    <w:rsid w:val="6EB73ADC"/>
    <w:rsid w:val="6EBB2FF5"/>
    <w:rsid w:val="6EBB6489"/>
    <w:rsid w:val="6EBB7C18"/>
    <w:rsid w:val="6EBF006C"/>
    <w:rsid w:val="6EBF1B48"/>
    <w:rsid w:val="6EBF73F8"/>
    <w:rsid w:val="6EBF7B10"/>
    <w:rsid w:val="6EC15756"/>
    <w:rsid w:val="6EC23151"/>
    <w:rsid w:val="6EC55BC8"/>
    <w:rsid w:val="6EC709E4"/>
    <w:rsid w:val="6EC72039"/>
    <w:rsid w:val="6EC84334"/>
    <w:rsid w:val="6EC845F6"/>
    <w:rsid w:val="6ECD0B7F"/>
    <w:rsid w:val="6ECD73C4"/>
    <w:rsid w:val="6ECE2152"/>
    <w:rsid w:val="6ECE775F"/>
    <w:rsid w:val="6ED1371D"/>
    <w:rsid w:val="6ED24CBD"/>
    <w:rsid w:val="6ED44283"/>
    <w:rsid w:val="6ED44ED9"/>
    <w:rsid w:val="6ED649EF"/>
    <w:rsid w:val="6ED667FD"/>
    <w:rsid w:val="6ED67050"/>
    <w:rsid w:val="6EDB7808"/>
    <w:rsid w:val="6EDC3EC7"/>
    <w:rsid w:val="6EE45EDB"/>
    <w:rsid w:val="6EE60768"/>
    <w:rsid w:val="6EE62C9B"/>
    <w:rsid w:val="6EE642F0"/>
    <w:rsid w:val="6EE83898"/>
    <w:rsid w:val="6EE97FE6"/>
    <w:rsid w:val="6EEA4B21"/>
    <w:rsid w:val="6EED38E6"/>
    <w:rsid w:val="6EED7D08"/>
    <w:rsid w:val="6EF024D1"/>
    <w:rsid w:val="6EF07839"/>
    <w:rsid w:val="6EF214CE"/>
    <w:rsid w:val="6EF2687D"/>
    <w:rsid w:val="6EF50542"/>
    <w:rsid w:val="6EF56DF8"/>
    <w:rsid w:val="6EF73D38"/>
    <w:rsid w:val="6EF83F11"/>
    <w:rsid w:val="6EF845DC"/>
    <w:rsid w:val="6EF91C3E"/>
    <w:rsid w:val="6EF92474"/>
    <w:rsid w:val="6EFA06B8"/>
    <w:rsid w:val="6EFA74CD"/>
    <w:rsid w:val="6EFC4660"/>
    <w:rsid w:val="6EFC7E5D"/>
    <w:rsid w:val="6EFE07D6"/>
    <w:rsid w:val="6F025844"/>
    <w:rsid w:val="6F030821"/>
    <w:rsid w:val="6F043939"/>
    <w:rsid w:val="6F045425"/>
    <w:rsid w:val="6F061919"/>
    <w:rsid w:val="6F06705D"/>
    <w:rsid w:val="6F084EB7"/>
    <w:rsid w:val="6F087466"/>
    <w:rsid w:val="6F0A59EF"/>
    <w:rsid w:val="6F0B47D0"/>
    <w:rsid w:val="6F0B7B2D"/>
    <w:rsid w:val="6F121EE8"/>
    <w:rsid w:val="6F14575F"/>
    <w:rsid w:val="6F146133"/>
    <w:rsid w:val="6F147CF5"/>
    <w:rsid w:val="6F153FB9"/>
    <w:rsid w:val="6F155B81"/>
    <w:rsid w:val="6F156B86"/>
    <w:rsid w:val="6F16504E"/>
    <w:rsid w:val="6F165C1B"/>
    <w:rsid w:val="6F170CAB"/>
    <w:rsid w:val="6F1A6664"/>
    <w:rsid w:val="6F200B62"/>
    <w:rsid w:val="6F200EC0"/>
    <w:rsid w:val="6F200EF9"/>
    <w:rsid w:val="6F204025"/>
    <w:rsid w:val="6F21584E"/>
    <w:rsid w:val="6F2319BD"/>
    <w:rsid w:val="6F23376B"/>
    <w:rsid w:val="6F237F61"/>
    <w:rsid w:val="6F2513CA"/>
    <w:rsid w:val="6F251F65"/>
    <w:rsid w:val="6F2D7488"/>
    <w:rsid w:val="6F337E15"/>
    <w:rsid w:val="6F342212"/>
    <w:rsid w:val="6F343448"/>
    <w:rsid w:val="6F347726"/>
    <w:rsid w:val="6F354E1E"/>
    <w:rsid w:val="6F355ED6"/>
    <w:rsid w:val="6F3563A1"/>
    <w:rsid w:val="6F357199"/>
    <w:rsid w:val="6F36688D"/>
    <w:rsid w:val="6F38646A"/>
    <w:rsid w:val="6F386582"/>
    <w:rsid w:val="6F3A36FA"/>
    <w:rsid w:val="6F3B361E"/>
    <w:rsid w:val="6F3D03B5"/>
    <w:rsid w:val="6F3F5099"/>
    <w:rsid w:val="6F404345"/>
    <w:rsid w:val="6F4049AD"/>
    <w:rsid w:val="6F4111E4"/>
    <w:rsid w:val="6F426A49"/>
    <w:rsid w:val="6F46576B"/>
    <w:rsid w:val="6F477E77"/>
    <w:rsid w:val="6F4A4D16"/>
    <w:rsid w:val="6F4A519B"/>
    <w:rsid w:val="6F4B4A6F"/>
    <w:rsid w:val="6F4C1AC3"/>
    <w:rsid w:val="6F512750"/>
    <w:rsid w:val="6F5161F4"/>
    <w:rsid w:val="6F54601A"/>
    <w:rsid w:val="6F551A57"/>
    <w:rsid w:val="6F55383C"/>
    <w:rsid w:val="6F571666"/>
    <w:rsid w:val="6F593630"/>
    <w:rsid w:val="6F5D020C"/>
    <w:rsid w:val="6F5E47A3"/>
    <w:rsid w:val="6F600A74"/>
    <w:rsid w:val="6F607E5F"/>
    <w:rsid w:val="6F625FBE"/>
    <w:rsid w:val="6F651FD5"/>
    <w:rsid w:val="6F654794"/>
    <w:rsid w:val="6F6618A9"/>
    <w:rsid w:val="6F675D4D"/>
    <w:rsid w:val="6F697E34"/>
    <w:rsid w:val="6F6A0129"/>
    <w:rsid w:val="6F6D2C38"/>
    <w:rsid w:val="6F6D5313"/>
    <w:rsid w:val="6F6D7ACE"/>
    <w:rsid w:val="6F6E555F"/>
    <w:rsid w:val="6F6F0956"/>
    <w:rsid w:val="6F72024E"/>
    <w:rsid w:val="6F7442D0"/>
    <w:rsid w:val="6F750CDB"/>
    <w:rsid w:val="6F7B1AEF"/>
    <w:rsid w:val="6F7B79FF"/>
    <w:rsid w:val="6F806E0F"/>
    <w:rsid w:val="6F824D5D"/>
    <w:rsid w:val="6F83245B"/>
    <w:rsid w:val="6F850D53"/>
    <w:rsid w:val="6F8561D3"/>
    <w:rsid w:val="6F857F81"/>
    <w:rsid w:val="6F8732CA"/>
    <w:rsid w:val="6F874DDB"/>
    <w:rsid w:val="6F8A1A3C"/>
    <w:rsid w:val="6F8A400C"/>
    <w:rsid w:val="6F8D0F4F"/>
    <w:rsid w:val="6F8F7E05"/>
    <w:rsid w:val="6F90015A"/>
    <w:rsid w:val="6F930B60"/>
    <w:rsid w:val="6F9401C4"/>
    <w:rsid w:val="6F9544CC"/>
    <w:rsid w:val="6F956A3D"/>
    <w:rsid w:val="6F963F3C"/>
    <w:rsid w:val="6F984F1F"/>
    <w:rsid w:val="6F993A2D"/>
    <w:rsid w:val="6F9A3FCD"/>
    <w:rsid w:val="6F9A6508"/>
    <w:rsid w:val="6F9B6F57"/>
    <w:rsid w:val="6F9E54E7"/>
    <w:rsid w:val="6F9F75BB"/>
    <w:rsid w:val="6FA02CED"/>
    <w:rsid w:val="6FA11944"/>
    <w:rsid w:val="6FA32AFD"/>
    <w:rsid w:val="6FA76AAE"/>
    <w:rsid w:val="6FAD74D8"/>
    <w:rsid w:val="6FAF19AE"/>
    <w:rsid w:val="6FB10D76"/>
    <w:rsid w:val="6FB16FC8"/>
    <w:rsid w:val="6FB24AEE"/>
    <w:rsid w:val="6FB31995"/>
    <w:rsid w:val="6FB3262A"/>
    <w:rsid w:val="6FB32C21"/>
    <w:rsid w:val="6FB4235C"/>
    <w:rsid w:val="6FB619CF"/>
    <w:rsid w:val="6FB80B32"/>
    <w:rsid w:val="6FB9221B"/>
    <w:rsid w:val="6FBB30EE"/>
    <w:rsid w:val="6FBD597E"/>
    <w:rsid w:val="6FBD6FBE"/>
    <w:rsid w:val="6FC06482"/>
    <w:rsid w:val="6FC25573"/>
    <w:rsid w:val="6FC27104"/>
    <w:rsid w:val="6FC326FB"/>
    <w:rsid w:val="6FC36AD9"/>
    <w:rsid w:val="6FC91E5C"/>
    <w:rsid w:val="6FC92421"/>
    <w:rsid w:val="6FCA00B3"/>
    <w:rsid w:val="6FCC004D"/>
    <w:rsid w:val="6FCC0F10"/>
    <w:rsid w:val="6FCC4962"/>
    <w:rsid w:val="6FCD3E14"/>
    <w:rsid w:val="6FCE7950"/>
    <w:rsid w:val="6FCF217E"/>
    <w:rsid w:val="6FD06BB6"/>
    <w:rsid w:val="6FD1766A"/>
    <w:rsid w:val="6FD24704"/>
    <w:rsid w:val="6FD34F48"/>
    <w:rsid w:val="6FD457D2"/>
    <w:rsid w:val="6FD45C4D"/>
    <w:rsid w:val="6FD54FFF"/>
    <w:rsid w:val="6FD55163"/>
    <w:rsid w:val="6FD6439D"/>
    <w:rsid w:val="6FD719A6"/>
    <w:rsid w:val="6FD8121D"/>
    <w:rsid w:val="6FD902CD"/>
    <w:rsid w:val="6FDB53C1"/>
    <w:rsid w:val="6FDC6B04"/>
    <w:rsid w:val="6FE0165C"/>
    <w:rsid w:val="6FE10354"/>
    <w:rsid w:val="6FE202CB"/>
    <w:rsid w:val="6FE27182"/>
    <w:rsid w:val="6FE83433"/>
    <w:rsid w:val="6FE85134"/>
    <w:rsid w:val="6FE95039"/>
    <w:rsid w:val="6FEC797A"/>
    <w:rsid w:val="6FED5B05"/>
    <w:rsid w:val="6FF0005F"/>
    <w:rsid w:val="6FF000C6"/>
    <w:rsid w:val="6FF267BC"/>
    <w:rsid w:val="6FF40006"/>
    <w:rsid w:val="6FF50B11"/>
    <w:rsid w:val="6FF6552C"/>
    <w:rsid w:val="6FF73F72"/>
    <w:rsid w:val="6FF84BF7"/>
    <w:rsid w:val="6FF90675"/>
    <w:rsid w:val="6FFA15C7"/>
    <w:rsid w:val="6FFB3A59"/>
    <w:rsid w:val="6FFE55F4"/>
    <w:rsid w:val="7000534A"/>
    <w:rsid w:val="70010F9F"/>
    <w:rsid w:val="70027824"/>
    <w:rsid w:val="700426E2"/>
    <w:rsid w:val="70057314"/>
    <w:rsid w:val="700661AB"/>
    <w:rsid w:val="7007384A"/>
    <w:rsid w:val="700763E8"/>
    <w:rsid w:val="70095D33"/>
    <w:rsid w:val="70096E04"/>
    <w:rsid w:val="700A6768"/>
    <w:rsid w:val="700B0906"/>
    <w:rsid w:val="700C2451"/>
    <w:rsid w:val="700C31B4"/>
    <w:rsid w:val="700F1B78"/>
    <w:rsid w:val="70105DA3"/>
    <w:rsid w:val="701077B6"/>
    <w:rsid w:val="70111815"/>
    <w:rsid w:val="70115CB9"/>
    <w:rsid w:val="70141305"/>
    <w:rsid w:val="70141325"/>
    <w:rsid w:val="701474CA"/>
    <w:rsid w:val="701479ED"/>
    <w:rsid w:val="70161206"/>
    <w:rsid w:val="70171CD7"/>
    <w:rsid w:val="70171DFD"/>
    <w:rsid w:val="70194B6E"/>
    <w:rsid w:val="7019691C"/>
    <w:rsid w:val="701A2428"/>
    <w:rsid w:val="701B3318"/>
    <w:rsid w:val="701C1994"/>
    <w:rsid w:val="701E7F13"/>
    <w:rsid w:val="70243E3D"/>
    <w:rsid w:val="7024469D"/>
    <w:rsid w:val="70257736"/>
    <w:rsid w:val="702910D8"/>
    <w:rsid w:val="70293DBB"/>
    <w:rsid w:val="70294E99"/>
    <w:rsid w:val="702969E5"/>
    <w:rsid w:val="70296EA0"/>
    <w:rsid w:val="702C1550"/>
    <w:rsid w:val="702F613F"/>
    <w:rsid w:val="70300996"/>
    <w:rsid w:val="70307044"/>
    <w:rsid w:val="703161D0"/>
    <w:rsid w:val="7031778F"/>
    <w:rsid w:val="70320259"/>
    <w:rsid w:val="70331CF8"/>
    <w:rsid w:val="70335C2F"/>
    <w:rsid w:val="703542A4"/>
    <w:rsid w:val="703544D9"/>
    <w:rsid w:val="7036571F"/>
    <w:rsid w:val="7038405E"/>
    <w:rsid w:val="70397824"/>
    <w:rsid w:val="703A010A"/>
    <w:rsid w:val="703A74F3"/>
    <w:rsid w:val="703B53AF"/>
    <w:rsid w:val="7040659E"/>
    <w:rsid w:val="70416DF7"/>
    <w:rsid w:val="70432AF6"/>
    <w:rsid w:val="70433998"/>
    <w:rsid w:val="704E4817"/>
    <w:rsid w:val="705071FC"/>
    <w:rsid w:val="70534093"/>
    <w:rsid w:val="705379CE"/>
    <w:rsid w:val="70557533"/>
    <w:rsid w:val="70593370"/>
    <w:rsid w:val="705D3ECB"/>
    <w:rsid w:val="705F201A"/>
    <w:rsid w:val="705F4EF9"/>
    <w:rsid w:val="70613C25"/>
    <w:rsid w:val="70624A53"/>
    <w:rsid w:val="70624F0B"/>
    <w:rsid w:val="706325F9"/>
    <w:rsid w:val="70651D02"/>
    <w:rsid w:val="70656ED1"/>
    <w:rsid w:val="70660999"/>
    <w:rsid w:val="70670C06"/>
    <w:rsid w:val="706908FB"/>
    <w:rsid w:val="70696F88"/>
    <w:rsid w:val="706A7177"/>
    <w:rsid w:val="706C3996"/>
    <w:rsid w:val="706C437B"/>
    <w:rsid w:val="706D1B66"/>
    <w:rsid w:val="706E6BB5"/>
    <w:rsid w:val="706F46F9"/>
    <w:rsid w:val="70711EF0"/>
    <w:rsid w:val="70713447"/>
    <w:rsid w:val="70713CC3"/>
    <w:rsid w:val="707270D2"/>
    <w:rsid w:val="70741DA4"/>
    <w:rsid w:val="70764270"/>
    <w:rsid w:val="70770FC9"/>
    <w:rsid w:val="70775E20"/>
    <w:rsid w:val="707A03D5"/>
    <w:rsid w:val="707C3AF5"/>
    <w:rsid w:val="707C4A80"/>
    <w:rsid w:val="7080699B"/>
    <w:rsid w:val="7082146C"/>
    <w:rsid w:val="70827584"/>
    <w:rsid w:val="70835A95"/>
    <w:rsid w:val="708413D1"/>
    <w:rsid w:val="70860455"/>
    <w:rsid w:val="70874F00"/>
    <w:rsid w:val="708A37E6"/>
    <w:rsid w:val="708C0D34"/>
    <w:rsid w:val="708C17E3"/>
    <w:rsid w:val="708C5285"/>
    <w:rsid w:val="708E127F"/>
    <w:rsid w:val="708F7927"/>
    <w:rsid w:val="7090353B"/>
    <w:rsid w:val="70950698"/>
    <w:rsid w:val="70950C7D"/>
    <w:rsid w:val="70961ED3"/>
    <w:rsid w:val="70964A7E"/>
    <w:rsid w:val="7099239E"/>
    <w:rsid w:val="70994918"/>
    <w:rsid w:val="709A3A51"/>
    <w:rsid w:val="709D3FA2"/>
    <w:rsid w:val="709D579F"/>
    <w:rsid w:val="709E40C8"/>
    <w:rsid w:val="709F14F5"/>
    <w:rsid w:val="709F32C5"/>
    <w:rsid w:val="70A067D9"/>
    <w:rsid w:val="70A316B9"/>
    <w:rsid w:val="70A543E4"/>
    <w:rsid w:val="70A73B61"/>
    <w:rsid w:val="70AD3C34"/>
    <w:rsid w:val="70AD723C"/>
    <w:rsid w:val="70AF5229"/>
    <w:rsid w:val="70B01FEF"/>
    <w:rsid w:val="70B34FC2"/>
    <w:rsid w:val="70B57738"/>
    <w:rsid w:val="70B5798B"/>
    <w:rsid w:val="70B740B1"/>
    <w:rsid w:val="70B912FE"/>
    <w:rsid w:val="70BB3AF8"/>
    <w:rsid w:val="70BC5C25"/>
    <w:rsid w:val="70BD7E86"/>
    <w:rsid w:val="70BD7FF4"/>
    <w:rsid w:val="70C23072"/>
    <w:rsid w:val="70C35730"/>
    <w:rsid w:val="70C35D4A"/>
    <w:rsid w:val="70C46EBA"/>
    <w:rsid w:val="70C560EF"/>
    <w:rsid w:val="70C715EA"/>
    <w:rsid w:val="70C72138"/>
    <w:rsid w:val="70C837F4"/>
    <w:rsid w:val="70C877FB"/>
    <w:rsid w:val="70C90342"/>
    <w:rsid w:val="70C966E0"/>
    <w:rsid w:val="70CA41A6"/>
    <w:rsid w:val="70CA6D93"/>
    <w:rsid w:val="70CB05EB"/>
    <w:rsid w:val="70CD53D8"/>
    <w:rsid w:val="70CF2D7D"/>
    <w:rsid w:val="70D01B41"/>
    <w:rsid w:val="70D11F57"/>
    <w:rsid w:val="70D41A93"/>
    <w:rsid w:val="70D538BC"/>
    <w:rsid w:val="70D70CB1"/>
    <w:rsid w:val="70DD5E43"/>
    <w:rsid w:val="70E04634"/>
    <w:rsid w:val="70E1568B"/>
    <w:rsid w:val="70E37655"/>
    <w:rsid w:val="70E7117C"/>
    <w:rsid w:val="70EB2B6B"/>
    <w:rsid w:val="70EB457E"/>
    <w:rsid w:val="70EB7A10"/>
    <w:rsid w:val="70EE1B56"/>
    <w:rsid w:val="70F10701"/>
    <w:rsid w:val="70F11398"/>
    <w:rsid w:val="70F23C77"/>
    <w:rsid w:val="70F3512B"/>
    <w:rsid w:val="70F353BF"/>
    <w:rsid w:val="70F52EE5"/>
    <w:rsid w:val="70F53558"/>
    <w:rsid w:val="70F77199"/>
    <w:rsid w:val="70FD1404"/>
    <w:rsid w:val="70FF058C"/>
    <w:rsid w:val="71004B86"/>
    <w:rsid w:val="71026E7F"/>
    <w:rsid w:val="7105000B"/>
    <w:rsid w:val="71067650"/>
    <w:rsid w:val="71077175"/>
    <w:rsid w:val="71087AE2"/>
    <w:rsid w:val="710921E7"/>
    <w:rsid w:val="710A5EA6"/>
    <w:rsid w:val="710B44B6"/>
    <w:rsid w:val="710C50B7"/>
    <w:rsid w:val="710F52D6"/>
    <w:rsid w:val="711041C2"/>
    <w:rsid w:val="7111042B"/>
    <w:rsid w:val="71125ECF"/>
    <w:rsid w:val="7112638D"/>
    <w:rsid w:val="71127868"/>
    <w:rsid w:val="71132211"/>
    <w:rsid w:val="71155335"/>
    <w:rsid w:val="711629D4"/>
    <w:rsid w:val="71163C76"/>
    <w:rsid w:val="71184106"/>
    <w:rsid w:val="7118692D"/>
    <w:rsid w:val="711D383A"/>
    <w:rsid w:val="7124229D"/>
    <w:rsid w:val="712518FD"/>
    <w:rsid w:val="71285472"/>
    <w:rsid w:val="71291C5E"/>
    <w:rsid w:val="7129406B"/>
    <w:rsid w:val="71297032"/>
    <w:rsid w:val="712B2DAA"/>
    <w:rsid w:val="712B4B58"/>
    <w:rsid w:val="712D08D1"/>
    <w:rsid w:val="712E2FF5"/>
    <w:rsid w:val="712F4635"/>
    <w:rsid w:val="713104AC"/>
    <w:rsid w:val="71347EB1"/>
    <w:rsid w:val="713752AB"/>
    <w:rsid w:val="71386623"/>
    <w:rsid w:val="71397275"/>
    <w:rsid w:val="713B6F88"/>
    <w:rsid w:val="713C0B14"/>
    <w:rsid w:val="713D7696"/>
    <w:rsid w:val="713F0D79"/>
    <w:rsid w:val="714051BB"/>
    <w:rsid w:val="71412CD5"/>
    <w:rsid w:val="71442D49"/>
    <w:rsid w:val="71446A2E"/>
    <w:rsid w:val="71453CF4"/>
    <w:rsid w:val="7147120C"/>
    <w:rsid w:val="714748DB"/>
    <w:rsid w:val="7148395C"/>
    <w:rsid w:val="714979B6"/>
    <w:rsid w:val="714B1FB0"/>
    <w:rsid w:val="714B6FA9"/>
    <w:rsid w:val="714D0F73"/>
    <w:rsid w:val="714E0847"/>
    <w:rsid w:val="714E41CF"/>
    <w:rsid w:val="714F6A99"/>
    <w:rsid w:val="715055E1"/>
    <w:rsid w:val="7150636D"/>
    <w:rsid w:val="71521DC6"/>
    <w:rsid w:val="71535BBD"/>
    <w:rsid w:val="71583269"/>
    <w:rsid w:val="71592D7F"/>
    <w:rsid w:val="715B61F5"/>
    <w:rsid w:val="715D3FD0"/>
    <w:rsid w:val="715E7BCF"/>
    <w:rsid w:val="715F2A54"/>
    <w:rsid w:val="715F4802"/>
    <w:rsid w:val="716226BC"/>
    <w:rsid w:val="716227E4"/>
    <w:rsid w:val="7164477A"/>
    <w:rsid w:val="71661A2E"/>
    <w:rsid w:val="716C1658"/>
    <w:rsid w:val="716C1AC4"/>
    <w:rsid w:val="716E79DF"/>
    <w:rsid w:val="717002BD"/>
    <w:rsid w:val="71713C64"/>
    <w:rsid w:val="71724535"/>
    <w:rsid w:val="71730149"/>
    <w:rsid w:val="71733FB0"/>
    <w:rsid w:val="717347CC"/>
    <w:rsid w:val="717561D3"/>
    <w:rsid w:val="71766193"/>
    <w:rsid w:val="71776344"/>
    <w:rsid w:val="717B45A4"/>
    <w:rsid w:val="717C53B4"/>
    <w:rsid w:val="717D25A0"/>
    <w:rsid w:val="717D4EDB"/>
    <w:rsid w:val="71821B6C"/>
    <w:rsid w:val="7185070D"/>
    <w:rsid w:val="71874722"/>
    <w:rsid w:val="718801FD"/>
    <w:rsid w:val="7189177F"/>
    <w:rsid w:val="718C6B2B"/>
    <w:rsid w:val="718D05F0"/>
    <w:rsid w:val="718D0FC7"/>
    <w:rsid w:val="718D7C46"/>
    <w:rsid w:val="718D7E42"/>
    <w:rsid w:val="718E6765"/>
    <w:rsid w:val="718F1F49"/>
    <w:rsid w:val="718F2F1F"/>
    <w:rsid w:val="71923CF2"/>
    <w:rsid w:val="7192413D"/>
    <w:rsid w:val="71956476"/>
    <w:rsid w:val="71960099"/>
    <w:rsid w:val="71970440"/>
    <w:rsid w:val="719C08D4"/>
    <w:rsid w:val="719D7123"/>
    <w:rsid w:val="71A14E1B"/>
    <w:rsid w:val="71A33C04"/>
    <w:rsid w:val="71A5103D"/>
    <w:rsid w:val="71AA0173"/>
    <w:rsid w:val="71AA4692"/>
    <w:rsid w:val="71AB2D34"/>
    <w:rsid w:val="71AF12E6"/>
    <w:rsid w:val="71AF7537"/>
    <w:rsid w:val="71B023A6"/>
    <w:rsid w:val="71B14A79"/>
    <w:rsid w:val="71B166C7"/>
    <w:rsid w:val="71B32C09"/>
    <w:rsid w:val="71B47ABB"/>
    <w:rsid w:val="71B52674"/>
    <w:rsid w:val="71B81BEE"/>
    <w:rsid w:val="71B84D25"/>
    <w:rsid w:val="71BA7C8A"/>
    <w:rsid w:val="71BD476E"/>
    <w:rsid w:val="71BF5F6C"/>
    <w:rsid w:val="71C05139"/>
    <w:rsid w:val="71C05B0C"/>
    <w:rsid w:val="71C073BC"/>
    <w:rsid w:val="71C10179"/>
    <w:rsid w:val="71C13E4C"/>
    <w:rsid w:val="71C40A1E"/>
    <w:rsid w:val="71C50E67"/>
    <w:rsid w:val="71C67AAE"/>
    <w:rsid w:val="71C72AD3"/>
    <w:rsid w:val="71C805F9"/>
    <w:rsid w:val="71CA25C3"/>
    <w:rsid w:val="71CA7796"/>
    <w:rsid w:val="71CF7BDA"/>
    <w:rsid w:val="71D13952"/>
    <w:rsid w:val="71D254B6"/>
    <w:rsid w:val="71D44C13"/>
    <w:rsid w:val="71D50147"/>
    <w:rsid w:val="71D5087F"/>
    <w:rsid w:val="71D508F4"/>
    <w:rsid w:val="71D602D1"/>
    <w:rsid w:val="71D670BC"/>
    <w:rsid w:val="71D7083C"/>
    <w:rsid w:val="71D972D4"/>
    <w:rsid w:val="71DB1ECD"/>
    <w:rsid w:val="71DB7B69"/>
    <w:rsid w:val="71DD22F7"/>
    <w:rsid w:val="71DE74B1"/>
    <w:rsid w:val="71E05943"/>
    <w:rsid w:val="71E249ED"/>
    <w:rsid w:val="71E275E7"/>
    <w:rsid w:val="71E511AB"/>
    <w:rsid w:val="71E80C9B"/>
    <w:rsid w:val="71E82A49"/>
    <w:rsid w:val="71EC078C"/>
    <w:rsid w:val="71ED0060"/>
    <w:rsid w:val="71ED1A3A"/>
    <w:rsid w:val="71F0266A"/>
    <w:rsid w:val="71F07F37"/>
    <w:rsid w:val="71F12D77"/>
    <w:rsid w:val="71F159EC"/>
    <w:rsid w:val="71F20F68"/>
    <w:rsid w:val="71F32D14"/>
    <w:rsid w:val="71F355F2"/>
    <w:rsid w:val="71F47640"/>
    <w:rsid w:val="71F86688"/>
    <w:rsid w:val="71F965EB"/>
    <w:rsid w:val="71FB277D"/>
    <w:rsid w:val="71FD7BD5"/>
    <w:rsid w:val="71FD7FD4"/>
    <w:rsid w:val="72031F7A"/>
    <w:rsid w:val="720553A9"/>
    <w:rsid w:val="72077027"/>
    <w:rsid w:val="7207792F"/>
    <w:rsid w:val="720919EB"/>
    <w:rsid w:val="720B5CEA"/>
    <w:rsid w:val="720C351F"/>
    <w:rsid w:val="7210299A"/>
    <w:rsid w:val="72105D84"/>
    <w:rsid w:val="72112A76"/>
    <w:rsid w:val="721959A8"/>
    <w:rsid w:val="721B3607"/>
    <w:rsid w:val="721C461A"/>
    <w:rsid w:val="721C742D"/>
    <w:rsid w:val="721D2879"/>
    <w:rsid w:val="721E150C"/>
    <w:rsid w:val="721E7422"/>
    <w:rsid w:val="722021E3"/>
    <w:rsid w:val="722040EA"/>
    <w:rsid w:val="72214CDF"/>
    <w:rsid w:val="722339E0"/>
    <w:rsid w:val="72253C9E"/>
    <w:rsid w:val="72256824"/>
    <w:rsid w:val="722577FA"/>
    <w:rsid w:val="7227059B"/>
    <w:rsid w:val="722B60A5"/>
    <w:rsid w:val="72302107"/>
    <w:rsid w:val="72316760"/>
    <w:rsid w:val="72323BEF"/>
    <w:rsid w:val="72345C8F"/>
    <w:rsid w:val="723805FC"/>
    <w:rsid w:val="7238752D"/>
    <w:rsid w:val="723948E4"/>
    <w:rsid w:val="723D2D95"/>
    <w:rsid w:val="723E244F"/>
    <w:rsid w:val="723E2669"/>
    <w:rsid w:val="723F25DB"/>
    <w:rsid w:val="723F4D5F"/>
    <w:rsid w:val="7240642A"/>
    <w:rsid w:val="72413F98"/>
    <w:rsid w:val="72427BD9"/>
    <w:rsid w:val="724408DF"/>
    <w:rsid w:val="72460089"/>
    <w:rsid w:val="724706E3"/>
    <w:rsid w:val="724B1262"/>
    <w:rsid w:val="72520054"/>
    <w:rsid w:val="72536115"/>
    <w:rsid w:val="72536CB0"/>
    <w:rsid w:val="72591CB7"/>
    <w:rsid w:val="725A217C"/>
    <w:rsid w:val="725B7EA9"/>
    <w:rsid w:val="725C2EDC"/>
    <w:rsid w:val="725D51E5"/>
    <w:rsid w:val="725E3979"/>
    <w:rsid w:val="726026B1"/>
    <w:rsid w:val="72613D6E"/>
    <w:rsid w:val="726179F1"/>
    <w:rsid w:val="72624EB9"/>
    <w:rsid w:val="72634741"/>
    <w:rsid w:val="726538D3"/>
    <w:rsid w:val="72655E48"/>
    <w:rsid w:val="7267276E"/>
    <w:rsid w:val="726A16B0"/>
    <w:rsid w:val="726B49C3"/>
    <w:rsid w:val="726D3C00"/>
    <w:rsid w:val="726F63D3"/>
    <w:rsid w:val="72704553"/>
    <w:rsid w:val="72707240"/>
    <w:rsid w:val="72710C91"/>
    <w:rsid w:val="72774BA0"/>
    <w:rsid w:val="72782C48"/>
    <w:rsid w:val="727A1298"/>
    <w:rsid w:val="727D13E4"/>
    <w:rsid w:val="727F13C5"/>
    <w:rsid w:val="728072C6"/>
    <w:rsid w:val="72822E9E"/>
    <w:rsid w:val="72842DEF"/>
    <w:rsid w:val="7285677D"/>
    <w:rsid w:val="7286104E"/>
    <w:rsid w:val="72874344"/>
    <w:rsid w:val="728838EE"/>
    <w:rsid w:val="72897D89"/>
    <w:rsid w:val="728A528D"/>
    <w:rsid w:val="728E72DB"/>
    <w:rsid w:val="728F1346"/>
    <w:rsid w:val="728F2267"/>
    <w:rsid w:val="729563DE"/>
    <w:rsid w:val="72990D7B"/>
    <w:rsid w:val="72993344"/>
    <w:rsid w:val="72995D54"/>
    <w:rsid w:val="72997358"/>
    <w:rsid w:val="729B63E3"/>
    <w:rsid w:val="729C1385"/>
    <w:rsid w:val="729D1B31"/>
    <w:rsid w:val="729E67C3"/>
    <w:rsid w:val="729F19AD"/>
    <w:rsid w:val="729F57FE"/>
    <w:rsid w:val="72A00173"/>
    <w:rsid w:val="72A0576D"/>
    <w:rsid w:val="72A07A51"/>
    <w:rsid w:val="72A406EE"/>
    <w:rsid w:val="72A724A1"/>
    <w:rsid w:val="72A746B3"/>
    <w:rsid w:val="72A763B2"/>
    <w:rsid w:val="72A76461"/>
    <w:rsid w:val="72A93F87"/>
    <w:rsid w:val="72AA4C07"/>
    <w:rsid w:val="72AE4A88"/>
    <w:rsid w:val="72B04BCB"/>
    <w:rsid w:val="72B22828"/>
    <w:rsid w:val="72B377A6"/>
    <w:rsid w:val="72B42C36"/>
    <w:rsid w:val="72B442E6"/>
    <w:rsid w:val="72B55AB0"/>
    <w:rsid w:val="72B648F6"/>
    <w:rsid w:val="72B75A39"/>
    <w:rsid w:val="72B837DC"/>
    <w:rsid w:val="72BA57D4"/>
    <w:rsid w:val="72BC6ECC"/>
    <w:rsid w:val="72BF3127"/>
    <w:rsid w:val="72BF7C4E"/>
    <w:rsid w:val="72C048CC"/>
    <w:rsid w:val="72C06C31"/>
    <w:rsid w:val="72C21773"/>
    <w:rsid w:val="72C233BD"/>
    <w:rsid w:val="72C261FB"/>
    <w:rsid w:val="72C2773E"/>
    <w:rsid w:val="72C56BA9"/>
    <w:rsid w:val="72C82599"/>
    <w:rsid w:val="72CA4C65"/>
    <w:rsid w:val="72CB6FA5"/>
    <w:rsid w:val="72D06401"/>
    <w:rsid w:val="72D16233"/>
    <w:rsid w:val="72D40D2A"/>
    <w:rsid w:val="72D67DE3"/>
    <w:rsid w:val="72D76566"/>
    <w:rsid w:val="72DA419A"/>
    <w:rsid w:val="72DD03C5"/>
    <w:rsid w:val="72DD3E1F"/>
    <w:rsid w:val="72DF5BFA"/>
    <w:rsid w:val="72E01973"/>
    <w:rsid w:val="72E31848"/>
    <w:rsid w:val="72E4393A"/>
    <w:rsid w:val="72E55074"/>
    <w:rsid w:val="72EB537D"/>
    <w:rsid w:val="72EC130D"/>
    <w:rsid w:val="72EC363E"/>
    <w:rsid w:val="72ED3E4D"/>
    <w:rsid w:val="72F308EA"/>
    <w:rsid w:val="72F32A6C"/>
    <w:rsid w:val="72F64F79"/>
    <w:rsid w:val="72F84E15"/>
    <w:rsid w:val="72FA4186"/>
    <w:rsid w:val="72FA4C36"/>
    <w:rsid w:val="72FB12EB"/>
    <w:rsid w:val="72FC49FE"/>
    <w:rsid w:val="72FC592F"/>
    <w:rsid w:val="72FF65E0"/>
    <w:rsid w:val="73006FCB"/>
    <w:rsid w:val="73012439"/>
    <w:rsid w:val="73025D8D"/>
    <w:rsid w:val="730438E7"/>
    <w:rsid w:val="73045392"/>
    <w:rsid w:val="73045A9A"/>
    <w:rsid w:val="73055217"/>
    <w:rsid w:val="73056A40"/>
    <w:rsid w:val="73070783"/>
    <w:rsid w:val="73082667"/>
    <w:rsid w:val="730A1B38"/>
    <w:rsid w:val="730A5029"/>
    <w:rsid w:val="730B378F"/>
    <w:rsid w:val="730C0F43"/>
    <w:rsid w:val="730C2768"/>
    <w:rsid w:val="730C3CB8"/>
    <w:rsid w:val="730C516A"/>
    <w:rsid w:val="730C7689"/>
    <w:rsid w:val="730E4732"/>
    <w:rsid w:val="73103405"/>
    <w:rsid w:val="73112385"/>
    <w:rsid w:val="7313373C"/>
    <w:rsid w:val="73187E65"/>
    <w:rsid w:val="731A3EBA"/>
    <w:rsid w:val="731B5674"/>
    <w:rsid w:val="731B602E"/>
    <w:rsid w:val="731E29EA"/>
    <w:rsid w:val="73202599"/>
    <w:rsid w:val="73223D39"/>
    <w:rsid w:val="732406FF"/>
    <w:rsid w:val="7325566E"/>
    <w:rsid w:val="732950C8"/>
    <w:rsid w:val="732A1468"/>
    <w:rsid w:val="732A3A76"/>
    <w:rsid w:val="732A4C78"/>
    <w:rsid w:val="732A75F7"/>
    <w:rsid w:val="732D4BB8"/>
    <w:rsid w:val="732D5FB1"/>
    <w:rsid w:val="732D6595"/>
    <w:rsid w:val="732D6D37"/>
    <w:rsid w:val="732E0994"/>
    <w:rsid w:val="732E44B1"/>
    <w:rsid w:val="732E68DA"/>
    <w:rsid w:val="732F6747"/>
    <w:rsid w:val="73346CA3"/>
    <w:rsid w:val="73351CBE"/>
    <w:rsid w:val="73353A72"/>
    <w:rsid w:val="73387B1D"/>
    <w:rsid w:val="733E4D79"/>
    <w:rsid w:val="73410606"/>
    <w:rsid w:val="7341283B"/>
    <w:rsid w:val="73443538"/>
    <w:rsid w:val="73463ECB"/>
    <w:rsid w:val="73466E55"/>
    <w:rsid w:val="73467A28"/>
    <w:rsid w:val="734737A0"/>
    <w:rsid w:val="734D2E7F"/>
    <w:rsid w:val="734E2699"/>
    <w:rsid w:val="734E2D80"/>
    <w:rsid w:val="73530456"/>
    <w:rsid w:val="73565F78"/>
    <w:rsid w:val="735706F2"/>
    <w:rsid w:val="73593869"/>
    <w:rsid w:val="73596814"/>
    <w:rsid w:val="735A1294"/>
    <w:rsid w:val="735A3D1B"/>
    <w:rsid w:val="735D13CC"/>
    <w:rsid w:val="73612AB3"/>
    <w:rsid w:val="73634A7D"/>
    <w:rsid w:val="73635EC7"/>
    <w:rsid w:val="7366742C"/>
    <w:rsid w:val="7368630C"/>
    <w:rsid w:val="736A5E0C"/>
    <w:rsid w:val="736B6710"/>
    <w:rsid w:val="736D1F33"/>
    <w:rsid w:val="736D76AA"/>
    <w:rsid w:val="736E6BD1"/>
    <w:rsid w:val="736E75A7"/>
    <w:rsid w:val="737028F6"/>
    <w:rsid w:val="73702CF6"/>
    <w:rsid w:val="73722BA2"/>
    <w:rsid w:val="737427E7"/>
    <w:rsid w:val="737477FC"/>
    <w:rsid w:val="737506E0"/>
    <w:rsid w:val="7375470A"/>
    <w:rsid w:val="73763936"/>
    <w:rsid w:val="73774085"/>
    <w:rsid w:val="73777F8B"/>
    <w:rsid w:val="737911D3"/>
    <w:rsid w:val="737A244E"/>
    <w:rsid w:val="737A4711"/>
    <w:rsid w:val="737F36A6"/>
    <w:rsid w:val="737F437C"/>
    <w:rsid w:val="73835035"/>
    <w:rsid w:val="73840D27"/>
    <w:rsid w:val="738467A2"/>
    <w:rsid w:val="7384795D"/>
    <w:rsid w:val="7386076C"/>
    <w:rsid w:val="738C6D8A"/>
    <w:rsid w:val="73920EBF"/>
    <w:rsid w:val="7392511B"/>
    <w:rsid w:val="73971AFD"/>
    <w:rsid w:val="7397478E"/>
    <w:rsid w:val="73976ED7"/>
    <w:rsid w:val="73984E22"/>
    <w:rsid w:val="73992ECA"/>
    <w:rsid w:val="739A2205"/>
    <w:rsid w:val="739F1030"/>
    <w:rsid w:val="739F3301"/>
    <w:rsid w:val="73A12165"/>
    <w:rsid w:val="73A336D9"/>
    <w:rsid w:val="73AD3F4B"/>
    <w:rsid w:val="73B07C07"/>
    <w:rsid w:val="73B17B08"/>
    <w:rsid w:val="73B34510"/>
    <w:rsid w:val="73B56682"/>
    <w:rsid w:val="73B974DB"/>
    <w:rsid w:val="73BA3EDB"/>
    <w:rsid w:val="73BC7C3D"/>
    <w:rsid w:val="73BD2BCB"/>
    <w:rsid w:val="73BD4639"/>
    <w:rsid w:val="73BE2F74"/>
    <w:rsid w:val="73C00D54"/>
    <w:rsid w:val="73C055B1"/>
    <w:rsid w:val="73C1258B"/>
    <w:rsid w:val="73C179F6"/>
    <w:rsid w:val="73C21B94"/>
    <w:rsid w:val="73C27899"/>
    <w:rsid w:val="73C2794E"/>
    <w:rsid w:val="73C40045"/>
    <w:rsid w:val="73C61E5E"/>
    <w:rsid w:val="73C62A09"/>
    <w:rsid w:val="73C67531"/>
    <w:rsid w:val="73CA0659"/>
    <w:rsid w:val="73CA3819"/>
    <w:rsid w:val="73CF2F75"/>
    <w:rsid w:val="73D04C54"/>
    <w:rsid w:val="73D37457"/>
    <w:rsid w:val="73D419EF"/>
    <w:rsid w:val="73D57F57"/>
    <w:rsid w:val="73D800E0"/>
    <w:rsid w:val="73DA4614"/>
    <w:rsid w:val="73DD3EBF"/>
    <w:rsid w:val="73E37307"/>
    <w:rsid w:val="73E55492"/>
    <w:rsid w:val="73E7745D"/>
    <w:rsid w:val="73E85A09"/>
    <w:rsid w:val="73EA2AA9"/>
    <w:rsid w:val="73EB2CA7"/>
    <w:rsid w:val="73EC4E44"/>
    <w:rsid w:val="73ED07EB"/>
    <w:rsid w:val="73EF2826"/>
    <w:rsid w:val="73EF78B1"/>
    <w:rsid w:val="73F1372A"/>
    <w:rsid w:val="73F24DCB"/>
    <w:rsid w:val="73F44251"/>
    <w:rsid w:val="73F571F6"/>
    <w:rsid w:val="73F76F74"/>
    <w:rsid w:val="73F8025E"/>
    <w:rsid w:val="73F82020"/>
    <w:rsid w:val="73F95436"/>
    <w:rsid w:val="73FA1E2B"/>
    <w:rsid w:val="73FC4C1D"/>
    <w:rsid w:val="73FF05F3"/>
    <w:rsid w:val="73FF2E70"/>
    <w:rsid w:val="740012B6"/>
    <w:rsid w:val="74017D3D"/>
    <w:rsid w:val="740327D4"/>
    <w:rsid w:val="74040E3D"/>
    <w:rsid w:val="74044758"/>
    <w:rsid w:val="74052403"/>
    <w:rsid w:val="740654FA"/>
    <w:rsid w:val="74077AAC"/>
    <w:rsid w:val="740850A9"/>
    <w:rsid w:val="74092455"/>
    <w:rsid w:val="74093B17"/>
    <w:rsid w:val="740A2233"/>
    <w:rsid w:val="740B23C9"/>
    <w:rsid w:val="740D6797"/>
    <w:rsid w:val="741128B4"/>
    <w:rsid w:val="74137FF3"/>
    <w:rsid w:val="7415414A"/>
    <w:rsid w:val="74185868"/>
    <w:rsid w:val="741A1DB7"/>
    <w:rsid w:val="742035AB"/>
    <w:rsid w:val="742064CB"/>
    <w:rsid w:val="74225CC4"/>
    <w:rsid w:val="742A6C72"/>
    <w:rsid w:val="742C6E6A"/>
    <w:rsid w:val="742E508B"/>
    <w:rsid w:val="742F0B0E"/>
    <w:rsid w:val="743106D8"/>
    <w:rsid w:val="74313D41"/>
    <w:rsid w:val="74325DFB"/>
    <w:rsid w:val="743261FE"/>
    <w:rsid w:val="74335FC5"/>
    <w:rsid w:val="7434059A"/>
    <w:rsid w:val="743774E1"/>
    <w:rsid w:val="74377E14"/>
    <w:rsid w:val="74387CB8"/>
    <w:rsid w:val="74393A30"/>
    <w:rsid w:val="743A718A"/>
    <w:rsid w:val="743D362C"/>
    <w:rsid w:val="743D7A34"/>
    <w:rsid w:val="743E0D4E"/>
    <w:rsid w:val="74406B6D"/>
    <w:rsid w:val="74407D16"/>
    <w:rsid w:val="74420FDF"/>
    <w:rsid w:val="74421AF9"/>
    <w:rsid w:val="74425BDC"/>
    <w:rsid w:val="74436F6E"/>
    <w:rsid w:val="74437959"/>
    <w:rsid w:val="744644BF"/>
    <w:rsid w:val="74493C73"/>
    <w:rsid w:val="744A1FBB"/>
    <w:rsid w:val="744A1FDD"/>
    <w:rsid w:val="744A3EC7"/>
    <w:rsid w:val="744B14A7"/>
    <w:rsid w:val="744E1EF2"/>
    <w:rsid w:val="744E70C3"/>
    <w:rsid w:val="744F4027"/>
    <w:rsid w:val="7450298A"/>
    <w:rsid w:val="74521429"/>
    <w:rsid w:val="745446D3"/>
    <w:rsid w:val="745834AC"/>
    <w:rsid w:val="74597C2E"/>
    <w:rsid w:val="745B673A"/>
    <w:rsid w:val="745D2181"/>
    <w:rsid w:val="745D41A1"/>
    <w:rsid w:val="745F69E5"/>
    <w:rsid w:val="74607769"/>
    <w:rsid w:val="74672929"/>
    <w:rsid w:val="746806EF"/>
    <w:rsid w:val="74685E52"/>
    <w:rsid w:val="74692FC2"/>
    <w:rsid w:val="746935B9"/>
    <w:rsid w:val="746A544A"/>
    <w:rsid w:val="746D3FDE"/>
    <w:rsid w:val="74706044"/>
    <w:rsid w:val="74720CCB"/>
    <w:rsid w:val="747439E3"/>
    <w:rsid w:val="74744A68"/>
    <w:rsid w:val="7475415D"/>
    <w:rsid w:val="747800B5"/>
    <w:rsid w:val="747906BF"/>
    <w:rsid w:val="747923CE"/>
    <w:rsid w:val="7479664B"/>
    <w:rsid w:val="747C5D57"/>
    <w:rsid w:val="747D6EAD"/>
    <w:rsid w:val="747E7406"/>
    <w:rsid w:val="748051BB"/>
    <w:rsid w:val="74806F69"/>
    <w:rsid w:val="748309B2"/>
    <w:rsid w:val="748527D2"/>
    <w:rsid w:val="74877804"/>
    <w:rsid w:val="74886D07"/>
    <w:rsid w:val="7488709E"/>
    <w:rsid w:val="748D11E8"/>
    <w:rsid w:val="749061F3"/>
    <w:rsid w:val="749073DF"/>
    <w:rsid w:val="749261C6"/>
    <w:rsid w:val="749572A3"/>
    <w:rsid w:val="7497198E"/>
    <w:rsid w:val="749834BE"/>
    <w:rsid w:val="749D55C9"/>
    <w:rsid w:val="749E14CA"/>
    <w:rsid w:val="74A03EF6"/>
    <w:rsid w:val="74A17C97"/>
    <w:rsid w:val="74A17CAA"/>
    <w:rsid w:val="74A218E0"/>
    <w:rsid w:val="74A23383"/>
    <w:rsid w:val="74A27504"/>
    <w:rsid w:val="74A4363A"/>
    <w:rsid w:val="74A47933"/>
    <w:rsid w:val="74A52E74"/>
    <w:rsid w:val="74A547AF"/>
    <w:rsid w:val="74A675D4"/>
    <w:rsid w:val="74A67FC1"/>
    <w:rsid w:val="74A94712"/>
    <w:rsid w:val="74A964C0"/>
    <w:rsid w:val="74AB09D4"/>
    <w:rsid w:val="74AC4202"/>
    <w:rsid w:val="74AD5560"/>
    <w:rsid w:val="74AE3B14"/>
    <w:rsid w:val="74AE3CA8"/>
    <w:rsid w:val="74AF27EA"/>
    <w:rsid w:val="74B020D2"/>
    <w:rsid w:val="74B2040B"/>
    <w:rsid w:val="74B330BD"/>
    <w:rsid w:val="74B60878"/>
    <w:rsid w:val="74B62127"/>
    <w:rsid w:val="74BC23CF"/>
    <w:rsid w:val="74BC5627"/>
    <w:rsid w:val="74C01A5C"/>
    <w:rsid w:val="74C07215"/>
    <w:rsid w:val="74C23A26"/>
    <w:rsid w:val="74C27582"/>
    <w:rsid w:val="74CC5372"/>
    <w:rsid w:val="74D128A4"/>
    <w:rsid w:val="74D12C5F"/>
    <w:rsid w:val="74D31A02"/>
    <w:rsid w:val="74D42FB4"/>
    <w:rsid w:val="74D4624D"/>
    <w:rsid w:val="74D472B5"/>
    <w:rsid w:val="74D47AC3"/>
    <w:rsid w:val="74D55507"/>
    <w:rsid w:val="74D66DC1"/>
    <w:rsid w:val="74D81AF9"/>
    <w:rsid w:val="74DA02B0"/>
    <w:rsid w:val="74DB0643"/>
    <w:rsid w:val="74DB58A5"/>
    <w:rsid w:val="74DB6895"/>
    <w:rsid w:val="74DD056F"/>
    <w:rsid w:val="74DF1EE2"/>
    <w:rsid w:val="74DF3D1E"/>
    <w:rsid w:val="74DF5F33"/>
    <w:rsid w:val="74E26BE6"/>
    <w:rsid w:val="74E30CDD"/>
    <w:rsid w:val="74E41BEE"/>
    <w:rsid w:val="74E449E5"/>
    <w:rsid w:val="74E53D72"/>
    <w:rsid w:val="74E97204"/>
    <w:rsid w:val="74EA1CC5"/>
    <w:rsid w:val="74EA5693"/>
    <w:rsid w:val="74ED4AE8"/>
    <w:rsid w:val="74EE58F6"/>
    <w:rsid w:val="74EF53A6"/>
    <w:rsid w:val="74F0233F"/>
    <w:rsid w:val="74F02CD6"/>
    <w:rsid w:val="74F1106A"/>
    <w:rsid w:val="74F35E97"/>
    <w:rsid w:val="74F57957"/>
    <w:rsid w:val="74F6234D"/>
    <w:rsid w:val="74F84A0C"/>
    <w:rsid w:val="74F976F6"/>
    <w:rsid w:val="74FC0CE6"/>
    <w:rsid w:val="74FD4A5E"/>
    <w:rsid w:val="74FE0E2F"/>
    <w:rsid w:val="7501454E"/>
    <w:rsid w:val="75033FD0"/>
    <w:rsid w:val="7506759F"/>
    <w:rsid w:val="750736A9"/>
    <w:rsid w:val="75085F86"/>
    <w:rsid w:val="750D2A38"/>
    <w:rsid w:val="750E5040"/>
    <w:rsid w:val="75101FEA"/>
    <w:rsid w:val="7513602F"/>
    <w:rsid w:val="75151A84"/>
    <w:rsid w:val="75175B20"/>
    <w:rsid w:val="75184E92"/>
    <w:rsid w:val="751B5E58"/>
    <w:rsid w:val="751D0D22"/>
    <w:rsid w:val="751D0FBC"/>
    <w:rsid w:val="751D346B"/>
    <w:rsid w:val="751E1D78"/>
    <w:rsid w:val="75242251"/>
    <w:rsid w:val="75251F97"/>
    <w:rsid w:val="75265D63"/>
    <w:rsid w:val="752801F8"/>
    <w:rsid w:val="75287D2D"/>
    <w:rsid w:val="752A58B3"/>
    <w:rsid w:val="75302662"/>
    <w:rsid w:val="75317B53"/>
    <w:rsid w:val="75324C05"/>
    <w:rsid w:val="75334095"/>
    <w:rsid w:val="75355FA6"/>
    <w:rsid w:val="753A180E"/>
    <w:rsid w:val="753A194B"/>
    <w:rsid w:val="753B0BFF"/>
    <w:rsid w:val="753F57DD"/>
    <w:rsid w:val="7541494A"/>
    <w:rsid w:val="75421A27"/>
    <w:rsid w:val="75421FDB"/>
    <w:rsid w:val="75433B41"/>
    <w:rsid w:val="754429E6"/>
    <w:rsid w:val="7548217D"/>
    <w:rsid w:val="75494EDF"/>
    <w:rsid w:val="75495EC7"/>
    <w:rsid w:val="754A290A"/>
    <w:rsid w:val="754C32EF"/>
    <w:rsid w:val="754E1867"/>
    <w:rsid w:val="754E71E9"/>
    <w:rsid w:val="7550501C"/>
    <w:rsid w:val="755122E9"/>
    <w:rsid w:val="75541077"/>
    <w:rsid w:val="75556648"/>
    <w:rsid w:val="75563BF9"/>
    <w:rsid w:val="75581C94"/>
    <w:rsid w:val="75593E5C"/>
    <w:rsid w:val="75595113"/>
    <w:rsid w:val="755956A5"/>
    <w:rsid w:val="755D6D17"/>
    <w:rsid w:val="75603B5F"/>
    <w:rsid w:val="75611E78"/>
    <w:rsid w:val="75646FF9"/>
    <w:rsid w:val="7568436C"/>
    <w:rsid w:val="7568779E"/>
    <w:rsid w:val="7569522C"/>
    <w:rsid w:val="75695E97"/>
    <w:rsid w:val="756A6DDC"/>
    <w:rsid w:val="756C1379"/>
    <w:rsid w:val="756E3266"/>
    <w:rsid w:val="756F42E0"/>
    <w:rsid w:val="756F749D"/>
    <w:rsid w:val="75705230"/>
    <w:rsid w:val="75713261"/>
    <w:rsid w:val="75774810"/>
    <w:rsid w:val="757760F1"/>
    <w:rsid w:val="75783D22"/>
    <w:rsid w:val="75785096"/>
    <w:rsid w:val="757879F0"/>
    <w:rsid w:val="75792F68"/>
    <w:rsid w:val="757A06D7"/>
    <w:rsid w:val="757C07FB"/>
    <w:rsid w:val="757D6201"/>
    <w:rsid w:val="757E2BAF"/>
    <w:rsid w:val="757E3CDC"/>
    <w:rsid w:val="758103A2"/>
    <w:rsid w:val="75835DFE"/>
    <w:rsid w:val="75845F6C"/>
    <w:rsid w:val="75870661"/>
    <w:rsid w:val="758B26D4"/>
    <w:rsid w:val="758C39CD"/>
    <w:rsid w:val="758C5FB7"/>
    <w:rsid w:val="759057AF"/>
    <w:rsid w:val="7592044A"/>
    <w:rsid w:val="759610BA"/>
    <w:rsid w:val="7597433E"/>
    <w:rsid w:val="75974E97"/>
    <w:rsid w:val="759773C5"/>
    <w:rsid w:val="75980F3B"/>
    <w:rsid w:val="75981651"/>
    <w:rsid w:val="75990944"/>
    <w:rsid w:val="75994089"/>
    <w:rsid w:val="75996288"/>
    <w:rsid w:val="759B3095"/>
    <w:rsid w:val="759C11E6"/>
    <w:rsid w:val="759D795E"/>
    <w:rsid w:val="759E1D9D"/>
    <w:rsid w:val="759F09EE"/>
    <w:rsid w:val="759F65DA"/>
    <w:rsid w:val="75A203DA"/>
    <w:rsid w:val="75A320F3"/>
    <w:rsid w:val="75A423E6"/>
    <w:rsid w:val="75A650F5"/>
    <w:rsid w:val="75A7620F"/>
    <w:rsid w:val="75A82C1C"/>
    <w:rsid w:val="75AE60A0"/>
    <w:rsid w:val="75B31349"/>
    <w:rsid w:val="75B471DE"/>
    <w:rsid w:val="75B51AAE"/>
    <w:rsid w:val="75B72E5F"/>
    <w:rsid w:val="75BB6E32"/>
    <w:rsid w:val="75BC6C03"/>
    <w:rsid w:val="75BC7FF3"/>
    <w:rsid w:val="75BD2A03"/>
    <w:rsid w:val="75C31803"/>
    <w:rsid w:val="75C56426"/>
    <w:rsid w:val="75C801A2"/>
    <w:rsid w:val="75CA57B4"/>
    <w:rsid w:val="75CB16EA"/>
    <w:rsid w:val="75CB5A37"/>
    <w:rsid w:val="75CD4430"/>
    <w:rsid w:val="75CF1119"/>
    <w:rsid w:val="75D237F5"/>
    <w:rsid w:val="75D2750E"/>
    <w:rsid w:val="75D46058"/>
    <w:rsid w:val="75D4756D"/>
    <w:rsid w:val="75D532E5"/>
    <w:rsid w:val="75D54C5E"/>
    <w:rsid w:val="75D643FF"/>
    <w:rsid w:val="75D65B12"/>
    <w:rsid w:val="75D7242A"/>
    <w:rsid w:val="75D77B17"/>
    <w:rsid w:val="75D91027"/>
    <w:rsid w:val="75D91863"/>
    <w:rsid w:val="75D9255C"/>
    <w:rsid w:val="75D947C4"/>
    <w:rsid w:val="75DA7DC0"/>
    <w:rsid w:val="75DB1A0D"/>
    <w:rsid w:val="75DB47E0"/>
    <w:rsid w:val="75DE57DF"/>
    <w:rsid w:val="75E106A5"/>
    <w:rsid w:val="75E1686A"/>
    <w:rsid w:val="75E267A7"/>
    <w:rsid w:val="75E500EC"/>
    <w:rsid w:val="75E53655"/>
    <w:rsid w:val="75E55995"/>
    <w:rsid w:val="75E60837"/>
    <w:rsid w:val="75E72BEB"/>
    <w:rsid w:val="75E8300B"/>
    <w:rsid w:val="75E84E65"/>
    <w:rsid w:val="75EB6ED5"/>
    <w:rsid w:val="75ED062E"/>
    <w:rsid w:val="75EE65DC"/>
    <w:rsid w:val="75F17CC1"/>
    <w:rsid w:val="75F310A9"/>
    <w:rsid w:val="75F32F93"/>
    <w:rsid w:val="75F47C0F"/>
    <w:rsid w:val="75F53987"/>
    <w:rsid w:val="75F66805"/>
    <w:rsid w:val="75F714AD"/>
    <w:rsid w:val="75FA2D4B"/>
    <w:rsid w:val="75FB136D"/>
    <w:rsid w:val="75FB6622"/>
    <w:rsid w:val="75FC489D"/>
    <w:rsid w:val="75FE45EA"/>
    <w:rsid w:val="76012DA7"/>
    <w:rsid w:val="760245EB"/>
    <w:rsid w:val="76067008"/>
    <w:rsid w:val="76085468"/>
    <w:rsid w:val="760F16AC"/>
    <w:rsid w:val="760F591B"/>
    <w:rsid w:val="76100391"/>
    <w:rsid w:val="76116A13"/>
    <w:rsid w:val="76143E0D"/>
    <w:rsid w:val="7615765A"/>
    <w:rsid w:val="76164029"/>
    <w:rsid w:val="76167048"/>
    <w:rsid w:val="761702B9"/>
    <w:rsid w:val="761738FD"/>
    <w:rsid w:val="761773B0"/>
    <w:rsid w:val="761827E1"/>
    <w:rsid w:val="761866DB"/>
    <w:rsid w:val="761A29C4"/>
    <w:rsid w:val="761C2F0D"/>
    <w:rsid w:val="761C4426"/>
    <w:rsid w:val="761E4C8C"/>
    <w:rsid w:val="762227F6"/>
    <w:rsid w:val="76277FE4"/>
    <w:rsid w:val="762926AB"/>
    <w:rsid w:val="762A1882"/>
    <w:rsid w:val="762D1373"/>
    <w:rsid w:val="762D2D5C"/>
    <w:rsid w:val="762D406F"/>
    <w:rsid w:val="762D6CE9"/>
    <w:rsid w:val="762E7A26"/>
    <w:rsid w:val="762F50EB"/>
    <w:rsid w:val="76300E6C"/>
    <w:rsid w:val="763224E5"/>
    <w:rsid w:val="763539C9"/>
    <w:rsid w:val="76370073"/>
    <w:rsid w:val="7638106C"/>
    <w:rsid w:val="76391442"/>
    <w:rsid w:val="76393596"/>
    <w:rsid w:val="763B583E"/>
    <w:rsid w:val="76412F67"/>
    <w:rsid w:val="76463024"/>
    <w:rsid w:val="76464EEB"/>
    <w:rsid w:val="76481699"/>
    <w:rsid w:val="764861AD"/>
    <w:rsid w:val="764B62CF"/>
    <w:rsid w:val="764C7A4B"/>
    <w:rsid w:val="764D37C3"/>
    <w:rsid w:val="76504745"/>
    <w:rsid w:val="76514B78"/>
    <w:rsid w:val="76524C2B"/>
    <w:rsid w:val="76532C31"/>
    <w:rsid w:val="76545A7A"/>
    <w:rsid w:val="76556C78"/>
    <w:rsid w:val="76557FFB"/>
    <w:rsid w:val="76561AEB"/>
    <w:rsid w:val="76565BCE"/>
    <w:rsid w:val="76577C46"/>
    <w:rsid w:val="765813DE"/>
    <w:rsid w:val="765C154F"/>
    <w:rsid w:val="765C346B"/>
    <w:rsid w:val="765D3A06"/>
    <w:rsid w:val="765E32DA"/>
    <w:rsid w:val="765E71F7"/>
    <w:rsid w:val="76603F87"/>
    <w:rsid w:val="76645362"/>
    <w:rsid w:val="766534DA"/>
    <w:rsid w:val="76661491"/>
    <w:rsid w:val="766A1A0A"/>
    <w:rsid w:val="766A5A74"/>
    <w:rsid w:val="766B5525"/>
    <w:rsid w:val="766C7D3B"/>
    <w:rsid w:val="766D2C31"/>
    <w:rsid w:val="766E10F4"/>
    <w:rsid w:val="766E6AD7"/>
    <w:rsid w:val="76733138"/>
    <w:rsid w:val="767368C8"/>
    <w:rsid w:val="76763576"/>
    <w:rsid w:val="767A75BD"/>
    <w:rsid w:val="767D416A"/>
    <w:rsid w:val="767D753D"/>
    <w:rsid w:val="767E7621"/>
    <w:rsid w:val="76805946"/>
    <w:rsid w:val="76817C04"/>
    <w:rsid w:val="7682346D"/>
    <w:rsid w:val="768371E5"/>
    <w:rsid w:val="76875225"/>
    <w:rsid w:val="76876D8B"/>
    <w:rsid w:val="76881FE8"/>
    <w:rsid w:val="76887728"/>
    <w:rsid w:val="7689120F"/>
    <w:rsid w:val="768A0DCA"/>
    <w:rsid w:val="768C5C52"/>
    <w:rsid w:val="768C6099"/>
    <w:rsid w:val="768E13D6"/>
    <w:rsid w:val="768E37A6"/>
    <w:rsid w:val="768E74AA"/>
    <w:rsid w:val="768F00AC"/>
    <w:rsid w:val="76932C39"/>
    <w:rsid w:val="76941412"/>
    <w:rsid w:val="76942FF2"/>
    <w:rsid w:val="76944F4E"/>
    <w:rsid w:val="7696032B"/>
    <w:rsid w:val="76962705"/>
    <w:rsid w:val="76966F18"/>
    <w:rsid w:val="769720E3"/>
    <w:rsid w:val="769841B3"/>
    <w:rsid w:val="76984A3E"/>
    <w:rsid w:val="769917A5"/>
    <w:rsid w:val="769E7B7B"/>
    <w:rsid w:val="76A0464D"/>
    <w:rsid w:val="76A04CD5"/>
    <w:rsid w:val="76A42902"/>
    <w:rsid w:val="76A50F48"/>
    <w:rsid w:val="76A625B7"/>
    <w:rsid w:val="76A65468"/>
    <w:rsid w:val="76A809F9"/>
    <w:rsid w:val="76A827A7"/>
    <w:rsid w:val="76A91A3D"/>
    <w:rsid w:val="76AA4F64"/>
    <w:rsid w:val="76AC04E9"/>
    <w:rsid w:val="76AE0672"/>
    <w:rsid w:val="76B13819"/>
    <w:rsid w:val="76B13A87"/>
    <w:rsid w:val="76B15B00"/>
    <w:rsid w:val="76B42301"/>
    <w:rsid w:val="76B45534"/>
    <w:rsid w:val="76B71CC6"/>
    <w:rsid w:val="76B919C2"/>
    <w:rsid w:val="76B94BCF"/>
    <w:rsid w:val="76BA27FC"/>
    <w:rsid w:val="76BC6287"/>
    <w:rsid w:val="76BD39C2"/>
    <w:rsid w:val="76BF380F"/>
    <w:rsid w:val="76C01845"/>
    <w:rsid w:val="76C23EC9"/>
    <w:rsid w:val="76C24633"/>
    <w:rsid w:val="76C25B38"/>
    <w:rsid w:val="76C32F6B"/>
    <w:rsid w:val="76C4491E"/>
    <w:rsid w:val="76C45833"/>
    <w:rsid w:val="76CA0970"/>
    <w:rsid w:val="76CC482A"/>
    <w:rsid w:val="76CF7A94"/>
    <w:rsid w:val="76D02F54"/>
    <w:rsid w:val="76D062A9"/>
    <w:rsid w:val="76D07206"/>
    <w:rsid w:val="76D11DB0"/>
    <w:rsid w:val="76D32D56"/>
    <w:rsid w:val="76D40FF5"/>
    <w:rsid w:val="76D67D7F"/>
    <w:rsid w:val="76DC06FC"/>
    <w:rsid w:val="76DC225C"/>
    <w:rsid w:val="76DD4182"/>
    <w:rsid w:val="76DE7763"/>
    <w:rsid w:val="76E153D9"/>
    <w:rsid w:val="76E23F0B"/>
    <w:rsid w:val="76E436FB"/>
    <w:rsid w:val="76E47C83"/>
    <w:rsid w:val="76E557A9"/>
    <w:rsid w:val="76E606E4"/>
    <w:rsid w:val="76E64499"/>
    <w:rsid w:val="76E675B7"/>
    <w:rsid w:val="76E72F87"/>
    <w:rsid w:val="76E91C4F"/>
    <w:rsid w:val="76EA49BB"/>
    <w:rsid w:val="76EE6C5B"/>
    <w:rsid w:val="76F27F45"/>
    <w:rsid w:val="76F703FF"/>
    <w:rsid w:val="76F827A7"/>
    <w:rsid w:val="76F8306D"/>
    <w:rsid w:val="76F8775D"/>
    <w:rsid w:val="76F979BB"/>
    <w:rsid w:val="76FB654A"/>
    <w:rsid w:val="76FD2CD6"/>
    <w:rsid w:val="76FF2B48"/>
    <w:rsid w:val="76FF60DB"/>
    <w:rsid w:val="76FF7969"/>
    <w:rsid w:val="77004B22"/>
    <w:rsid w:val="77017271"/>
    <w:rsid w:val="770255E6"/>
    <w:rsid w:val="77035184"/>
    <w:rsid w:val="77043E82"/>
    <w:rsid w:val="770509E2"/>
    <w:rsid w:val="77076C80"/>
    <w:rsid w:val="770B16B4"/>
    <w:rsid w:val="77102D7A"/>
    <w:rsid w:val="77120A28"/>
    <w:rsid w:val="771537D2"/>
    <w:rsid w:val="7716797F"/>
    <w:rsid w:val="77185908"/>
    <w:rsid w:val="771B388E"/>
    <w:rsid w:val="771C068D"/>
    <w:rsid w:val="77215164"/>
    <w:rsid w:val="77217387"/>
    <w:rsid w:val="772462D2"/>
    <w:rsid w:val="77263650"/>
    <w:rsid w:val="77296D24"/>
    <w:rsid w:val="772C13EE"/>
    <w:rsid w:val="772D06A9"/>
    <w:rsid w:val="772D6C2E"/>
    <w:rsid w:val="772F410B"/>
    <w:rsid w:val="772F6BF5"/>
    <w:rsid w:val="77351022"/>
    <w:rsid w:val="773565A7"/>
    <w:rsid w:val="77375542"/>
    <w:rsid w:val="77396136"/>
    <w:rsid w:val="773C7ABF"/>
    <w:rsid w:val="773E6D2A"/>
    <w:rsid w:val="774008D7"/>
    <w:rsid w:val="774011C9"/>
    <w:rsid w:val="7741017E"/>
    <w:rsid w:val="77417B4E"/>
    <w:rsid w:val="77427187"/>
    <w:rsid w:val="77433565"/>
    <w:rsid w:val="77444A45"/>
    <w:rsid w:val="77487E58"/>
    <w:rsid w:val="7749703B"/>
    <w:rsid w:val="774D7960"/>
    <w:rsid w:val="774E104B"/>
    <w:rsid w:val="774E4687"/>
    <w:rsid w:val="77500D09"/>
    <w:rsid w:val="77505319"/>
    <w:rsid w:val="77560BB1"/>
    <w:rsid w:val="775841CD"/>
    <w:rsid w:val="7758585C"/>
    <w:rsid w:val="77593CDF"/>
    <w:rsid w:val="775D17E4"/>
    <w:rsid w:val="775D6664"/>
    <w:rsid w:val="775D7797"/>
    <w:rsid w:val="775E3EEC"/>
    <w:rsid w:val="775F0511"/>
    <w:rsid w:val="775F3C3B"/>
    <w:rsid w:val="77670D77"/>
    <w:rsid w:val="776726D3"/>
    <w:rsid w:val="77674410"/>
    <w:rsid w:val="77680B0C"/>
    <w:rsid w:val="77697F82"/>
    <w:rsid w:val="776A2CB2"/>
    <w:rsid w:val="776B3F01"/>
    <w:rsid w:val="776D5ECB"/>
    <w:rsid w:val="776E3A53"/>
    <w:rsid w:val="776E7F54"/>
    <w:rsid w:val="776F04B2"/>
    <w:rsid w:val="776F39C7"/>
    <w:rsid w:val="77700271"/>
    <w:rsid w:val="77705B37"/>
    <w:rsid w:val="7772105F"/>
    <w:rsid w:val="77731007"/>
    <w:rsid w:val="7773406E"/>
    <w:rsid w:val="77747F57"/>
    <w:rsid w:val="77751BD4"/>
    <w:rsid w:val="77754140"/>
    <w:rsid w:val="7775661B"/>
    <w:rsid w:val="77762AFC"/>
    <w:rsid w:val="77764653"/>
    <w:rsid w:val="77773461"/>
    <w:rsid w:val="7778661E"/>
    <w:rsid w:val="777A11D5"/>
    <w:rsid w:val="777C1717"/>
    <w:rsid w:val="777C4360"/>
    <w:rsid w:val="777D3C34"/>
    <w:rsid w:val="777F79AC"/>
    <w:rsid w:val="77824E57"/>
    <w:rsid w:val="77826AF7"/>
    <w:rsid w:val="77854D85"/>
    <w:rsid w:val="7786141B"/>
    <w:rsid w:val="77871361"/>
    <w:rsid w:val="778A7ABA"/>
    <w:rsid w:val="778C03DD"/>
    <w:rsid w:val="77936B37"/>
    <w:rsid w:val="77957575"/>
    <w:rsid w:val="77966DE2"/>
    <w:rsid w:val="77972FDD"/>
    <w:rsid w:val="77974AD7"/>
    <w:rsid w:val="77977AAB"/>
    <w:rsid w:val="779A15F8"/>
    <w:rsid w:val="779D0035"/>
    <w:rsid w:val="779E6494"/>
    <w:rsid w:val="779F057A"/>
    <w:rsid w:val="779F6A2B"/>
    <w:rsid w:val="77A35EE7"/>
    <w:rsid w:val="77A5646B"/>
    <w:rsid w:val="77A768FD"/>
    <w:rsid w:val="77A82227"/>
    <w:rsid w:val="77A85155"/>
    <w:rsid w:val="77AF4091"/>
    <w:rsid w:val="77B1442A"/>
    <w:rsid w:val="77B440C1"/>
    <w:rsid w:val="77B53C2C"/>
    <w:rsid w:val="77B60AF8"/>
    <w:rsid w:val="77B6233C"/>
    <w:rsid w:val="77B70EF4"/>
    <w:rsid w:val="77B77146"/>
    <w:rsid w:val="77B84C6C"/>
    <w:rsid w:val="77B97453"/>
    <w:rsid w:val="77BC475C"/>
    <w:rsid w:val="77BC650A"/>
    <w:rsid w:val="77BE432D"/>
    <w:rsid w:val="77C11D73"/>
    <w:rsid w:val="77C13837"/>
    <w:rsid w:val="77C16FFD"/>
    <w:rsid w:val="77C24969"/>
    <w:rsid w:val="77C312E2"/>
    <w:rsid w:val="77C347B7"/>
    <w:rsid w:val="77C43611"/>
    <w:rsid w:val="77C5772E"/>
    <w:rsid w:val="77C92BBF"/>
    <w:rsid w:val="77CA5346"/>
    <w:rsid w:val="77CE540A"/>
    <w:rsid w:val="77CE66BC"/>
    <w:rsid w:val="77CF5DAA"/>
    <w:rsid w:val="77CF7C0B"/>
    <w:rsid w:val="77D0767E"/>
    <w:rsid w:val="77D4241F"/>
    <w:rsid w:val="77D46FE6"/>
    <w:rsid w:val="77D543AA"/>
    <w:rsid w:val="77D63208"/>
    <w:rsid w:val="77D6608E"/>
    <w:rsid w:val="77D93560"/>
    <w:rsid w:val="77D9530E"/>
    <w:rsid w:val="77DA14DC"/>
    <w:rsid w:val="77DC2307"/>
    <w:rsid w:val="77DC4DFE"/>
    <w:rsid w:val="77DE2197"/>
    <w:rsid w:val="77DE2925"/>
    <w:rsid w:val="77E12ABD"/>
    <w:rsid w:val="77E21E4D"/>
    <w:rsid w:val="77E66EC7"/>
    <w:rsid w:val="77E67A2B"/>
    <w:rsid w:val="77E72AC2"/>
    <w:rsid w:val="77E82427"/>
    <w:rsid w:val="77E85AEA"/>
    <w:rsid w:val="77E9224A"/>
    <w:rsid w:val="77EB2E35"/>
    <w:rsid w:val="77ED046F"/>
    <w:rsid w:val="77ED700C"/>
    <w:rsid w:val="77EE068E"/>
    <w:rsid w:val="77F52311"/>
    <w:rsid w:val="77F607BA"/>
    <w:rsid w:val="77F70E20"/>
    <w:rsid w:val="77F71064"/>
    <w:rsid w:val="77F91579"/>
    <w:rsid w:val="77FA452C"/>
    <w:rsid w:val="77FE67B9"/>
    <w:rsid w:val="77FF016E"/>
    <w:rsid w:val="78006D3F"/>
    <w:rsid w:val="7803238B"/>
    <w:rsid w:val="78046805"/>
    <w:rsid w:val="780600CD"/>
    <w:rsid w:val="78074EEB"/>
    <w:rsid w:val="780C3C50"/>
    <w:rsid w:val="780D4FB8"/>
    <w:rsid w:val="781338E6"/>
    <w:rsid w:val="781728D7"/>
    <w:rsid w:val="78192189"/>
    <w:rsid w:val="781C51FB"/>
    <w:rsid w:val="781D5C33"/>
    <w:rsid w:val="781E0F73"/>
    <w:rsid w:val="781E2BCA"/>
    <w:rsid w:val="781E4F76"/>
    <w:rsid w:val="781E5C59"/>
    <w:rsid w:val="781F59D7"/>
    <w:rsid w:val="782307FE"/>
    <w:rsid w:val="78231E1B"/>
    <w:rsid w:val="78234ECF"/>
    <w:rsid w:val="7827516C"/>
    <w:rsid w:val="782819D3"/>
    <w:rsid w:val="782D0561"/>
    <w:rsid w:val="783426CB"/>
    <w:rsid w:val="78343579"/>
    <w:rsid w:val="7834447E"/>
    <w:rsid w:val="783469E8"/>
    <w:rsid w:val="78397318"/>
    <w:rsid w:val="783A52B8"/>
    <w:rsid w:val="783A6A04"/>
    <w:rsid w:val="783B1B25"/>
    <w:rsid w:val="783B5FE2"/>
    <w:rsid w:val="783C569E"/>
    <w:rsid w:val="783E33C3"/>
    <w:rsid w:val="783E7261"/>
    <w:rsid w:val="783E746C"/>
    <w:rsid w:val="783F6003"/>
    <w:rsid w:val="78412EB3"/>
    <w:rsid w:val="78442A96"/>
    <w:rsid w:val="784455DA"/>
    <w:rsid w:val="7847375B"/>
    <w:rsid w:val="784A1C2F"/>
    <w:rsid w:val="784B1CBA"/>
    <w:rsid w:val="784C3D32"/>
    <w:rsid w:val="784D7CC7"/>
    <w:rsid w:val="784E24E5"/>
    <w:rsid w:val="784F05FB"/>
    <w:rsid w:val="78513660"/>
    <w:rsid w:val="78515458"/>
    <w:rsid w:val="785207D3"/>
    <w:rsid w:val="78562CFF"/>
    <w:rsid w:val="78594823"/>
    <w:rsid w:val="78594D8D"/>
    <w:rsid w:val="785B1758"/>
    <w:rsid w:val="785B79E4"/>
    <w:rsid w:val="785D1EFD"/>
    <w:rsid w:val="785D4C08"/>
    <w:rsid w:val="785E17A6"/>
    <w:rsid w:val="785E2F87"/>
    <w:rsid w:val="78611E7C"/>
    <w:rsid w:val="786170B2"/>
    <w:rsid w:val="786327DD"/>
    <w:rsid w:val="78636C54"/>
    <w:rsid w:val="78642166"/>
    <w:rsid w:val="786701C4"/>
    <w:rsid w:val="78680440"/>
    <w:rsid w:val="78696B96"/>
    <w:rsid w:val="786C7C76"/>
    <w:rsid w:val="786D3CA8"/>
    <w:rsid w:val="786D46BC"/>
    <w:rsid w:val="786D74F9"/>
    <w:rsid w:val="786F4FE0"/>
    <w:rsid w:val="78715547"/>
    <w:rsid w:val="78727511"/>
    <w:rsid w:val="78766272"/>
    <w:rsid w:val="787735AE"/>
    <w:rsid w:val="78786240"/>
    <w:rsid w:val="787C708D"/>
    <w:rsid w:val="787E7D6E"/>
    <w:rsid w:val="787F4A7A"/>
    <w:rsid w:val="78843D3B"/>
    <w:rsid w:val="788505DF"/>
    <w:rsid w:val="78877445"/>
    <w:rsid w:val="78897C3F"/>
    <w:rsid w:val="788A03B6"/>
    <w:rsid w:val="788A0CC0"/>
    <w:rsid w:val="788D193F"/>
    <w:rsid w:val="788D7EA7"/>
    <w:rsid w:val="788E71DC"/>
    <w:rsid w:val="788F285D"/>
    <w:rsid w:val="78916FB9"/>
    <w:rsid w:val="78927D19"/>
    <w:rsid w:val="7893214E"/>
    <w:rsid w:val="78952E65"/>
    <w:rsid w:val="78961451"/>
    <w:rsid w:val="78972AD3"/>
    <w:rsid w:val="789858F6"/>
    <w:rsid w:val="7899275C"/>
    <w:rsid w:val="789B3E88"/>
    <w:rsid w:val="789C5B91"/>
    <w:rsid w:val="789F5D46"/>
    <w:rsid w:val="78A05AAD"/>
    <w:rsid w:val="78A05ED1"/>
    <w:rsid w:val="78A43B9F"/>
    <w:rsid w:val="78A47779"/>
    <w:rsid w:val="78AB23B1"/>
    <w:rsid w:val="78AC47D1"/>
    <w:rsid w:val="78AD248D"/>
    <w:rsid w:val="78AD5AE0"/>
    <w:rsid w:val="78AE2E76"/>
    <w:rsid w:val="78B03E98"/>
    <w:rsid w:val="78B2790D"/>
    <w:rsid w:val="78B638A1"/>
    <w:rsid w:val="78B63D5B"/>
    <w:rsid w:val="78B760CA"/>
    <w:rsid w:val="78B866EE"/>
    <w:rsid w:val="78BD078C"/>
    <w:rsid w:val="78BD4FA1"/>
    <w:rsid w:val="78BE58E3"/>
    <w:rsid w:val="78BE6107"/>
    <w:rsid w:val="78BE662E"/>
    <w:rsid w:val="78BF636B"/>
    <w:rsid w:val="78C07C3D"/>
    <w:rsid w:val="78C142C7"/>
    <w:rsid w:val="78C35ED8"/>
    <w:rsid w:val="78C4517B"/>
    <w:rsid w:val="78C530B0"/>
    <w:rsid w:val="78C56B59"/>
    <w:rsid w:val="78C57641"/>
    <w:rsid w:val="78C57B60"/>
    <w:rsid w:val="78C94EF5"/>
    <w:rsid w:val="78CA0281"/>
    <w:rsid w:val="78CC3D4A"/>
    <w:rsid w:val="78CC5E92"/>
    <w:rsid w:val="78CD5340"/>
    <w:rsid w:val="78CD68B1"/>
    <w:rsid w:val="78CE2999"/>
    <w:rsid w:val="78D02B2C"/>
    <w:rsid w:val="78D049F5"/>
    <w:rsid w:val="78D16BB7"/>
    <w:rsid w:val="78D32E38"/>
    <w:rsid w:val="78D55DDB"/>
    <w:rsid w:val="78D8116A"/>
    <w:rsid w:val="78D94959"/>
    <w:rsid w:val="78DA4DFC"/>
    <w:rsid w:val="78DB6B62"/>
    <w:rsid w:val="78DD05B2"/>
    <w:rsid w:val="78DF02CE"/>
    <w:rsid w:val="78E428EC"/>
    <w:rsid w:val="78E55A10"/>
    <w:rsid w:val="78E73458"/>
    <w:rsid w:val="78E77191"/>
    <w:rsid w:val="78E86748"/>
    <w:rsid w:val="78E93B4B"/>
    <w:rsid w:val="78E9475B"/>
    <w:rsid w:val="78EA1AC6"/>
    <w:rsid w:val="78EA52F9"/>
    <w:rsid w:val="78EC16DA"/>
    <w:rsid w:val="78EC393B"/>
    <w:rsid w:val="78EF0B61"/>
    <w:rsid w:val="78EF287C"/>
    <w:rsid w:val="78F16688"/>
    <w:rsid w:val="78F31C08"/>
    <w:rsid w:val="78F33F78"/>
    <w:rsid w:val="78F35813"/>
    <w:rsid w:val="78F41CD4"/>
    <w:rsid w:val="78F50B16"/>
    <w:rsid w:val="78F57662"/>
    <w:rsid w:val="78F62A9F"/>
    <w:rsid w:val="78F66114"/>
    <w:rsid w:val="78F678BB"/>
    <w:rsid w:val="78F70356"/>
    <w:rsid w:val="78F9378E"/>
    <w:rsid w:val="78FD327E"/>
    <w:rsid w:val="78FF069E"/>
    <w:rsid w:val="79007721"/>
    <w:rsid w:val="790640DE"/>
    <w:rsid w:val="79081C99"/>
    <w:rsid w:val="7908577F"/>
    <w:rsid w:val="79087FA7"/>
    <w:rsid w:val="790939D1"/>
    <w:rsid w:val="790A048A"/>
    <w:rsid w:val="790A404B"/>
    <w:rsid w:val="790D1E3A"/>
    <w:rsid w:val="790F6B0E"/>
    <w:rsid w:val="79117700"/>
    <w:rsid w:val="791462E0"/>
    <w:rsid w:val="79147379"/>
    <w:rsid w:val="7916773E"/>
    <w:rsid w:val="791E0CF0"/>
    <w:rsid w:val="791F5818"/>
    <w:rsid w:val="79200D1B"/>
    <w:rsid w:val="79202AC9"/>
    <w:rsid w:val="7920543A"/>
    <w:rsid w:val="792227FD"/>
    <w:rsid w:val="79224A93"/>
    <w:rsid w:val="792425B9"/>
    <w:rsid w:val="792627D5"/>
    <w:rsid w:val="792702FB"/>
    <w:rsid w:val="79272330"/>
    <w:rsid w:val="792737ED"/>
    <w:rsid w:val="79285BDF"/>
    <w:rsid w:val="792871AC"/>
    <w:rsid w:val="792B004C"/>
    <w:rsid w:val="792C76C0"/>
    <w:rsid w:val="792D03C8"/>
    <w:rsid w:val="792D1586"/>
    <w:rsid w:val="792D6755"/>
    <w:rsid w:val="792F4F99"/>
    <w:rsid w:val="79315C1F"/>
    <w:rsid w:val="79322828"/>
    <w:rsid w:val="793425DB"/>
    <w:rsid w:val="79347D9B"/>
    <w:rsid w:val="79381F5C"/>
    <w:rsid w:val="79382508"/>
    <w:rsid w:val="79386064"/>
    <w:rsid w:val="793A4F97"/>
    <w:rsid w:val="793D65BE"/>
    <w:rsid w:val="793D6F4B"/>
    <w:rsid w:val="793D785B"/>
    <w:rsid w:val="794013BD"/>
    <w:rsid w:val="79423CD3"/>
    <w:rsid w:val="79431DCF"/>
    <w:rsid w:val="79432475"/>
    <w:rsid w:val="7945436A"/>
    <w:rsid w:val="794823BF"/>
    <w:rsid w:val="794913E6"/>
    <w:rsid w:val="79491C03"/>
    <w:rsid w:val="79496B66"/>
    <w:rsid w:val="794C7D62"/>
    <w:rsid w:val="794D3CEA"/>
    <w:rsid w:val="794D6EAB"/>
    <w:rsid w:val="794F33AE"/>
    <w:rsid w:val="794F56E8"/>
    <w:rsid w:val="7951784B"/>
    <w:rsid w:val="79531FD9"/>
    <w:rsid w:val="79557BE5"/>
    <w:rsid w:val="79560543"/>
    <w:rsid w:val="79561396"/>
    <w:rsid w:val="795657E1"/>
    <w:rsid w:val="79570058"/>
    <w:rsid w:val="795779E1"/>
    <w:rsid w:val="79581DED"/>
    <w:rsid w:val="79584AF3"/>
    <w:rsid w:val="795B3F50"/>
    <w:rsid w:val="795D275F"/>
    <w:rsid w:val="795D393A"/>
    <w:rsid w:val="79605BD7"/>
    <w:rsid w:val="79621333"/>
    <w:rsid w:val="7962763C"/>
    <w:rsid w:val="79641D16"/>
    <w:rsid w:val="79643ED4"/>
    <w:rsid w:val="79647F07"/>
    <w:rsid w:val="796666BB"/>
    <w:rsid w:val="796706F8"/>
    <w:rsid w:val="79676BAA"/>
    <w:rsid w:val="796D032B"/>
    <w:rsid w:val="796D03B7"/>
    <w:rsid w:val="796F5680"/>
    <w:rsid w:val="79700D68"/>
    <w:rsid w:val="79720494"/>
    <w:rsid w:val="797572B9"/>
    <w:rsid w:val="79782905"/>
    <w:rsid w:val="79787EC9"/>
    <w:rsid w:val="79792734"/>
    <w:rsid w:val="797A11D5"/>
    <w:rsid w:val="797A56D8"/>
    <w:rsid w:val="797C45B4"/>
    <w:rsid w:val="797E7695"/>
    <w:rsid w:val="797F1EE5"/>
    <w:rsid w:val="798351F7"/>
    <w:rsid w:val="79846965"/>
    <w:rsid w:val="7985251A"/>
    <w:rsid w:val="79865022"/>
    <w:rsid w:val="79870535"/>
    <w:rsid w:val="79880818"/>
    <w:rsid w:val="79893E0E"/>
    <w:rsid w:val="798A1035"/>
    <w:rsid w:val="798A3E6D"/>
    <w:rsid w:val="798B3850"/>
    <w:rsid w:val="798B6ADC"/>
    <w:rsid w:val="798C6293"/>
    <w:rsid w:val="798D62A7"/>
    <w:rsid w:val="79917987"/>
    <w:rsid w:val="7992078E"/>
    <w:rsid w:val="79933524"/>
    <w:rsid w:val="799345A1"/>
    <w:rsid w:val="79934A06"/>
    <w:rsid w:val="79945CC5"/>
    <w:rsid w:val="79991291"/>
    <w:rsid w:val="799C2A97"/>
    <w:rsid w:val="799C7ECB"/>
    <w:rsid w:val="799D4E32"/>
    <w:rsid w:val="799F3C44"/>
    <w:rsid w:val="799F43BE"/>
    <w:rsid w:val="79A25DCA"/>
    <w:rsid w:val="79A41CEA"/>
    <w:rsid w:val="79A54750"/>
    <w:rsid w:val="79A633B9"/>
    <w:rsid w:val="79A670BB"/>
    <w:rsid w:val="79A75A2C"/>
    <w:rsid w:val="79A761AE"/>
    <w:rsid w:val="79A8207E"/>
    <w:rsid w:val="79A90E9E"/>
    <w:rsid w:val="79A951B4"/>
    <w:rsid w:val="79AA058C"/>
    <w:rsid w:val="79AA5304"/>
    <w:rsid w:val="79AB2619"/>
    <w:rsid w:val="79AC2FF2"/>
    <w:rsid w:val="79AD49E9"/>
    <w:rsid w:val="79AE2EE4"/>
    <w:rsid w:val="79AE5541"/>
    <w:rsid w:val="79B530E2"/>
    <w:rsid w:val="79BA11D2"/>
    <w:rsid w:val="79BA7776"/>
    <w:rsid w:val="79BC1425"/>
    <w:rsid w:val="79BC7C24"/>
    <w:rsid w:val="79BD28B1"/>
    <w:rsid w:val="79C13107"/>
    <w:rsid w:val="79C20AFE"/>
    <w:rsid w:val="79C319DA"/>
    <w:rsid w:val="79C44294"/>
    <w:rsid w:val="79C73AED"/>
    <w:rsid w:val="79C93137"/>
    <w:rsid w:val="79CB2DB3"/>
    <w:rsid w:val="79D0616C"/>
    <w:rsid w:val="79D10B6F"/>
    <w:rsid w:val="79D207AA"/>
    <w:rsid w:val="79D34A9D"/>
    <w:rsid w:val="79D43A2E"/>
    <w:rsid w:val="79D50F42"/>
    <w:rsid w:val="79D5444D"/>
    <w:rsid w:val="79D87566"/>
    <w:rsid w:val="79D940E7"/>
    <w:rsid w:val="79DA7859"/>
    <w:rsid w:val="79DE1B0C"/>
    <w:rsid w:val="79E03DEE"/>
    <w:rsid w:val="79E15F71"/>
    <w:rsid w:val="79E17320"/>
    <w:rsid w:val="79E20EB2"/>
    <w:rsid w:val="79E302E2"/>
    <w:rsid w:val="79E30E5A"/>
    <w:rsid w:val="79E32C86"/>
    <w:rsid w:val="79E36E20"/>
    <w:rsid w:val="79E47AF0"/>
    <w:rsid w:val="79E64383"/>
    <w:rsid w:val="79E71AA0"/>
    <w:rsid w:val="79E73C1C"/>
    <w:rsid w:val="79E75137"/>
    <w:rsid w:val="79E81839"/>
    <w:rsid w:val="79E86EC8"/>
    <w:rsid w:val="79EA7D8C"/>
    <w:rsid w:val="79EB1329"/>
    <w:rsid w:val="79ED3EB8"/>
    <w:rsid w:val="79F00C26"/>
    <w:rsid w:val="79F31936"/>
    <w:rsid w:val="79F3309F"/>
    <w:rsid w:val="79F57179"/>
    <w:rsid w:val="79FA30AC"/>
    <w:rsid w:val="79FA4E35"/>
    <w:rsid w:val="79FA6AF1"/>
    <w:rsid w:val="79FB1A7D"/>
    <w:rsid w:val="79FC3D51"/>
    <w:rsid w:val="79FC569C"/>
    <w:rsid w:val="79FD130D"/>
    <w:rsid w:val="79FD523D"/>
    <w:rsid w:val="79FD5448"/>
    <w:rsid w:val="79FF1BFE"/>
    <w:rsid w:val="79FF34BA"/>
    <w:rsid w:val="7A004BAE"/>
    <w:rsid w:val="7A007577"/>
    <w:rsid w:val="7A02325D"/>
    <w:rsid w:val="7A0348C4"/>
    <w:rsid w:val="7A0423EA"/>
    <w:rsid w:val="7A0476C9"/>
    <w:rsid w:val="7A071A35"/>
    <w:rsid w:val="7A0807B6"/>
    <w:rsid w:val="7A0A1050"/>
    <w:rsid w:val="7A0B7E9A"/>
    <w:rsid w:val="7A0C345F"/>
    <w:rsid w:val="7A0F5D3B"/>
    <w:rsid w:val="7A111EB9"/>
    <w:rsid w:val="7A122B9D"/>
    <w:rsid w:val="7A124B07"/>
    <w:rsid w:val="7A124BEF"/>
    <w:rsid w:val="7A184C43"/>
    <w:rsid w:val="7A196E12"/>
    <w:rsid w:val="7A197619"/>
    <w:rsid w:val="7A1B770E"/>
    <w:rsid w:val="7A1E34AC"/>
    <w:rsid w:val="7A1E3C0E"/>
    <w:rsid w:val="7A1E6792"/>
    <w:rsid w:val="7A216B27"/>
    <w:rsid w:val="7A221C8A"/>
    <w:rsid w:val="7A2250B0"/>
    <w:rsid w:val="7A291E51"/>
    <w:rsid w:val="7A2A25E3"/>
    <w:rsid w:val="7A2B7E31"/>
    <w:rsid w:val="7A2C6D29"/>
    <w:rsid w:val="7A2E7FE0"/>
    <w:rsid w:val="7A2F5E02"/>
    <w:rsid w:val="7A2F7467"/>
    <w:rsid w:val="7A3031E0"/>
    <w:rsid w:val="7A326C0C"/>
    <w:rsid w:val="7A354B0A"/>
    <w:rsid w:val="7A364493"/>
    <w:rsid w:val="7A3A7D89"/>
    <w:rsid w:val="7A3C109A"/>
    <w:rsid w:val="7A3F2017"/>
    <w:rsid w:val="7A4262F4"/>
    <w:rsid w:val="7A4275CA"/>
    <w:rsid w:val="7A431165"/>
    <w:rsid w:val="7A432F13"/>
    <w:rsid w:val="7A446E4F"/>
    <w:rsid w:val="7A451D20"/>
    <w:rsid w:val="7A4549BC"/>
    <w:rsid w:val="7A483898"/>
    <w:rsid w:val="7A494797"/>
    <w:rsid w:val="7A49604F"/>
    <w:rsid w:val="7A4A0F03"/>
    <w:rsid w:val="7A4A630A"/>
    <w:rsid w:val="7A4D7DAC"/>
    <w:rsid w:val="7A4F14DF"/>
    <w:rsid w:val="7A503FD1"/>
    <w:rsid w:val="7A524797"/>
    <w:rsid w:val="7A540C7C"/>
    <w:rsid w:val="7A544A3F"/>
    <w:rsid w:val="7A57076C"/>
    <w:rsid w:val="7A592736"/>
    <w:rsid w:val="7A5C5D83"/>
    <w:rsid w:val="7A5E77B7"/>
    <w:rsid w:val="7A5F35CC"/>
    <w:rsid w:val="7A5F4987"/>
    <w:rsid w:val="7A5F7EA1"/>
    <w:rsid w:val="7A603AC5"/>
    <w:rsid w:val="7A6115EB"/>
    <w:rsid w:val="7A613D8B"/>
    <w:rsid w:val="7A6206B5"/>
    <w:rsid w:val="7A6510DB"/>
    <w:rsid w:val="7A680BCB"/>
    <w:rsid w:val="7A6B0B30"/>
    <w:rsid w:val="7A6B377E"/>
    <w:rsid w:val="7A6F37AE"/>
    <w:rsid w:val="7A721EC3"/>
    <w:rsid w:val="7A777060"/>
    <w:rsid w:val="7A781664"/>
    <w:rsid w:val="7A7B26AD"/>
    <w:rsid w:val="7A7B6D7B"/>
    <w:rsid w:val="7A7E3F4B"/>
    <w:rsid w:val="7A7E5441"/>
    <w:rsid w:val="7A800540"/>
    <w:rsid w:val="7A810708"/>
    <w:rsid w:val="7A813A3B"/>
    <w:rsid w:val="7A820F74"/>
    <w:rsid w:val="7A835BEE"/>
    <w:rsid w:val="7A8552D9"/>
    <w:rsid w:val="7A871B2F"/>
    <w:rsid w:val="7A895C4B"/>
    <w:rsid w:val="7A8A5A77"/>
    <w:rsid w:val="7A8A6D94"/>
    <w:rsid w:val="7A8B6668"/>
    <w:rsid w:val="7A8D418E"/>
    <w:rsid w:val="7A8D44FC"/>
    <w:rsid w:val="7A8E3A8E"/>
    <w:rsid w:val="7A8E750C"/>
    <w:rsid w:val="7A904990"/>
    <w:rsid w:val="7A912A63"/>
    <w:rsid w:val="7A917205"/>
    <w:rsid w:val="7A935FA8"/>
    <w:rsid w:val="7A9371BE"/>
    <w:rsid w:val="7A951295"/>
    <w:rsid w:val="7A955DFB"/>
    <w:rsid w:val="7A97325F"/>
    <w:rsid w:val="7A983E6E"/>
    <w:rsid w:val="7A99294C"/>
    <w:rsid w:val="7A996AFF"/>
    <w:rsid w:val="7A9A1CF4"/>
    <w:rsid w:val="7A9C246E"/>
    <w:rsid w:val="7A9C2623"/>
    <w:rsid w:val="7A9F5BC7"/>
    <w:rsid w:val="7A9F7957"/>
    <w:rsid w:val="7AA20C60"/>
    <w:rsid w:val="7AA240DD"/>
    <w:rsid w:val="7AA25702"/>
    <w:rsid w:val="7AA5361C"/>
    <w:rsid w:val="7AA64C5A"/>
    <w:rsid w:val="7AA7227D"/>
    <w:rsid w:val="7AA85AC3"/>
    <w:rsid w:val="7AAA19A7"/>
    <w:rsid w:val="7AAB1CE3"/>
    <w:rsid w:val="7AAD35EF"/>
    <w:rsid w:val="7AAD5111"/>
    <w:rsid w:val="7AB1085B"/>
    <w:rsid w:val="7AB10E90"/>
    <w:rsid w:val="7AB12572"/>
    <w:rsid w:val="7AB13126"/>
    <w:rsid w:val="7AB41ECC"/>
    <w:rsid w:val="7AB46B78"/>
    <w:rsid w:val="7AB65DE3"/>
    <w:rsid w:val="7AB67B33"/>
    <w:rsid w:val="7AB721A4"/>
    <w:rsid w:val="7ABD04D1"/>
    <w:rsid w:val="7ABF19F7"/>
    <w:rsid w:val="7AC04563"/>
    <w:rsid w:val="7AC20586"/>
    <w:rsid w:val="7AC24DFB"/>
    <w:rsid w:val="7AC4217C"/>
    <w:rsid w:val="7AC53928"/>
    <w:rsid w:val="7AC94680"/>
    <w:rsid w:val="7AC97AE3"/>
    <w:rsid w:val="7ACD0A2E"/>
    <w:rsid w:val="7ACE35B6"/>
    <w:rsid w:val="7AD321C3"/>
    <w:rsid w:val="7AD3220C"/>
    <w:rsid w:val="7AD32FDE"/>
    <w:rsid w:val="7AD718AD"/>
    <w:rsid w:val="7AD7365B"/>
    <w:rsid w:val="7ADA1B03"/>
    <w:rsid w:val="7ADC7ADA"/>
    <w:rsid w:val="7ADD116E"/>
    <w:rsid w:val="7ADF2B01"/>
    <w:rsid w:val="7AE47339"/>
    <w:rsid w:val="7AE52E99"/>
    <w:rsid w:val="7AE645A4"/>
    <w:rsid w:val="7AE95287"/>
    <w:rsid w:val="7AEA42C7"/>
    <w:rsid w:val="7AEB07B0"/>
    <w:rsid w:val="7AEC7106"/>
    <w:rsid w:val="7AEC7D54"/>
    <w:rsid w:val="7AF1709E"/>
    <w:rsid w:val="7AF332E6"/>
    <w:rsid w:val="7AF33490"/>
    <w:rsid w:val="7AF34939"/>
    <w:rsid w:val="7AF351B9"/>
    <w:rsid w:val="7AF432B3"/>
    <w:rsid w:val="7AF64C5E"/>
    <w:rsid w:val="7AF660C7"/>
    <w:rsid w:val="7AF827D3"/>
    <w:rsid w:val="7AF95CC7"/>
    <w:rsid w:val="7AFA0BA4"/>
    <w:rsid w:val="7AFA6439"/>
    <w:rsid w:val="7AFB6DAC"/>
    <w:rsid w:val="7AFD20FE"/>
    <w:rsid w:val="7AFD5DEB"/>
    <w:rsid w:val="7AFE0D20"/>
    <w:rsid w:val="7AFF3927"/>
    <w:rsid w:val="7AFF41CC"/>
    <w:rsid w:val="7B015AF4"/>
    <w:rsid w:val="7B0326A2"/>
    <w:rsid w:val="7B046B46"/>
    <w:rsid w:val="7B05104C"/>
    <w:rsid w:val="7B062FB0"/>
    <w:rsid w:val="7B065E80"/>
    <w:rsid w:val="7B0703E4"/>
    <w:rsid w:val="7B070BF5"/>
    <w:rsid w:val="7B074611"/>
    <w:rsid w:val="7B0775CE"/>
    <w:rsid w:val="7B0F6077"/>
    <w:rsid w:val="7B103AC3"/>
    <w:rsid w:val="7B134F13"/>
    <w:rsid w:val="7B141A24"/>
    <w:rsid w:val="7B18614D"/>
    <w:rsid w:val="7B187B73"/>
    <w:rsid w:val="7B191EC6"/>
    <w:rsid w:val="7B1A24F6"/>
    <w:rsid w:val="7B1B2263"/>
    <w:rsid w:val="7B1B3CC2"/>
    <w:rsid w:val="7B1C03DC"/>
    <w:rsid w:val="7B1D3764"/>
    <w:rsid w:val="7B1E770B"/>
    <w:rsid w:val="7B1F5810"/>
    <w:rsid w:val="7B212A03"/>
    <w:rsid w:val="7B214B93"/>
    <w:rsid w:val="7B220A53"/>
    <w:rsid w:val="7B2A4095"/>
    <w:rsid w:val="7B2A5C6A"/>
    <w:rsid w:val="7B2A66F0"/>
    <w:rsid w:val="7B334791"/>
    <w:rsid w:val="7B340AAD"/>
    <w:rsid w:val="7B3615D3"/>
    <w:rsid w:val="7B36747C"/>
    <w:rsid w:val="7B370822"/>
    <w:rsid w:val="7B385A1F"/>
    <w:rsid w:val="7B39435C"/>
    <w:rsid w:val="7B3B5C50"/>
    <w:rsid w:val="7B3D111C"/>
    <w:rsid w:val="7B3D6B07"/>
    <w:rsid w:val="7B3D7962"/>
    <w:rsid w:val="7B3F20D2"/>
    <w:rsid w:val="7B3F2208"/>
    <w:rsid w:val="7B406EA7"/>
    <w:rsid w:val="7B436E8E"/>
    <w:rsid w:val="7B437A21"/>
    <w:rsid w:val="7B4719F4"/>
    <w:rsid w:val="7B4A7976"/>
    <w:rsid w:val="7B4C2F12"/>
    <w:rsid w:val="7B4D2CA5"/>
    <w:rsid w:val="7B502A2E"/>
    <w:rsid w:val="7B50538E"/>
    <w:rsid w:val="7B552C50"/>
    <w:rsid w:val="7B577B3D"/>
    <w:rsid w:val="7B5900FC"/>
    <w:rsid w:val="7B590514"/>
    <w:rsid w:val="7B5B428C"/>
    <w:rsid w:val="7B5B603A"/>
    <w:rsid w:val="7B5C1346"/>
    <w:rsid w:val="7B5E2782"/>
    <w:rsid w:val="7B5F7507"/>
    <w:rsid w:val="7B6059EC"/>
    <w:rsid w:val="7B614DEA"/>
    <w:rsid w:val="7B6251FE"/>
    <w:rsid w:val="7B62561B"/>
    <w:rsid w:val="7B63050D"/>
    <w:rsid w:val="7B641393"/>
    <w:rsid w:val="7B643CF9"/>
    <w:rsid w:val="7B6824AD"/>
    <w:rsid w:val="7B6E2B2C"/>
    <w:rsid w:val="7B6E5D34"/>
    <w:rsid w:val="7B6E69F9"/>
    <w:rsid w:val="7B700145"/>
    <w:rsid w:val="7B7066F4"/>
    <w:rsid w:val="7B716A24"/>
    <w:rsid w:val="7B723D0E"/>
    <w:rsid w:val="7B7311F3"/>
    <w:rsid w:val="7B7470FC"/>
    <w:rsid w:val="7B7630E0"/>
    <w:rsid w:val="7B7873D4"/>
    <w:rsid w:val="7B804C47"/>
    <w:rsid w:val="7B823C54"/>
    <w:rsid w:val="7B835E4C"/>
    <w:rsid w:val="7B84049C"/>
    <w:rsid w:val="7B841A35"/>
    <w:rsid w:val="7B8437E3"/>
    <w:rsid w:val="7B8515FB"/>
    <w:rsid w:val="7B85560C"/>
    <w:rsid w:val="7B86564D"/>
    <w:rsid w:val="7B871525"/>
    <w:rsid w:val="7B87430E"/>
    <w:rsid w:val="7B880C6C"/>
    <w:rsid w:val="7B890EC6"/>
    <w:rsid w:val="7B896A07"/>
    <w:rsid w:val="7B8D415F"/>
    <w:rsid w:val="7B8E4662"/>
    <w:rsid w:val="7B8F451A"/>
    <w:rsid w:val="7B8F5BEC"/>
    <w:rsid w:val="7B955407"/>
    <w:rsid w:val="7B95698D"/>
    <w:rsid w:val="7B971768"/>
    <w:rsid w:val="7B980742"/>
    <w:rsid w:val="7B9A2FFB"/>
    <w:rsid w:val="7B9A7DF6"/>
    <w:rsid w:val="7B9C3A54"/>
    <w:rsid w:val="7B9C4EEB"/>
    <w:rsid w:val="7B9D1CC4"/>
    <w:rsid w:val="7BA06DC4"/>
    <w:rsid w:val="7BA55B98"/>
    <w:rsid w:val="7BA57624"/>
    <w:rsid w:val="7BAA6350"/>
    <w:rsid w:val="7BAC28D0"/>
    <w:rsid w:val="7BAE22F7"/>
    <w:rsid w:val="7BAE5191"/>
    <w:rsid w:val="7BB06386"/>
    <w:rsid w:val="7BB174AD"/>
    <w:rsid w:val="7BB307B9"/>
    <w:rsid w:val="7BB477A2"/>
    <w:rsid w:val="7BB521D0"/>
    <w:rsid w:val="7BB5399C"/>
    <w:rsid w:val="7BB67714"/>
    <w:rsid w:val="7BB92611"/>
    <w:rsid w:val="7BBA5457"/>
    <w:rsid w:val="7BBB129D"/>
    <w:rsid w:val="7BBC6AA8"/>
    <w:rsid w:val="7BBD252E"/>
    <w:rsid w:val="7BBE0BA5"/>
    <w:rsid w:val="7BC02341"/>
    <w:rsid w:val="7BC41E31"/>
    <w:rsid w:val="7BC47540"/>
    <w:rsid w:val="7BC56BDC"/>
    <w:rsid w:val="7BC6204D"/>
    <w:rsid w:val="7BC828BB"/>
    <w:rsid w:val="7BC911DF"/>
    <w:rsid w:val="7BC93671"/>
    <w:rsid w:val="7BC9569A"/>
    <w:rsid w:val="7BCB7AFD"/>
    <w:rsid w:val="7BCD64C3"/>
    <w:rsid w:val="7BCE5805"/>
    <w:rsid w:val="7BCF76C7"/>
    <w:rsid w:val="7BD1454E"/>
    <w:rsid w:val="7BD27BC0"/>
    <w:rsid w:val="7BD30C12"/>
    <w:rsid w:val="7BD40253"/>
    <w:rsid w:val="7BD61F8E"/>
    <w:rsid w:val="7BD76009"/>
    <w:rsid w:val="7BD93505"/>
    <w:rsid w:val="7BDA1655"/>
    <w:rsid w:val="7BDA183D"/>
    <w:rsid w:val="7BDA2EB4"/>
    <w:rsid w:val="7BDA5ECF"/>
    <w:rsid w:val="7BDD15B5"/>
    <w:rsid w:val="7BDE1087"/>
    <w:rsid w:val="7BDE7397"/>
    <w:rsid w:val="7BE27D1D"/>
    <w:rsid w:val="7BE3090B"/>
    <w:rsid w:val="7BE40B4E"/>
    <w:rsid w:val="7BE41C3E"/>
    <w:rsid w:val="7BE431FF"/>
    <w:rsid w:val="7BE74864"/>
    <w:rsid w:val="7BE77C63"/>
    <w:rsid w:val="7BE91898"/>
    <w:rsid w:val="7BE95C14"/>
    <w:rsid w:val="7BE97528"/>
    <w:rsid w:val="7BEA79C2"/>
    <w:rsid w:val="7BEB5610"/>
    <w:rsid w:val="7BED75DA"/>
    <w:rsid w:val="7BEE2CE7"/>
    <w:rsid w:val="7BF05F90"/>
    <w:rsid w:val="7BF070CA"/>
    <w:rsid w:val="7BF25E26"/>
    <w:rsid w:val="7BF33D70"/>
    <w:rsid w:val="7BF55720"/>
    <w:rsid w:val="7BF5705E"/>
    <w:rsid w:val="7BFA58B1"/>
    <w:rsid w:val="7BFB5660"/>
    <w:rsid w:val="7BFC2528"/>
    <w:rsid w:val="7BFD0CC1"/>
    <w:rsid w:val="7C036F38"/>
    <w:rsid w:val="7C057477"/>
    <w:rsid w:val="7C0616AA"/>
    <w:rsid w:val="7C074926"/>
    <w:rsid w:val="7C082C90"/>
    <w:rsid w:val="7C08767A"/>
    <w:rsid w:val="7C0A0E06"/>
    <w:rsid w:val="7C0D782C"/>
    <w:rsid w:val="7C0E12FE"/>
    <w:rsid w:val="7C0F43EB"/>
    <w:rsid w:val="7C100CE9"/>
    <w:rsid w:val="7C104F97"/>
    <w:rsid w:val="7C143905"/>
    <w:rsid w:val="7C19732C"/>
    <w:rsid w:val="7C1B0E32"/>
    <w:rsid w:val="7C1D1542"/>
    <w:rsid w:val="7C1D295F"/>
    <w:rsid w:val="7C1D6DF4"/>
    <w:rsid w:val="7C1E3C37"/>
    <w:rsid w:val="7C1F350C"/>
    <w:rsid w:val="7C20553A"/>
    <w:rsid w:val="7C21103E"/>
    <w:rsid w:val="7C2117DE"/>
    <w:rsid w:val="7C217DCC"/>
    <w:rsid w:val="7C227A4F"/>
    <w:rsid w:val="7C2832E0"/>
    <w:rsid w:val="7C2B34D8"/>
    <w:rsid w:val="7C2B42D1"/>
    <w:rsid w:val="7C2C2637"/>
    <w:rsid w:val="7C2E3131"/>
    <w:rsid w:val="7C3148F8"/>
    <w:rsid w:val="7C3153E4"/>
    <w:rsid w:val="7C330F11"/>
    <w:rsid w:val="7C365683"/>
    <w:rsid w:val="7C365C2B"/>
    <w:rsid w:val="7C380A4B"/>
    <w:rsid w:val="7C3C5E6C"/>
    <w:rsid w:val="7C3D6E61"/>
    <w:rsid w:val="7C3E1308"/>
    <w:rsid w:val="7C3F13C0"/>
    <w:rsid w:val="7C3F595C"/>
    <w:rsid w:val="7C404F66"/>
    <w:rsid w:val="7C4235A0"/>
    <w:rsid w:val="7C460A98"/>
    <w:rsid w:val="7C477944"/>
    <w:rsid w:val="7C4E5B9F"/>
    <w:rsid w:val="7C5036C5"/>
    <w:rsid w:val="7C532FC8"/>
    <w:rsid w:val="7C541680"/>
    <w:rsid w:val="7C553909"/>
    <w:rsid w:val="7C58741C"/>
    <w:rsid w:val="7C5C6D55"/>
    <w:rsid w:val="7C5D1701"/>
    <w:rsid w:val="7C5E18F2"/>
    <w:rsid w:val="7C5E2286"/>
    <w:rsid w:val="7C5E3121"/>
    <w:rsid w:val="7C605FFE"/>
    <w:rsid w:val="7C622A94"/>
    <w:rsid w:val="7C627CEA"/>
    <w:rsid w:val="7C631957"/>
    <w:rsid w:val="7C645105"/>
    <w:rsid w:val="7C664E6E"/>
    <w:rsid w:val="7C685194"/>
    <w:rsid w:val="7C6C31C4"/>
    <w:rsid w:val="7C6D071B"/>
    <w:rsid w:val="7C6E3739"/>
    <w:rsid w:val="7C6F612F"/>
    <w:rsid w:val="7C7355DD"/>
    <w:rsid w:val="7C76126E"/>
    <w:rsid w:val="7C763AD5"/>
    <w:rsid w:val="7C7740BE"/>
    <w:rsid w:val="7C795247"/>
    <w:rsid w:val="7C797598"/>
    <w:rsid w:val="7C7B32B5"/>
    <w:rsid w:val="7C7B7E66"/>
    <w:rsid w:val="7C7D74B7"/>
    <w:rsid w:val="7C7E0232"/>
    <w:rsid w:val="7C7E7C21"/>
    <w:rsid w:val="7C7F5797"/>
    <w:rsid w:val="7C812119"/>
    <w:rsid w:val="7C834DE9"/>
    <w:rsid w:val="7C8447B6"/>
    <w:rsid w:val="7C8527CA"/>
    <w:rsid w:val="7C8551EF"/>
    <w:rsid w:val="7C857813"/>
    <w:rsid w:val="7C8743B9"/>
    <w:rsid w:val="7C887FF1"/>
    <w:rsid w:val="7C896BD7"/>
    <w:rsid w:val="7C8C026A"/>
    <w:rsid w:val="7C8E2A0F"/>
    <w:rsid w:val="7C9216B3"/>
    <w:rsid w:val="7C942AC3"/>
    <w:rsid w:val="7C973CE0"/>
    <w:rsid w:val="7C987319"/>
    <w:rsid w:val="7C9918A2"/>
    <w:rsid w:val="7C9A0467"/>
    <w:rsid w:val="7C9C29CE"/>
    <w:rsid w:val="7C9D22DB"/>
    <w:rsid w:val="7C9F795C"/>
    <w:rsid w:val="7CA1513F"/>
    <w:rsid w:val="7CA269D8"/>
    <w:rsid w:val="7CA53F37"/>
    <w:rsid w:val="7CA61DE3"/>
    <w:rsid w:val="7CA72385"/>
    <w:rsid w:val="7CA92C97"/>
    <w:rsid w:val="7CA9544A"/>
    <w:rsid w:val="7CAA0243"/>
    <w:rsid w:val="7CAA464A"/>
    <w:rsid w:val="7CAA5B5D"/>
    <w:rsid w:val="7CAB06CD"/>
    <w:rsid w:val="7CAD26C3"/>
    <w:rsid w:val="7CAD2DDE"/>
    <w:rsid w:val="7CAD30AD"/>
    <w:rsid w:val="7CB0056A"/>
    <w:rsid w:val="7CB06352"/>
    <w:rsid w:val="7CB17E24"/>
    <w:rsid w:val="7CB20C69"/>
    <w:rsid w:val="7CB250C1"/>
    <w:rsid w:val="7CB27708"/>
    <w:rsid w:val="7CB47B65"/>
    <w:rsid w:val="7CB65C1E"/>
    <w:rsid w:val="7CB765D8"/>
    <w:rsid w:val="7CB9570E"/>
    <w:rsid w:val="7CB968B0"/>
    <w:rsid w:val="7CBB4790"/>
    <w:rsid w:val="7CBD22BC"/>
    <w:rsid w:val="7CBF5E8C"/>
    <w:rsid w:val="7CC15C17"/>
    <w:rsid w:val="7CC52305"/>
    <w:rsid w:val="7CC540B3"/>
    <w:rsid w:val="7CC60BFF"/>
    <w:rsid w:val="7CC63C0A"/>
    <w:rsid w:val="7CC742FC"/>
    <w:rsid w:val="7CC83328"/>
    <w:rsid w:val="7CCE264E"/>
    <w:rsid w:val="7CCF0C36"/>
    <w:rsid w:val="7CD74C8F"/>
    <w:rsid w:val="7CD81E62"/>
    <w:rsid w:val="7CD848C0"/>
    <w:rsid w:val="7CD879E6"/>
    <w:rsid w:val="7CDB4E9B"/>
    <w:rsid w:val="7CDC3367"/>
    <w:rsid w:val="7CDD3E91"/>
    <w:rsid w:val="7CDE5175"/>
    <w:rsid w:val="7CDE6F23"/>
    <w:rsid w:val="7CE13C98"/>
    <w:rsid w:val="7CE36303"/>
    <w:rsid w:val="7CE41BCC"/>
    <w:rsid w:val="7CEA7DCF"/>
    <w:rsid w:val="7CED360A"/>
    <w:rsid w:val="7CF12468"/>
    <w:rsid w:val="7CF133DB"/>
    <w:rsid w:val="7CF15F12"/>
    <w:rsid w:val="7CF23A9F"/>
    <w:rsid w:val="7CF25297"/>
    <w:rsid w:val="7CF313B7"/>
    <w:rsid w:val="7CF343A1"/>
    <w:rsid w:val="7CF40B75"/>
    <w:rsid w:val="7CF60710"/>
    <w:rsid w:val="7CF670EE"/>
    <w:rsid w:val="7CF84EC8"/>
    <w:rsid w:val="7CF96B6E"/>
    <w:rsid w:val="7CFA55AD"/>
    <w:rsid w:val="7CFB070D"/>
    <w:rsid w:val="7CFD0B45"/>
    <w:rsid w:val="7CFE1373"/>
    <w:rsid w:val="7D003D31"/>
    <w:rsid w:val="7D006E99"/>
    <w:rsid w:val="7D014601"/>
    <w:rsid w:val="7D025216"/>
    <w:rsid w:val="7D0278C0"/>
    <w:rsid w:val="7D0622B4"/>
    <w:rsid w:val="7D0B2006"/>
    <w:rsid w:val="7D0B4AF6"/>
    <w:rsid w:val="7D0C7572"/>
    <w:rsid w:val="7D0E0CFD"/>
    <w:rsid w:val="7D102343"/>
    <w:rsid w:val="7D116240"/>
    <w:rsid w:val="7D130646"/>
    <w:rsid w:val="7D1341B4"/>
    <w:rsid w:val="7D17292E"/>
    <w:rsid w:val="7D1900C2"/>
    <w:rsid w:val="7D1A6A33"/>
    <w:rsid w:val="7D1C4C18"/>
    <w:rsid w:val="7D1E354F"/>
    <w:rsid w:val="7D1F7C67"/>
    <w:rsid w:val="7D2232B3"/>
    <w:rsid w:val="7D230CFF"/>
    <w:rsid w:val="7D2346F9"/>
    <w:rsid w:val="7D23702C"/>
    <w:rsid w:val="7D24527D"/>
    <w:rsid w:val="7D2549F0"/>
    <w:rsid w:val="7D272FDA"/>
    <w:rsid w:val="7D2A03BA"/>
    <w:rsid w:val="7D2D2504"/>
    <w:rsid w:val="7D300526"/>
    <w:rsid w:val="7D325766"/>
    <w:rsid w:val="7D331B96"/>
    <w:rsid w:val="7D334C5C"/>
    <w:rsid w:val="7D38365A"/>
    <w:rsid w:val="7D3A45E8"/>
    <w:rsid w:val="7D3B4680"/>
    <w:rsid w:val="7D3B7F37"/>
    <w:rsid w:val="7D3C29F5"/>
    <w:rsid w:val="7D3D7091"/>
    <w:rsid w:val="7D402C41"/>
    <w:rsid w:val="7D410EA9"/>
    <w:rsid w:val="7D454D96"/>
    <w:rsid w:val="7D462A5B"/>
    <w:rsid w:val="7D4744E4"/>
    <w:rsid w:val="7D4773EB"/>
    <w:rsid w:val="7D48385E"/>
    <w:rsid w:val="7D4A1094"/>
    <w:rsid w:val="7D4A2522"/>
    <w:rsid w:val="7D4A3848"/>
    <w:rsid w:val="7D4A45B8"/>
    <w:rsid w:val="7D4A7B91"/>
    <w:rsid w:val="7D4B6EC2"/>
    <w:rsid w:val="7D4C2A70"/>
    <w:rsid w:val="7D4C598F"/>
    <w:rsid w:val="7D5233F8"/>
    <w:rsid w:val="7D5611AF"/>
    <w:rsid w:val="7D564EF9"/>
    <w:rsid w:val="7D567401"/>
    <w:rsid w:val="7D581597"/>
    <w:rsid w:val="7D5947FB"/>
    <w:rsid w:val="7D5956D7"/>
    <w:rsid w:val="7D5A321A"/>
    <w:rsid w:val="7D5B7E9F"/>
    <w:rsid w:val="7D5D0669"/>
    <w:rsid w:val="7D5E1CB1"/>
    <w:rsid w:val="7D5E6663"/>
    <w:rsid w:val="7D5F3877"/>
    <w:rsid w:val="7D5F4BDA"/>
    <w:rsid w:val="7D5F4CE9"/>
    <w:rsid w:val="7D6339DA"/>
    <w:rsid w:val="7D636C51"/>
    <w:rsid w:val="7D645CAC"/>
    <w:rsid w:val="7D652EB5"/>
    <w:rsid w:val="7D6537B7"/>
    <w:rsid w:val="7D662FD0"/>
    <w:rsid w:val="7D691965"/>
    <w:rsid w:val="7D6A2D4F"/>
    <w:rsid w:val="7D6B425B"/>
    <w:rsid w:val="7D6C39D3"/>
    <w:rsid w:val="7D6C452F"/>
    <w:rsid w:val="7D71374C"/>
    <w:rsid w:val="7D715FE9"/>
    <w:rsid w:val="7D776146"/>
    <w:rsid w:val="7D784D8D"/>
    <w:rsid w:val="7D7866ED"/>
    <w:rsid w:val="7D792956"/>
    <w:rsid w:val="7D796EAD"/>
    <w:rsid w:val="7D7A06DC"/>
    <w:rsid w:val="7D814306"/>
    <w:rsid w:val="7D830FEC"/>
    <w:rsid w:val="7D8425EE"/>
    <w:rsid w:val="7D85494A"/>
    <w:rsid w:val="7D86297E"/>
    <w:rsid w:val="7D875BD7"/>
    <w:rsid w:val="7D8950E1"/>
    <w:rsid w:val="7D8950F2"/>
    <w:rsid w:val="7D8A0873"/>
    <w:rsid w:val="7D8A5E0A"/>
    <w:rsid w:val="7D8F0DC4"/>
    <w:rsid w:val="7D8F77EE"/>
    <w:rsid w:val="7D903B32"/>
    <w:rsid w:val="7D954567"/>
    <w:rsid w:val="7D9B5074"/>
    <w:rsid w:val="7D9B5662"/>
    <w:rsid w:val="7D9B657E"/>
    <w:rsid w:val="7D9D3BB3"/>
    <w:rsid w:val="7D9F7240"/>
    <w:rsid w:val="7DA07590"/>
    <w:rsid w:val="7DA106A0"/>
    <w:rsid w:val="7DA30807"/>
    <w:rsid w:val="7DA44279"/>
    <w:rsid w:val="7DA45AF6"/>
    <w:rsid w:val="7DA55C93"/>
    <w:rsid w:val="7DA63EE4"/>
    <w:rsid w:val="7DA65D21"/>
    <w:rsid w:val="7DA82C99"/>
    <w:rsid w:val="7DA8531C"/>
    <w:rsid w:val="7DAA11EE"/>
    <w:rsid w:val="7DAE34F6"/>
    <w:rsid w:val="7DAE39EC"/>
    <w:rsid w:val="7DB12889"/>
    <w:rsid w:val="7DB268BD"/>
    <w:rsid w:val="7DB300BA"/>
    <w:rsid w:val="7DB819D5"/>
    <w:rsid w:val="7DB905BD"/>
    <w:rsid w:val="7DB9203E"/>
    <w:rsid w:val="7DBA1464"/>
    <w:rsid w:val="7DBA312E"/>
    <w:rsid w:val="7DBB572E"/>
    <w:rsid w:val="7DBB7264"/>
    <w:rsid w:val="7DBD5D35"/>
    <w:rsid w:val="7DBD6198"/>
    <w:rsid w:val="7DBD66B7"/>
    <w:rsid w:val="7DBF0DB3"/>
    <w:rsid w:val="7DBF3923"/>
    <w:rsid w:val="7DC13BEA"/>
    <w:rsid w:val="7DC15CCA"/>
    <w:rsid w:val="7DC201E1"/>
    <w:rsid w:val="7DC205F3"/>
    <w:rsid w:val="7DC349CE"/>
    <w:rsid w:val="7DC44A61"/>
    <w:rsid w:val="7DC5438F"/>
    <w:rsid w:val="7DC63BCB"/>
    <w:rsid w:val="7DC7127F"/>
    <w:rsid w:val="7DC7311E"/>
    <w:rsid w:val="7DC73E5B"/>
    <w:rsid w:val="7DC82EC6"/>
    <w:rsid w:val="7DCA5DC7"/>
    <w:rsid w:val="7DCB53A9"/>
    <w:rsid w:val="7DCC5644"/>
    <w:rsid w:val="7DCE343B"/>
    <w:rsid w:val="7DCE392D"/>
    <w:rsid w:val="7DD32306"/>
    <w:rsid w:val="7DD50326"/>
    <w:rsid w:val="7DD634C8"/>
    <w:rsid w:val="7DD6409E"/>
    <w:rsid w:val="7DDB3462"/>
    <w:rsid w:val="7DDB3D40"/>
    <w:rsid w:val="7DDE1CE1"/>
    <w:rsid w:val="7DE27EF1"/>
    <w:rsid w:val="7DE31278"/>
    <w:rsid w:val="7DE365FD"/>
    <w:rsid w:val="7DE4566D"/>
    <w:rsid w:val="7DE45D66"/>
    <w:rsid w:val="7DE81FDD"/>
    <w:rsid w:val="7DE97F29"/>
    <w:rsid w:val="7DEA3E99"/>
    <w:rsid w:val="7DEA5E45"/>
    <w:rsid w:val="7DEA782B"/>
    <w:rsid w:val="7DEC0C2D"/>
    <w:rsid w:val="7DED22E0"/>
    <w:rsid w:val="7DF103C6"/>
    <w:rsid w:val="7DF16EB2"/>
    <w:rsid w:val="7DF31D3A"/>
    <w:rsid w:val="7DF52776"/>
    <w:rsid w:val="7DF54306"/>
    <w:rsid w:val="7DF54524"/>
    <w:rsid w:val="7DF64370"/>
    <w:rsid w:val="7DF647EC"/>
    <w:rsid w:val="7DF764EE"/>
    <w:rsid w:val="7DF82266"/>
    <w:rsid w:val="7DF94311"/>
    <w:rsid w:val="7DFC3B04"/>
    <w:rsid w:val="7DFF1847"/>
    <w:rsid w:val="7E010E2A"/>
    <w:rsid w:val="7E032524"/>
    <w:rsid w:val="7E0417EE"/>
    <w:rsid w:val="7E0447E1"/>
    <w:rsid w:val="7E074257"/>
    <w:rsid w:val="7E083193"/>
    <w:rsid w:val="7E09256C"/>
    <w:rsid w:val="7E09677D"/>
    <w:rsid w:val="7E0A7751"/>
    <w:rsid w:val="7E0E46B7"/>
    <w:rsid w:val="7E11123B"/>
    <w:rsid w:val="7E135E18"/>
    <w:rsid w:val="7E13731A"/>
    <w:rsid w:val="7E1520F0"/>
    <w:rsid w:val="7E1542AF"/>
    <w:rsid w:val="7E1601D7"/>
    <w:rsid w:val="7E163C88"/>
    <w:rsid w:val="7E190E24"/>
    <w:rsid w:val="7E1C6C96"/>
    <w:rsid w:val="7E1D3874"/>
    <w:rsid w:val="7E1E6CFC"/>
    <w:rsid w:val="7E1F276E"/>
    <w:rsid w:val="7E2412AD"/>
    <w:rsid w:val="7E2638BF"/>
    <w:rsid w:val="7E266DD3"/>
    <w:rsid w:val="7E281BDC"/>
    <w:rsid w:val="7E2A056A"/>
    <w:rsid w:val="7E2A097B"/>
    <w:rsid w:val="7E2B43EA"/>
    <w:rsid w:val="7E2B6198"/>
    <w:rsid w:val="7E2D4505"/>
    <w:rsid w:val="7E2D63B4"/>
    <w:rsid w:val="7E311648"/>
    <w:rsid w:val="7E325778"/>
    <w:rsid w:val="7E333A78"/>
    <w:rsid w:val="7E355268"/>
    <w:rsid w:val="7E356916"/>
    <w:rsid w:val="7E380949"/>
    <w:rsid w:val="7E380BBF"/>
    <w:rsid w:val="7E38159F"/>
    <w:rsid w:val="7E387F7A"/>
    <w:rsid w:val="7E3C3446"/>
    <w:rsid w:val="7E3D0E11"/>
    <w:rsid w:val="7E3F2337"/>
    <w:rsid w:val="7E3F5580"/>
    <w:rsid w:val="7E3F5587"/>
    <w:rsid w:val="7E3F79EC"/>
    <w:rsid w:val="7E400923"/>
    <w:rsid w:val="7E422E24"/>
    <w:rsid w:val="7E431733"/>
    <w:rsid w:val="7E432B9A"/>
    <w:rsid w:val="7E454DB6"/>
    <w:rsid w:val="7E477224"/>
    <w:rsid w:val="7E482D10"/>
    <w:rsid w:val="7E483DDF"/>
    <w:rsid w:val="7E492B68"/>
    <w:rsid w:val="7E493A04"/>
    <w:rsid w:val="7E4950FA"/>
    <w:rsid w:val="7E4A1ECA"/>
    <w:rsid w:val="7E4B25EC"/>
    <w:rsid w:val="7E4D4360"/>
    <w:rsid w:val="7E4E670D"/>
    <w:rsid w:val="7E4F34FF"/>
    <w:rsid w:val="7E522F92"/>
    <w:rsid w:val="7E5351FF"/>
    <w:rsid w:val="7E551467"/>
    <w:rsid w:val="7E5576B9"/>
    <w:rsid w:val="7E56129D"/>
    <w:rsid w:val="7E5A6A7D"/>
    <w:rsid w:val="7E5D0F7F"/>
    <w:rsid w:val="7E5D73AD"/>
    <w:rsid w:val="7E611BB9"/>
    <w:rsid w:val="7E61605D"/>
    <w:rsid w:val="7E635678"/>
    <w:rsid w:val="7E635942"/>
    <w:rsid w:val="7E675069"/>
    <w:rsid w:val="7E6A0134"/>
    <w:rsid w:val="7E6D0F74"/>
    <w:rsid w:val="7E6E2528"/>
    <w:rsid w:val="7E6F0F3C"/>
    <w:rsid w:val="7E711A6D"/>
    <w:rsid w:val="7E751489"/>
    <w:rsid w:val="7E761C5D"/>
    <w:rsid w:val="7E771473"/>
    <w:rsid w:val="7E776B66"/>
    <w:rsid w:val="7E784319"/>
    <w:rsid w:val="7E790E49"/>
    <w:rsid w:val="7E7F64D8"/>
    <w:rsid w:val="7E8145DC"/>
    <w:rsid w:val="7E821497"/>
    <w:rsid w:val="7E827A2E"/>
    <w:rsid w:val="7E840897"/>
    <w:rsid w:val="7E841DC1"/>
    <w:rsid w:val="7E853320"/>
    <w:rsid w:val="7E861620"/>
    <w:rsid w:val="7E8668BF"/>
    <w:rsid w:val="7E8805DC"/>
    <w:rsid w:val="7E88417F"/>
    <w:rsid w:val="7E8906A6"/>
    <w:rsid w:val="7E896DEB"/>
    <w:rsid w:val="7E8A091B"/>
    <w:rsid w:val="7E8A7362"/>
    <w:rsid w:val="7E8B6C5D"/>
    <w:rsid w:val="7E8E37AE"/>
    <w:rsid w:val="7E906943"/>
    <w:rsid w:val="7E916CC2"/>
    <w:rsid w:val="7E93737C"/>
    <w:rsid w:val="7E99242C"/>
    <w:rsid w:val="7E9A1C06"/>
    <w:rsid w:val="7E9A268F"/>
    <w:rsid w:val="7E9A79FE"/>
    <w:rsid w:val="7E9D15BE"/>
    <w:rsid w:val="7E9D5867"/>
    <w:rsid w:val="7E9D5E70"/>
    <w:rsid w:val="7E9E6976"/>
    <w:rsid w:val="7E9F0934"/>
    <w:rsid w:val="7EA128FE"/>
    <w:rsid w:val="7EA13DCB"/>
    <w:rsid w:val="7EA5406D"/>
    <w:rsid w:val="7EA83C8C"/>
    <w:rsid w:val="7EAA3560"/>
    <w:rsid w:val="7EAA6EE0"/>
    <w:rsid w:val="7EAE14F7"/>
    <w:rsid w:val="7EAF0B77"/>
    <w:rsid w:val="7EAF7CB7"/>
    <w:rsid w:val="7EB2562C"/>
    <w:rsid w:val="7EB55249"/>
    <w:rsid w:val="7EB67E7B"/>
    <w:rsid w:val="7EB73ECF"/>
    <w:rsid w:val="7EB86566"/>
    <w:rsid w:val="7EB97C47"/>
    <w:rsid w:val="7EBE6D61"/>
    <w:rsid w:val="7EC00FD6"/>
    <w:rsid w:val="7EC103A6"/>
    <w:rsid w:val="7EC12548"/>
    <w:rsid w:val="7EC236B0"/>
    <w:rsid w:val="7EC33617"/>
    <w:rsid w:val="7EC34622"/>
    <w:rsid w:val="7ECF1195"/>
    <w:rsid w:val="7ECF2FC7"/>
    <w:rsid w:val="7ED16D4F"/>
    <w:rsid w:val="7ED2056F"/>
    <w:rsid w:val="7ED31D48"/>
    <w:rsid w:val="7ED32782"/>
    <w:rsid w:val="7ED366C4"/>
    <w:rsid w:val="7EDA099A"/>
    <w:rsid w:val="7EDA5463"/>
    <w:rsid w:val="7EE35FF8"/>
    <w:rsid w:val="7EE437A9"/>
    <w:rsid w:val="7EE70EB9"/>
    <w:rsid w:val="7EE822DB"/>
    <w:rsid w:val="7EE84089"/>
    <w:rsid w:val="7EE955AC"/>
    <w:rsid w:val="7EEA2AB3"/>
    <w:rsid w:val="7EEA3049"/>
    <w:rsid w:val="7EEA6D3D"/>
    <w:rsid w:val="7EED0F42"/>
    <w:rsid w:val="7EF055A6"/>
    <w:rsid w:val="7EF46024"/>
    <w:rsid w:val="7EF643AF"/>
    <w:rsid w:val="7EFA153F"/>
    <w:rsid w:val="7EFB0260"/>
    <w:rsid w:val="7EFB3DBC"/>
    <w:rsid w:val="7EFC5D86"/>
    <w:rsid w:val="7EFC791A"/>
    <w:rsid w:val="7EFD7658"/>
    <w:rsid w:val="7F000AB2"/>
    <w:rsid w:val="7F0454AD"/>
    <w:rsid w:val="7F052E8D"/>
    <w:rsid w:val="7F054139"/>
    <w:rsid w:val="7F065ECC"/>
    <w:rsid w:val="7F091FC5"/>
    <w:rsid w:val="7F096AFE"/>
    <w:rsid w:val="7F0A0BDA"/>
    <w:rsid w:val="7F0C7931"/>
    <w:rsid w:val="7F0C7E69"/>
    <w:rsid w:val="7F130F93"/>
    <w:rsid w:val="7F143BEE"/>
    <w:rsid w:val="7F182BC0"/>
    <w:rsid w:val="7F1906E6"/>
    <w:rsid w:val="7F197C65"/>
    <w:rsid w:val="7F1B42EC"/>
    <w:rsid w:val="7F1E5CFC"/>
    <w:rsid w:val="7F1F7A2E"/>
    <w:rsid w:val="7F2009F8"/>
    <w:rsid w:val="7F201A75"/>
    <w:rsid w:val="7F20454A"/>
    <w:rsid w:val="7F207CC7"/>
    <w:rsid w:val="7F23680D"/>
    <w:rsid w:val="7F246359"/>
    <w:rsid w:val="7F271055"/>
    <w:rsid w:val="7F286D2E"/>
    <w:rsid w:val="7F293AF3"/>
    <w:rsid w:val="7F2D1C36"/>
    <w:rsid w:val="7F3067AF"/>
    <w:rsid w:val="7F343C8C"/>
    <w:rsid w:val="7F361B67"/>
    <w:rsid w:val="7F396A5B"/>
    <w:rsid w:val="7F3A5751"/>
    <w:rsid w:val="7F3C0253"/>
    <w:rsid w:val="7F3C77CA"/>
    <w:rsid w:val="7F3D1CD4"/>
    <w:rsid w:val="7F3F3CB5"/>
    <w:rsid w:val="7F4011FD"/>
    <w:rsid w:val="7F410946"/>
    <w:rsid w:val="7F453289"/>
    <w:rsid w:val="7F457292"/>
    <w:rsid w:val="7F4628BA"/>
    <w:rsid w:val="7F463132"/>
    <w:rsid w:val="7F4635FE"/>
    <w:rsid w:val="7F471E67"/>
    <w:rsid w:val="7F477244"/>
    <w:rsid w:val="7F477543"/>
    <w:rsid w:val="7F477FA3"/>
    <w:rsid w:val="7F480C0E"/>
    <w:rsid w:val="7F485752"/>
    <w:rsid w:val="7F4C57A2"/>
    <w:rsid w:val="7F4D2B3B"/>
    <w:rsid w:val="7F4D48D6"/>
    <w:rsid w:val="7F4E3E72"/>
    <w:rsid w:val="7F4E65E2"/>
    <w:rsid w:val="7F4E6681"/>
    <w:rsid w:val="7F4F235A"/>
    <w:rsid w:val="7F502355"/>
    <w:rsid w:val="7F510BC8"/>
    <w:rsid w:val="7F5259A6"/>
    <w:rsid w:val="7F54171E"/>
    <w:rsid w:val="7F596D35"/>
    <w:rsid w:val="7F5C1B7B"/>
    <w:rsid w:val="7F5C5325"/>
    <w:rsid w:val="7F5D4A77"/>
    <w:rsid w:val="7F5E22F2"/>
    <w:rsid w:val="7F5F152E"/>
    <w:rsid w:val="7F5F640D"/>
    <w:rsid w:val="7F6004A8"/>
    <w:rsid w:val="7F62208D"/>
    <w:rsid w:val="7F645E05"/>
    <w:rsid w:val="7F646118"/>
    <w:rsid w:val="7F651B7D"/>
    <w:rsid w:val="7F6607B3"/>
    <w:rsid w:val="7F6C1D25"/>
    <w:rsid w:val="7F6D16C8"/>
    <w:rsid w:val="7F6D27E0"/>
    <w:rsid w:val="7F6E6B9B"/>
    <w:rsid w:val="7F710522"/>
    <w:rsid w:val="7F720B44"/>
    <w:rsid w:val="7F722CC9"/>
    <w:rsid w:val="7F724B08"/>
    <w:rsid w:val="7F741DC0"/>
    <w:rsid w:val="7F743B6E"/>
    <w:rsid w:val="7F743C46"/>
    <w:rsid w:val="7F7479AB"/>
    <w:rsid w:val="7F7868C5"/>
    <w:rsid w:val="7F786F09"/>
    <w:rsid w:val="7F7C1FF4"/>
    <w:rsid w:val="7F7D3944"/>
    <w:rsid w:val="7F7D6813"/>
    <w:rsid w:val="7F7F60EC"/>
    <w:rsid w:val="7F800765"/>
    <w:rsid w:val="7F821375"/>
    <w:rsid w:val="7F826557"/>
    <w:rsid w:val="7F836ACC"/>
    <w:rsid w:val="7F8518D8"/>
    <w:rsid w:val="7F886A75"/>
    <w:rsid w:val="7F8A5BFD"/>
    <w:rsid w:val="7F8B5455"/>
    <w:rsid w:val="7F8E0A2B"/>
    <w:rsid w:val="7F8F1393"/>
    <w:rsid w:val="7F9110CF"/>
    <w:rsid w:val="7F914720"/>
    <w:rsid w:val="7F921016"/>
    <w:rsid w:val="7F933506"/>
    <w:rsid w:val="7F936941"/>
    <w:rsid w:val="7F9429B6"/>
    <w:rsid w:val="7F945024"/>
    <w:rsid w:val="7F947C9D"/>
    <w:rsid w:val="7F9526F1"/>
    <w:rsid w:val="7F964BEF"/>
    <w:rsid w:val="7F977CAC"/>
    <w:rsid w:val="7F982FBA"/>
    <w:rsid w:val="7F9A5788"/>
    <w:rsid w:val="7F9F0840"/>
    <w:rsid w:val="7F9F0C78"/>
    <w:rsid w:val="7FA06053"/>
    <w:rsid w:val="7FA2248A"/>
    <w:rsid w:val="7FA312D2"/>
    <w:rsid w:val="7FA426A6"/>
    <w:rsid w:val="7FA44970"/>
    <w:rsid w:val="7FA4748B"/>
    <w:rsid w:val="7FA52743"/>
    <w:rsid w:val="7FA55F15"/>
    <w:rsid w:val="7FA573B0"/>
    <w:rsid w:val="7FA93818"/>
    <w:rsid w:val="7FAA2B33"/>
    <w:rsid w:val="7FAC258D"/>
    <w:rsid w:val="7FAD33E0"/>
    <w:rsid w:val="7FAE3FAA"/>
    <w:rsid w:val="7FB05A09"/>
    <w:rsid w:val="7FB14DC3"/>
    <w:rsid w:val="7FB22ED0"/>
    <w:rsid w:val="7FB24DD0"/>
    <w:rsid w:val="7FB42DDA"/>
    <w:rsid w:val="7FBB0A50"/>
    <w:rsid w:val="7FBB1AE4"/>
    <w:rsid w:val="7FBC414B"/>
    <w:rsid w:val="7FBE1060"/>
    <w:rsid w:val="7FC20D7E"/>
    <w:rsid w:val="7FC414ED"/>
    <w:rsid w:val="7FC43A6A"/>
    <w:rsid w:val="7FC76F08"/>
    <w:rsid w:val="7FC90DD8"/>
    <w:rsid w:val="7FC96C2E"/>
    <w:rsid w:val="7FCC4CB6"/>
    <w:rsid w:val="7FCC5758"/>
    <w:rsid w:val="7FCC7E74"/>
    <w:rsid w:val="7FCF3027"/>
    <w:rsid w:val="7FCF41BE"/>
    <w:rsid w:val="7FD004D2"/>
    <w:rsid w:val="7FD248E7"/>
    <w:rsid w:val="7FD4460D"/>
    <w:rsid w:val="7FD84932"/>
    <w:rsid w:val="7FD97D46"/>
    <w:rsid w:val="7FDA25A9"/>
    <w:rsid w:val="7FDF3E0F"/>
    <w:rsid w:val="7FDF548C"/>
    <w:rsid w:val="7FE03837"/>
    <w:rsid w:val="7FE12D1B"/>
    <w:rsid w:val="7FE137B2"/>
    <w:rsid w:val="7FE215AF"/>
    <w:rsid w:val="7FE24D68"/>
    <w:rsid w:val="7FE51B1F"/>
    <w:rsid w:val="7FE8320D"/>
    <w:rsid w:val="7FE900B8"/>
    <w:rsid w:val="7FE9563E"/>
    <w:rsid w:val="7FEC0776"/>
    <w:rsid w:val="7FEF47CD"/>
    <w:rsid w:val="7FF0393D"/>
    <w:rsid w:val="7FF33D69"/>
    <w:rsid w:val="7FF50A67"/>
    <w:rsid w:val="7FF54CAF"/>
    <w:rsid w:val="7FF9515E"/>
    <w:rsid w:val="7FFD0E2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99"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99" w:name="Default Paragraph Font"/>
    <w:lsdException w:unhideWhenUsed="0" w:uiPriority="99" w:semiHidden="0" w:name="Body Text"/>
    <w:lsdException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99" w:semiHidden="0" w:name="Strong"/>
    <w:lsdException w:qFormat="1" w:unhideWhenUsed="0" w:uiPriority="99"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0"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24"/>
    <w:qFormat/>
    <w:uiPriority w:val="99"/>
    <w:pPr>
      <w:spacing w:line="560" w:lineRule="exact"/>
      <w:ind w:firstLine="200" w:firstLineChars="200"/>
      <w:outlineLvl w:val="0"/>
    </w:pPr>
    <w:rPr>
      <w:rFonts w:ascii="Times New Roman" w:hAnsi="Times New Roman" w:eastAsia="方正黑体_GBK"/>
      <w:kern w:val="44"/>
      <w:sz w:val="32"/>
      <w:szCs w:val="21"/>
    </w:rPr>
  </w:style>
  <w:style w:type="paragraph" w:styleId="5">
    <w:name w:val="heading 2"/>
    <w:basedOn w:val="1"/>
    <w:next w:val="1"/>
    <w:link w:val="25"/>
    <w:qFormat/>
    <w:uiPriority w:val="99"/>
    <w:pPr>
      <w:keepNext/>
      <w:keepLines/>
      <w:spacing w:line="560" w:lineRule="exact"/>
      <w:ind w:firstLine="200"/>
      <w:outlineLvl w:val="1"/>
    </w:pPr>
    <w:rPr>
      <w:rFonts w:eastAsia="方正楷体_GBK"/>
    </w:rPr>
  </w:style>
  <w:style w:type="paragraph" w:styleId="6">
    <w:name w:val="heading 3"/>
    <w:basedOn w:val="1"/>
    <w:next w:val="1"/>
    <w:link w:val="26"/>
    <w:qFormat/>
    <w:uiPriority w:val="99"/>
    <w:pPr>
      <w:spacing w:beforeAutospacing="1" w:afterAutospacing="1"/>
      <w:jc w:val="left"/>
      <w:outlineLvl w:val="2"/>
    </w:pPr>
    <w:rPr>
      <w:rFonts w:ascii="宋体" w:hAnsi="宋体"/>
      <w:b/>
      <w:kern w:val="0"/>
      <w:sz w:val="27"/>
      <w:szCs w:val="27"/>
    </w:rPr>
  </w:style>
  <w:style w:type="character" w:default="1" w:styleId="19">
    <w:name w:val="Default Paragraph Font"/>
    <w:semiHidden/>
    <w:qFormat/>
    <w:uiPriority w:val="99"/>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27"/>
    <w:uiPriority w:val="99"/>
    <w:rPr>
      <w:rFonts w:ascii="方正仿宋_GBK" w:hAnsi="方正仿宋_GBK" w:eastAsia="方正仿宋_GBK" w:cs="方正仿宋_GBK"/>
      <w:sz w:val="29"/>
      <w:szCs w:val="29"/>
      <w:lang w:val="zh-CN"/>
    </w:rPr>
  </w:style>
  <w:style w:type="paragraph" w:styleId="3">
    <w:name w:val="toc 5"/>
    <w:basedOn w:val="1"/>
    <w:next w:val="1"/>
    <w:uiPriority w:val="99"/>
    <w:pPr>
      <w:ind w:left="1280"/>
      <w:jc w:val="left"/>
    </w:pPr>
    <w:rPr>
      <w:rFonts w:eastAsia="等线"/>
      <w:sz w:val="18"/>
      <w:szCs w:val="18"/>
    </w:rPr>
  </w:style>
  <w:style w:type="paragraph" w:styleId="7">
    <w:name w:val="Body Text Indent"/>
    <w:basedOn w:val="1"/>
    <w:link w:val="28"/>
    <w:uiPriority w:val="99"/>
    <w:pPr>
      <w:overflowPunct w:val="0"/>
      <w:spacing w:after="120" w:line="576" w:lineRule="exact"/>
      <w:ind w:left="420" w:leftChars="200" w:firstLine="880" w:firstLineChars="200"/>
    </w:pPr>
    <w:rPr>
      <w:rFonts w:ascii="Times New Roman" w:hAnsi="Times New Roman" w:eastAsia="方正仿宋_GBK" w:cs="宋体"/>
      <w:sz w:val="32"/>
      <w:szCs w:val="22"/>
    </w:rPr>
  </w:style>
  <w:style w:type="paragraph" w:styleId="8">
    <w:name w:val="footer"/>
    <w:basedOn w:val="1"/>
    <w:next w:val="9"/>
    <w:link w:val="29"/>
    <w:uiPriority w:val="99"/>
    <w:pPr>
      <w:tabs>
        <w:tab w:val="center" w:pos="4153"/>
        <w:tab w:val="right" w:pos="8306"/>
      </w:tabs>
      <w:snapToGrid w:val="0"/>
      <w:jc w:val="left"/>
    </w:pPr>
    <w:rPr>
      <w:sz w:val="18"/>
    </w:rPr>
  </w:style>
  <w:style w:type="paragraph" w:customStyle="1" w:styleId="9">
    <w:name w:val="索引 51"/>
    <w:basedOn w:val="1"/>
    <w:next w:val="1"/>
    <w:qFormat/>
    <w:uiPriority w:val="99"/>
    <w:pPr>
      <w:ind w:left="1680"/>
    </w:pPr>
  </w:style>
  <w:style w:type="paragraph" w:styleId="10">
    <w:name w:val="header"/>
    <w:basedOn w:val="1"/>
    <w:link w:val="30"/>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iPriority w:val="99"/>
  </w:style>
  <w:style w:type="paragraph" w:styleId="12">
    <w:name w:val="footnote text"/>
    <w:basedOn w:val="1"/>
    <w:link w:val="31"/>
    <w:uiPriority w:val="99"/>
    <w:pPr>
      <w:snapToGrid w:val="0"/>
      <w:jc w:val="left"/>
    </w:pPr>
    <w:rPr>
      <w:sz w:val="18"/>
    </w:rPr>
  </w:style>
  <w:style w:type="paragraph" w:styleId="13">
    <w:name w:val="toc 2"/>
    <w:basedOn w:val="1"/>
    <w:next w:val="1"/>
    <w:qFormat/>
    <w:uiPriority w:val="99"/>
    <w:pPr>
      <w:ind w:left="420" w:leftChars="200"/>
    </w:pPr>
  </w:style>
  <w:style w:type="paragraph" w:styleId="14">
    <w:name w:val="Normal (Web)"/>
    <w:basedOn w:val="1"/>
    <w:qFormat/>
    <w:uiPriority w:val="99"/>
    <w:pPr>
      <w:spacing w:beforeAutospacing="1" w:afterAutospacing="1"/>
      <w:jc w:val="left"/>
    </w:pPr>
    <w:rPr>
      <w:kern w:val="0"/>
      <w:sz w:val="24"/>
    </w:rPr>
  </w:style>
  <w:style w:type="paragraph" w:styleId="15">
    <w:name w:val="Title"/>
    <w:basedOn w:val="1"/>
    <w:next w:val="1"/>
    <w:link w:val="32"/>
    <w:qFormat/>
    <w:uiPriority w:val="99"/>
    <w:pPr>
      <w:spacing w:line="360" w:lineRule="auto"/>
      <w:outlineLvl w:val="2"/>
    </w:pPr>
    <w:rPr>
      <w:rFonts w:ascii="Cambria" w:hAnsi="Cambria" w:eastAsia="方正楷体_GBK" w:cs="Cambria"/>
      <w:b/>
      <w:bCs/>
      <w:szCs w:val="32"/>
    </w:rPr>
  </w:style>
  <w:style w:type="paragraph" w:styleId="16">
    <w:name w:val="Body Text First Indent 2"/>
    <w:basedOn w:val="7"/>
    <w:link w:val="33"/>
    <w:qFormat/>
    <w:uiPriority w:val="99"/>
    <w:pPr>
      <w:ind w:firstLine="420"/>
    </w:pPr>
  </w:style>
  <w:style w:type="table" w:styleId="18">
    <w:name w:val="Table Grid"/>
    <w:basedOn w:val="17"/>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99"/>
    <w:rPr>
      <w:rFonts w:cs="Times New Roman"/>
      <w:b/>
    </w:rPr>
  </w:style>
  <w:style w:type="character" w:styleId="21">
    <w:name w:val="Emphasis"/>
    <w:basedOn w:val="19"/>
    <w:qFormat/>
    <w:uiPriority w:val="99"/>
    <w:rPr>
      <w:rFonts w:cs="Times New Roman"/>
      <w:i/>
    </w:rPr>
  </w:style>
  <w:style w:type="character" w:styleId="22">
    <w:name w:val="Hyperlink"/>
    <w:basedOn w:val="19"/>
    <w:qFormat/>
    <w:uiPriority w:val="99"/>
    <w:rPr>
      <w:rFonts w:cs="Times New Roman"/>
      <w:color w:val="0000FF"/>
      <w:u w:val="single"/>
    </w:rPr>
  </w:style>
  <w:style w:type="character" w:styleId="23">
    <w:name w:val="footnote reference"/>
    <w:basedOn w:val="19"/>
    <w:qFormat/>
    <w:uiPriority w:val="99"/>
    <w:rPr>
      <w:rFonts w:cs="Times New Roman"/>
      <w:vertAlign w:val="superscript"/>
    </w:rPr>
  </w:style>
  <w:style w:type="character" w:customStyle="1" w:styleId="24">
    <w:name w:val="Heading 1 Char"/>
    <w:basedOn w:val="19"/>
    <w:link w:val="4"/>
    <w:qFormat/>
    <w:uiPriority w:val="9"/>
    <w:rPr>
      <w:rFonts w:ascii="Calibri" w:hAnsi="Calibri"/>
      <w:b/>
      <w:bCs/>
      <w:kern w:val="44"/>
      <w:sz w:val="44"/>
      <w:szCs w:val="44"/>
    </w:rPr>
  </w:style>
  <w:style w:type="character" w:customStyle="1" w:styleId="25">
    <w:name w:val="Heading 2 Char"/>
    <w:basedOn w:val="19"/>
    <w:link w:val="5"/>
    <w:semiHidden/>
    <w:qFormat/>
    <w:uiPriority w:val="9"/>
    <w:rPr>
      <w:rFonts w:asciiTheme="majorHAnsi" w:hAnsiTheme="majorHAnsi" w:eastAsiaTheme="majorEastAsia" w:cstheme="majorBidi"/>
      <w:b/>
      <w:bCs/>
      <w:sz w:val="32"/>
      <w:szCs w:val="32"/>
    </w:rPr>
  </w:style>
  <w:style w:type="character" w:customStyle="1" w:styleId="26">
    <w:name w:val="Heading 3 Char"/>
    <w:basedOn w:val="19"/>
    <w:link w:val="6"/>
    <w:semiHidden/>
    <w:qFormat/>
    <w:uiPriority w:val="9"/>
    <w:rPr>
      <w:rFonts w:ascii="Calibri" w:hAnsi="Calibri"/>
      <w:b/>
      <w:bCs/>
      <w:sz w:val="32"/>
      <w:szCs w:val="32"/>
    </w:rPr>
  </w:style>
  <w:style w:type="character" w:customStyle="1" w:styleId="27">
    <w:name w:val="Body Text Char"/>
    <w:basedOn w:val="19"/>
    <w:link w:val="2"/>
    <w:semiHidden/>
    <w:qFormat/>
    <w:uiPriority w:val="99"/>
    <w:rPr>
      <w:rFonts w:ascii="Calibri" w:hAnsi="Calibri"/>
      <w:szCs w:val="24"/>
    </w:rPr>
  </w:style>
  <w:style w:type="character" w:customStyle="1" w:styleId="28">
    <w:name w:val="Body Text Indent Char"/>
    <w:basedOn w:val="19"/>
    <w:link w:val="7"/>
    <w:semiHidden/>
    <w:qFormat/>
    <w:uiPriority w:val="99"/>
    <w:rPr>
      <w:rFonts w:ascii="Calibri" w:hAnsi="Calibri"/>
      <w:szCs w:val="24"/>
    </w:rPr>
  </w:style>
  <w:style w:type="character" w:customStyle="1" w:styleId="29">
    <w:name w:val="Footer Char"/>
    <w:basedOn w:val="19"/>
    <w:link w:val="8"/>
    <w:semiHidden/>
    <w:qFormat/>
    <w:uiPriority w:val="99"/>
    <w:rPr>
      <w:rFonts w:ascii="Calibri" w:hAnsi="Calibri"/>
      <w:sz w:val="18"/>
      <w:szCs w:val="18"/>
    </w:rPr>
  </w:style>
  <w:style w:type="character" w:customStyle="1" w:styleId="30">
    <w:name w:val="Header Char"/>
    <w:basedOn w:val="19"/>
    <w:link w:val="10"/>
    <w:semiHidden/>
    <w:qFormat/>
    <w:uiPriority w:val="99"/>
    <w:rPr>
      <w:rFonts w:ascii="Calibri" w:hAnsi="Calibri"/>
      <w:sz w:val="18"/>
      <w:szCs w:val="18"/>
    </w:rPr>
  </w:style>
  <w:style w:type="character" w:customStyle="1" w:styleId="31">
    <w:name w:val="Footnote Text Char"/>
    <w:basedOn w:val="19"/>
    <w:link w:val="12"/>
    <w:semiHidden/>
    <w:qFormat/>
    <w:uiPriority w:val="99"/>
    <w:rPr>
      <w:rFonts w:ascii="Calibri" w:hAnsi="Calibri"/>
      <w:sz w:val="18"/>
      <w:szCs w:val="18"/>
    </w:rPr>
  </w:style>
  <w:style w:type="character" w:customStyle="1" w:styleId="32">
    <w:name w:val="Title Char"/>
    <w:basedOn w:val="19"/>
    <w:link w:val="15"/>
    <w:qFormat/>
    <w:uiPriority w:val="10"/>
    <w:rPr>
      <w:rFonts w:asciiTheme="majorHAnsi" w:hAnsiTheme="majorHAnsi" w:cstheme="majorBidi"/>
      <w:b/>
      <w:bCs/>
      <w:sz w:val="32"/>
      <w:szCs w:val="32"/>
    </w:rPr>
  </w:style>
  <w:style w:type="character" w:customStyle="1" w:styleId="33">
    <w:name w:val="Body Text First Indent 2 Char"/>
    <w:basedOn w:val="28"/>
    <w:link w:val="16"/>
    <w:semiHidden/>
    <w:qFormat/>
    <w:uiPriority w:val="99"/>
  </w:style>
  <w:style w:type="paragraph" w:customStyle="1" w:styleId="34">
    <w:name w:val="Default"/>
    <w:next w:val="1"/>
    <w:qFormat/>
    <w:uiPriority w:val="99"/>
    <w:pPr>
      <w:widowControl w:val="0"/>
      <w:autoSpaceDE w:val="0"/>
      <w:autoSpaceDN w:val="0"/>
      <w:adjustRightInd w:val="0"/>
    </w:pPr>
    <w:rPr>
      <w:rFonts w:ascii="仿宋_GB2312" w:hAnsi="Times New Roman" w:eastAsia="仿宋_GB2312" w:cs="仿宋_GB2312"/>
      <w:color w:val="000000"/>
      <w:kern w:val="0"/>
      <w:sz w:val="24"/>
      <w:szCs w:val="24"/>
      <w:lang w:val="en-US" w:eastAsia="zh-CN" w:bidi="ar-SA"/>
    </w:rPr>
  </w:style>
  <w:style w:type="paragraph" w:customStyle="1" w:styleId="35">
    <w:name w:val="纯文本1"/>
    <w:qFormat/>
    <w:uiPriority w:val="99"/>
    <w:pPr>
      <w:widowControl w:val="0"/>
      <w:jc w:val="both"/>
    </w:pPr>
    <w:rPr>
      <w:rFonts w:ascii="宋体" w:hAnsi="Courier New" w:eastAsia="宋体" w:cs="Courier New"/>
      <w:kern w:val="2"/>
      <w:sz w:val="21"/>
      <w:szCs w:val="21"/>
      <w:lang w:val="en-US" w:eastAsia="zh-CN" w:bidi="ar-SA"/>
    </w:rPr>
  </w:style>
  <w:style w:type="paragraph" w:customStyle="1" w:styleId="36">
    <w:name w:val="公文:4级标题"/>
    <w:qFormat/>
    <w:uiPriority w:val="99"/>
    <w:pPr>
      <w:numPr>
        <w:ilvl w:val="0"/>
        <w:numId w:val="1"/>
      </w:numPr>
      <w:outlineLvl w:val="3"/>
    </w:pPr>
    <w:rPr>
      <w:rFonts w:ascii="Times New Roman" w:hAnsi="Times New Roman" w:eastAsia="仿宋" w:cs="Times New Roman"/>
      <w:kern w:val="0"/>
      <w:sz w:val="32"/>
      <w:szCs w:val="20"/>
      <w:lang w:val="en-US" w:eastAsia="zh-CN" w:bidi="ar-SA"/>
    </w:rPr>
  </w:style>
  <w:style w:type="paragraph" w:customStyle="1" w:styleId="37">
    <w:name w:val="公文:3级标题"/>
    <w:qFormat/>
    <w:uiPriority w:val="99"/>
    <w:pPr>
      <w:numPr>
        <w:ilvl w:val="0"/>
        <w:numId w:val="2"/>
      </w:numPr>
      <w:outlineLvl w:val="2"/>
    </w:pPr>
    <w:rPr>
      <w:rFonts w:ascii="Times New Roman" w:hAnsi="Times New Roman" w:eastAsia="仿宋" w:cs="Times New Roman"/>
      <w:kern w:val="0"/>
      <w:sz w:val="32"/>
      <w:szCs w:val="20"/>
      <w:lang w:val="en-US" w:eastAsia="zh-CN" w:bidi="ar-SA"/>
    </w:rPr>
  </w:style>
  <w:style w:type="paragraph" w:customStyle="1" w:styleId="38">
    <w:name w:val="公文:2级标题"/>
    <w:qFormat/>
    <w:uiPriority w:val="99"/>
    <w:pPr>
      <w:numPr>
        <w:ilvl w:val="0"/>
        <w:numId w:val="3"/>
      </w:numPr>
      <w:outlineLvl w:val="1"/>
    </w:pPr>
    <w:rPr>
      <w:rFonts w:ascii="Times New Roman" w:hAnsi="Times New Roman" w:eastAsia="楷体" w:cs="Times New Roman"/>
      <w:kern w:val="0"/>
      <w:sz w:val="32"/>
      <w:szCs w:val="20"/>
      <w:lang w:val="en-US" w:eastAsia="zh-CN" w:bidi="ar-SA"/>
    </w:rPr>
  </w:style>
  <w:style w:type="paragraph" w:customStyle="1" w:styleId="39">
    <w:name w:val="公文:1级标题"/>
    <w:qFormat/>
    <w:uiPriority w:val="99"/>
    <w:pPr>
      <w:numPr>
        <w:ilvl w:val="0"/>
        <w:numId w:val="4"/>
      </w:numPr>
      <w:outlineLvl w:val="0"/>
    </w:pPr>
    <w:rPr>
      <w:rFonts w:ascii="Times New Roman" w:hAnsi="Times New Roman" w:eastAsia="黑体" w:cs="Times New Roman"/>
      <w:kern w:val="0"/>
      <w:sz w:val="32"/>
      <w:szCs w:val="20"/>
      <w:lang w:val="en-US" w:eastAsia="zh-CN" w:bidi="ar-SA"/>
    </w:rPr>
  </w:style>
  <w:style w:type="paragraph" w:customStyle="1" w:styleId="40">
    <w:name w:val="公文:正文"/>
    <w:basedOn w:val="1"/>
    <w:qFormat/>
    <w:uiPriority w:val="99"/>
    <w:rPr>
      <w:rFonts w:eastAsia="仿宋"/>
      <w:sz w:val="32"/>
    </w:rPr>
  </w:style>
  <w:style w:type="paragraph" w:customStyle="1" w:styleId="41">
    <w:name w:val="公文:正文(缩进)"/>
    <w:basedOn w:val="1"/>
    <w:qFormat/>
    <w:uiPriority w:val="99"/>
    <w:rPr>
      <w:rFonts w:eastAsia="仿宋"/>
      <w:sz w:val="32"/>
    </w:rPr>
  </w:style>
  <w:style w:type="paragraph" w:styleId="42">
    <w:name w:val="List Paragraph"/>
    <w:basedOn w:val="1"/>
    <w:qFormat/>
    <w:uiPriority w:val="99"/>
    <w:pPr>
      <w:ind w:firstLine="420"/>
    </w:pPr>
  </w:style>
  <w:style w:type="character" w:customStyle="1" w:styleId="43">
    <w:name w:val="font11"/>
    <w:basedOn w:val="19"/>
    <w:qFormat/>
    <w:uiPriority w:val="99"/>
    <w:rPr>
      <w:rFonts w:ascii="方正仿宋_GBK" w:hAnsi="方正仿宋_GBK" w:eastAsia="方正仿宋_GBK" w:cs="方正仿宋_GBK"/>
      <w:color w:val="000000"/>
      <w:sz w:val="24"/>
      <w:szCs w:val="24"/>
      <w:u w:val="none"/>
    </w:rPr>
  </w:style>
  <w:style w:type="character" w:customStyle="1" w:styleId="44">
    <w:name w:val="font01"/>
    <w:basedOn w:val="19"/>
    <w:qFormat/>
    <w:uiPriority w:val="99"/>
    <w:rPr>
      <w:rFonts w:ascii="Times New Roman" w:hAnsi="Times New Roman" w:cs="Times New Roman"/>
      <w:color w:val="000000"/>
      <w:sz w:val="24"/>
      <w:szCs w:val="24"/>
      <w:u w:val="none"/>
    </w:rPr>
  </w:style>
  <w:style w:type="paragraph" w:customStyle="1" w:styleId="45">
    <w:name w:val="普通(网站)1"/>
    <w:basedOn w:val="1"/>
    <w:qFormat/>
    <w:uiPriority w:val="99"/>
    <w:pPr>
      <w:widowControl/>
      <w:spacing w:before="100" w:beforeAutospacing="1" w:after="100" w:afterAutospacing="1"/>
      <w:jc w:val="left"/>
    </w:pPr>
    <w:rPr>
      <w:rFonts w:ascii="宋体" w:hAnsi="宋体" w:cs="宋体"/>
      <w:kern w:val="0"/>
      <w:sz w:val="24"/>
    </w:rPr>
  </w:style>
  <w:style w:type="character" w:customStyle="1" w:styleId="46">
    <w:name w:val="font31"/>
    <w:basedOn w:val="19"/>
    <w:qFormat/>
    <w:uiPriority w:val="99"/>
    <w:rPr>
      <w:rFonts w:ascii="宋体" w:hAnsi="宋体" w:eastAsia="宋体" w:cs="宋体"/>
      <w:color w:val="000000"/>
      <w:sz w:val="22"/>
      <w:szCs w:val="22"/>
      <w:u w:val="none"/>
    </w:rPr>
  </w:style>
  <w:style w:type="character" w:customStyle="1" w:styleId="47">
    <w:name w:val="font61"/>
    <w:basedOn w:val="19"/>
    <w:qFormat/>
    <w:uiPriority w:val="99"/>
    <w:rPr>
      <w:rFonts w:ascii="方正仿宋_GBK" w:hAnsi="方正仿宋_GBK" w:eastAsia="方正仿宋_GBK" w:cs="方正仿宋_GBK"/>
      <w:color w:val="000000"/>
      <w:sz w:val="22"/>
      <w:szCs w:val="22"/>
      <w:u w:val="none"/>
    </w:rPr>
  </w:style>
  <w:style w:type="character" w:customStyle="1" w:styleId="48">
    <w:name w:val="NormalCharacter"/>
    <w:semiHidden/>
    <w:qFormat/>
    <w:uiPriority w:val="99"/>
    <w:rPr>
      <w:rFonts w:ascii="Calibri" w:hAnsi="Calibri" w:eastAsia="宋体"/>
      <w:kern w:val="2"/>
      <w:sz w:val="24"/>
      <w:lang w:val="en-US" w:eastAsia="zh-CN"/>
    </w:rPr>
  </w:style>
  <w:style w:type="paragraph" w:customStyle="1" w:styleId="49">
    <w:name w:val="Heading1"/>
    <w:basedOn w:val="1"/>
    <w:next w:val="1"/>
    <w:qFormat/>
    <w:uiPriority w:val="99"/>
    <w:pPr>
      <w:keepNext/>
      <w:keepLines/>
      <w:spacing w:before="340" w:after="330" w:line="576" w:lineRule="auto"/>
      <w:textAlignment w:val="baseline"/>
    </w:pPr>
    <w:rPr>
      <w:rFonts w:ascii="Times New Roman" w:hAnsi="Times New Roman" w:eastAsia="方正仿宋_GBK"/>
      <w:b/>
      <w:kern w:val="44"/>
      <w:sz w:val="44"/>
    </w:rPr>
  </w:style>
  <w:style w:type="paragraph" w:customStyle="1" w:styleId="50">
    <w:name w:val="正文 New New New New New New New New New New New"/>
    <w:next w:val="3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1">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52">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53">
    <w:name w:val="正文首行缩进1"/>
    <w:basedOn w:val="2"/>
    <w:qFormat/>
    <w:uiPriority w:val="99"/>
    <w:pPr>
      <w:adjustRightInd w:val="0"/>
      <w:spacing w:line="275" w:lineRule="atLeast"/>
      <w:ind w:firstLine="420"/>
      <w:textAlignment w:val="baseline"/>
    </w:pPr>
    <w:rPr>
      <w:rFonts w:hAnsi="宋体" w:eastAsia="楷体_GB2312"/>
      <w:szCs w:val="20"/>
    </w:rPr>
  </w:style>
  <w:style w:type="paragraph" w:customStyle="1" w:styleId="54">
    <w:name w:val="常用样式（方正仿宋简）"/>
    <w:basedOn w:val="1"/>
    <w:qFormat/>
    <w:uiPriority w:val="99"/>
    <w:pPr>
      <w:spacing w:line="560" w:lineRule="exact"/>
      <w:ind w:firstLine="640" w:firstLineChars="200"/>
    </w:pPr>
    <w:rPr>
      <w:rFonts w:eastAsia="方正仿宋简体"/>
      <w:sz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44</Pages>
  <Words>3851</Words>
  <Characters>21956</Characters>
  <Lines>0</Lines>
  <Paragraphs>0</Paragraphs>
  <TotalTime>2</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2022-03-02T08:07:00Z</dcterms:created>
  <dc:creator>梅子</dc:creator>
  <cp:lastModifiedBy>杨倩怡</cp:lastModifiedBy>
  <cp:lastPrinted>2022-02-24T08:29:00Z</cp:lastPrinted>
  <dcterms:modified xsi:type="dcterms:W3CDTF">2025-04-15T01:27:54Z</dcterms:modified>
  <dc:title>重庆市渝北区大健康产业发展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KSOSaveFontToCloudKey">
    <vt:lpwstr>575573554_btnclosed</vt:lpwstr>
  </property>
  <property fmtid="{D5CDD505-2E9C-101B-9397-08002B2CF9AE}" pid="4" name="ICV">
    <vt:lpwstr>EE972D1EE47E496FB8B280D1E14C2D94</vt:lpwstr>
  </property>
</Properties>
</file>